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491"/>
      </w:tblGrid>
      <w:tr w:rsidR="00E1708C" w:rsidRPr="009A209E" w:rsidTr="00AB466F">
        <w:trPr>
          <w:trHeight w:val="708"/>
        </w:trPr>
        <w:tc>
          <w:tcPr>
            <w:tcW w:w="104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209E" w:rsidRPr="009A209E" w:rsidRDefault="009A209E" w:rsidP="00AB4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20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Инфор</w:t>
            </w:r>
            <w:r w:rsidR="00C802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мация об исполнении приложения </w:t>
            </w:r>
            <w:r w:rsidR="003273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9A20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к Закону Ульяновской области</w:t>
            </w:r>
          </w:p>
          <w:p w:rsidR="00E1708C" w:rsidRPr="009A209E" w:rsidRDefault="00990E44" w:rsidP="003273F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</w:t>
            </w:r>
            <w:r w:rsidR="009A209E" w:rsidRPr="009A20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 областном бюджете Ульяновской области на 201</w:t>
            </w:r>
            <w:r w:rsidR="003273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  <w:r w:rsidR="009A209E" w:rsidRPr="009A20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r w:rsidR="007C2B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на плановый период </w:t>
            </w:r>
            <w:r w:rsidR="007C2B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201</w:t>
            </w:r>
            <w:r w:rsidR="003273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  <w:r w:rsidR="007C2B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</w:t>
            </w:r>
            <w:r w:rsidR="003273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="007C2B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  <w:r w:rsidR="009A209E" w:rsidRPr="009A20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</w:t>
            </w:r>
            <w:r w:rsidR="009A209E" w:rsidRPr="009A20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Ведомственная структура расходов областного бюджета </w:t>
            </w:r>
            <w:r w:rsidR="007C2B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</w:r>
            <w:r w:rsidR="009A209E" w:rsidRPr="009A20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Ульяновской области на 201</w:t>
            </w:r>
            <w:r w:rsidR="003273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  <w:r w:rsidR="009A209E" w:rsidRPr="009A20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E1708C" w:rsidRPr="009A209E" w:rsidTr="00AB466F">
        <w:trPr>
          <w:trHeight w:val="299"/>
        </w:trPr>
        <w:tc>
          <w:tcPr>
            <w:tcW w:w="104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708C" w:rsidRPr="009A209E" w:rsidRDefault="00E1708C" w:rsidP="00AB466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9D19B8" w:rsidRPr="009A209E" w:rsidRDefault="009D19B8" w:rsidP="00E170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708C" w:rsidRPr="009A209E" w:rsidRDefault="00E1708C" w:rsidP="00E170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09E">
        <w:rPr>
          <w:rFonts w:ascii="Times New Roman" w:hAnsi="Times New Roman" w:cs="Times New Roman"/>
          <w:sz w:val="24"/>
          <w:szCs w:val="24"/>
        </w:rPr>
        <w:t>тыс.</w:t>
      </w:r>
      <w:r w:rsidR="00AB466F">
        <w:rPr>
          <w:rFonts w:ascii="Times New Roman" w:hAnsi="Times New Roman" w:cs="Times New Roman"/>
          <w:sz w:val="24"/>
          <w:szCs w:val="24"/>
        </w:rPr>
        <w:t xml:space="preserve"> </w:t>
      </w:r>
      <w:r w:rsidRPr="009A209E">
        <w:rPr>
          <w:rFonts w:ascii="Times New Roman" w:hAnsi="Times New Roman" w:cs="Times New Roman"/>
          <w:sz w:val="24"/>
          <w:szCs w:val="24"/>
        </w:rPr>
        <w:t>руб</w:t>
      </w:r>
      <w:r w:rsidR="009A209E"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567"/>
        <w:gridCol w:w="426"/>
        <w:gridCol w:w="425"/>
        <w:gridCol w:w="1559"/>
        <w:gridCol w:w="425"/>
        <w:gridCol w:w="1701"/>
        <w:gridCol w:w="1701"/>
        <w:gridCol w:w="709"/>
      </w:tblGrid>
      <w:tr w:rsidR="00C80256" w:rsidRPr="00C80256" w:rsidTr="00C80256"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256" w:rsidRPr="00C80256" w:rsidRDefault="00C80256" w:rsidP="00C80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80256" w:rsidRPr="00C80256" w:rsidRDefault="00C80256" w:rsidP="00C80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80256" w:rsidRPr="00C80256" w:rsidRDefault="00C80256" w:rsidP="00C80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80256" w:rsidRPr="00C80256" w:rsidRDefault="00C80256" w:rsidP="00C80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80256" w:rsidRPr="00C80256" w:rsidRDefault="00C80256" w:rsidP="00C80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80256" w:rsidRPr="00C80256" w:rsidRDefault="00C80256" w:rsidP="00C80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80256" w:rsidRPr="00C80256" w:rsidRDefault="00C80256" w:rsidP="00C80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Уточнённый 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80256" w:rsidRPr="00C80256" w:rsidRDefault="00C80256" w:rsidP="00C80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C80256" w:rsidRPr="00C80256" w:rsidRDefault="00C80256" w:rsidP="00C80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</w:t>
            </w:r>
            <w:r w:rsidRPr="00C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C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C80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</w:t>
            </w:r>
          </w:p>
        </w:tc>
      </w:tr>
    </w:tbl>
    <w:p w:rsidR="00C80256" w:rsidRPr="00C80256" w:rsidRDefault="00C80256" w:rsidP="00C80256">
      <w:pPr>
        <w:spacing w:after="0"/>
        <w:rPr>
          <w:sz w:val="2"/>
          <w:szCs w:val="2"/>
        </w:rPr>
      </w:pP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567"/>
        <w:gridCol w:w="425"/>
        <w:gridCol w:w="425"/>
        <w:gridCol w:w="1560"/>
        <w:gridCol w:w="425"/>
        <w:gridCol w:w="1701"/>
        <w:gridCol w:w="1701"/>
        <w:gridCol w:w="709"/>
      </w:tblGrid>
      <w:tr w:rsidR="00EC7CE4" w:rsidRPr="00EC7CE4" w:rsidTr="005521C8">
        <w:trPr>
          <w:trHeight w:val="20"/>
          <w:tblHeader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CE4" w:rsidRPr="00EC7CE4" w:rsidRDefault="007C4BD9" w:rsidP="00EC7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C7CE4" w:rsidRPr="00EC7CE4" w:rsidRDefault="00EC7CE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C7CE4" w:rsidRPr="00EC7CE4" w:rsidRDefault="00EC7CE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C7CE4" w:rsidRPr="00EC7CE4" w:rsidRDefault="00EC7CE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C7CE4" w:rsidRPr="00EC7CE4" w:rsidRDefault="00EC7CE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EC7CE4" w:rsidRPr="00EC7CE4" w:rsidRDefault="00EC7CE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7CE4" w:rsidRPr="00EC7CE4" w:rsidRDefault="00EC7CE4" w:rsidP="00925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EC7CE4" w:rsidRPr="00EC7CE4" w:rsidRDefault="00EC7CE4" w:rsidP="009251A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EC7CE4" w:rsidRPr="00EC7CE4" w:rsidRDefault="00EC7CE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7C4BD9" w:rsidRPr="007C4BD9" w:rsidTr="005521C8">
        <w:trPr>
          <w:trHeight w:val="20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Правительство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2413288,00595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2380999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,9893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1450674,51256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1437548,52841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шего должностного лица субъекта Российской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 и муниципальн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4145,11637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4145,11637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Губернатор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4145,11637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4145,11637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вительства Российской Федерации, высших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органов государственной власти субъектов Российской Федерации, местных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284015,00225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283145,64719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RANGE!A18:H19"/>
            <w:bookmarkStart w:id="1" w:name="RANGE!A18"/>
            <w:bookmarkEnd w:id="0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  <w:bookmarkEnd w:id="1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284015,00225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283145,64719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Руководитель высшего исполнительного органа государственной власти Ульяновской области и его заместители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28230,85225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28157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,3025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выполнения функций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28230,85225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28157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,3025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255784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254988,34469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254381,78904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253639,42111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,731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1320,16232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31,62996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28,76126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5076,61038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5076,61038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полномочий по составл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5076,61038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5076,61038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1156612,01031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1145181,15447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234805,76227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229546,68408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аппарата Общественной палаты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11155,40618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ципальными) органами,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10749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10734,99756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416,90862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Ульяновскому региональному отделению Общероссийской общ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ственной организации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Ассоциация юристов России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финансовое обеспечение затрат, св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занных с деятельностью Ассоциации по соде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развитию правов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просвещения и оказ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бесплатной юридич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помощи на террит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Ассоциации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муниципальных образований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финансовое обеспечение затрат по осуществлению социально ориентированных видов деятельности в целях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действия развитию мес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 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Ульяновской региональной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Всероссийской общ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организации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теранов (пенсионеров) войны, труда, Вооружё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Сил и правоохран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по патриот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ческому воспитанию граждан Российской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4267,69518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3964,51063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299,98555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в сфере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ведения научных исслед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 в области истории и культуры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3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тября 2012 года № 131-ЗО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бесплатной юридич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помощи на террит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автономной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коммерческой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 стратегич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исследований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11 0 00 10270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51910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51910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51910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51910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Автономной некоммерческой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зации </w:t>
            </w:r>
            <w:proofErr w:type="spell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</w:t>
            </w:r>
            <w:proofErr w:type="spell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полнительного професс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онального образования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Корпоративный униве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ситет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финансовое обе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затрат, связанных с решением задач в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19654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19654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19654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19654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автономной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коммерческой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Дирекция социально значимых и конгрессных мероприятий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мероприятий областной программы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Противодействие 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рупции в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2016-2018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679,80135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379,80135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,948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281,12114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,948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281,12114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на территории Ульяновской области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ластного конкурса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шие в сфере оказания бе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платной юридической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мощи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11 0 00 10450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11 0 00 10450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Думы и их помощн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в избирательных округах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12297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,236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11316,71499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9470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,636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8769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,3057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2547,40929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членов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Федерации и их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мощников в субъектах Российской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4520,18247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4263,44222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3721,18247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3523,81077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11 0 00 51420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799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739,63145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Субвенции на финансовое обеспечение расходных обязательств, связанных с организацией и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деятельности 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комиссий по делам несовершенноле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них и защите их прав 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11 0 00 71010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26767,31259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11 0 00 71010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26767,31259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лять протоколы об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администрати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правонарушениях, предусмотренных Коде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сом Ульяновской области об административных правонарушениях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11 0 00 71020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11 0 00 71020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проведением на террит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Ульяновской области публичных мероприятий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11 0 00 71030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11 0 00 71030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6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тября 2011 года № 170-ЗО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мерах государственной поддержки общественных объединений пожарной охраны и добровольных пожарных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по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хозяйственного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служивания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64646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62827,38601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45747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45323,50239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18539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17201,18856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302,69506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новской области от 5 мая 2011 года № 73-ЗО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наградах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,8628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,8628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,8628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,8628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6768,30562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6617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6617,87972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,4259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25726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25374,99993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развитию инстит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гражданского общ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поддержка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 ориентированных некоммерческих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заций и добровольческой (волонтёрской)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13481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13477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на 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курсной основе 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поддержки социально ориентированных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 (проектов), реал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зуемых социально орие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тированными некомме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ческими организациями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 в сферах обучения рабо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ников и (или) членов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ориентированных некоммерческих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заций и обмена опытом между ними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обеспечение развития гражданского общества и организацию взаимоде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ствия составляющих его элементов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B36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ежегодных премий Губернатора</w:t>
            </w:r>
            <w:r w:rsidR="00B36C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81 1 08 00000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81 1 08 00000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единства российской нации и этнокультурное развитие народов России на территории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ское общество и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национальная политика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12245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11897,74093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гражда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идентичности и э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нокультурного развития народов России, прож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Профилактика экстр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национальной и религиозной почве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Государственно-общественное партнё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в сфере реализации государственной наци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политики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10958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10631,35243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Государственно-общественное партнё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в сфере реализации государственной наци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нальной политики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81 2 03 00000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укреплению единства российской нации и этн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культурному развитию народов России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03 R5160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10918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10591,35243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03 R5160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10918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10591,35243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Социально-культурная адаптация и интеграция мигрантов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,5585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,5585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управления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395933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390446,61132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претендентов на замещение должностей государственной гражда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службы Ульяновской области и муниципальной службы в Ульяновской области, государственных гражданских служащих Ульяновской области и муниципальных служ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17,08224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замещ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должностей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гражданской службы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 и муниципальной службы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84 0 01 26010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17,08224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84 0 01 26010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17,08224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Совершенствование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дения кадрового учёта лиц, замещающих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дарственные должности Ульяновской области, государственных гра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данских служащих (р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ботников)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B36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Внедрение (настройка и содержание) автоматиз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рованной системы упра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в целях обеспечения возможности передачи сведений по вопросам формирования кадрового состава государственной гражданской службы</w:t>
            </w:r>
            <w:r w:rsidR="00B36C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84 0 02 26020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84 0 02 26020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резерва упра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ленческих кадров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подг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товке резерва управленч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кадров и соверше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ствованию механизма его формирования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84 0 04 26040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84 0 04 26040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Совершенствование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боты с молодёжью на го</w:t>
            </w:r>
            <w:r w:rsidR="00B36C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сударственной гражда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службе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19,53826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работе с молодёжью на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гражданской службе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84 0 05 26050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19,53826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84 0 05 26050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19,53826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имиджа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ударственной гражда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службы Ульяновской области и муниципальной службы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областных конференций и конкурсов по вопросам государственной гражда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службы Ульяновской области и муниципальной службы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84 0 06 26060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84 0 06 26060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Губернатора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области, Правител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сти, исполнительных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других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органов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84 0 07 00000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395524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390082,16782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по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хозяйственного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84 0 07 80130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395524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390082,16782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84 0 07 80130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199208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199138,38081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84 0 07 80130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193093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188090,07719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84 0 07 80130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2853,70982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вопорядка и безопасности жизнедеятельности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67415,95504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67199,96255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плексные меры по 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общественного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рядка, противодействию преступности и профила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тике правонарушений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67354,05504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67138,06255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Вовлечение обществе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деятельность по предупреждению прав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425,53932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219,29432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и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сечение преступлений с участием несовершенн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и в отношении их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автоматизир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ванного программного комплекса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Безопасный город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противодействие распространению идеол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гии терроризма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64865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64858,78255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автоматизир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ванного программного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комплекса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Безопасный город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противодействие распространению идеол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гии терроризма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62227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62222,79196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74,81196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62147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62147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ного учреждения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регион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86 1 04 80280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2635,99059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86 1 04 80280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1871,54554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86 1 04 80280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764,44505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Информационно-методическое обеспечение профилактики правон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1544,47504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1456,40268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1544,47504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1456,40268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плексные меры против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действия злоупотребл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наркотиками и их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законному обороту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вопорядка и безопасности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жизнедеятельности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Организационно-право</w:t>
            </w:r>
            <w:r w:rsidR="00B36C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обеспечение ант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информ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ционного общества и электронного правител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432729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432612,89659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Снижение административных барь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оптимизация и пов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качества пред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услуг исполнител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органами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власти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 и муниц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органами местного самоуправления муниципальных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информ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ционного общества и электронного правител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375133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375089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,2175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сети мн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гофункциональных це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тров предоставления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ударственных и муниц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и обновл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их материально-технической базы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9040,09968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9040,03368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9040,09968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9040,03368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предоста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электронной форме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20100,43593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20100,31119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формационных технол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96 1 02 80230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20100,43593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20100,31119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96 1 02 80230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20100,43593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20100,31119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текущей деятельности подведо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учреждений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345993,43229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345948,87263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277863,93615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277863,90963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63742,34568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63698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,1071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4387,15046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4386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,8559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уровня доступности информационных и 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коммуникационных те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нологий для физических и юридических лиц 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информационного общ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электронного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вительства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22166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22166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дии Фонду развития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формационных технол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гий Ульяновской области в целях финансового обеспечения затрат, св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занных с реализацией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повышению уровня доступности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формационных и 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коммуникационных те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нологий для физических и юридических лиц 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области, а также финансового обеспечения затрат, связанных с 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ществлением им уставной деятельности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22166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22166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в сфере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формационных технол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96 2 02 80230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22166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22166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96 2 02 80230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22166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22166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информационно-телекоммуникационного взаимодействия исполн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органов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власти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информационного общ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электронного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вительства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35109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35037,23199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сетей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редачи данных и обновл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программного 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96 3 01 00000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35109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35037,23199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формационных технол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96 3 01 80230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35109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35037,23199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96 3 01 80230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35109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35037,23199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Внедр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результатов космич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деятельности и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региональной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фраструктуры простра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данных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информационного общ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электронного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вительства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,2571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,2471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и техн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ческое обеспечение фун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ционирования геоинфо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мационной системы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опортал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,2571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,2471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формационных технол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96 4 01 80230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,2571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,2471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96 4 01 80230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,2571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,2471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641336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623915,47392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164995,16731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152538,81028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164995,16731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152538,81028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Снижение рисков и смягчение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следствий чрезвычайных ситуаций природного и техногенного характера на территории Ульяновской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164995,16731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152538,81028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Освежение запасов средств индивидуальной защиты для гражданской обороны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86 3 04 00000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999,04704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86 3 04 00000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999,04704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ного учреждения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Служба гражданской защиты и пожарной безопасности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109379,26731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108921,86324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99748,43084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99708,28043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8119,95831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7702,70465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1510,87816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1510,87816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дий из областного бюдж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Автономной некомме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организации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действия развитию сист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мы мониторинга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целях фина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обеспечения её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трат в связи с участием в создании системы 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вызова экстренных оперативных служб по единому номеру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86 3 08 00000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53585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42617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86 3 08 00000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53585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42617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475316,63269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470351,96364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475316,63269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470351,96364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Снижение рисков и смягчение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следствий чрезвычайных ситуаций природного и техногенного характера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475316,63269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470351,96364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ного учреждения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Служба гражданской защиты и пожарной безопасности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469848,53269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469024,16684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435960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,474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435823,59022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30264,95669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29577,62497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67,59186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86 3 06 00000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3555,35979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пожарных частей противопожарной службы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86 3 07 00000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,7968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86 3 07 00000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,7968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безопасн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федеральному бюджету на осуществл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части переданных полномочий по составл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протоколов об адм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правонар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шениях, посягающих на общественный порядок и общественную безопа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32493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31773,06125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информ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ционного общества и электронного правител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Снижение административных барь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оптимизация и пов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качества пред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услуг исполнител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органами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власти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 и муниц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органами местного самоуправления муниципальных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информ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ционного общества и электронного правител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предоста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электронной форме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региональных проектов в сфере инфо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мационных технологий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1 02 R0280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1 02 R0280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22447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21848,04125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22447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21848,04125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условий для развития сферы внутре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и въездного туризма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12907,07551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Рекламно-информационное 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развития туризма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87 0 06 44140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8901,56651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87 0 06 44140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8901,56651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развития турис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ской инфраструктуры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87 0 06 70310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4005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4005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36C48" w:rsidRDefault="00B36C4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87 0 06 70310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87 0 06 70310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 и сохранение об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культурного насл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дия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8940,96574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8940,96574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ного учреждения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Агент</w:t>
            </w:r>
            <w:r w:rsidR="00CE46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  <w:proofErr w:type="spellEnd"/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туризму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87 1 01 44170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8940,96574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87 1 01 44170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8302,13562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8206,16974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87 1 01 44170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808,26438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718,24278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87 1 01 44170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16,55322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3124,27696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3124,27696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управленч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кадров для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народного хозяйства Российской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R0660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R0660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управления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925,38796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обучения лиц, замещающих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дарственные должности Ульяновской области, государственных гра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данских служащих (р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ботников)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Ульяновской области, лиц, замеща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выборные муниц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пальные должности, и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служащих (работников) органов местного самоуправления муниципальных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910,38796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обуч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лиц, замещающих государственные должн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Ульяновской области, государственных гра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данских служащих (р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ботников)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Ульяновской области, лиц, замеща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выборные муниц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пальные должности, и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ниципальных служащих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(работников) органов местного самоуправления муниципальных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84 0 03 26030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E4605" w:rsidRDefault="00CE460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E4605" w:rsidRDefault="00CE460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910,38796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CE4605" w:rsidRDefault="00CE460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4605" w:rsidRDefault="00CE460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84 0 03 26030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910,38796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резерва упра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ленческих кадров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подг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товке резерва управленч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кадров и соверше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ствованию механизма его формирования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84 0 04 26040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84 0 04 26040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44638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43690,70033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7432,15454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7432,15454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Сохранение и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охрана объектов культурного наследия (памятников истории и культуры народов Росси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Федерации, расп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ложенных на территории Ульяновской области)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7432,15454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3895,83958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3550,46004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87 0 04 00000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449,53996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449,53996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вопросы в области культуры, кинематогр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36638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36258,54579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895,94579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0757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органам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власти субъе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со</w:t>
            </w:r>
            <w:r w:rsidR="000757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ответствии с пунктом 1 статьи 9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1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рального закона от 25 июня 2002 года № 73-ФЗ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объектах культурного наследия (памятниках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и культуры) нар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Российской Федер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полномочий Росси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 в отн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шении объектов культу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наследия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11 0 00 59500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895,94579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11 0 00 59500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895,94579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35362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35362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приорите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культурной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литики в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35362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35362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Фонду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 – культурная стол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целях финансового обеспечения расходов, связанных с обеспечением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его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87 0 03 44180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10244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10244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87 0 03 44180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10244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10244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Фонду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 – культурная стол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целях финансового обеспечения расходов, связанных с проведением Международного кул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турного форума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87 0 03 44190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87 0 03 44190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Фонду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 – культурная стол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целях финансового обеспечения расходов, связанных с организацией проведения конкурса на получение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(грантов в форме субсидий) творч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проектов и иници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тив в сфере социально-культурной деятельности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Ульяновская область – творческий регион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87 0 03 44200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87 0 03 44200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массовой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240948,19339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240947,94843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Телевидение и радиов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92308,21975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92308,03466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3370,62414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областного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казённого учрежд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Телекомпания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сенал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3370,62414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,231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2677,15514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88937,51975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88937,41052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информационного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странства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данское общество 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дарственная национальная политика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88937,51975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88937,41052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обеспечения деятельности юридических лиц, 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ществляющих произво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выпуск теле-,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диопрограмм, связанных с освещением социально значимых событий общ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ственной, экономической и культурной жизни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88937,51975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88937,41052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Производство продукции сетевого издания и пред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доступа к нему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81 3 01 98701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81 3 01 98701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Поддержка в области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электронных средств ма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81 3 01 98702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41719,51975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41719,41117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81 3 01 98702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25719,51975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25719,41117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81 3 01 98702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телерадиокомпаний, учреждённых Правител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ством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81 3 01 98703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81 3 01 98703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организациям, осуществляющим прои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водство, распространение и тиражирование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 значимых программ в сфере электронных средств массовой инфо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81 3 01 98704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81 3 01 98704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Информирование о 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политических партий, представленных в Законодательном Собр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нии Ульяновской области, при освещении их 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региональным телеканалом и радиокан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81 3 01 98709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2599,99935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81 3 01 98709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2599,99935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120414,52515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120414,52515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120414,52515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120414,52515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A57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информационного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странства на территории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A573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общество и государственная наци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нальная политика 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120414,52515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120414,52515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обеспечения деятельности юридических лиц, 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ществляющих произво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выпуск периодич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печатных изданий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120414,52515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120414,52515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в области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риодических печатных средств массовой инфо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81 3 02 98705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6647,42515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6647,42515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81 3 02 98705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4647,42515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4647,42515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81 3 02 98705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областным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тономным учреждениям в сфере периодических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чатных средств массовой информации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81 3 02 98706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113767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113767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81 3 02 98706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113767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113767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средств массовой инфо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28225,44849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28225,38862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26109,37649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26109,31662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областного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казённого учрежд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Аналитика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26109,37649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26109,31662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ципальными) органами,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24121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,4954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24121,47513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1790,85961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1790,82487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197,02148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197,01662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информационного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странства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данское общество 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дарственная национальная политика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информационной полит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творческих конкурсов и тематических семинаров в сфере средств массовой информации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81 3 03 98707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81 3 03 98707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посвящённых Дню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печати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81 3 03 98708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81 3 03 98708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Законодательное Собр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161229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156447,95562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161229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156447,95562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нодательных (представ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тельных) органов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власти и пре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ставительных органов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161229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156447,95562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161229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156447,95562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Законод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Собрания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4967,89617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4967,89617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4967,89617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4967,89617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Депутаты Законодател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Собрания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27211,10383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24833,53761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27211,10383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24833,53761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129050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126646,52184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104316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104083,70846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22354,34004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208,47334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Агентство архитектуры и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градостроительства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554627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,346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459343,57257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111616,17579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109415,35079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рожные фонды)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91906,27579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91906,27579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комфортной городской среды в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2018-2022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91906,27579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91906,27579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дий бюджетам поселений и городских округов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яновской области в целях благоустройства террит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91906,27579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91906,27579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программ субъектов Российской Федерации и муниципальных программ формирования совреме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02 R5550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91906,27579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91906,27579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02 R5550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91906,27579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91906,27579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19709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17509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стро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 документов терр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ториального планиров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градостроительного зонирования, создание, ввод в эксплуатацию и эксплуатация информац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онной системы управл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территориями в 2014-2021 годах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муниц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образований Ульяновской области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кументами территориал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планирования и гр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достроительного зонир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вания, актуализация сх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территориального планирования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Приобретение и установка программно-аппаратных средств, необходимых для создания, ввода в эксплу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тацию и эксплуатации информационной системы управления территориями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85 2 01 44030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85 2 01 44030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комфортной городской среды в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2018-2022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15709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13509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2018-2022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15709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13509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исполнителя и сои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15709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13509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областному государственному авт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номному учреждению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град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строительный центр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98 1 01 40230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15709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13509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98 1 01 40230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15709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13509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443011,17021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349928,22178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340195,57021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335976,34301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комфортной городской среды в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2018-2022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339495,57021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335276,34301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дий бюджетам поселений и городских округов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яновской области в целях благоустройства террит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284187,97021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279969,86705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из областного бюджета Ульяновской области бюджетам поселений и городских округов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в целях софинансирования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ходных обязательств, 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никающих в связи с орг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низацией комплексного благоустройства террит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рий общего пользования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98 0 02 73200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43526,60985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98 0 02 73200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43526,60985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программ субъектов Российской Федерации и муниципальных программ формирования совреме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02 R5550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188787,97021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186752,96702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02 R5550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188787,97021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186752,96702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программ субъектов Российской Федерации и муниципальных программ формирования совреме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городской среды за счёт средств областного бюджета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 сверх установленн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уровня софинансиров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ния.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02 Z5550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49690,29018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02 Z5550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49690,29018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дий бюджетам поселений и городских округов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яновской области в целях обустройства мест масс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отдыха населения (городских парков)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3307,54947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Поддержка обустройства мест массового отдыха населения (городских парков)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03 R5600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3307,54947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03 R5600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3307,54947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 в целях благоустройства территорий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51998,92649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из областного бюджета Ульяновской области бюджетам поселений и городских округов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в целях софинансирования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ходных обязательств, 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никающих в связи с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витием территориальных общественных самоупра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лений, расположенных в границах поселений и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родских округов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области, в части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благ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98 0 04 71500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51998,92649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98 0 04 71500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51998,92649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102815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13951,87877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комфортной городской среды в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2018-2022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102815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13951,87877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A57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дий бюджетам поселений и городских округов</w:t>
            </w:r>
            <w:r w:rsidR="00A573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Ульяновской области в целях благоустройства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территорий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98 0 02 00000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иных межбюджетных трансфе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в форме дотаций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бедителям Всероссийск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конкурса лучших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создания комфор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98 0 02 53110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иных межбюджетных трансфе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в форме дотаций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бедителям Всероссийск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конкурса лучших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создания комфор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городской среды (г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 Инза)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98 0 02 53111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98 0 02 53111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иных межбюджетных трансфе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в форме дотаций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бедителям Всероссийск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конкурса лучших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создания комфор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городской среды (г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 Сенгилей)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98 0 02 53112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98 0 02 53112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 в целях благоустройства территорий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в форме субсидий побед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телям конкурсов, пров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димых с целью повыш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качества благоустро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98 0 04 40310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98 0 04 40310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конкурсов в области арх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тектурной и градостро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98 0 04 40320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98 0 04 40320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98 0 04 40320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из областного бюджета Ульяновской области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тономной некоммерч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организации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рекция социально-</w:t>
            </w:r>
            <w:proofErr w:type="spell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</w:t>
            </w:r>
            <w:proofErr w:type="spellEnd"/>
            <w:r w:rsidR="00A573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чимых</w:t>
            </w:r>
            <w:proofErr w:type="spell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конгрессных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целях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обеспечения затрат, связанных с орг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низацией форумов, об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чающих семинаров 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круглых столов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просам благоустройства территорий поселений и городских округов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98 0 04 40330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98 0 04 40330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реализации меропри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в средствах ма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98 0 04 40340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98 0 04 40340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2018-2022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9515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8937,99877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исполнителя и сои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9515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8937,99877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9515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8937,99877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7568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7376,26332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1557,80697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3,92848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промы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ленности, строительства, жилищно-коммунального комплекса и транспорта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9285866,50905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9092063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37591,54811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37591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,4832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37591,54811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37591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,4832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36967,44811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36967,44811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следованию технического состояния здания, подг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товке проектной докуме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тации, реставрации и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способлению для совр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менного использования здания Областного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дарственного казённого учреждения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 при Правительстве Российской Федерации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106,76801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106,76801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106,76801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106,76801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,6801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,6801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,6801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,6801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культуры, туризма и сохранение объектов культурного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624,03509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матер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областных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в сфере культуры и искусства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624,03509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федеральной целевой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граммы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 России (2012-2018 годы)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01 R0140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624,03509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01 R0140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624,03509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5793312,51267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5725747,58108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32536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,7114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среды и восстановл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природных ресурсов в 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32536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,7114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водохозяйственного 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 и восстано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природных ресу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32536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,7114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(реко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струкция) сооружений инженерной защиты, 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питальный ремонт гидр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технических сооружений, в том числе погашение кредиторской задолже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по оплате ранее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полненных работ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31955,35439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(реко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струкция) сооружений инженерной защиты, 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питальный ремонт гидр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технических сооружений, в том числе погашение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кредиторской задолже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по оплате ранее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полненных работ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88 2 01 48010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7724,25439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88 2 01 48010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7724,25439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федерал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ной целевой программы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водохозя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комплекса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в 2012-2020 годах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(стро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 (реконструкция) и ремонт гидротехнич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берегоукрепител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сооружений)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2 01 R0161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2 01 R0161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дий бюджетам муниц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образований Ульяновской области в целях софинансирования расходных обязательств, связанных с ремонтом, консервацией и (или) ли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видацией гидротехнич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сооружений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349,35701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проектной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кументации для 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ществления капитального ремонта гидротехнич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сооружений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88 2 02 48020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349,35701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88 2 02 48020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349,35701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259389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259388,81702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259389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259388,81702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населения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 качестве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услугами пассажи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транспорта в 2015-2021 годах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191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191C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191C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389,962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191C9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259388,81702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ленные на развитие па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сажирских перевозок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томобильным транспо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191C9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163614,0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191C9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163612,85502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автобусов (в том числе внесение первоначального взноса и оплата платежей по дог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вору лизинга) и ввод их в эксплуатацию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92 2 01 42310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92 2 01 42310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из областного бюджета Ульяновской области юридическим лицам,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дивидуальным предпр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нимателям в целях возм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затрат в связи с выполнением перевозок пассажиров автомобил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транспортом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92 2 01 42320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130532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130532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92 2 01 42320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130532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130532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юридическим 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цам, индивидуальным предпринимателям, с 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торыми заключён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дарственный контракт, работ (услуг), связанных с осуществлением регуля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пассажирских перев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зок автомобильным транспортом по регулир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емым тарифам, в соотве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ствии с требованиями, установленными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 заказчиком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92 2 01 42330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4587,95502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92 2 01 42330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4588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4587,95502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191C9F" w:rsidRPr="007C4BD9" w:rsidTr="0065643A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191C9F" w:rsidRPr="007C4BD9" w:rsidRDefault="00191C9F" w:rsidP="00656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бюджетам муниципал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районов (городских округов)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 в целях софинанс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 расходных обяз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 в св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язи с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зацией регулярных пер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возок пассажиров и баг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 автомобильным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портом по регулируемым тарифам по муниципал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маршрутам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Pr="007C4BD9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Pr="007C4BD9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Pr="007C4BD9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Pr="007C4BD9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92 2 01 72370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91C9F" w:rsidRPr="007C4BD9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191C9F" w:rsidRDefault="00191C9F" w:rsidP="0065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Pr="007C4BD9" w:rsidRDefault="00191C9F" w:rsidP="0065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9693,0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191C9F" w:rsidRDefault="00191C9F" w:rsidP="0065643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Pr="007C4BD9" w:rsidRDefault="00191C9F" w:rsidP="0065643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9692,4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Pr="007C4BD9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91C9F" w:rsidRPr="007C4BD9" w:rsidTr="0065643A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191C9F" w:rsidRPr="007C4BD9" w:rsidRDefault="00191C9F" w:rsidP="00656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91C9F" w:rsidRPr="007C4BD9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91C9F" w:rsidRPr="007C4BD9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91C9F" w:rsidRPr="007C4BD9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91C9F" w:rsidRPr="007C4BD9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92 2 01 72370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91C9F" w:rsidRPr="007C4BD9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191C9F" w:rsidRPr="007C4BD9" w:rsidRDefault="00191C9F" w:rsidP="0065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9693,0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191C9F" w:rsidRPr="007C4BD9" w:rsidRDefault="00191C9F" w:rsidP="0065643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9692,4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191C9F" w:rsidRPr="007C4BD9" w:rsidRDefault="00191C9F" w:rsidP="00656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ленные на развитие па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сажирских перевозок 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лезнодорожным транспо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 общего пользования в пригородном сообщении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86286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86286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компенс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цию недополученных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ходов, связанных с пер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возкой пассажиров желе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нодорожным транспортом общего пользования в пригородном сообщении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92 2 02 42350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61543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61543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92 2 02 42350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61543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61543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92 2 02 80210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24743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24743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92 2 02 80210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24743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24743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ленные на развитие па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сажирских перевозок 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душным транспортом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9489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9489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из областного бюджета Ульяновской области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воздушного транспорта в целях 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мещения затрат в связи с выполнением внутренних региональных перевозок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пассажиров воздушным транспортом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92 2 04 42400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191C9F" w:rsidRDefault="00191C9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9489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191C9F" w:rsidRDefault="00191C9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9489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191C9F" w:rsidRDefault="00191C9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1C9F" w:rsidRDefault="00191C9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2" w:name="_GoBack"/>
            <w:bookmarkEnd w:id="2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92 2 04 42400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9489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9489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рожные фонды)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5352665,23332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5285333,77041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66204,47836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66204,47836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66204,47836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66204,47836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61220,37678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61220,37678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4984,10158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4984,10158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стро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162219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162219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Стимул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развития жили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строительства в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строительства и архите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162219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162219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жилищного строительства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162219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162219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на мероприятия по стимулированию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 развития жилищн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строительства субъе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01 R0210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162219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162219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01 R0210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162219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162219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4978860,99088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4915092,27973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дорожного 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 в 2014-2021 годах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4645177,96549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4581409,25434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и реко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струкция автомобильных дорог общего пользования регионального и межм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значения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217590,24781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204239,97526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и реко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струкция прочих автом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пользования региональн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и межмуниципального значения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92 1 01 42030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217590,24781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204239,97526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92 1 01 42030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217590,24781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204239,97526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3138447,18816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3106853,01671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субсидии дорожно-строительным организациям, осущест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ляющим дорожную 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тельность на автомобил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дорогах региональн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или межмуниципальн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значения Ульяновской области, на возмещение затрат, связанных с упл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той процентов по кред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92 1 03 42100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50288,74322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50288,74322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92 1 03 42100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50288,74322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50288,74322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системы дорожного 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92 1 03 42110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1990622,86613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1977610,74277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92 1 03 42110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1990622,86613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1977610,74277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областного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казённого учрежд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Департамент авт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дорог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92 1 03 42130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459876,22762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452953,97174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92 1 03 42130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61241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60076,30204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92 1 03 42130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33740,79189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28283,66225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92 1 03 42130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,3867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,3867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92 1 03 42130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364815,83903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364515,62075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предоставля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мые в целях софинансир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расходных обяз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тельств, возникающих в связи с ремонтом двор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территорий мног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квартирных домов и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альных объектов, прое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к дворовым террит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многоквартирных домов и социальным об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ектам населённых пун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тов, подготовкой проек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документации, стро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тельством, реконструкц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ей, капитальным ремо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том, ремонтом и содерж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(установкой доро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знаков и нанесением горизонтальной разметки) автомобильных дорог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пользования местн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значения, мостов и иных искусственных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рожных сооружений на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них, в том числе проект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рованием и строител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ством (реконструкцией) автомобильных дорог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пользования местн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значения с твёрдым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крытием до сельских населённых пунктов, не имеющих круглогодичной связи с сетью автом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пользования, велосипе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дорожек и велос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педных парковок, стро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тельством и (или) реко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струкцией автомобильных дорог общего пользования местного значения, нео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ходимых для реализации новых инвестиционных проектов, в том числе за счёт средств некоммерч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организации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развития моногородов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92 1 03 70600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637659,35119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625999,55898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Субсидии, предоставля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мые в целях софинансир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расходных обяз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тельств, возникающих в связи со строительством и (или) реконструкцией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дорог, нео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ходимых для реализации новых инвестиционных проектов в монопрофил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муниципальном обр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зовании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город Дими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ровград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92 1 03 70601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63038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60852,16334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92 1 03 70601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63038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60852,16334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предоставля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мые в целях софинансир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расходных обяз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тельств, возникающих в связи со строительством и (или) реконструкцией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дорог, нео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ходимых для реализации новых инвестиционных проектов в монопрофил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муниципальном обр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зовании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город Дими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ровград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ласти, за счёт средств от некоммерческой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развития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ногородов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92 1 03 70602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58335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52780,85698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92 1 03 70602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58335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52780,85698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предоставля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мые в целях софинансир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расходных обяз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тельств, возникающих в связи с проектированием, строительством (реко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струкцией), капитальным ремонтом, ремонтом и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держанием велосипедных дорожек и велосипедных парковок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92 1 03 70603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57679,36809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53960,76656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92 1 03 70603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57679,36809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53960,76656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предоставля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мые в целях софинансир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расходных обяз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тельств, возникающих в связи с ремонтом двор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территорий мног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квартирных домов и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альных объектов, прое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к дворовым террит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многоквартирных домов и социальным об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ектам населённых пун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тов, подготовкой проек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документации, стро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тельством, реконструкц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ей, капитальным ремо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том, ремонтом и содерж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(установкой доро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знаков и нанесением горизонтальной разметки) автомобильных дорог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пользования местн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значения, мостов и иных искусственных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рожных сооружений на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них, в том числе проект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рованием и строител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ством (реконструкцией) автомобильных дорог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пользования местн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значения с твёрдым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крытием до сельских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населённых пунктов, не имеющих круглогодичной связи с сетью автом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92 1 03 70604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458605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,7721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458405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,7721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92 1 03 70604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458605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,7721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458405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,7721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тию транспортной инфр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Ульяновской городской агломерации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1289140,52952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1270316,26237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финансовое обеспечение дорожной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04 R3900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1289140,52952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1270316,26237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04 R3900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558695,52952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549940,55925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 04 R3900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730445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720375,70312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безопасности доро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движения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 в 2014-2021 годах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333683,02539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333683,02539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A57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расходов на предоставл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автономной неко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мерческой организации содействия развитию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стемы мониторинга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вилизация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субсидий из областного бюджета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яновской области в целях финансового обеспечения её затрат в связи с 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ществлением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сти, направленной на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вышение общего уровня общественной безопасн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сти, правопорядка и бе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среды обитания на территории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области, в том числе посредством участия в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решении вопросов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и развития 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плексной информацио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среды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обеспечива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прогнозирование,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ниторинг, предупрежд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 ликвидацию 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можных угроз обществе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безопасности, а также контроль устранения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следствий чрезвычайных ситуаций и правонаруш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в рамках повышения уровня безопасности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рожного движения в</w:t>
            </w:r>
            <w:r w:rsidR="00A573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92 3 02 42520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323465,05361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323465,05361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735B" w:rsidRDefault="00A5735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92 3 02 42520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323465,05361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323465,05361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Совершенствование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дорожного движения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10217,97178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10217,97178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на совершенствов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организации доро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движения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92 3 03 42550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10217,97178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10217,97178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92 3 03 42550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10217,97178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10217,97178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сельского хозяйства и регулиров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рынков сельскохозя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145380,43408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141817,68232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2D2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Устойч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развитие сельских территорий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2D20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сельского 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зяйства и регулирование рынков сельскохозя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рья и продовольствия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145380,43408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141817,68232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уровня 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фортного проживания в сельской местности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145380,43408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141817,68232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R5670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145380,43408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141817,68232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 (су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сидии на софинансиров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развития сети автом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дорог, ведущих к общественно значимым объектам сельских нас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лённых пунктов, объектам производства и перер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ботки сельскохозяйстве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продукции)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R5676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145380,43408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141817,68232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R5676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113202,98548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110699,85489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R5676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32177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,4486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31117,82743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148720,61735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148720,28225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5771,27935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5771,27935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211,29325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211,29325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26,29325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26,29325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5559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,9861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5559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,9861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,9861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,9861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ционного климата 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120320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120320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Рестру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туризация и стимулиров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развития промышле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ционного климата 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90 5 00 00000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120320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120320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юридич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ским лицам и индивид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альным предпринимат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лям, осуществляющим на территории Ульяновской области деятельность в целях развития промы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ленного производства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90 5 01 00000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объектов газоснабжения в целях обеспечения природным газом зоны развития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90 5 01 62060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90 5 01 62060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1,27607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1,21394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90 5 01 62060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8579,12393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8578,85096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 инфраструктуры поддержки субъектов 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 сфере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мышленности и агропр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мышленного комплекса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90 5 02 00000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111740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111740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Микрокредитной комп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нии фонду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 и Финансирования предпринимательства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целях предоставления займов субъектам 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 сфере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мышленности и агропр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мышленного комплекса в целях модернизации 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ствующего и (или) созд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нового производства, внедрения передовых те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нологий и (или)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импортозамещающих производств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90 5 02 62630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111740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111740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90 5 02 62630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111740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111740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22628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22628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населения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 качестве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услугами пассажи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транспорта в 2015-2021 годах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22628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22628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ленные на развитие па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сажирских перевозок 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душным транспортом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22628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22628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из областного бюджета Ульяновской области юридическим лицам, 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ществляющим аэропорт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вую деятельность, в целях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возмещения затрат, св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занных с уплатой проце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по кредитам, привл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чённым в целях капитал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ремонта объектов аэропортовой инфр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структуры, в том числе оборудование и технич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ское оснащение многост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роннего работающего на нерегулярной основе пункта пропуска через Государственную границу Российской Федерации в аэропорту Ульяновск (Б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ратаевка)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92 2 04 42420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22628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22628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92 2 04 42420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22628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22628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914119,88781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831338,78608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80012,59337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80012,59337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80012,59337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80012,59337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11 0 00 09501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11 0 00 09501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селению граждан из 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рийного жилищного фо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 с учётом необходим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развития малоэтажн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жилищного строител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11 0 00 09602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72360,90526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72360,90526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11 0 00 09602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72360,90526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72360,90526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неиспользова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средств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корпорации – Фонда содействия рефо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мированию жилищно-коммунального хозяйства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6151,68811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6151,68811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6151,68811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6151,68811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77049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76635,90352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сельского хозяйства и регулиров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рынков сельскохозя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77049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76635,90352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Устойч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развитие сельских территорий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и регулирование рынков сельскохозяйственной продукции, сырья и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довольствия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77049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76635,90352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уровня 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фортного проживания в сельской местности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77049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76635,90352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R5670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77049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76635,90352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 (су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сидии на софинансиров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стр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ительству объектов газ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снабжения в сельской местности)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R5673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35406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35365,17577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R5673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35406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35365,17577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 (су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сидии на софинансиров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стр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ительству и реконстру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объектов водосна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жения в сельской местн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R5674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41643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41270,72775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R5674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41643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41270,72775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иных межбюджетных трансфе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из областного бюдж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бюджету муниципал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ного образования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город Ульяновск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целях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ведения мероприятий по поставке и установке эл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ментов благоустройства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11 0 00 73210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11 0 00 73210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755836,29444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673468,28919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119835,61031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37704,92078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11 0 00 09505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82125,22939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11 0 00 09505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82125,22939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166,66028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162,60367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166,66028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162,60367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расходного обязательства, связанного с установлением нормат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вов потребления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твёрдого топлива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11 0 00 71110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186,09647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11 0 00 71110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186,09647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погашению задолже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бюджетных учр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ждений муниципального образования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Барышский район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сти, образовавшейся в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связи с оказанными усл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гами теплоснабжения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11 0 00 71300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14056,61904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14056,61904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2060" w:rsidRDefault="002D206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11 0 00 71300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14056,61904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14056,61904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погашению задолже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бюджетных учр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ждений муниципального образования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Инзенский район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сти, образовавшейся в связи с оказанными усл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гами теплоснабжения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11 0 00 71400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22995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,1879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22995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,1879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11 0 00 71400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22995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,1879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22995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,1879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,4137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,4137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,4137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,4137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жили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но-коммунального 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повышение энерг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450613,91303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450584,49947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Чистая вода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лищно-коммунального хозяйства и повышение энергетической эффе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тивности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129122,42403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129122,42403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Содействие в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водоснабжения и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доотведения населения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129122,42403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129122,42403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на возмещение затрат, связанных с выполнением работ и оказанием услуг в сфере водоснабжения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83 1 01 29010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119607,29903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119607,29903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83 1 01 29010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119607,29903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119607,29903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на строител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ство, реконструкцию,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 объектов водосна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жения и водоотведения, подготовку проектной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кументации, включая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гашение кредиторской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83 1 01 70020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9515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9515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83 1 01 70020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9515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9515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Газиф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кация населённых пунктов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жили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но-коммунального 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повышение энерг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129820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129791,32144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возможн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пользования сетевым природным газом потр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бителей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129820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129791,32144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возмещение затрат, связанных с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полнением работ и оказ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услуг в сфере газ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снабжения и газификации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83 2 01 29150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55042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55042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83 2 01 29150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55042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55042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строительства объектов газоснабжения, в том числе подготовки проектной документации, проведение экспертизы проектной документации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83 2 01 70040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74778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74748,73144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83 2 01 70040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74778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74748,73144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94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муниципальным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разованиям Ульяновской области в подготовке и прохождении отопител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сезонов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9467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эффективности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Содействие в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теплоснабжения нас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 объектов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сферы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областным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казённым предпри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тиям на возмещение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трат, связанных с выпо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нением работ и оказанием услуг в сфере теплосна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жения, в том числе затрат, связанных с погашением кредиторской задолже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83 3 01 29020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83 3 01 29020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погашение задолженности тепл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снабжающих организаций муниципальных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Ульяновской области за потреблённый приро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газ, связанной с 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ществлением регулиру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мых видов деятельности в сфере теплоснабжения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83 3 01 29120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19865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19865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83 3 01 29120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19865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19865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энергетической эффе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тивности в Ульяновской области, в том числе на основе расширения ма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штабов использования природного газа в кач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 моторного топлива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жили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но-коммунального 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повышение энерг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тической эффективности в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137085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137085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4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4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4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4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4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4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4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4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4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4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4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4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4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4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4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4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46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Меры государственной поддержки реализации энергосберегающих и энергоэффективных мер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областным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казённым предпри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тиям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 целях финансового обеспечения затрат, св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занных со строительством и модернизацией тепл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источников и тепловых сетей, в том числе затрат, связанных с внесением платы по договорам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нансовой аренды (лизи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га) и (или) договорам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нансирования под уступку денежного требования (договорам факторинга)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83 4 01 29140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83 4 01 29140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привлеч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организации 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лищно-коммунального хозяйства квалифицир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работников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83 4 04 00000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новской области от 29 сентября 2015 года № 131-ЗО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некоторых мерах по привлечению в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жилищно-комму</w:t>
            </w:r>
            <w:r w:rsidR="009467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нального</w:t>
            </w:r>
            <w:proofErr w:type="spell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хозяйства, нах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дящиеся на территории Ульяновской области, квалифицированных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ботников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83 4 04 29090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7656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7655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83 4 04 29090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7656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7655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областных конкурсов в сфере 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лищно-коммунального хозяйства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83 4 04 29170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83 4 04 29170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образовател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семинаров и курсов в сфере жилищно-коммунального хозяйства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83 4 04 29180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83 4 04 29180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стро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185386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,7711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185178,86894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строительства и архитектуры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85 5 00 00000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185386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,7711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185178,86894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исполнителя и сои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полнителей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85 5 01 00000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185386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,7711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185178,86894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областного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казённого учрежд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Ульяновскоблстро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заказчик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85 5 01 40200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56854,82824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56736,89968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85 5 01 40200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51812,21368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51812,21368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85 5 01 40200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4692,23256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85 5 01 40200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,382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некоммерч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организации Фонд модернизации жилищно-коммунального комплекса Ульяновской области на финансовое обеспечение затрат, связанных с его деятельностью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85 5 01 40210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37778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37778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85 5 01 40210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37778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37778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85 5 01 80010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90753,24286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90663,26926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85 5 01 80010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81300,26798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81289,26623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85 5 01 80010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9383,88613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9304,91428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85 5 01 80010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69,08875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69,08875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1861650,32452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1842546,03353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405252,97512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405026,32103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сре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в р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езул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тате несоблюдения уровня софинансирования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ходного обязательства за счёт средств, предоста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ляемых из федерального бюджета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380340,01065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380113,35656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общего образования детей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380340,01065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380113,35656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Содействие развитию дошкольного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380340,01065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380113,35656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развития системы дошкольного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79 1 05 70930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223148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222921,46291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79 1 05 70930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223148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222921,46291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субъектах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мест для детей в возрасте от 2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сяцев до 3 лет в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осуществляющих образ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вательную деятельность по образовательным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граммам дошкольного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R1590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155191,89365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155191,89365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R1590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155191,89365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155191,89365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94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субъектах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мест для детей в возрасте от 2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сяцев до 3 лет в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осуществляющих образ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вательную деятельность по образовательным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граммам дошкольного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разования, за счёт средств областного бюджета</w:t>
            </w:r>
            <w:r w:rsidR="009467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 сверх установленного уровня софинансирования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Z1590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Z1590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стро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20209,86447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20209,86447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94676B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990E44"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«</w:t>
            </w:r>
            <w:r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Стимул</w:t>
            </w:r>
            <w:r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и</w:t>
            </w:r>
            <w:r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рование развития жили</w:t>
            </w:r>
            <w:r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щ</w:t>
            </w:r>
            <w:r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ного строительства в </w:t>
            </w:r>
            <w:proofErr w:type="gramStart"/>
            <w:r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Улья</w:t>
            </w:r>
            <w:r w:rsidR="0094676B"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-</w:t>
            </w:r>
            <w:proofErr w:type="spellStart"/>
            <w:r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новской</w:t>
            </w:r>
            <w:proofErr w:type="spellEnd"/>
            <w:proofErr w:type="gramEnd"/>
            <w:r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области на 2014-2021 годы</w:t>
            </w:r>
            <w:r w:rsidR="00990E44"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»</w:t>
            </w:r>
            <w:r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государстве</w:t>
            </w:r>
            <w:r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н</w:t>
            </w:r>
            <w:r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ной программы Ульяно</w:t>
            </w:r>
            <w:r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в</w:t>
            </w:r>
            <w:r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ской области </w:t>
            </w:r>
            <w:r w:rsidR="00990E44"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«</w:t>
            </w:r>
            <w:r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Развитие строительства и архите</w:t>
            </w:r>
            <w:r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к</w:t>
            </w:r>
            <w:r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туры в Ульяновской обл</w:t>
            </w:r>
            <w:r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а</w:t>
            </w:r>
            <w:r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сти</w:t>
            </w:r>
            <w:r w:rsidR="00990E44"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»</w:t>
            </w:r>
            <w:r w:rsidRPr="0094676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20209,86447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20209,86447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жилищного строительства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20209,86447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20209,86447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на мероприятия по стимулированию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 развития жилищн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строительства субъе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счёт средств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ластного бюджета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сверх установленного уровня со-финансирования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01 Z0210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20209,86447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20209,86447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01 Z0210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20209,86447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20209,86447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1319782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1300904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,9741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759924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741047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,0241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общего образования детей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759924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741047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,0241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Содействие развитию начального общего,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 средн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образования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190863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171985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,7241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рование ремонта, ликв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дации аварийной ситу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зданиях муниц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общеобразов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благоустройства террит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рии, приобретения обор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 для указанных организаций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79 1 04 70920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190863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171985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,7241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79 1 04 70920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190863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171985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,7241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программы по созданию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 новых мест в общеобразовательных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569061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569061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содействию созданию в субъектах Российской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 новых мест в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06 R5200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533821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533821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06 R5200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533821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533821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94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содействию созданию в субъектах Российской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 новых мест в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низациях за счёт средств областного бюджета</w:t>
            </w:r>
            <w:r w:rsidR="009467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 сверх установленного уровня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софинансирования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06 Z5200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35239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35239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06 Z5200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35239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35239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стро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5B1CF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559857,95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559857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5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B1C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Стимул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развития жили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строительства в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строительства и архите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туры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5B1CF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559857,95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559857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5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B1C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жилищного строительства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5B1CF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559857,95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559857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5B1CF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на мероприятия по стимулированию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 развития жилищн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строительства субъе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01 R0210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503896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503896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01 R0210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503896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503896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на мероприятия по стимулированию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 развития жилищн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строительства субъе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счёт средств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ластного бюджета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сверх установленного уровня со-финансирования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01 Z0210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55961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55961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01 Z0210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55961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55961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Среднее профессионал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136614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,7384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136614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,7384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,2384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,2384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,2384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,2384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,2384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,2384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128916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128916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среднего профессионал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 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модернизация образования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79 2 00 00000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128916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128916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программ средн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профессионального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и професси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нального обучения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128916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128916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распростр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нение в системах среднего профессионального, вы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шего образования новых образовательных технол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гий и форм организации образовательного проце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в субъектах Российской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2 01 R5330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128916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128916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2 01 R5330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128916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128916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122691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,7391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122691,54518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122691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,7391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122691,54518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,8391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,8391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,8391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,8391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,8391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,8391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122586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122586,70608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матер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областных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в сфере культуры и искусства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50433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50433,36329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Капитальные вложения в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27480,06329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матер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муниципальных учрежд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в сфере культуры и искусства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72153,34279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реконструкции и проведения ремонтно-реставрационных работ зданий муниципальных учреждений культуры, муниципальных архивов и образовательных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заций в сфере культуры и искусства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87 0 02 70830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13318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13318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87 0 02 70830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13318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13318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строительства, приобретения (выкупа) зданий в целях размещ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муниципальных учреждений культуры, муниципальных архивов и образовательных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заций в сфере культуры и искусства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87 0 02 70840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40901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40901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87 0 02 70840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40901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40901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R4670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17933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17933,14279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R4670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17933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17933,14279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64553,55131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63581,42838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Стационарная медици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помощь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13958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,4379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13958,43704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,1109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,1109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,1109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13898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13898,32614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системы оказания перви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медико-санитарной помощи, в том числе гражданам, проживающим в сельской местности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оказ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специализированной медицинской помощи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13284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13284,42614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78 0 03 80220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13284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13284,42614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78 0 03 80220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13284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13284,42614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47595,11341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46622,99134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4379,74041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4379,74041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4379,74041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4379,74041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924,21459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924,21459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3455,52582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3455,52582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14562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14562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системы оказания перви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медико-санитарной помощи, в том числе гражданам, проживающим в сельской местности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14562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14562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14562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14562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14562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14562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сельского хозяйства и регулиров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рынков сельскохозя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27680,87913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94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Устойч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развитие сельских территорий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9467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сельского 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зяйства и регулирование рынков сельскохозя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27680,87913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уровня 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фортного проживания в сельской местности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27680,87913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R5670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27680,87913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мероприятий по устойчивому развитию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сельских территорий (ра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сети фельдшерско-акушерских пунктов и (или) офисов врача общей практики в сельской мес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R5675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27680,87913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R5675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27680,87913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Скорая медицинская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мощь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оказ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скорой медицинской помощи и медицинской эвакуации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78 0 04 80220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78 0 04 80220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284090,97112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261180,34258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38833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38759,41245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38833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38759,41245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38833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38759,41245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38833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38759,41245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Организации, подведо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органу исполн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области, уполном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ченному в сфере социал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обслуживания и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защиты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38833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38759,41245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34418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34344,39892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4415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4415,01353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24736,88575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3226,92948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стро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24736,88575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3226,92948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94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Стимул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развития жили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строительства в</w:t>
            </w:r>
            <w:r w:rsidR="009467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9467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строительства и архитектуры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24736,88575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3226,92948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жилыми помещениями граждан, относящихся к категор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ям, установленным зак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24736,88575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3226,92948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обеспечению жильём молодых семей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02 R4970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24736,88575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3226,92948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02 R4970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24736,88575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3226,92948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192582,07277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191555,96805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в рамках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Расходы, связанные с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стро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192577,07277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191550,96805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Стимул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развития жили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строительства в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строительства и архите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192577,07277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191550,96805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жилыми помещениями граждан, относящихся к категор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ям, установленным зак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192577,07277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191550,96805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расходов за наём (поднаём) жилого помещения детям-сиро</w:t>
            </w:r>
            <w:r w:rsidR="009467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там, детям, оставшимся без попечения родителей, а также лицам из числа детей-сирот и детей, оставшихся без попечения родителей,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85 1 02 40060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15127,97277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15127,97277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85 1 02 40060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15127,97277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15127,97277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цам из их числа по дог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ворам найма специализ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рованных жилых помещ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02 R0820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177449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176422,99528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Капитальные вложения в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02 R0820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162834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161808,49528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02 R0820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14614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14614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27938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,0326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27638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,0326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,9226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,9226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и ликв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дация чрезвычайных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туаций и последствий стихийных бедствий за счёт средств резервного фонда Правительства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5104F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,9226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,9226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5104F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,9226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,9226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стро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и архитектуры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26930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26630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946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Стимул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развития жили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строительства в</w:t>
            </w:r>
            <w:r w:rsidR="009467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9467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строительства и архитектуры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26930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26630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жилыми помещениями граждан, относящихся к категор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ям, установленным зак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26930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26630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работн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 областных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учреждений Ульяновской области 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новременных социальных выплат на приобретение жилых помещений с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влечением средств ип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течных кредитов (займов)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85 1 02 40020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85 1 02 40020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един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временной социальной выплаты на уплату перв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начального взноса при приобретении (строител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стве) с использованием ипотечного кредита (за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ма) жилого помещения отдельным работникам организаций, осущест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ляющих на территории Ульяновской области 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тельность в сфере инфо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мационных технологий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85 1 02 40070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85 1 02 40070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социальной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платы молодым семьям на приобретение (строител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жилых помещений при рождении ребёнка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85 1 02 40080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85 1 02 40080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осуществления работникам муниципал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муниц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образований Ульяновской области 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новременных социальных выплат на приобретение жилых помещений с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влечением средств ип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течных кредитов (займов)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85 1 02 70260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6525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85 1 02 70260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6525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207855,97441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207386,32897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83603,16619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83135,70417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23920,54105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23920,54105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777,59657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777,59657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643,31906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643,31906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676B" w:rsidRDefault="0094676B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134,27751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134,27751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23142,94448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23142,94448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23142,94448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23142,94448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физич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спорта в 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54396,62514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53929,16312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матер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деятельности в сфере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культуры и спорта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54396,62514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53929,16312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реко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струкция, ремонт объе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спорта, подготовка проектной документации, проведение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экспертизы проектной документации создава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мых объектов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расходных обяз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 муниципальных образований Ульяновской области по ремонту об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спорта, установке спортивных кортов и плоскостных площадок, обустройству объектов городской инфраструкт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ры, парковых и рекреац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онных зон для занятий физической культурой и спортом, в том числе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дами спорта, популярн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 в молодёжной среде, а также для проведения физкультурных и спо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мероприятий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89 0 03 70820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6603,84114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6136,37912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89 0 03 70820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6603,84114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6136,37912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развитию физической культуры и спорта в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R4950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и реко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струкция объектов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R4953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R4953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сельского хозяйства и регулиров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рынков сельскохозя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Устойч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развитие сельских территорий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и регулирование рынков сельскохозяйственной продукции, сырья и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довольствия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уровня 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фортного проживания в сельской местности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R5670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 (су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сидии на софинансиров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развития сети пло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костных спортивных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R5679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R5679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124252,80822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124250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физич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спорта в 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89 0 0 00 0000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124252,80822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124250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матер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деятельности в сфере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культуры и спорта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124252,80822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124250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реко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струкция, ремонт объе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спорта, подготовка проектной документации, проведение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экспертизы проектной документации создава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мых объектов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124252,80822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124250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48264,88822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48264,87896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73187,42364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73185,24948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2800,49636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2800,49636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Агентство по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деятельности мир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судей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163449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163409,54358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163449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163409,54358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79109,05045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79100,64844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79109,05045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79100,64844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79109,05045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79100,64844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выполнения функций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70836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,382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70828,83566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8207,66845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8207,66845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64,14433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84340,44955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84308,89514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84340,44955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84308,89514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по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хозяйственного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84340,44955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84308,89514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44703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,3159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44697,97184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39468,13365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39453,34233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157,58097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Агентство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 и земел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469824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466431,14063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86515,22063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86515,22063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на возмещение затрат, связанных с выполнением работ и оказанием услуг в сфере общественного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11 0 00 10280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э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управления государственным имущ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ством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78515,22063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деятел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сфере управления объектами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12468,13209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13411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11637,97334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830,15875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F17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эффективн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управления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 имуществом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F17C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эффективн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управления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 имуществом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66916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66047,08854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66916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66047,08854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ного учреждения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земельно-</w:t>
            </w:r>
            <w:proofErr w:type="spell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иму</w:t>
            </w:r>
            <w:proofErr w:type="spellEnd"/>
            <w:r w:rsidR="00F17C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щественный</w:t>
            </w:r>
            <w:proofErr w:type="spell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информац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онный центр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97 1 01 66030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38784,55237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97 1 01 66030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31125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31104,28361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97 1 01 66030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,7274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97 1 01 66030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42,54136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28016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27262,53617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26677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25952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1309,99474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0,01743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380666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379915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380666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379915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матер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областных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в сфере культуры и искусства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Увеличение уставного 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питала Общества с огр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ниченной ответственн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стью киновидеоцентр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Художественный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счёт дополнительного вклада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 целях погашения кредиторской задолже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87 0 01 62890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87 0 01 62890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условий для развития сферы внутре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и въездного туризма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в собстве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дополнительных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питала Акционерного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щества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Гостиница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тябрьская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 целях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ведения текущего ремонта и капитального ремонта, подготовки проектной и экспертной документации капитального ремонта здания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Гостиница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тябрьская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приобретение машин и оборудования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87 0 06 62170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87 0 06 62170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ционного климата 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242166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242166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и развитие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фраструктуры зон 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благ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приятного инвестицио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климата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223428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223428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17CBD" w:rsidRDefault="00F17CBD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промышленной зоны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Заволжье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в собстве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дополнительных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питала Акционерного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щества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Корпорация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вития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 целях погашения основного долга по кред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 на строительство об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инфраструктуры промышленных зон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90 1 01 62010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90 1 01 62010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портовой 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бой экономической зоны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170691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170691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в собстве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дополнительных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питала Акционерного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щества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Корпорация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вития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 целях выкупа ук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занным обществом акций Акционерного общества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Портовая особая экон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мическая зона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90 1 02 62050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126413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126413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90 1 02 62050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126413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126413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в собстве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дополнительных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питала Акционерного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щества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Корпорация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вития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 целях приобрет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дополнительных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Акционерного общ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Портовая особая экономическая зона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яновск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целях компе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сации затрат Акционерн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 общества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Портовая особая экономическая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прио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недвижимого имущества для развития портовой особой экон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мической зоны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90 1 02 62300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44278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44278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90 1 02 62300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44278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44278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деятельности организации, уполном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ченной в сфере формир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и развития инфр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промышле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зон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в собстве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дополнительных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питала Акционерного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щества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Корпорация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вития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 целью финансов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обеспечения проект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рования, строительства и подключения (технолог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ческого присоединения) объектов инфраструктуры зон развития Ульяновской области к сетям инжене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но-технического 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(электр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газо-, тепло-, водоснабжения или водоотведения)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90 1 03 62020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90 1 03 62020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2299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2299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индустриальн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 парка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Димитровград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в собстве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дополнительных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питала Акционерного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щества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Корпорация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вития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в целях оплаты доли Акционерного общества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Корпорация развития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уставном капитале общ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с ограниченной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ветственностью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Дими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ровградский индустр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альный парк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 его учреждении и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следующем увеличении уставного капитала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90 1 06 62230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90 1 06 62230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в собстве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дополнительных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питала Акционерного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щества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Корпорация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вития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 целях возмещения ранее понесённых затрат в связи с оплатой доли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ционерного общества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Корпорация развития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уставном капитале общ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с ограниченной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ветственностью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Дими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ровградский индустр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альный парк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 его учреждении и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следующем увеличении уставного капитала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90 1 06 62280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Капитальные вложения в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90 1 06 62280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инновационной и инв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стиционной деятельности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благ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приятного инвестицио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климата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поддержки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сфере инн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вационной деятельности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в собстве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дополнительных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питала Акционерного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щества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Корпорация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вития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 целях разработки эскизного проекта,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зайн-проекта интерьеров, выполнения инженерных изысканий, подготовки проектной документации и проведения экспертизы проектной документации и результатов инжене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изысканий для стро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тельства корпуса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кампус 2.0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а также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гашения кредиторской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долженности, образова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шейся в связи с осущест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лением указанной 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90 2 01 62150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90 2 01 62150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портной системы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882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населения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 качестве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услугами пассажи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транспорта в 2015-2021 годах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8829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транспортной системы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ленные на развитие па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сажирских перевозок 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душным транспортом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882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в собстве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дополнительных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ций, размещаемых при увеличении уставного 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питала Акционерного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щества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Аэропорт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 целях уплаты основного долга по кред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 на капитальный ремонт объектов аэропортовой инфраструктуры, в том числе оборудование и техническое оснащение многостороннего работ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ющего на нерегулярной основе пункта пропуска через Государственную границу Российской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 в аэропорту</w:t>
            </w:r>
            <w:r w:rsidR="008829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 (Баратаевка)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92 2 04 42410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92 2 04 42410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э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управления государственным имущ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ством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объектов недвижимого имущества в государственную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ственность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здания и нежилых помещений по адресу: г. Ульяновск, ул. Льва Толстого, д. 60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97 0 03 62880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97 0 03 62880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развития конкуренции и экономики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313438,51338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309424,99122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313438,51338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309424,99122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69274,51338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67151,40743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50,81338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50,81336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50,81338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50,81336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50,81338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50,81336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ционного климата 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69223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67100,59407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благ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приятного инвестицио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климата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годы государственной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ционного климата 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69223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67100,59407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69223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67100,59407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69223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67100,59407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60155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58303,34855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8946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8753,75953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43,48599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244164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242273,58379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17079,78103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Внесение членского взн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Ульяновской области в Ассоциацию экономич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ского взаимодействия субъектов Российской Федерации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Ассоциация инновационных регионов России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11 0 00 62110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11 0 00 62110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Погашение задолженн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по оплате ежегодных членских взносов в Асс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циацию экономического взаимодействия субъектов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Российской Федерации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Ассоциация инновац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онных регионов России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11 0 00 62270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11 0 00 62270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бюджету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город Ульяновск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финансовое обеспечение расходного обязательства, связанного с установлен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регулируемых тарифов на регулярные перевозки пассажиров и багажа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родским наземным эле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трическим транспортом по муниципальным мар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рутам таких перевозок в границах муниципального образования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город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11 0 00 71240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79,78103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11 0 00 71240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79,78103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ционного климата 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227064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225193,80276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и развитие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фраструктуры зон 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благ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приятного инвестицио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климата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41605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41605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промышленной зоны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Заволжье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11605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11605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организациям, которым в соответствии с Законом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 от 15 марта 2005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 № 019-ЗО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развитии инвестиционной деятел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ности на территории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своен статус организации, уполномоченной в сфере формирования и развития инфраструктуры промы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зон, в целях 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затрат указанных организаций по уплате процентов по кредитам, полученным на формир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и развитие инфр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промышле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зон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90 1 01 62030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11605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11605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90 1 01 62030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11605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11605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деятельности организации, уполном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ченной в сфере формир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и развития инфр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промышле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зон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882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организациям, которым в соответствии с Законом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 от 15 марта 2005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 № 019-ЗО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развитии инвестиционной деятел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 территории</w:t>
            </w:r>
            <w:r w:rsidR="008829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присвоен статус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уполномоченной в сфере формирования и развития инфраструктуры промышленных зон, в 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лях возмещения части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трат указанных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в связи с осуществл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мероприятий по формированию и 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тию инфраструктуры промышленных зон и функций, определённых постановлением Прав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Ульяновской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 от 16.08.2013</w:t>
            </w:r>
            <w:r w:rsidR="008829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367-П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некоторых вопросах деятельности организации, уполном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ченной в сфере формир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и развития инфр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промышле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зон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90 1 03 62040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90 1 03 62040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инновационной и инв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стиционной деятельности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благ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приятного инвестицио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климата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34191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34191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поддержки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сфере инн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вационной деятельности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малого и среднего предпринимательства, включая крестьянские (фермерские) хозяйства, а также реализация мер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поддержке молодёжного предприн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мательства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 01 R5270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малого и среднего предпринимательства, включая крестьянские (фермерские) хозяйства, а также реализация мер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поддержке молодёжного предприн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мательства (предоставл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субсидий субъектам малого и среднего пре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принимательства на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и (или)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деятельности центров молодёжного инновац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онного творчества, орие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тированных на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деятельности в нау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но-технической сфере субъектов малого и сре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него предпринимател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ства, детей и молодёжи)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 01 R5278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 01 R5278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 в целях популяризации инновационной деятел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8662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8662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882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автономной некоммерч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организации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 развития ядерного инн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вационного кластера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рода Димитровграда</w:t>
            </w:r>
            <w:r w:rsidR="008829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обеспечение её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90 2 02 62140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8662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8662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90 2 02 62140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8662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8662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поддержки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сфере инв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стиционной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21091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21091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организациям, реализ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вавшим особо значимые инвестиционные проекты Ульяновской области, в соответствии с постано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лением Правительства Ульяновской области от 01.12.2010 № 418-П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некоторых мерах по ре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Закона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области от 15.03.2005 № 019-ЗО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развитии инвестиционной деятельности на террит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90 2 03 62130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90 2 03 62130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Фонду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Центр развития государственно-частного партнёрства Ульяновской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целях фина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обеспечения его затрат в связи с осущест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лением деятельности в сферах развития образ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и науки, физической культуры и спорта, охр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здоровья граждан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90 2 03 62180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90 2 03 62180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 – авиационная 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лица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ционного климата 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30232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30232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авиационного кластера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Ульяновск-Авиа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90 3 01 00000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30232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30232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Автономной некоммерч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организации допо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нительного образования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 кластерного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вития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обеспечение её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90 3 01 62320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30232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30232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90 3 01 62320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30232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30232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малого и среднего пре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принимательства 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благоприятного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вестиционного климата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77238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76125,83364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субъектам малого и среднего пре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принимательства, 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ществляющим деятел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в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ласти, в целях развития предпринимательства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6041,83364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малого и среднего предпринимательства, включая крестьянские (фермерские) хозяйства, а также реализация мер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поддержке молодёжного предприн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мательства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 01 R5270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6041,83364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малого и среднего предпринимательства, включая крестьянские (фермерские) хозяйства, а также реализация мер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поддержке молодёжного предприн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мательства (предоставл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субсидий бюджетам монопрофильных 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Ульяновской области в целях софинансирования расходных обязательств, возникающих в связи с реализацией муниципал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программ развития малого и среднего пре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принимательства, пред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сматривающих предоста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субсидий субъектам малого и среднего пре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принимательства на 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мещение части затрат, связанных с уплатой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взноса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(аванса) при заключении договора 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зинга оборудования с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сийскими лизинговыми организациями в целях создания и (или) развития и (или) модернизации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производства товаров (р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0757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бот, услуг)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 01 R527В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6041,83364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 01 R527В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6041,83364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 инфраструктуры поддержки малого и сре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70084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70084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автономной некоммерч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организации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центр поддержки и сопровождения пре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принимательства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и (или)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деятельности центра инноваций социальной сферы для целей оказания информационно-аналитической, консул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тационной и организац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онной поддержки субъе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социального предпр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нимательства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90 4 02 62570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90 4 02 62570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автономной некоммерч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организации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центр поддержки и сопровождения пре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принимательства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целях финансового обеспечения затрат, связанных с созд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и обеспечением 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многофункци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центров для би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90 4 02 62650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90 4 02 62650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держка малого и среднего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предпринимательства, включая крестьянские (фермерские) хозяйства, а также реализация мер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поддержке молодёжного предприн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мательства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 02 R5270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59884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59884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малого и среднего предпринимательства, включая крестьянские (фермерские) хозяйства, а также реализация мер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поддержке молодёжного предприн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мательства (предоставл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субсидий автономной некоммерческой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центр поддержки и сопр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вождения предприним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целях фина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обеспечения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трат, связанных с 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чением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деятельности це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 поддержки предпр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нимательства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 02 R5272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26565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26565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 02 R5272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26565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26565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малого и среднего предпринимательства, включая крестьянские (фермерские) хозяйства, а также реализация мер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поддержке молодёжного предприн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мательства (предоставл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ние субсидий Фонду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Корпорация развития промышленности и пре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принимательства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целях финансового обеспечения затрат указанного фонда по предоставлению пор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чительств по обязател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ствам субъектов малого и среднего предприним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и организаций инфраструктуры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малого и среднего предпринимательства,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нованным на кредитных договорах, договорах за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финансовой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аренды (лизинга),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договорах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предоставлении банко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гарантии и иных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говорах)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 02 R5274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 02 R5274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малого и среднего предпринимательства, включая крестьянские (фермерские) хозяйства, а также реализация мер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поддержке молодёжного предприн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мательства (предоставл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субсидий Микрокр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дитной компании фонду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Развития и Фина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сирования предприним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развитие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стемы микрофинансир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посредством пред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микрозаймов субъектам малого и сре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 и организациям инфр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поддержки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лого и среднего предпр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нимательства)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 02 R5276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 02 R5276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держка малого и среднего предпринимательства, включая крестьянские (фермерские) хозяйства, а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также реализация мер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поддержке молодёжного предприн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мательства (предоставл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субсидий Микрокр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дитной компании фонду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Развития и Фина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сирования предприним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целях фина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обеспечения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трат, связанных с 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чением деятельности (ра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витием) регионального центра координации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экспортно орие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тированных субъектов малого и среднего пре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принимательства для 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оказания информац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онно-аналитической, 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сультационной и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зационной поддержки внешнеэкономической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субъектов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лого и среднего предпр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нимательства, содействия привлечению инвестиций и выходу экспортно ор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ентированных субъектов малого и среднего пре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принимательства на ме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дународные рынки)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 02 R5277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12712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12712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 02 R5277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12712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12712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малого и среднего предпринимательства, включая крестьянские (фермерские) хозяйства, а также реализация мер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поддержке молодёжного предприн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мательства (предоставл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субсидий автономной некоммерческой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центр поддержки и сопр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вождения предприним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целях фина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обеспечения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трат, связанных с реал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зацией мероприятий, направленных на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держку и развитие мол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дёжного предприним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 02 R527Б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 02 R527Б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благ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приятного инвестицио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климата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 государственной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ционного климата 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43796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43038,96912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43796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43038,96912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ного учреждения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 мониторинга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регулируемых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заций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90 6 01 62900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11218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11213,46295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90 6 01 62900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9114,03586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9114,03584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90 6 01 62900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2097,26414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2093,28373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90 6 01 62900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6,14338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ного учреждения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Депа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тамент государственных программ развития малого и среднего бизнеса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90 6 01 62910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14719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90 6 01 62910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9201,89548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90 6 01 62910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4153,20344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90 6 01 62910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751,86738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ного учреждения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 по сопровождению зак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90 6 01 62920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17718,53987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90 6 01 62920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9610,46171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90 6 01 62920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8058,53908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90 6 01 62920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49,53908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Министерство физической культуры и спорта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1270957,32216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1268011,18579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автономной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коммерческой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Дирекция социал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но-значимых и конгрес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мероприятий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готовку и проведение Международного форума историков, философов, публицистов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1917-1922: провинция в условиях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стемных кризисов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11 0 00 61140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11 0 00 61140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автономной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коммерческой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Дирекция социал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но-значимых и конгрес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мероприятий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готовку и проведение Второго международного форума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Японская весна на Волге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11 0 00 61160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11 0 00 61160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49475,55254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49462,44004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613,78016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613,78016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физич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спорта в 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613,78016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613,78016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882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физической культуры и спорта в</w:t>
            </w:r>
            <w:r w:rsidR="008829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Ульяновской области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613,78016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613,78016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613,78016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613,78016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по вн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613,78016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613,78016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613,78016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613,78016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Среднее профессионал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43135,37238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43122,25988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физич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спорта в 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43135,37238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43122,25988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882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физической культуры и спорта в</w:t>
            </w:r>
            <w:r w:rsidR="008829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Ульяновской области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43135,37238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43122,25988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43135,37238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43122,25988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Профессиональные обр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зовательные организации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89 1 01 80150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43135,37238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43122,25988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89 1 01 80150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89 1 01 80150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41720,87238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41707,75988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физич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спорта в 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массового спорта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провед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оздоровительной кампании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,676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7141,79762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,076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476,11171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физич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спорта в 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,076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476,11171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массового спорта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,076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476,11171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реализацией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рах социальной поддер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ки отдельных категорий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молодых специалистов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89 0 01 71230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131,28571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89 0 01 71230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131,28571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рах социальной поддер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6665,68591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физич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спорта в 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6665,68591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матер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деятельности в сфере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культуры и спорта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6665,68591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сийской Федерации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ступная среда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2011-2020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6665,68591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1828,28591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1210419,09362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1207506,94813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502666,08966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502666,03981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физич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культуры и спорта в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502666,08966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502666,03981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882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физической культуры и спорта в</w:t>
            </w:r>
            <w:r w:rsidR="008829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Ульяновской области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502666,08966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502666,03981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502666,08966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502666,03981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областному государственному авт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номному учреждению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спортивн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сооружениями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89 1 01 61110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145599,34518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145599,29533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89 1 01 61110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145599,34518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145599,29533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областному государственному авт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номному учреждению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Волга-спорт-арена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89 1 01 61200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357066,74448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357066,74448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89 1 01 61200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357066,74448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357066,74448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432923,22279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431202,07725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физич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спорта в 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432923,22279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431202,07725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массового спорта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91046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90378,72336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мероприятий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 поэтапному внедрению Всероссийского физкул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турно-спортивного 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плекса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 к труду и обороне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(ГТО)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89 0 01 61050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829B5" w:rsidRDefault="008829B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89 0 01 61050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89 0 01 61080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48301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47740,94462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89 0 01 61080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31542,40926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31542,40926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89 0 01 61080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,1149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2652,80952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89 0 01 61080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89 0 01 61080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11629,12584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11579,12584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89 0 01 61080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матер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альное обеспечение лиц, проживающих на терр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имеющих выдающ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еся достижения и особые заслуги перед Российской Федерацией в области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культуры и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89 0 01 61090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35144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35037,77874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89 0 01 61090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35044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34972,78972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89 0 01 61090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64,98902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региональной общественной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Олимпийский совет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23370" w:rsidRDefault="0042337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3370" w:rsidRDefault="0042337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3370" w:rsidRDefault="0042337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23370" w:rsidRDefault="0042337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3370" w:rsidRDefault="0042337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3370" w:rsidRDefault="0042337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23370" w:rsidRDefault="0042337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3370" w:rsidRDefault="0042337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3370" w:rsidRDefault="0042337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23370" w:rsidRDefault="0042337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3370" w:rsidRDefault="0042337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3370" w:rsidRDefault="00423370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89 0 01 61120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23370" w:rsidRDefault="0042337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3370" w:rsidRDefault="0042337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3370" w:rsidRDefault="00423370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23370" w:rsidRDefault="0042337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3370" w:rsidRDefault="0042337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3370" w:rsidRDefault="00423370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23370" w:rsidRDefault="0042337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3370" w:rsidRDefault="0042337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3370" w:rsidRDefault="00423370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89 0 01 61120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Фонду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развитию спорта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89 0 01 61150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89 0 01 61150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матер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деятельности в сфере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культуры и спорта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63050,71061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62473,49676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реко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струкция, ремонт объе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спорта, подготовка проектной документации, проведение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экспертизы проектной документации создава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мых объектов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строительства и реконструкции объектов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89 0 03 70160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61450,71061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60873,51476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89 0 03 70160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61450,71061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60873,51476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CE7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физической культуры и спорта в</w:t>
            </w:r>
            <w:r w:rsidR="00CE75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CE75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физической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культуры и спорта в</w:t>
            </w:r>
            <w:r w:rsidR="00CE75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278825,71218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278349,85713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278825,71218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278349,85713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по вн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278825,71218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278349,85713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36571,41022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36348,15083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2427,18458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2297,43675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239670,53592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239582,83128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156,58146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121,43827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190544,32865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190292,95601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физич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спорта в 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190544,32865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190292,95601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спорта высших достижений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121698,83687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121698,31687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участия спортивных кл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бов по игровым видам спорта в соответствующих спортивных мероприятиях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89 0 02 61020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89 0 02 61020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деятельности экспериме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тальных групп олимпи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подготовки по баз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вым видам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89 0 02 61030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25498,83687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25498,31687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89 0 02 61030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22664,37977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22664,37977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89 0 02 61030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,4571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,4571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89 0 02 61030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матер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деятельности в сфере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культуры и спорта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47355,99178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47355,99178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реко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струкция, ремонт объе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спорта, подготовка проектной документации, проведение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экспертизы проектной документации создава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мых объектов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47355,99178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47355,99178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89 0 03 61040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47355,99178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47355,99178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CE7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физической культуры и спорта в</w:t>
            </w:r>
            <w:r w:rsidR="00CE75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ственной программы</w:t>
            </w:r>
            <w:r w:rsidR="00CE75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физической культуры и спорта в</w:t>
            </w:r>
            <w:r w:rsidR="00CE75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21489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21238,64736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21489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21238,64736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областного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казённого учрежд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 спортивной подготовки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89 1 01 61070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21489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21238,64736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89 1 01 61070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20102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,1338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89 1 01 61070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,3804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89 1 01 61070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89 1 01 61070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,537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8,17716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84285,45252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83345,87506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1,16313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1,16313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сре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в р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езул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тате недостижения пок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зателей результативности использования субсидий, предоставляемых из фед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рального бюджета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1,16313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1,16313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1,16313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1,16313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физич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культуры и спорта в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84284,28939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83344,71193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массового спорта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74499,58939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74499,58939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автономной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коммерческой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Дирекция социал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но-значимых и конгрес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мероприятий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нансовое обеспечение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трат, связанных с подг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товкой, организацией и проведением спортивно-массовых мероприятий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89 0 01 61100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74499,58939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74499,58939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89 0 01 61100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74499,58939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74499,58939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CE7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физической культуры и спорта в</w:t>
            </w:r>
            <w:r w:rsidR="00CE75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CE75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физической культуры и спорта в</w:t>
            </w:r>
            <w:r w:rsidR="00CE75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9784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8845,12254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9784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8845,12254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9784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8845,12254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8869,46141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7991,63327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846,53859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811,67465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41,81462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CE7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Агентство по развитию человеческого потенциала и трудовых ресурсов</w:t>
            </w:r>
            <w:r w:rsidR="00CE75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349924,78422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345896,23977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плексные меры по 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общественного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рядка, противодействию преступности и профила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тике правонарушений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Ресоциализация лиц, освобождённых из учр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Управления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деральной службы испо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наказаний по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86 1 07 00000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86 1 07 00000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ная деятельность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2671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2670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,6967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Миграционная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,6967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,6967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содействия добровольн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 переселению 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новскую область соотеч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ственников, прожива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за рубежом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и защ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населения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,6967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Привлечение соотеч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ственников, прожива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за рубежом, на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стоянное место жител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в Ульяновскую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ласть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,6967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мероприятий, предусмотренных реги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программой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реселения, включённой в Государственную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грамму по оказанию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действия добровольному переселению в Росси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скую Федерацию соотеч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ственников, прожива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за рубежом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 01 R0860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,6967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 01 R0860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,0005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,2972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 01 R0860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,3995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,3995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184462,99516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182569,32096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184462,99516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182569,32096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123,92916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123,92916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сре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в р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езул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тате недостижения пок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зателей результативности использования субсидий, предоставляемых из фед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рального бюджета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Pr="007C4BD9" w:rsidRDefault="007C4BD9" w:rsidP="00CE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123,92916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123,92916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123,92916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123,92916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184339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182445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,3918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CE7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занятости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улучшение условий и охраны труда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CE75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и защита населения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25468,32457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24933,16747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Содействие труд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населения, улучшение условий, охр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труда и здоровья на рабочем месте, развитие социального партнёрства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25468,32457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24933,16747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реализации прав граждан на труд и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альную защиту от безр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ботицы, а также создание благоприятных условий для обеспечения занятости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80 4 01 15010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22200,00365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21664,84655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80 4 01 15010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13591,87223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13099,54028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80 4 01 15010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6380,83285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80 4 01 15010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2184,47342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2184,47342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Профессиональное обуч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 дополнительное профессиональное обр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женщин в период отпуска по уходу за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бёнком до достижения им возраста трёх лет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80 4 01 15030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3018,32092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3018,32092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80 4 01 15030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3018,32092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3018,32092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социального партнёрства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80 4 01 15040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80 4 01 15040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158870,74143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157512,22433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158870,74143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157512,22433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Организации, подведо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органу исполн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области, уполном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ченному в сфере занят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80 6 01 17040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158870,74143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157512,22433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80 6 01 17040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129646,54379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129499,84825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80 6 01 17040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28248,50321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27070,64521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80 6 01 17040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975,69443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941,73087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162770,38906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160636,22211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16762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16762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CE7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занятости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улучшение условий и охраны труда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CE75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и защита населения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16762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Содействие труд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населения, улучшение условий, охр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труда и здоровья на рабочем месте, развитие социального партнёрства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16762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CE7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 выплаты бе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работным гражданам в соответствии с Законом Российской Федерации от 19 апреля 1991 года</w:t>
            </w:r>
            <w:r w:rsidR="00CE75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1032-I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занятости населения в Российской Федерации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80 4 01 52900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16762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80 4 01 52900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16762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122725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121184,43532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122725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121184,43532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CE7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мер социальной поддер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отдельных категорий граждан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</w:t>
            </w:r>
            <w:r w:rsidR="00CE75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поддержки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социально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значимых мероприятий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7577" w:rsidRDefault="00CE757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80 1 01 12200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CE7577" w:rsidRDefault="00CE757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56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занятости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улучшение условий и охраны труда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563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и защита населения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122627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121086,74532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Содействие труд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населения, улучшение условий, охр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труда и здоровья на рабочем месте, развитие социального партнёрства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122627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121086,74532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социального партнёрства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80 4 01 15040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,1439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80 4 01 15040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,6439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80 4 01 15040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улучшения условий и охраны труда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80 4 01 15060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,9435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80 4 01 15060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,9435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80 4 01 15060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56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 выплаты бе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работным гражданам в соответствии с Законом Российской Федерации от 19 апреля 1991 года</w:t>
            </w:r>
            <w:r w:rsidR="00563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1032-I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занятости населения в Российской Федерации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80 4 01 52900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120500,65792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80 4 01 52900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597,52771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80 4 01 52900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121341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119903,13021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22744,85506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22688,82679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38,48422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38,38111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38,48422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38,38111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38,48422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38,38111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22706,37084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22650,44568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22706,37084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22650,44568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22706,37084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22650,44568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22706,37084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22650,44568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22107,66287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22053,00031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595,58463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594,32203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3,12334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3,12334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искусства и культурной политики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1160267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1159788,75659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63689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63689,18231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63689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63689,18231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63689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63689,18231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56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 и сохранение</w:t>
            </w:r>
            <w:r w:rsidR="00563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63689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63689,18231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63689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63689,18231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областных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архивов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87 1 01 44050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59088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59088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87 1 01 44050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59088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59088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Субвенции на финансовое обеспечение расходных обязательств, связанных с хранением, комплектов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нием, учётом и использ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ванием архивных док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ментов, относящихся к государственной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 Ульяновской области и находящихся на территориях муниципал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районов и городских округов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87 1 01 71320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4600,48231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87 1 01 71320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4600,48231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150184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149759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,8073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45943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45943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матер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муниципальных учрежд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в сфере культуры и искусства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отрасли кул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R5190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и осн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оборудованием детских школ искусств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R5195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R5195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 и сохранение об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культурного насл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дия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44973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44973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44973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44973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по вн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44973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44973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87 1 01 80140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44973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44973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Среднее профессионал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82448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82438,47161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плексные меры против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действия злоупотребл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наркотиками и их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законному обороту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Профилактика незако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потребления нарк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тических средств и псих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тропных веществ, нарк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82442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82432,47161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матер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областных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в сфере культуры и искусства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563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 и сохранение</w:t>
            </w:r>
            <w:r w:rsidR="00563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79434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79424,17161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79434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79424,17161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Профессиональные обр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зовательные организации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87 1 01 80150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79434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79424,17161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87 1 01 80150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1886,37161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87 1 01 80150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Молодёжная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153,62076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153,62076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ной, в том числе социал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153,62076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провед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оздоровительной кампании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87 0 05 80170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153,62076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87 0 05 80170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153,62076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21639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21236,71493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21639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21236,71493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ной, в том числе социал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21639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21236,71493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в сфере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87 0 05 44110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21639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21236,71493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87 0 05 44110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21639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21236,71493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942525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942502,00872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886830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886816,91375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щество и государственная национальная политика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единства российской нации и этнокультурное развитие народов России на территории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ское общество и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национальная политика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Этнокультурное развитие народов, проживающих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Российское казачество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81 2 09 00000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81 2 09 00000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плексные меры против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действия злоупотребл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наркотиками и их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законному обороту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Профилактика незако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потребления нарк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тических средств и псих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тропных веществ, нарк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885570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885556,91375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матер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областных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в сфере культуры и искусства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22944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22944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матер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областных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в сфере культуры и искусства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творческой деятельности и технич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ское оснащение детских и кукольных театров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01 R5170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17074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17074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87 0 01 R5170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17074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17074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Техническое оснащение и содержание сети вирт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альных концертных залов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01 R5196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01 R5196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матер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муниципальных учрежд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в сфере культуры и искусства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5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</w:t>
            </w:r>
            <w:r w:rsidR="005B1C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32615,81375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5B1CF5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реконструкции и проведения ремонтно-реставрационных работ зданий муниципальных учреждений культуры, муниципальных архивов и образовательных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заций в сфере культуры и искусства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87 0 02 70830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87 0 02 70830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строительства, приобретения (выкупа) зданий в целях размещ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муниципальных учреждений культуры, муниципальных архивов и образовательных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заций в сфере культуры и искусства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87 0 02 70840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87 0 02 70840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развития парков (парковых зон) в муниц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образованиях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87 0 02 70850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2752,46628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87 0 02 70850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2752,46628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создания модел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библиотек в муниц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образованиях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87 0 02 70860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87 0 02 70860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Оснащение оборудован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муниципальных учр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культуры, архивов и образовательных орг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низаций в сфере культуры и искусства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87 0 02 70870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87 0 02 70870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творческой деятельности и укрепл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ние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материально-техни</w:t>
            </w:r>
            <w:r w:rsidR="00563F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базы муниципал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театров в населённых пунктах с численностью населения до 300 тысяч человек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R4660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R4660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R4670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12423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12422,26372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R4670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12423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12422,26372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отрасли кул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R5190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3601,30805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 и государственных библи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 городов Москвы и Санкт-Петербурга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R5191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R5191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Подключение муниц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пальных общедоступных библиотек к сети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развитие системы библиотечного дела с уч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ё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 задачи расширения информационных техн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логий и оцифровки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R5192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1647,80932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R5192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1647,80932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лучших муниц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пальных учреждений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культуры, находящихся на территориях сельских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R5193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1194,99873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R5193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1194,99873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лучших работн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муниципальных учреждений культуры, находящихся на террит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риях сельских поселений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R5194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02 R5194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приорите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культурной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литики в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8839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8839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приорите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культурной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литики в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Фонду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держки изобразительного искусства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Пластовская осень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целях 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обеспечения (возм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щения) затрат, связанных с присуждением и выпл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той международных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мий в области изобраз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искусства имени А.А.Пластова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87 0 03 44130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87 0 03 44130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коллективам, име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щим статус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Губернато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87 0 03 44160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87 0 03 44160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на софинанс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реализации мер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продвижению чтения и поддержке кн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гоиздания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87 0 03 70290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87 0 03 70290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 и сохранение об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культурного насл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дия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821156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821156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821156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821156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областных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библиотек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87 1 01 44060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117170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117170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87 1 01 44060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117170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117170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областных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музеев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87 1 01 44070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339004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339004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87 1 01 44070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339004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339004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областных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театров, концертных и других организаций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полнительских искусств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87 1 01 44080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236657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236657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63F2A" w:rsidRDefault="00563F2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87 1 01 44080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236657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236657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областному государственному 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жетному учреждению культуры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 наро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культуры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87 1 01 44090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128091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128091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87 1 01 44090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128091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128091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национально-культурным автономиям в целях финансового обе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(возмещения)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трат, связанных с деятел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ностью национально-культурных автономий по поддержке культуры,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торических и культурных традиций граждан разли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национальностей, проживающих на терр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87 1 01 44120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87 1 01 44120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21922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21922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плексные меры против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действия злоупотребл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наркотиками и их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законному обороту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Профилактика незако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потребления нарк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тических средств и псих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тропных веществ, нарк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 и сохранение об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культурного насл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дия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21858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21858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областному государственному авт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номному учреждению культуры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нофонд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87 1 01 44100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87 1 01 44100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33772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33762,79497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туризма и сохранение 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33766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33756,93597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культуры, 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 и сохранение об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культурного насл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дия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культуры, туризма и сохранение объектов культурного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33766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33756,93597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216D9" w:rsidRDefault="007216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исполнителей и сои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полнителей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33766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33756,93597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23137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23130,27175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22772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22772,80257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323,30829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34,16089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по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хозяйственного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10628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10626,66422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8103,92088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,9205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2490,05912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2488,42372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87 1 01 80130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3837,75826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1467,45826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культуры, туризма и сохранение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70E88" w:rsidRDefault="00470E8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70E88" w:rsidRDefault="00470E8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1467,45826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70E88" w:rsidRDefault="00470E8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ной, в том числе социал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1467,45826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реализацией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рах социальной поддер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87 0 05 71230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,6601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87 0 05 71230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,6601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5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реля 2006 года № 43-ЗО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мерах государственной социальной поддержки отдельных категорий 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циалистов, работающих и проживающих в сельских населённых пунктах,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бочих посёлках и посё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городского типа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87 0 05 80030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87 0 05 80030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рах социальной поддер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87 0 05 80050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541,09816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87 0 05 80050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541,09816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культуры,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туризма и сохранение объектов культурного наследия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70E88" w:rsidRDefault="00470E8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70E88" w:rsidRDefault="00470E8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70E88" w:rsidRDefault="00470E8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матер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областных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в сфере культуры и искусства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сийской Федерации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ступная среда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2011-2020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01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01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сийской Федерации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ступная среда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2011-2020 годы за счёт средств областного бюджета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яновской области сверх установленного уровня софинансирования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01 Z0270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 01 Z0270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Агентство записи актов гражданского состояния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92387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,4912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92387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,4912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92387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,4912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92387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,4912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92387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,4912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92387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,4912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92387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,4912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92387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,4912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,3912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,3912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выполнения функций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70E88" w:rsidRDefault="00470E8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,3912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70E88" w:rsidRDefault="00470E8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,3912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70E88" w:rsidRDefault="00470E8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70E88" w:rsidRDefault="00470E8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переда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органам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власти субъе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соответствии с пунктом 1 статьи 4 Фед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рального закона от 15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ября 1997 года № 143-ФЗ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актах гражданского состояния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полномочий Российской Федерации на государственную рег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страцию актов гражда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состояния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11 0 00 59300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92315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92315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11 0 00 59300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62539,08849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62539,08849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11 0 00 59300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14842,86151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14842,86151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11 0 00 59300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11 0 00 59300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здрав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охранения, семьи и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благополучия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CD0EE1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CD0EE1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20969311,11587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20757851,39038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404108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403679,30844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404108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403679,30844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404108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403679,30844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CD0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мер социальной поддер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отдельных категорий граждан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469,24997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Адресная целевая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в области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защиты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469,24997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альных программ субъе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связанных с укрепл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материально-технической базы учр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социального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населения, оказанием адресной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неработ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ющим пенсионерам, об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чением компьютерной грамотности неработа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пенсионеров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03 R2090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469,24997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альных программ субъе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связанных с укрепл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нием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материально-техни</w:t>
            </w:r>
            <w:r w:rsidR="00CD0E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базы учреждений социального обслужив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населения, оказанием адресной социальной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мощи неработающим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сионерам, обучением компьютерной грамотн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неработающих пенс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онеров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03 R2090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234,62517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03 R2090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234,62517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альных программ субъе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связанных с укрепл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нием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материально-техни</w:t>
            </w:r>
            <w:r w:rsidR="00CD0E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ческой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базы учреждений социального обслужив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населения, оказанием адресной социальной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мощи неработающим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сионерам, обучением компьютерной грамотн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неработающих пенс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онеров (за счёт средств Пенсионного фонда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03 R2092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03 R2092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403383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403210,05847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403383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403210,05847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Организации, подведо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органу исполн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области, уполном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ченному в сфере социал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обслуживания и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защиты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375331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375224,89289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338492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338492,10661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36068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,573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35962,81128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769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Внедрение современных технологий в деятельность учреждений системы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защиты и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обслуживания граждан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80 6 01 17030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28051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27985,16558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80 6 01 17030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28051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27985,16558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301122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,163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299156,14998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287970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,663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287270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,2272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287970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,663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287270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,2272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287970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,663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287270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,2272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287970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,663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287270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,2272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Организации, подведо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органу исполн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области, уполном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ченному в сфере социал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обслуживания и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защиты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287970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,663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287270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,2272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205533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205533,60322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79309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78609,19125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1522,88224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1604,55049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2467,44514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2467,44514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специал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 с медицинским обр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зованием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2467,44514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квалификации и переподготовка специ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листов со средним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фессиональным и высшим медицинским образован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для медицинских орг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низаций государственной системы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78 0 12 21100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2467,44514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78 0 12 21100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2467,44514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Совершенствование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вития системы санаторно-курортного лечения, в том числе детей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78 0 07 00000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провед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оздоровительной кампании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78 0 07 80170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78 0 07 80170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1218,27764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1218,27764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специал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 с медицинским обр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зованием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1218,27764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специалистов со средним професси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нальным образованием для медицинских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заций государственной системы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78 0 12 21110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1218,27764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78 0 12 21110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1218,27764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3797080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,5143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3677026,61457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Стационарная медици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помощь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1072064,93246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1070805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,9715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Прав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1072018,69846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1070759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,7375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системы оказания перви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медико-санитарной помощи, в том числе гражданам, проживающим в сельской местности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9063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9063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технической базы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9063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9063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9063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9063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оказ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специализированной медицинской помощи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78 0 03 80220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78 0 03 80220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Совершенствование службы охраны здоровья женщин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на проведение прен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тальной (дородовой) ди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гностики нарушений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вития ребёнка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78 0 05 21040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78 0 05 21040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78 0 05 80220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78 0 05 80220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оказ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медицинской помощи детям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реактивов и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ходных материалов для проведения неонатального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 аудиологического скр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нинга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78 0 06 21050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0EE1" w:rsidRDefault="00CD0EE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78 0 06 21050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78 0 06 80220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78 0 06 80220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здравоохран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1014454,79846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1013195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,8375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1014454,79846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1013195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,8375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1014454,79846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1013195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,8375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449699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,8263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449685,20433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209029,04742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207785,21155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352149,37874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352149,37874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A7701" w:rsidRDefault="00AA770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3576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,546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A7701" w:rsidRDefault="00AA770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3576,04288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A7701" w:rsidRDefault="00AA770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Амбулаторная помощь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1285895,92027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1176007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,3862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16478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передви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медицинских 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плексов для оказания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дицинской помощи жит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лям населённых пунктов с численностью населения до 100 человек за счёт средств резервного фонда Правительства Росси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5673F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16478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5673F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16478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1269417,02027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1159607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,3862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системы медицинской профилактики заболев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,7602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диспансер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государственных гражданских служащих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78 0 01 21010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78 0 01 21010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реализации мероприятий по проф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лактике туберкулёза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78 0 01 21220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,7602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78 0 01 21220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,188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,4482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78 0 01 21220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A7701" w:rsidRDefault="00AA770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4128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A7701" w:rsidRDefault="00AA770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4128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A7701" w:rsidRDefault="00AA770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системы оказания перви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медико-санитарной помощи, в том числе гражданам, проживающим в сельской местности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78 0 02 80220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оказ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медицинской помощи детям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6019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6019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учреждений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78 0 06 80220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6019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6019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78 0 06 80220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6019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6019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лека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обеспечения жителей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78 0 09 00000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839992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737605,76966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Совершенствование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стемы лекарственного обеспечения отдельных категорий граждан, в том числе страдающих жи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неугрожающими и хрон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ческими прогрессиру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щими редкими (орфанн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ми) заболеваниями,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водящими к сокращению продолжительности жизни граждан или их инвали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78 0 09 21080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508675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444527,68854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78 0 09 21080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508675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444527,68854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отдельных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полномочий в области 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карственного обеспечения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78 0 09 51610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A7701" w:rsidRDefault="00AA770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86212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A7701" w:rsidRDefault="00AA770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85060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A7701" w:rsidRDefault="00AA770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78 0 09 51610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86212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85060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отдельным кат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гориям граждан социал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услуги по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лекарственными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паратами для медицинск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применения по реце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на лекарственные препараты, медицинскими изделиями по рецептам на медицинские изделия, а также специализирова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продуктами лече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питания для детей-инвалидов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78 0 09 54600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245104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208017,52512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78 0 09 54600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245104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208017,52512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материально-технической базы детских поликлиник и детских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ликлинических отделений государственных мед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цинских организаций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91620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84200,16225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программ субъектов Российской Федерации, содержащих мероприятия по развитию материально-технической базы детских поликлиник и детских поликлинич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отделений медици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организаций за счёт средств резервного фонда Правительства Росси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15 R674F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91620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84200,16225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15 R674F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91620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84200,16225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здравоохран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A7701" w:rsidRDefault="00AA770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318660,02027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A7701" w:rsidRDefault="00AA770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318659,79409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A7701" w:rsidRDefault="00AA770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7701" w:rsidRDefault="00AA7701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318660,02027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318659,79409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318660,02027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318659,79409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74367,02527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74366,80927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13169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13169,50082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230479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,462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230479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83118,69707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83099,08321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83118,69707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83099,08321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здравоохран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83118,69707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83099,08321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83118,69707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83099,08321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государственных учр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83118,69707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83099,08321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18710,53181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18710,08631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6981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,763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6962,59464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57426,40226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57426,40226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Скорая медицинская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мощь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48531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48531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48531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48531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здравоохран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48531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48531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48531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48531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48531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48531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48531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48531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Санаторно-оздорови</w:t>
            </w:r>
            <w:r w:rsidR="00E318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помощь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144106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144106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144106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144106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здравоохран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144106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144106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144106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144106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144106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144106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144106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144106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134052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134052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134052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134052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здравоохран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134052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134052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E3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E3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E3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E3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E3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E3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134052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134052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государственных учр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134052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134052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134052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134052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Санитарно-эпидемиологи</w:t>
            </w:r>
            <w:r w:rsidR="00E318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ческое</w:t>
            </w:r>
            <w:proofErr w:type="spell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благополучие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13634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13634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13634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13634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здравоохран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13634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13634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13634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13634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13634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13634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13634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13634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1015675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,5425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1006788,75166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92633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86887,91168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отдельных полномочий в области 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карственного обеспечения за счёт средств резервного фонда Правительства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5161F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27087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25080,59358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5161F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27087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25080,59358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Компенсация расходов, связанных с оказанием медицинскими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циями, подведомственн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органам исполнител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власти субъектов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Федерации, орг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 местного самоупра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ления, в 2018 году гра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данам Украины и лицам без гражданства медици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помощи, а также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трат по проведению ук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занным лицам профила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тических прививок, вкл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чённых в календарь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филактических прививок по эпидемическим пок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заниям, за счёт средств резервного фонда Прав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Российской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5422F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969,50942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5422F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,6625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5422F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159,84692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паллиативной медицинской помощи за счёт средств резервного фонда Правительства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5676F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47625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44724,28844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5676F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13601,06177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13601,06177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5676F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10352,53123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7451,71967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5676F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23671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23671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Внедрение медицинских информационных систем в медицинских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циях государственной и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муниципальной систем здравоохранения, оказ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первичную мед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ко-санитарную помощь, за счёт средств резервного фонда Правительства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5678F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5678F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паллиативной медицинской помощи за счёт средств областного бюджета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 сверх установленн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уровня софинансиров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Z676F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913,52024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Z676F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913,52024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917020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,9425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913879,33998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системы медицинской профилактики заболев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17623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17016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Иммунопрофилактика инфекционных заболев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78 0 01 21150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78 0 01 21150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отдельных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Росси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Федерации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здравоохранения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01 R3820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отдельных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Росси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Федерации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тие здравоохранения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(финансовое обеспечение реализации мероприятий по профилактике ВИЧ-инфекции и гепатитов B и C)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01 R3824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01 R3824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оказ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специализированной медицинской помощи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87147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86235,44685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жителям города Димитровграда, Мелеке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и Новомалыкли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районов специал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зированной медицинской помощи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78 0 03 21030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5799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4887,53705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78 0 03 21030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5799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4887,53705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отдельных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Росси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Федерации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здравоохранения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03 R3820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42524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42524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,5398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отдельных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Росси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Федерации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здравоохранения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(финансовое обеспечение закупок диагностических сре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выявления, определения чувствител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микобактерии 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беркулёза и мониторинга лечения лиц, больных 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беркулёзом с множ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лекарственной устойчивостью возбуд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теля, а также медицинских изделий в соответствии со стандартом оснащения, предусмотренным поря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оказания медици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помощи больным 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беркулёзом)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78 0 03 R3821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10464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10464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,5398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03 R3821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10464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10464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,5398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отдельных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Росси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Федерации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здравоохранения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(финансовое обеспечение закупок диагностических сре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выявления и мониторинга лечения лиц, инфицированных вирус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иммунодефицита 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ловека, в том числе в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четании с вирусами геп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титов B и (или) C)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03 R3822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03 R3822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гражданам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выс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котехнологичной мед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цинской помощи, не включённой в базовую программу обязательного медицинского страхов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03 R4020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38823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38823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гражданам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выс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котехнологичной мед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цинской помощи, не включённой в базовую программу обязательного медицинского страхов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03 R4020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35823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35823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03 R4020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35823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35823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гражданам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выс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котехнологичной мед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цинской помощи, не включённой в базовую программу обязательного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медицинского страхов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за счёт средств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ластного бюджета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сверх установленного уровня софинансирования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03 Z4020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03 Z4020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лека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обеспечения жителей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78 0 09 00000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68043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68038,19623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2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ября 2011 года № 181-ЗО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обеспечении полн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ценным питанием бер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менных женщин, корм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матерей, а также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возрасте до трёх лет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78 0 09 80040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60834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60829,04623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78 0 09 80040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60834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60829,04623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отдельных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Росси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Федерации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здравоохранения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09 R3820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отдельных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Росси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Федерации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здравоохранения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(финансовое обеспечение расходов на организац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онные мероприятия, св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занные с обеспечением лиц лекарственными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паратами, предназначе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для лечения бол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злокачественными новообразованиями ли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фоидной, кроветворной и родственных им тканей, гемофилией, муковисц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дозом, гипофизарным нанизмом, болезнью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ше, рассеянным склер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зом, а также после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плантации органов и (или) тканей)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09 R3823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09 R3823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функций в сф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здравоохранения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Платежи на финансовое обеспечение реализации территориальной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обязательного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дицинского страхования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78 0 11 73020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78 0 11 73020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медицинских работников государственных мед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цинских организаций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ластной премии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78 0 13 21120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78 0 13 21120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отдельных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Росси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Федерации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здравоохранения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13 R3820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отдельных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Росси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Федерации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здравоохранения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(осуществление един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временных компенсац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онных выплат медици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ским работникам)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13 R3825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13 R3825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здравоохран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636805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,7725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636189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,0969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636805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,7725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636189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,0969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здравоохранения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635867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635251,79619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201119,59084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201089,28118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30768,97266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30249,15232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,0488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401141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401141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78 1 01 21140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2632,54889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органам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власти субъе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соответствии с 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стью 1 статьи 15 Фед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рального закона от 21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ября 2011 года № 323-ФЗ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основах охраны зд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ровья граждан в Росси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полн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Российской Фед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 в сфере охраны здоровья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78 1 01 59800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937,30071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ципальными) органами,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78 1 01 59800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937,30071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плексные меры по 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общественного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рядка, противодействию преступности и профила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тике правонарушений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Сокращение объёмов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требления населением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когольной продукции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плексные меры против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действия злоупотребл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наркотиками и их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законному обороту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86 2 00 00000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5921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5921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Профилактика незако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потребления нарк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тических средств и псих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тропных веществ, нарк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Меры по совершенств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ванию системы лечения, социальной адаптации и реабилитации наркоп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требителей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E3186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E31869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16467000,12757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16377989,31739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173083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173045,28307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173083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173045,28307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мер социальной поддер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отдельных категорий граждан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 w:type="page"/>
              <w:t xml:space="preserve">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173083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173045,28307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поддержки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173083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173045,28307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Доплаты к пенсиям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гражданских служащих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173083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173045,28307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2567,47059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170480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170477,81248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1436062,90292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1433313,82664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1436062,90292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1433313,82664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E318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мер социальной поддер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отдельных категорий граждан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31781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31528,83027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социально ориентированных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заций в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17917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17665,53027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лицам, не являющимся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учрежден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ями, индивидуальным предпринимателям, ок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зывающим услуги в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социального обслуж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80 1 02 12340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16717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16713,27057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80 1 02 12340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10814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,718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10814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80 1 02 12340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,182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5898,55257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E318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социальной реабилитации и ресоци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лиц, потребля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наркотические сре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психотропные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щества в немедицинских целях, на территории</w:t>
            </w:r>
            <w:r w:rsidR="00E318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80 1 02 12370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,2597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80 1 02 12370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,2597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Адресная целевая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в области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защиты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13863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13863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Софинансирование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альных программ субъе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связанных с укрепл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нием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материально-техни</w:t>
            </w:r>
            <w:r w:rsidR="00E318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базы учреждений социального обслужив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населения, оказанием адресной социальной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мощи неработающим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сионерам, обучением компьютерной грамотн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неработающих пенс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онеров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03 R2090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13863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13863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E318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альных программ субъе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связанных с укрепл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нием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материально-техни</w:t>
            </w:r>
            <w:r w:rsidR="00E318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базы учреждений социального обслужив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населения, оказанием адресной социальной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мощи неработающим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сионерам, обучением компьютерной грамотн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неработающих пенс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онеров (за счёт средств областного бюджета</w:t>
            </w:r>
            <w:r w:rsidR="00E318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03 R2091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03 R2091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альных программ субъе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связанных с укрепл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материально-технической базы учр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социального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населения, оказанием адресной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неработ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ющим пенсионерам, об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чением компьютерной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грамотности неработа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пенсионеров (за счёт средств Пенсионного фонда Российской Фед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03 R2092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03 R2092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1404281,70292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1401784,99637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1404281,70292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1401784,99637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Организации, подведо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органу исполн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области, уполном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ченному в сфере социал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обслуживания и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защиты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1404281,70292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1401784,99637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368642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,563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368642,25254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92738,83292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90259,94468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1214,55998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933848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933848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,1487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80 6 01 17010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7837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,017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7820,09047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13000784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12930049,23685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461746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459726,72096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Героев Советского Союза, Героев Российской Фед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 и полных кавалеров ордена Славы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11 0 00 30090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11 0 00 30090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11 0 00 30090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инвалидов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390710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390267,91531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14126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,228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14046,23662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,6843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2315,31646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373966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373719,07453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,2877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,2877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E318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по обеспечению 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льём отдельных категорий граждан, установленных Федеральным законом от 12 января 1995 года</w:t>
            </w:r>
            <w:r w:rsidR="00E318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5-ФЗ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ветеранах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в соответствии с Указом Президента Российской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Федерации от 7 мая 2008 года № 714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нии жильём ветеранов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ликой Отечественной войны 1941-1945 годов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Pr="007C4BD9" w:rsidRDefault="007C4BD9" w:rsidP="00E3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21176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20011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21176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20011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дельным категориям граждан в части оплаты санаторно-курортного 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чения, а также проезда на междугородном транспо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 к месту лечения и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ратно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11 0 00 51940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47492,37652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11 0 00 51940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47890,29874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47491,97526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11 0 00 51940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0,40126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0,40126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Героев Социалистическ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Труда, Героев Труда Российской Федерации и полных кавалеров ордена Трудовой Славы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11 0 00 51980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11 0 00 51980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11 0 00 51980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Прав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637,25313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9,64516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627,60797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5295734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5294177,68056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функций в сф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здравоохранения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5237682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5237682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Страховые взносы на об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зательное медицинское страхование неработа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78 0 11 73030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5237682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5237682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78 0 11 73030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5237682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5237682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медицинских работников государственных мед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цинских организаций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58051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56495,28056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стипендий 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дентам, интернам и орд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наторам, обучающимся по договорам о целевом об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чении в образовательных организациях высшего образования по специал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ностям высшего образ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укрупнённой гру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пы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Здравоохранение и медицинские науки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78 0 13 21160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78 0 13 21160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5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реля 2006 года № 43-ЗО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мерах государственной социальной поддержки отдельных категорий 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циалистов, работающих и проживающих в сельских населённых пунктах,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бочих посёлках и посё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городского типа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78 0 13 80030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12027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11425,52793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78 0 13 80030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12027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11425,52793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рах социальной поддер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ки отдельных категорий молодых специалистов на территории Ульяновской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78 0 13 80050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41104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40534,75263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78 0 13 80050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40534,75263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7243303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,547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7176144,83533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E318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мер социальной поддер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отдельных категорий граждан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6027255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,347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5966309,30633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поддержки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6027255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,347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5966309,30633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 субсидий на оплату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444215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436906,40588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7581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7398,94305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436633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429507,46283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ходов по оплате жилых помещений и коммунал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услуг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131146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127815,69884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2164,00221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128937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125651,69663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31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густа 2013 года № 159-ЗО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адресной материал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помощи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148727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148428,70125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2274,10804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146282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146154,59321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31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густа 2013 года № 160-ЗО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правовом регулиров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нии отдельных вопросов, связанных с оказанием государственной социал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помощи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46808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46492,65656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3235,53566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43328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43257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,1209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и ремонт протезно-ортопедических изделий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36218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,047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36213,03191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36218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,047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36213,03191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ветер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труда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1808920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1806303,61659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36794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36772,22952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1772125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1769531,38707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труж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ников тыла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2177,80974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49,89609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2127,91365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реаб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литированных лиц и лиц, признанных пострада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шими от политических репрессий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29809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29700,24262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613,79503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29163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29086,44759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9 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варя 2008 года № 10-ЗО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звании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Ветеран труда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1606359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1606153,06535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33895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33688,99718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1572464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1572464,06817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социального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собия на погребение и возмещение расходов по гарантированному пере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ню услуг по погребению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8671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8323,56747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174,30263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8471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8149,26484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педаг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гическим работникам,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и (или) прож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вающим в сельских нас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лённых пунктах, рабочих посёлках (посёлках горо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типа)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381100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381028,97176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7200,47176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373828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373828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Компенсационные выпл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за проезд на садово-дачные массивы для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 незащищённой 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тегории лиц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27567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27544,65957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429,77889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27136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27114,88068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мер социальной поддержки военнослуж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щим, сотрудникам прав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охранительных органов и членам их семей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1869" w:rsidRDefault="00E3186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4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ября 2003 года № 056-ЗО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социальной поддержке инвалидов боевых 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ствий, проживающих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597,98479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11,26608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586,71871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19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кабря 2007 года № 225-ЗО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социальной поддержке родителей и супругов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еннослужащих, прокуро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работников, сотру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ников органов внутренних дел, Федеральной службы безопасности Российской Федерации, органов уг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ловно-исполнительной системы Министерства юстиции Российской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дерации, погибших при исполнении обязанностей военной службы, служе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или умерших вследствие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нения, контузии, забол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увечья, получе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при исполнении об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занностей военной слу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бы, служебных обязанн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5569,15984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107,93941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5461,22043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3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тября 2014 года № 147-ЗО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правовом регулиров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нии отдельных вопросов деятельности народных дружин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29937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29774,41595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452,49476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29459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29321,92119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и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обслуживания лицам, страдающим пс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хическими расстройств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находящимся в тру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жизненной ситуации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,9403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,4403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социально значимых мероприятий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11951,44516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11547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11039,75116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,694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8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тября 2008 года № 150-ЗО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материальном 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чении вдовы Сычёва В.А. и вдовы Доронина Н.П.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равной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ступности услуг общ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ственного транспорта на территории Ульяновской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области для отдельных категорий граждан, оказ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ние мер социальной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которым относи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к ведению Российской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Pr="007C4BD9" w:rsidRDefault="007C4BD9" w:rsidP="002C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28836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28836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28836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28836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мер социальной поддержки творческим работникам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13092,91219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210,56736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12917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12882,34483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9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ября 2010 года № 177-ЗО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мерах социальной поддержки инвалидов и участников Великой От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чественной войны, вет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боевых действий, бывших несовершенн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узников концлаг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рей, гетто и других мест принудительного соде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жания, созданных фаш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стами и их союзниками в период второй мировой войны, в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17727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17625,16888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308,60442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17396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17316,56446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компенсации в случае фактического ув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личения размера внос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мой гражданами платы за коммунальные услуги, превышающего предел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(максимальные)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дексы изменения размера вносимой гражданами платы за коммунальные услуги в муниципальных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образованиях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-0,56908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-0,56908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4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реля 2011 года № 47-ЗО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социальной поддержке жён граждан, уволенных с военной службы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4152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4084,39527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70,10019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4014,29508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исполнения полномочий по пред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ставлению ежемесячной денежной компенсации на оплату жилого помещения и (или) коммунальных услуг отдельным катег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40377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,8022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40377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,8022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 гражданским служащим Ульяновской области единовременной социальной выплаты на приобретение жилого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новской области от 27 сентября 2016 года № 137-ЗО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особенностях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вового положения гра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дан, родившихся в период с 1 января 1932 года по 31 декабря 1945 года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83862,66909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2198,64624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81799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81664,02285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премий инвал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дам, проживающим на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27 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варя 2012 года № 3-ЗО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дополнительных мерах социальной поддержки работников противоп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службы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области, професси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нальных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аварийно-спаса</w:t>
            </w:r>
            <w:r w:rsidR="002C04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служб и профе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сиональных аварийно-спасательных формиров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Ульяновской области и лиц из их числа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752,63234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13,21587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739,41647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новской области от 1 июля 2016 года № 87-ЗО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предоставлении в 2016-2019 годах детям-сиротам и детям, оста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шимся без попечения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дителей, а также отдел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лиц из их числа, являющимся со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ственниками жилых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 в многокварти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домах, расположе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территории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области, ежем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сячной компенсации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ходов на уплату взноса на капитальный ремонт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имущества в таких многоквартирных домах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80 1 01 12360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41,17076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80 1 01 12360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0,50622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80 1 01 12360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40,66454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2C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чий по обеспечению 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льём отдельных категорий граждан, установленных Федеральным законом от 12 января 1995 года</w:t>
            </w:r>
            <w:r w:rsidR="002C04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5-ФЗ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ветеранах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80 1 01 51350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80 1 01 51350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полномочий Росси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 по пред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80 1 01 51370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31673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31201,63544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80 1 01 51370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316,95401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80 1 01 51370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31292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30884,68143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2C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по обеспечению 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льём отдельных категорий граждан, установленных Федеральным законом от 24 ноября 1995 года</w:t>
            </w:r>
            <w:r w:rsidR="002C04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181-ФЗ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социальной защите инвалидов в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80 1 01 51760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18197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17656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80 1 01 51760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18197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17656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полномочия Росси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 по 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ществлению ежегодной денежной выплаты лицам, награждённым нагрудным знаком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Почётный донор России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80 1 01 52200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109575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107967,76119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80 1 01 52200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1595,65976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80 1 01 52200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107885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106372,10143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государственн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единовременного пос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бия и ежемесячной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компенсации гражданам при возникн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вении поствакцинальных осложнений в соотве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ствии с Федеральным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коном от 17 сентября 1998 года № 157-ФЗ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имм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нопрофилактике инфе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ционных болезней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80 1 01 52400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170,18616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80 1 01 52400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2,51511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80 1 01 52400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167,67105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</w:t>
            </w:r>
            <w:r w:rsidR="002C04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</w:t>
            </w:r>
            <w:proofErr w:type="spell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80 1 01 52500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863930,90838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80 1 01 52500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80 1 01 52500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13189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12391,11067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80 1 01 52500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882100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851530,08971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инвалидам 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пенсаций страховых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мий по договорам обяз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страхования гражданской ответстве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владельцев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портных сре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в с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ветствии с Федеральным законом от 25 апреля 2002 года № 40-ФЗ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обяз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тельном страховании гражданской ответстве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владельцев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портных средств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80 1 01 52800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289,12135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80 1 01 52800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4,27274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80 1 01 52800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284,84861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5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реля 2006 года № 43-ЗО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мерах государственной социальной поддержки отдельных категорий 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циалистов, работающих и проживающих в сельских населённых пунктах,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бочих посёлках и посё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городского типа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99,34557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2,27821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97,06736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рах социальной поддер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1279,54452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18,88995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1260,65457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6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тября 2011 года № 170-ЗО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мерах государственной поддержки общественных объединений пожарной охраны и добровольных пожарных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80 1 01 80060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6084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6032,07816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80 1 01 80060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120,81816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80 1 01 80060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5957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новской области от 5 мая 2011 года № 73-ЗО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наградах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80 1 01 80160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20334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20238,11369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2C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2C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2C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2C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2C0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80 1 01 80160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329,20466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80 1 01 80160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19925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19908,90903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R4620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17668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7975,08464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R4620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166,23313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 01 R4620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17488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7808,85151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Семья и дети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1213388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1207200,09633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поддержки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1213388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1207200,09633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мног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детных семей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299411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295614,43584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5347,60902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293890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290266,82682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пособий на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бёнка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182517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182420,32326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763,22326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181658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181657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новской области от 6 мая 2006 года № 51-ЗО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поддержке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тей военнослужащих,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прокурорских работников, сотрудников органов внутренних дел, Фед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ральной службы безопа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Российской Фед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рации, органов уголовно-исполнительной системы Министерства юстиции Российской Федерации и органов Министерства Российской Федерации по делам гражданской об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роны, чрезвычайным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туациям и ликвидации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следствий стихийных бе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402,98699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6,18699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5 фе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раля 2008 года № 24-ЗО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дополнительных мерах социальной поддержки семей, имеющих детей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57906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57905,52438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57906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57905,52438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мии Губернатора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Семья года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новской области от 6 мая 2013 года № 68-ЗО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предоставлении на терр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отдельным категориям инвалидов, имеющих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тей, дополнительной меры социальной поддержки в сфере оплаты жилых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 частного 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лищного фонда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234,12252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80 2 01 13120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3,37247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230,75005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потерь в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ходах организаций желе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нодорожного транспорта, связанных с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обучающимся льгот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,4275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,4275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единовременного пособия беременной жене военнослужащего, прох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дящего военную службу по призыву, а также еж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месячного пособия на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бёнка военнослужащего, проходящего военную службу по призыву, в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ответствии с Федерал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 законом от 19 мая 1995 года № 81-ФЗ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государственных пособ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 гражданам, имеющим детей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80 2 01 52700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3448,53243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80 2 01 52700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5,85581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80 2 01 52700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3442,67662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пособий по ух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за ребёнком до дост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жения им возраста пол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тора лет гражданам, не подлежащим обязател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социальному стр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хованию на случай вр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менной нетрудоспособн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в связи с матери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80 2 01 53810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418341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416887,57046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80 2 01 53810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1147,71733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80 2 01 53810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417171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415739,85313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пособий при рождении ребёнка гра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данам, не подлежащим обязательному социал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ному страхованию на сл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 временной нетруд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способности и в связи с материнством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80 2 01 53850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38554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38538,10249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80 2 01 53850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123,06328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80 2 01 53850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38415,03921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единовременных пособий женщинам, вставшим на учёт в мед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цинских учреждениях в ранние сроки беременн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сти, уволенным в связи с ликвидацией организаций, прекращением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(полномочий) физич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скими лицами в устано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ленном порядке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80 2 01 53860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80 2 01 53860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пособий по 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ременности и родам же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щинам, уволенным в связи с ликвидацией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ций, прекращением 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(полномочий) физическими лицами в установленном порядке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80 2 01 53870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80 2 01 53870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2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ября 2011 года № 180-ЗО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некоторых мерах по улучшению демографич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ситуации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80 2 01 80020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208277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207982,47881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80 2 01 80020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549,98639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80 2 01 80020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207684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207432,49242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2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ября 2011 года № 181-ЗО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обеспечении полн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ценным питанием бер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менных женщин, корм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матерей, а также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возрасте до трёх лет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80 2 01 80040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2072,59165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C048C" w:rsidRDefault="002C048C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80 2 01 80040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,3532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80 2 01 80040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2034,23845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2635,43267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2635,43267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5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реля 2006 года № 43-ЗО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мерах государственной социальной поддержки отдельных категорий 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циалистов, работающих и проживающих в сельских населённых пунктах,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бочих посёлках и посё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городского типа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2635,43267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2635,43267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1660503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1650078,97978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1660503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1650078,97978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Семья и дети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1660503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1650078,97978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поддержки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1660503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1650078,97978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31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густа 2012 года № 112-ЗО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единовременном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нежном пособии гражд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нам, усыновившим (уд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черившим) детей-сирот и детей, оставшихся без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родителей,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лицам из числа детей-сирот и детей, оставшихся без попечения родителей, обучающимся в муниципальных образ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организациях, находящихся на террит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2889,40658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2889,40658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жилых помещ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принадлежащих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тям-сиротам и детям, оставшимся без попечения родителей, а также лицам из числа детей-сирот и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тей, оставшихся без поп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родителей, на праве собственности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2695,38579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2695,38579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 социал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в сфере гарантий права детей-сирот и детей, оставшихся без попечения родителей, а также лиц из числа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тей-сирот и детей, оста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дителей, на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80 2 01 13060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80 2 01 13060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единовременного пособия при всех формах устройства детей, лишё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родительского поп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чения, в семью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80 2 01 52600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8788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8342,38237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80 2 01 52600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8788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8342,38237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сячной выплаты в связи с рождением (усыновлен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ем) первого ребёнка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80 2 01 55730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142064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134484,22888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80 2 01 55730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1975,19897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80 2 01 55730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,9654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132,50903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органам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власти субъе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соответствии с пунктом 3 статьи 25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дерального закона от 24 июня 1999 года № 120-ФЗ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основах системы профилактики безнадзо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полномочий Российской Федерации по осущест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 деятельности, св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занной с перевозкой ме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субъектами Российской Федерации, а также в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делах территорий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 – участников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дружества Независимых Государств несоверше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нолетних, самовольно ушедших из семей, орг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низаций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для детей-сирот и детей, оставшихся без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родителей, обр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организаций и иных организаций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80 2 01 59400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80 2 01 59400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80 2 01 59400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осуществлением ежем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организациях, на городском, пригоро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ном, в сельской местности на внутрирайонном транспорте (кроме такси), а также проезда один раз в год к месту жительства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обратно к месту обучения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80 2 01 71040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16034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80 2 01 71040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16034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осуществлением ежем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сячной выплаты на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ребёнка в семье опекуна (попечителя) и приёмной семье, а также по осуществлению выпл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вознаграждения,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читающегося приёмному родителю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80 2 01 71050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705424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704324,55723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80 2 01 71050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705424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704324,55723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опекой и попечительством в отношении несоверше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нолетних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80 2 01 71060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20380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20137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98,8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80 2 01 71060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20137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ребёнка или последующих детей до достижения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бёнком возраста трёх лет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R0840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757639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757591,31193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R0840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14234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14186,51193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2 01 R0840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743404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743404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196566,61065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191501,99105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19516,41397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19513,97614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Пени, штрафы за неуплату страховых взносов на об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зательное медицинское страхование неработа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населения в уст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новленный срок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,994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,994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Областному союзу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Федерация про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союзов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184,61065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182,75074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184,61065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182,75074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Ульяновским областным общественным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 инвалидов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11 0 00 10410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2499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,274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315,20908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,274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315,20908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сре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в р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езул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тате недостижения пок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зателей результативности использования субсидий, предоставляемых из фед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рального бюджета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1466,53532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1466,53532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1466,53532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1466,53532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здрав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системы оказания перви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медико-санитарной помощи, в том числе гражданам, проживающим в сельской местности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сийской Федерации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ступная среда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2011-2020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02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02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EA0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сийской Федерации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ступная среда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2011-2020 годы за счёт средств областного бюджета</w:t>
            </w:r>
            <w:r w:rsidR="00EA05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Ульяновской области сверх установленного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уровня софинансирования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78 0 02 Z0270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1450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1450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02 Z0270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медицинских работников государственных мед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цинских организаций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един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временных компенсац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онных выплат на приобр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жилья фельдшерам и медицинским сёстрам фельдшерско-акушерских пунктов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78 0 13 21170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78 0 13 21170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163569,59668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163007,41491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среда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и защита нас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11409,02563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доступн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приоритетных объе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и услуг в приорите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сферах жизнеде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инвалидов и других маломобильных групп населения в облас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государственных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8933,32854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80 3 01 14040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80 3 01 14040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сийской Федерации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ступная среда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2011-2020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 01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5633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5633,32854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 01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4733,32854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 01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доступн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приоритетных объе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и услуг в приорите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сферах жизнеде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инвалидов и других маломобильных групп населения в 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организациях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2475,69709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сийской Федерации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ступная среда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2011-2020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 02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2475,69709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 02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2475,69709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 защита насел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152083,69668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151598,38928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149581,39668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149101,01209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82587,09668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82185,48681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ципальными) органами,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79738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79684,76123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A05AA" w:rsidRDefault="00EA05AA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2521,47468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2174,46265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326,26293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территориал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80 6 01 80120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66994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66915,52528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80 6 01 80120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66637,73969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80 6 01 80120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228,05824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80 6 01 80120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49,72735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энерг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сбережению и повыш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энергетической э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2497,37719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энерг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сбережению и повыш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энергетической э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80 6 02 80180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2497,37719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80 6 02 80180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1400,17719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80 6 02 80180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науки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EA05AA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EA05AA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12411265,27457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12403694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,5687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,3161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29620,73615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,3161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29620,73615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,3161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29620,73615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,3161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29620,73615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,3161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29620,73615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находящихся в ведении Министерства образования и науки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,3161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29620,73615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23971,13858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23971,13858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5200,36647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5174,48745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477,81105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475,11012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EA05AA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EA05AA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12016913,01647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12010056,88091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3191741,92303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3191740,26036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1C36FE" w:rsidRDefault="001C36F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3191741,92303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1C36FE" w:rsidRDefault="001C36F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3191740,26036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1C36FE" w:rsidRDefault="001C36F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общего образования детей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3191741,92303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3191740,26036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Содействие развитию дошкольного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3191741,92303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3191740,26036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затрат час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дошкольным образ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вательным организациям, связанных с осуществл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образовательной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по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программам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79 1 05 18050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79 1 05 18050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затрат инд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видуальным предприн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мателям, осуществля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щим образовательную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ятельность по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программам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79 1 05 18260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8122,48053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8120,81786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79 1 05 18260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8122,48053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8120,81786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развития системы дошкольного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79 1 05 70930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79 1 05 70930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обеспечением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гарантий реал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платного дошкольного образования в муниц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79 1 05 71190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1C36FE" w:rsidRDefault="001C36F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3091629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1C36FE" w:rsidRDefault="001C36F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3091629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1C36FE" w:rsidRDefault="001C36F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C36FE" w:rsidRDefault="001C36F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79 1 05 71190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3091629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3091629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субъектах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мест для детей в возрасте от 2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сяцев до 3 лет в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осуществляющих образ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вательную деятельность по образовательным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граммам дошкольного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R1590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78417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,7405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78417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,7405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R1590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78417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,7405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78417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,7405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6864851,73053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6860324,42128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453B2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6864851,73053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6860324,42128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453B2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общего образования детей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453B27" w:rsidP="00453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6289</w:t>
            </w:r>
            <w:r w:rsidR="007C4BD9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7C4BD9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6288309,26197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453B2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Внедрение федеральных государственных станда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начального общего, основного общего и сре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общего образования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6034581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6034564,40609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затрат час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общеобразовател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организациям, св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занных с осуществлением образовательной деятел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по имеющим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дарственную аккредит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цию основным общеобр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зовательным программам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79 1 01 18020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79 1 01 18020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обеспечением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гарантий реал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дошкольного, начального общего,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общего, среднего общего образования, а также обеспечением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полнительного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муниципальных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79 1 01 71140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6018452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6018452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79 1 01 71140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6018452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6018452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осуществлением ежем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сячной доплаты за нал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чие учёной степени ка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дидата наук или доктора наук педагогическим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муниципальных общеобразовательных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ганизаций, имеющим уч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ё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ную степень и замеща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щим (занимающим) в ук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занных общеобразов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 штатные должности, предусмотренные квал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фикационными справо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никами или професси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нальными стандартами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79 1 01 71160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597,64609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79 1 01 71160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597,64609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на финансовое обеспечение расходных обязательств, связанных с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осуществлением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обуча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щимся 10-х (11-х) и 11-х (12-х) классов муниц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пальных общеобразов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 ежемесячных денежных выплат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79 1 01 71170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8573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79 1 01 71170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8573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условий для обучения детей с огран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ченными возможностями здоровья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7589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7414,90217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предоставлением беспла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специальных учебн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и учебных пособий, иной учебной литературы, а также услуг сурдопер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водчиков и тифлосурд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переводчиков при получ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нии обучающимися с ограниченными возмо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ностями здоровья образ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в муниципальных образовательных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79 1 02 71150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7589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7414,90217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79 1 02 71150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7589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7414,90217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кадрового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тенциала системы общего образования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19775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19421,82898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организацией и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получения педагог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ческими работниками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 не реже чем один раз в три года дополнительного профессионального обр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по профилю пед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гогической деятельности за счёт бюджетных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нований областного 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жета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79 1 03 71200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19775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19421,82898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79 1 03 71200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19775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19421,82898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Содействие развитию начального общего,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 средн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образования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90970,46976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90079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,7892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приобретения для муниципальных общео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школьных автобусов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79 1 04 70280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79 1 04 70280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создания в общ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зациях, расположенных в рабочих посёлках, усл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для занятий физич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79 1 04 70340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9336,52918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79 1 04 70340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9336,52918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ремонта, ликв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дации аварийной ситу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зданиях муниц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общеобразов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благоустройства террит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рии, приобретения обор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 для указанных организаций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79 1 04 70920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13343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13023,55311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79 1 04 70920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13343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13023,55311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мероприятий по обеспечению антитерр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ристической защищённ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муниципальных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79 1 04 70980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14653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14255,52715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79 1 04 70980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14653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14255,52715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в целях 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пенсации расходов учр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дителя муниципальной образовательной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зации, реализующей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новные общеобразов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тельные программы, на организацию бесплатной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перевозки обучающихся в данной образовательной организации и прожив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на территории ин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рай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или городского округа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79 1 04 71340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79 1 04 71340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расположенных в 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местности, условий для занятий физической культурой и спортом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04 R0970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11615,60976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11615,60976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04 R0970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11615,60976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11615,60976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программы по созданию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 новых мест в общеобразовательных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136828,33553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136828,33553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содействию созданию в субъектах Российской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 новых мест в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06 R5200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136828,33553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136828,33553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06 R5200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136828,33553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136828,33553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дополнительного образ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детей и реализация мероприятий молодёжной политики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модернизация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молодёжной политики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563556,52524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560465,15931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24787" w:rsidRDefault="00D24787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563556,52524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560465,15931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D24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находящихся в ведении М</w:t>
            </w:r>
            <w:r w:rsidR="00D24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инистерства образования и науки</w:t>
            </w:r>
            <w:r w:rsidR="00D247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A91D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563556,52524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560465,15931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368128,60849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368128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,6082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106084,80122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103010,88496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1540,98476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1532,07476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80622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80618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,4164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7180,05177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7175,17499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139087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139048,46805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139087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139048,46805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91D68" w:rsidRDefault="00A91D6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139087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91D68" w:rsidRDefault="00A91D6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139048,46805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91D68" w:rsidRDefault="00A91D6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139087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139048,46805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A91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находящихся в ведении Министерства образования и науки</w:t>
            </w:r>
            <w:r w:rsidR="00A91D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139087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139048,46805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139087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139048,46805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Среднее профессионал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1212198,04425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1212127,50014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1212198,04425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1212127,50014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среднего профессионал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 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модернизация образования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74811,13609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74811,13609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программ средн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профессионального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и професси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нального обучения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74811,13609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74811,13609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материал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но-технической базы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фессиональных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79 2 01 18100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91D68" w:rsidRDefault="00A91D6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91D68" w:rsidRDefault="00A91D6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91D68" w:rsidRDefault="00A91D6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79 2 01 18100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получения среднего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фессионального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частных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циях, осуществляющих образовательную деятел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ность, которым устано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лены контрольные цифры приёма граждан на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по профессиям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циальностям среднего профессионального обр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79 2 01 18250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79 2 01 18250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распростр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нение в системах среднего профессионального, вы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шего образования новых образовательных технол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гий и форм организации образовательного проце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в субъектах Российской 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2 01 R5330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11039,07269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11039,07269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2 01 R5330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11039,07269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11039,07269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1137386,90816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1137316,36405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91D68" w:rsidRDefault="00A91D6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1137386,90816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A91D68" w:rsidRDefault="00A91D6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1137316,36405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A91D68" w:rsidRDefault="00A91D6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1D68" w:rsidRDefault="00A91D68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A91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государственных учр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находящихся в ведении Министерства образования и науки</w:t>
            </w:r>
            <w:r w:rsidR="00A91D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1137386,90816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1137316,36405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95714,83325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95714,73322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1041672,07491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1041601,63083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317201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,0939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315957,77382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317201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,0939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315957,77382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отдыха, оздоровл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детей и работников бюджетной сферы 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модернизация образования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317201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,0939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315957,77382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отдыха и оздоровл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317201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,0939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315957,77382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отдыха детей, обуч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 в общеобразов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за исключением детей-сирот и детей, оставшихся без попечения родителей, находящихся в общеобр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 для детей-сирот и детей, оставшихся без попечения родителей, и детей, нах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дящихся в трудной жи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ненной ситуации, в заг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лагерях отдыха и оздоровления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264" w:rsidRDefault="00C6026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79 6 01 18180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143460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,135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142875,18327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79 6 01 18180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143241,71342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142656,76169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79 6 01 18180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218,42158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218,42158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организацией и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оздоровления детей, обучающихся в общеобр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ях, за исключением детей-сирот и детей, оставшихся без попечения родителей, находящихся в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 для детей-сирот и детей, оставшихся без попечения родителей, и детей, нах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дящихся в трудной жи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ненной ситуации, в лаг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рях, организованных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разовательными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зациями, осуществля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щими организацию отд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ха и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оздоровления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обуч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 в каникулярное время (с дневным преб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ванием)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79 6 01 71180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57629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57491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,8096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79 6 01 71180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57629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57491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,8096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провед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оздоровительной кампании детей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79 6 01 80170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116111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,1589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115590,78095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79 6 01 80170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,2209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2636,13853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79 6 01 80170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92152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,347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91632,05142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79 6 01 80170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21322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,591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21322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,591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291833,02476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290858,45726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,9937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128,51623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,9937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128,51623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,9937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128,51623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241460,85306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240790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,7426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среднего профессионал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 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модернизация образования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21338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21338,17074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программ средн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профессионального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и професси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нального обучения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21338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21338,17074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распростр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нение в системах среднего профессионального, вы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шего образования новых образовательных технол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гий и форм организации образовательного проце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 в субъектах Российской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79 2 01 R5330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21338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21338,17074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2 01 R5330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21338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21338,17074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дополнительного образ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детей и реализация мероприятий молодёжной политики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модернизация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63195,45306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62747,89481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молодёжной политики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44035,30917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43587,75092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30740,11218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30292,55393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152,53157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151,03157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5634,89921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5226,42219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1847,62783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,175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23101,05357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23095,92517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79 4 02 18060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автономной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коммерческой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Дирекция социал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но-значимых и конгрес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мероприятий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нансовое обеспечение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трат, связанных с пров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дением мероприятий в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ласти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79 4 02 18300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13295,19699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13295,19699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79 4 02 18300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13295,19699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13295,19699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потенциала 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лантливых молодых 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дей, в том числе явля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молодыми специ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листами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1711,84389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1711,84389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нетиповой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разовательной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– образовательному фонду поддержки тала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тов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Потенциал Плюс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79 4 03 18280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1711,84389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1711,84389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79 4 03 18280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1711,84389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1711,84389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условий, обе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печивающих доступность дополнительных общео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программ естественно-научной и технической направленн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сти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обучающихся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17448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17448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автономной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коммерческой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дополнительного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разования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 кл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стерного развития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79 4 04 80260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17448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17448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79 4 04 80260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17448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17448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156927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156704,67705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149540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149318,17705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Лицензирование и аккр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дитация образовательных организаций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1505,93216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95,57253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1390,44936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1355,77499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59,80064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54,58464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D76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находящихся в ведении Министерства образования и науки</w:t>
            </w:r>
            <w:r w:rsidR="00D765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103545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103545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103545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103545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Независимая оценка кач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40923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40766,54489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ципальными) органами, казёнными учреждениями,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40638,18519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40495,03071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270,39937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1,11481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1,11481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органам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власти субъе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соответствии с 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стью 1 статьи 7 Федерал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ного закона от 29 декабря 2012 года № 273-ФЗ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образовании в Российской Федерации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полномочий Российской Федерации в сфере образования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органам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власти субъе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соответствии с 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стью 1 статьи 7 Федерал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ного закона от 29 декабря 2012 года № 273-ФЗ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образовании в Российской Федерации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полномочий Российской Федерации в сфере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79 7 02 59900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79 7 02 59900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ние единства российской нации и этнокультурное развитие народов России на территории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ское общество и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национальная политика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Русский язык и языки народов России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81 2 10 00000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социально значимых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роприятий, направленных на укрепление статуса русского языка как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дарственного языка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81 2 10 25210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81 2 10 25210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1154,02043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плексные меры по 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общественного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рядка, противодействию преступности и профила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тике правонарушений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86 1 00 00000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450,77297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и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сечение преступлений с участием несовершенн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и в отношении их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450,77297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,0303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391,74267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плексные меры против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действия злоупотребл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наркотиками и их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законному обороту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вопорядка и безопасности жизнедеятельности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703,24746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Профилактика незако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потребления нарк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тических средств и псих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тропных веществ, нарк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646,24746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470,83036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,8071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Меры по совершенств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ванию системы лечения, социальной адаптации и реабилитации наркоп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требителей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благоприятного инвест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ционного климата 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48735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48735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инновационной и инв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стиционной деятельности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благ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приятного инвестицио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климата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48735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48735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поддержки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сфере инн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вационной деятельности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48735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48735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Гранты победителям 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курсов, проводимых в Ульяновской области совместно с Российским фондом фундаментальных исследований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90 2 01 62220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48735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48735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90 2 01 62220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48735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48735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364702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,942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364016,95164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37302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,342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36617,52164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низация образования в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37302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,342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36617,52164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общего образования детей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Содействие развитию дошкольного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D765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осуществлением един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временных денежных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педагогическим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муниципальных образовательных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заций, реализующих обр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зовательную программу дошкольного образования, имеющим статус молодых специалистов (за искл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чением педагогических работников, работающих и проживающих в 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населённых пунктах, рабочих посёлках (посё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городского типа)</w:t>
            </w:r>
            <w:r w:rsidR="00D765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области)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79 1 05 71210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79 1 05 71210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дополнительного образ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детей и реализация мероприятий молодёжной политики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модернизация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26637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,862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26386,71364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потенциала 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лантливых молодых 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дей, в том числе явля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щихся молодыми специ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листами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26637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,862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26386,71364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Субвенции на финансовое обеспечение расходных обязательств, связанных с реализацией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рах социальной поддер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79 4 03 71230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24555,15345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79 4 03 71230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24555,15345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рах социальной поддер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79 4 03 80050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1831,56019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79 4 03 80050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1831,56019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отдыха, оздоровл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детей и работников бюджетной сферы 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модернизация образования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6070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отдыха и оздоровл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6070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,108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оздоровл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работников бюдже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сферы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79 6 01 18110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79 6 01 18110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софинанс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организации оздоровления работников бюджетной сферы на те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79 6 01 70950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2565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2560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79 6 01 70950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320868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320867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320868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320867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общего образования детей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296122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296121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Содействие развитию дошкольного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296122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296121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предоставлением родит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лям (законным представ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телям) детей, посеща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муниципальные и частные образовательные организации, реализу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щие образовательную программу дошкольного образования, компенсации части внесённой в соо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ветствующие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организации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дительской платы за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смотр и уход за детьми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79 1 05 71220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296122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296121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79 1 05 71220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296122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296121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дополнительного образ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детей и реализация мероприятий молодёжной политики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модернизация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79 4 00 00000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24746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24746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потенциала 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лантливых молодых 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дей, в том числе явля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молодыми специ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листами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24746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24746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Стипендии, предоставл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емые талантливым и од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рённым обучающимся, педагогическим и нау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работникам образ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79 4 03 18140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24602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24602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79 4 03 18140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24602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24602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2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ября 2011 года № 180-ЗО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некоторых мерах по улучшению демографич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ситуации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79 4 03 80020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79 4 03 80020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общего образования детей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условий для обучения детей с огран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ченными возможностями здоровья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 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сийской Федерации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ступная среда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2011-2020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02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1 02 R0270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молодё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развития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44404,01578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44285,81578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44404,01578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44285,81578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37505,00301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37386,80301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37386,80301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37386,80301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дополнительного образ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детей и реализация мероприятий молодёжной политики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модернизация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32904,80301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32904,80301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молодёжной политики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32904,80301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32904,80301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для создания условий успешной социализации и эффективной самореал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молодёжи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79 4 02 18170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79 4 02 18170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,3421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,3421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79 4 02 18170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,6079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,6079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79 4 02 18170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субсидии Ульяновской областной организации Общеросси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общественной орг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низации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Российский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юз Молодёжи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целях финансового обеспечения затрат в связи с оказанием содействия в расширении масштабов работы с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лодёжью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79 4 02 18190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79 4 02 18190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8970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автономной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коммерческой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Дирекция социал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но-значимых и конгрес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мероприятий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целях финансового обеспечения затрат в связи с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цией и проведением VII Международного мол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дёжного промышленного форума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Инженеры 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дущего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2018 году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79 4 02 18400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15904,80301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15904,80301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79 4 02 18400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15904,80301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15904,80301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учр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находящихся в ведении Министерства молодёжного развития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79 7 01 18210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6524" w:rsidRDefault="00D76524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щество и государственная национальная политика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единства российской нации и этнокультурное развитие народов России на территории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ское общество и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национальная политика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Профилактика экстр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национальной и религиозной почве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Этнокультурное развитие народов, проживающих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81 2 08 00000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6899,01277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6899,01277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2,31277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2,31277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2,31277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2,31277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2,31277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2,31277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и моде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образования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6417,91597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6417,91597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475,64972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475,64972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3,13431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3,13431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Агентство ветеринарии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196007,28089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195052,66773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193820,98089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192867,34273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боловство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193820,98089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192867,34273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6562,14754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организацией отлова и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держанием безнадзорных домашних животных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11 0 00 71100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6562,14754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11 0 00 71100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6562,14754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ветеринарной службы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 в 2014-2021 годах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186597,18089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186305,19519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проведения противоэпизоотических мероприятий и меропри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обеспечению бе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пищевой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016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ветеринарной службы Ульяновской области в 2014-2021 годах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0168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ветеринарной службы Ульяновской области в 2014-2021 годах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173111,78089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172819,79519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173111,78089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172819,79519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областным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 бюдже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 учреждениям, обе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печивающим предоста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услуг в области 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вотноводства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94 1 01 60020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157554,28089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157554,28089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94 1 01 60020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157554,28089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157554,28089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15557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15265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,5143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14140,28802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14027,92421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1411,08716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1231,46527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6,12482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6,12482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ветеринарной службы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 в 2014-2021 годах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016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реализации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ветеринарной службы Ульяновской области в 2014-2021 годах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0168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ветеринарной службы Ульяновской области в 2014-2021 годах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государственного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казчика и соисполнителей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от 5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реля 2006 года № 43-ЗО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мерах государственной социальной поддержки отдельных категорий 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циалистов, работающих и проживающих в сельских населённых пунктах,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бочих посёлках и посё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городского типа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94 1 01 80030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94 1 01 80030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,025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Закона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новской области от 2 мая 2012 года № 49-ЗО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рах социальной поддер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отдельных категорий молодых специалистов на территории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94 1 01 80050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94 1 01 80050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агропр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мышленного комплекса и развития сельских терр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торий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1719507,46827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1711157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,4701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1576966,06827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1568683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,9032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боловство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1573966,06827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1566098,36176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2758,93745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,6798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56,32227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56,32226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ципальными) органами, казёнными учреждениями, органами управления </w:t>
            </w:r>
            <w:proofErr w:type="spellStart"/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</w:t>
            </w:r>
            <w:r w:rsidR="000168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сударственными</w:t>
            </w:r>
            <w:proofErr w:type="spellEnd"/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56,32227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56,32226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Расходы, связанные с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133,90958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133,90958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133,90958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133,90958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сре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в р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езул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тате недостижения пок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зателей результативности использования субсидий, предоставляемых из фед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рального бюджета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,7056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2564,44796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,7056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2564,44796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сельского хозяйства и регулиров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рынков сельскохозя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1571207,13082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1563343,68196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сельского хозяйства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сельского 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зяйства и регулирование рынков сельскохозя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1454806,16332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1449138,00829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подотрасли растениеводства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73855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,437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73855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развитие производства продукции растениеводства на защ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щённом и (или) открытом грунте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93 1 01 46010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93 1 01 46010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сельскохозя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 товаропроизв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дителям в целях возмещ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части их затрат, св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занных с приобретением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семян питомников второго и (или) третьего года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множения зерновых и (или) зернобобовых 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скохозяйственных культур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93 1 01 46160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93 1 01 46160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Содействие достижению целевых показателей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комплекса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01 R5430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66271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66271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Содействие достижению целевых показателей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комплекса (субсидии на развитие элитного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меноводства)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01 R5431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01 R5431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Содействие достижению целевых показателей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комплекса (субсидии на развитие садоводства за счёт закладки и ухода за многолетними плодовыми и ягодными насаждени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01 R5433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01 R5433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мер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поддержки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изводства, переработки и реализации продукции растениеводства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835652,11135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833614,95332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поддержку промышленной перер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ботки продукции растен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еводства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93 1 02 46020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93 1 02 46020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поддержку экономически значимых региональных программ в области растениеводства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93 1 02 46080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58928,45632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58928,45632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93 1 02 46080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58928,45632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58928,45632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Возмещение части затрат на уплату процентов по инвестиционным кред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(займам) в агропр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мышленном комплексе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02 R4330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5019,14903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части затрат на уплату процентов по инвестиционным кред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(займам) в агропр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мышленном комплексе (субсидии на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ственную поддержку кр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дитования подотрасли растениеводства, перер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ботки её продукции,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вития инфраструктуры и логистического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рынков продукции растениеводства (инв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стиционные кредиты, займы)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02 R4331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3922,23914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3922,23914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02 R4331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3922,23914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3922,23914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части затрат на уплату процентов по инвестиционным кред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(займам) в агропр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мышленном комплексе (субсидии на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ственную поддержку кр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дитования подотрасли растениеводства, перер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ботки её продукции,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вития инфраструктуры и логистического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рынков продукции растениеводства (инв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стиционные кредиты, займы) за счёт средств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ластного бюджета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сверх установленного уровня софинансирования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02 Z4331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1096,90989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1072,09486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02 Z4331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1096,90989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1072,09486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несвязанной поддержки сельскохозя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 товаропроизв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дителям в области раст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ниеводства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02 R5410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174338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174338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 1 02 R5410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174338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174338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Оказание несвязанной поддержки сельскохозя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 товаропроизв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дителям в области раст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ниеводства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02 R541F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67419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67419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02 R541F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67419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67419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Содействие достижению целевых показателей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комплекса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02 R5430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,664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комплекса (субсидии на управление рисками в подотраслях растениево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02 R5435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,664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02 R5435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,664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части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центной ставки по инв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стиционным кредитам (займам) в агропромы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ленном комплексе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02 R5440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части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центной ставки по инв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стиционным кредитам (займам) в агропромы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ленном комплексе (субс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дии на государственную поддержку кредитования подотрасли растениево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ства, переработки её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дукции, развития инфр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и логистич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обеспечения рынков продукции растениево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(инвестиционные кредиты, займы)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02 R5441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02 R5441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016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несвязанной поддержки сельскохозя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 товаропроизв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дителям в области раст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ниеводства за счёт средств областного бюджета</w:t>
            </w:r>
            <w:r w:rsidR="000168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Ульяновской области сверх установленного уровня софинансирования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02 Z5410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02 Z5410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,601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подотрасли 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вотноводства и скотово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121315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,6133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117688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,2553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части затрат на уплату процентов по инвестиционным кред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(займам) в агропр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мышленном комплексе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03 R4330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,5123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,5123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части затрат на уплату процентов по инвестиционным кред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(займам) в агропр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мышленном комплексе (субсидии на возмещение части процентной ставки по инвестиционным кр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дитам (займам) на стро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 и реконструкцию объектов для молочного скотоводства)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03 R4332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6323,92552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6323,92552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03 R4332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6323,92552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6323,92552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части затрат на уплату процентов по инвестиционным кред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(займам) в агропр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мышленном комплексе (субсидии на возмещение части процентной ставки по инвестиционным кр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дитам (займам) на стро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 и реконструкцию объектов для молочного скотоводства) за счёт средств областного 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жета Ульяновской области сверх установленного уровня софинансирования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03 Z4332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80,58678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80,58678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03 Z4332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80,58678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80,58678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продуктивн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 молочном скотово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03 R5420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03 R5420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,757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Содействие достижению целевых показателей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комплекса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03 R5430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64660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,123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61032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Содействие достижению целевых показателей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комплекса (субсидии на поддержку племенного животноводства)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03 R5438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64660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,123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61032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03 R5438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64660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,123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61032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части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центной ставки по инв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стиционным кредитам (займам) в агропромы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ленном комплексе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03 R5440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части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центной ставки по инв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стиционным кредитам (займам) в агропромы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ленном комплексе (субс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дии на возмещение части процентной ставки по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вестиционным кредитам (займам) на строительство и реконструкцию объе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для молочного скот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03 R5442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03 R5442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мер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поддержки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изводства, переработки и реализации продукции животноводства и рыб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77945,61339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77945,61339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поддержку экономически значимых региональных программ в области животноводства и рыбоводства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93 1 04 46090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56938,00909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56938,00909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93 1 04 46090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56938,00909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56938,00909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части затрат на уплату процентов по инвестиционным кред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(займам) в агропр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мышленном комплексе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 1 04 R4330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9305,39964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9305,39964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Возмещение части затрат на уплату процентов по инвестиционным кред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(займам) в агропр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мышленном комплексе (субсидии на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ственную поддержку кр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дитования подотрасли животноводства, перер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ботки её продукции,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вития инфраструктуры и логистического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рынков продукции животноводства (инвест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ционные кредиты, займы)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04 R4333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8314,60368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8314,60368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04 R4333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8314,60368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8314,60368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части затрат на уплату процентов по инвестиционным кред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(займам) в агропр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мышленном комплексе (субсидии на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ственную поддержку кр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дитования подотрасли животноводства, перер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ботки её продукции,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вития инфраструктуры и логистического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рынков продукции животноводства (инвест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ционные кредиты, займы) за счёт средств областного бюджета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 сверх установленн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уровня софинансиров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04 Z4333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990,79596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990,79596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04 Z4333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990,79596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990,79596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Содействие достижению целевых показателей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комплекса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04 R5430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,031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ного комплекса (субсидии на управление рисками в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подотраслях животново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04 R543А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,031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04 R543А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,031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,031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части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центной ставки по инв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стиционным кредитам (займам) в агропромы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ленном комплексе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04 R5440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8414,17366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8414,17366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части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центной ставки по инв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стиционным кредитам (займам) в агропромы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ленном комплексе (субс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дии на государственную поддержку кредитования подотрасли животново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ства, переработки её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дукции, развития инфр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и логистич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обеспечения рынков продукции животново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(инвестиционные кредиты, займы)</w:t>
            </w:r>
            <w:proofErr w:type="gramEnd"/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04 R5443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8414,17366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8414,17366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04 R5443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8414,17366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8414,17366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малых форм хозяйствования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240170,38828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240170,36428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развитие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требительских обществ, сельскохозяйственных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требительских кооперат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вов, садоводческих, ог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роднических и дачных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коммерческих объедин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граждан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93 1 05 46050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41828,46595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41828,46595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93 1 05 46050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41828,46595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41828,46595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Информационная, 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сультационная и метод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ческая поддержка 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скохозяйственных потр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бительских кооперативов, потребительских обществ и граждан, ведущих ли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подсобное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93 1 05 46100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288,36333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288,36333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93 1 05 46100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288,36333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288,36333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сельскохозя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 потребител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ским кооперативам и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требительским обществам в целях возмещения части затрат в связи с осущест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лением закупок молока у отдельных категорий граждан, ведущих личное подсобное хозяйство, а также приобретения в 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лях обеспечения деятел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отдельных катег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рий граждан, ведущих личное подсобное 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ство, поголовья крупного рогатого скота и (или)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ни-теплиц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93 1 05 46130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93 1 05 46130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,129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сельск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хозяйственным потреб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тельским кооперативам и потребительским общ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ствам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 областного 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жета Ульяновской области грантов в форме субсидий в целях финансового обеспечения их затрат в связи с осуществлением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деятельности по стро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мини-ферм,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обходимых для содерж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крупного рогатого скота отдельными катег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риями граждан, ведущих личное подсобное 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93 1 05 46140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93 1 05 46140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образов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организациям высшего образования, находящимся на террит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Ульяновской области, грантов в форме субсидий в целях финансового обеспечения их затрат, связанных с реализацией проекта по организации деятельности научно-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образовательного кластера в агропромышленном комплексе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93 1 05 46260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93 1 05 46260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комплекса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05 R5430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184704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184704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комплекса (пред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грантов в форме субсидий на поддержку начинающих фермеров)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05 R543Б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58536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58536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05 R543Б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58536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58536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комплекса (пред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грантов в форме субсидий главам кр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стьянских (фермерских) хозяйств на развитие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мейных животноводч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ферм на базе кр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стьянских (фермерских) хозяйств)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05 R543В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42682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42682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05 R543В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42682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42682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комплекса (субсидии на государственную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держку кредитования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лых форм хозяйствования на селе)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05 R543Г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34475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34475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05 R543Г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34475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34475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Cодействие достижению целевых показателей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гиональных программ развития агропромышле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комплекса (пред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грантов в форме субсидий сельскохозя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 потребител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ским кооперативам для развития материально-технической базы)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05 R543Д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49009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49009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05 R543Д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49009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49009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,276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Техническая и технол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гическая модернизация, инновационное развитие агропромышленного 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93 1 06 00000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105867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105863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,388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технической и технол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гической модернизации, инновационному 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93 1 06 46030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,718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93 1 06 46030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4971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,718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4971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,718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93 1 06 46030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возмещение части процентной ставки по краткосрочным кред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там (займам) на перер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ботку продукции растен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еводства и животново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в области развития оптово-распределительных це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93 1 06 46150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93 1 06 46150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ствующим субъектам су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сидий в целях возмещения части прямых понесённых затрат, связанных с созд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и (или) модерниз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цией объектов агропр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мышленного комплекса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06 R4720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88135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,082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88131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 06 R4720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88135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,082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88131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016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Устойч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развитие сельских территорий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ственной программы</w:t>
            </w:r>
            <w:r w:rsidR="000168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сельского 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зяйства и регулирование рынков сельскохозя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22438,89392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22326,60157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 значимые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роприятия в сфере 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 сельских территорий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22438,89392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22326,60157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и популяриз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достижений в сфере развития сельских терр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93 2 02 46040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93 2 02 46040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,905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93 2 02 46040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местных ин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 граждан, прож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городских пос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лениях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93 2 02 75677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2852,59392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2852,59392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93 2 02 75677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2852,59392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2852,59392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02 R5670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18072,10265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 (поддержка местных ин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 граждан, прож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02 R5677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18072,10265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02 R5677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02 R5677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17281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17267,10265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мелиорации земель 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скохозяйственного назн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регул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рынков сельск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хозяйственной продукции, сырья и продовольствия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16201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14464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Восстановление мели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ративных систем и предотвращение выбытия из сельскохозяйственного оборота земель сельскох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зяйственного назначения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93 3 01 00000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16201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14464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возмещение части затрат сельскох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зяйственных товаропрои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водителей на проведение культуртехнических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на землях,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влекаемых в сельскох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зяйственный оборот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93 3 01 46120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93 3 01 46120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,684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в области мелиорации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 сельскохозяйстве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назначения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3 01 R5680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8787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в области мелиорации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 сельскохозяйстве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назначения (субс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дии на возмещение части затрат на осуществление гидромелиоративных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(строительство, реконструкция и технич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ское перевооружение на инновационной технол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гической основе орос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и осушительных систем общего и индив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дуального пользования и отдельно расположенных гидротехнических соор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жений, принадлежащих на праве собственности (аренды) сельскохозя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 товаропроизв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дителям, приобретение машин, установок, дожд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вальных и поливальных аппаратов, насосных станций, включённых в сводный сметный расчёт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стоимости строительства, реконструкции, технич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перевооружения (в том числе приобретённых в лизинг и поставленных на балансовый учёт 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скохозяйственными тов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ропроизводителями), за исключением затрат, св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занных с проведением проектных и изыскател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работ и (или) подг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товкой проектной док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ментации в отношении указанных объектов)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3 01 R5681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8787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3 01 R5681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8787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016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обеспечение реализ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граммы, государственным заказчиком-</w:t>
            </w:r>
            <w:proofErr w:type="spell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координато</w:t>
            </w:r>
            <w:proofErr w:type="spellEnd"/>
            <w:r w:rsidR="000168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ром которой является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нистерство агропромы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ленного комплекса и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вития сельских террит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рий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регул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рование рынков сельск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хозяйственной продукции, сырья и продовольствия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77760,13358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77414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,0881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аппарата Министерства и подв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домственных Министе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 учреждений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77760,13358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77414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,0881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016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областному государственному 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жетному учреждению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Агентство по развитию сельских территорий</w:t>
            </w:r>
            <w:r w:rsidR="000168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93 4 01 48040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21771,29716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21771,29716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93 4 01 48040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21771,29716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21771,29716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93 4 01 80010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53488,83642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53142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93 4 01 80010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44920,86525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44754,12667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93 4 01 80010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8491,40176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8312,15992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93 4 01 80010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57,14207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57,14207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93 4 01 80010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19,42734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19,42734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развитие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формационных систем, обеспечивающих пред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услуг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93 4 01 80270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2499,93494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93 4 01 80270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2499,93494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2585,54144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сельского хозяйства и регулиров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рынков сельскохозя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2585,54144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016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Устойч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развитие сельских территорий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0168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сельского 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зяйства и регулирование рынков сельскохозя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2585,54144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 значимые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роприятия в сфере 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 сельских территорий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2585,54144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и популяриз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достижений в сфере развития сельских терр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93 2 02 46040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2585,54144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93 2 02 46040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2585,54144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142541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142473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,5669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142541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142473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,5669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сельского хозяйства и регулиров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рынков сельскохозя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продукции,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рья и продовольствия в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142541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142473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,5669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Устойч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развитие сельских территорий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и регулирование рынков сельскохозяйственной продукции, сырья и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довольствия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2014-2021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142541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142473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,5669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уровня 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фортного проживания в сельской местности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127386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127322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,7459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R5670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127386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127322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,7459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устойчивому развитию сельских территорий (су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сидии на софинансиров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ние мероприятий по улучшению жилищных условий граждан, прож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ности, в том числе мол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семей и молодых 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циалистов)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R5671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127386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127322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,7459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01 R5671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127386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127322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,7459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 значимые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роприятия в сфере разв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 сельских территорий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15155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и популяриз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достижений в сфере развития сельских терр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93 2 02 46040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15155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93 2 02 46040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15155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природы и цикличной экономики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302875,74721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294057,96894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267406,01794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259003,91453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11603,61444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11318,64279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11318,64279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11 0 00 51280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11318,64279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среды и восстановл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природных ресурсов в 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284,97165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водохозяйственного 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 и восстано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природных ресу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284,97165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Восстановление водных объектов (природоохра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мероприятия)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284,97165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на восстановл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водных объектов, 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положенных на террит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88 2 03 78140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284,97165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88 2 03 78140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284,97165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245174,51794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243800,30009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среды и восстановл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природных ресурсов в 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245174,51794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243800,30009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лесного хозяйства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 и восстановление природных ресурсов в 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34845,97617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34393,47569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и защита лесов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356,25273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356,25203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пожарной техники и средств пож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ротушения, а также авт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мобилей для патрулир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лесов 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88 3 01 48100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,9307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88 3 01 48100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,9307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на возмещение части 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трат хозяйствующих субъектов, осуществля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деятельность в сфере лесной промышленности, связанных с приобретен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транспортных средств, необходимых для выпо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работ по охране, защите и воспроизводству лесов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88 3 01 48110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84,32203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84,32203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88 3 01 48110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84,32203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84,32203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использ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лесов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34489,72344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34037,22366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использ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лесов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29420,94324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28968,44346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27920,94324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27920,94324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1047,50022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88 3 02 51290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,7802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,7802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88 3 02 51290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,7802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,7802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обеспечение реализ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государственных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грамм, государственным заказчиком-</w:t>
            </w:r>
            <w:proofErr w:type="spell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координато</w:t>
            </w:r>
            <w:proofErr w:type="spellEnd"/>
            <w:r w:rsidR="000168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ром которых является Министерство природы и цикличной экономики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среды и восстановл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природных ресурсов в Ульяновской области на 2014-2020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210328,54177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209406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,8244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аппарата Министерства природы и цикличной экономики Ульяновской области и подведомственных Мин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стерству природы и ци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личной экономики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210328,54177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209406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,8244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областному государственному 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жетному учреждению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Пожарная безопасность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88 4 01 48050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20722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20722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88 4 01 48050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20722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20722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областных государстве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казённых учреждений в сфере лесного хозяйства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88 4 01 48060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16855,79197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16855,79197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88 4 01 48060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88 4 01 48060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13663,10659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13663,10659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88 4 01 48060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1684,26538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1684,26538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88 4 01 51290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172750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,7498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171829,03243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полномочий в области лесных отношений (обе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Министерства природы и цикличной экономики Ульяновской области)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88 4 01 51291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40500,82915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40082,61178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88 4 01 51291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35812,06784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35755,77695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88 4 01 51291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4684,11418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,1877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88 4 01 51291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4,64713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4,64713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полномочий в области лесных отношений (обе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печение деятельности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ластных государственных казённых учреждений в сфере лесного хозяйства, находящихся в ведении Министерства сельского, лесного хозяйства и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ресурсов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88 4 01 51292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113631,98556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113128,48556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683E" w:rsidRDefault="0001683E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88 4 01 51292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102546,94628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102546,94628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88 4 01 51292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10878,36577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10374,86577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88 4 01 51292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206,67351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206,67351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полномочий в области лесных отношений (предоставление подв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домственным бюджетным учреждениям субсидий на финансовое обеспечение выполнения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задания и на иные цели, источником которых являются су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венции из федерального бюджета)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88 4 01 51293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18617,93509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18617,93509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88 4 01 51293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18617,93509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18617,93509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среды и восстановл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природных ресурсов в 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водохозяйственного ко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программы 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 и восстано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природных ресу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в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Восстановление водных объектов (природоохра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мероприятия)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88 2 03 00000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016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затрат ассоциаций 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старо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 в св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язи с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полнением работ по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ведению родников в</w:t>
            </w:r>
            <w:r w:rsidR="000168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области,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пользуемых населением в качестве источников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тьевого водоснабжения, в состояние, соответству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щее требованиям фед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ральных санитарных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88 2 03 46250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88 2 03 46250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35469,72927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35054,05441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объектов раст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и животного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и среды их обитания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27080,82927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26703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,3006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органам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власти субъе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соответствии с 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стью первой статьи 6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дерального закона от 24 апреля 1995 года № 52-ФЗ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животном мире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Российской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 в области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зации, регулирования и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охраны водных биолог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ческих ресурсов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11 0 00 59100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11 0 00 59100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органам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власти субъе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соответствии с 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стью первой статьи 6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дерального закона от 24 апреля 1995 года № 52-ФЗ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животном мире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Российской 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 в области охраны и использования объектов животного мира (за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ключением охотничьих ресурсов и водных биол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гических ресурсов)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11 0 00 59200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11 0 00 59200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среды и восстановл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природных ресурсов в 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26869,22927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26703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,3006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5D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ческий фонд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5D6C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Ульяновской области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 и восстановление природных ресурсов в Ульяновской области на 2014-2021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23665,08527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23573,59494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объектов живо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мира, ликвидация последствий негативного воздействия на окружа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щую среду в результате экономической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23665,08527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23573,59494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ственного экологического мониторинга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88 1 01 46210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21161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,4038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21070,90978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88 1 01 46210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21161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,4038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21070,90978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Сохранение биоразноо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88 1 01 46220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50,03426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49,34016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88 1 01 46220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50,03426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49,34016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экологич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населения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88 1 01 46230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,645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88 1 01 46230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,645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,345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и утвержд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схемы размещения, использования, охраны охотничьих угодий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88 1 01 46240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1960,00221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88 1 01 46240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1960,00221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обеспечение реализ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государственных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грамм, государственным заказчиком-</w:t>
            </w:r>
            <w:proofErr w:type="spell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координато</w:t>
            </w:r>
            <w:proofErr w:type="spellEnd"/>
            <w:r w:rsidR="005D6C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ром которых является Министерство природы и цикличной экономики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государственной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среды и восстановл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природных ресурсов в Ульяновской области на 2014-2020 годы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,654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3011,21566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аппарата Министерства природы и цикличной экономики Ульяновской области и подведомственных Мин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стерству природы и ци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личной экономики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заций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,654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3011,21566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3085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,654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3011,21566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,953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2938,64266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,855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88 4 01 80010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,846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,846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Обращ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 отходами произво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потребления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88 5 00 00000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Ликвидация накопленн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вреда окружающей среде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88 5 01 00000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88 5 01 00000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8388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8350,75381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8388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8350,75381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органам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власти субъе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соответствии с 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стью 1 статьи 33 Фед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рального закона от 24 июля 2009 года № 209-ФЗ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охоте и о сохранении охотничьих ресурсов и о внесении изменений в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дельные законодательные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акты Российской Федер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полномочий Росси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 в области охраны и использования охотничьих ресурсов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11 0 00 59700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8388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8350,75381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11 0 00 59700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7009,05685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7001,54173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11 0 00 59700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1372,20062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1341,56955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11 0 00 59700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7,64253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7,64253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финансов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4946402,89379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4925559,87229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181694,11933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162979,06609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нансово-бюджетного) надзора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163737,47653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162887,46609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158,90453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158,83543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проектной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158,90453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158,83543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158,90453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158,83543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дарственными финансами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163578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162728,63066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Министерства фина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Ульяновской области по реализации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программы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95 0 04 00000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163578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162728,63066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деятельности областного государственного казё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ного учреждения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ластное казначейство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95 0 04 10340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45436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,172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45429,74006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95 0 04 10340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26794,50975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26789,72585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95 0 04 10340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18641,39625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18639,74821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95 0 04 10340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,266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,266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95 0 04 80010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118142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117298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,8906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95 0 04 80010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80008,49608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79985,83398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95 0 04 80010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37932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,501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37111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,6537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95 0 04 80010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95 0 04 80010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101,40292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101,40292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17541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,8516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17541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,8516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D6CEF" w:rsidRPr="007C4BD9" w:rsidTr="005D6CEF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5D6CEF" w:rsidRPr="007C4BD9" w:rsidRDefault="005D6CEF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Прав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тельства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Pr="007C4BD9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Pr="007C4BD9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Pr="007C4BD9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Pr="007C4BD9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Pr="007C4BD9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Pr="007C4BD9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16541,8516</w:t>
            </w:r>
          </w:p>
        </w:tc>
        <w:tc>
          <w:tcPr>
            <w:tcW w:w="1701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5D6CEF" w:rsidRPr="007C4BD9" w:rsidRDefault="005D6CEF" w:rsidP="005D6CE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Исполнение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отражено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в отраслях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Pr="007C4BD9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D6CEF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5D6CEF" w:rsidRPr="007C4BD9" w:rsidRDefault="005D6CEF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Pr="007C4BD9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Pr="007C4BD9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Pr="007C4BD9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Pr="007C4BD9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Pr="007C4BD9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D6CEF" w:rsidRPr="007C4BD9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16541,8516</w:t>
            </w:r>
          </w:p>
        </w:tc>
        <w:tc>
          <w:tcPr>
            <w:tcW w:w="1701" w:type="dxa"/>
            <w:vMerge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D6CEF" w:rsidRPr="007C4BD9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D6CEF" w:rsidRPr="007C4BD9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,7912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,7912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полнением решений,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нятых судебными орган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,7912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11 0 00 80210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,7912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22,1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18430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18430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войсковая подготовка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18430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18430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18430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18430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Российской Федер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области первичного воинского учёта на терр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18430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18430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11 0 00 51180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18430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18430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и муниципал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долга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1054563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1053168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,1735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1054563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1053168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,1735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дарственными финансами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1054563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1053168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,1735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Своевременное исполн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обязательств по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служиванию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долга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95 0 01 00000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1054563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1053168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,1735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Управление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 долгом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95 0 01 65010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1054563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1053168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,1735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(муниципал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ного) долга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95 0 01 65010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1054563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1053168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,1735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 общего характера бюджетам бюджетной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стемы Российской Фед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3691715,37446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3690982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,2327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субъектов Российской Федерации и муниц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2168254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2168254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дарственными финансами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2168254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2168254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Выравнивание бюдже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обеспеченности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районов (городских округов) Ул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2168254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2168254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городских округов Ульяновской области из областного фонда фина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поддержки посел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95 0 02 72010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245969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245969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95 0 02 72010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245969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245969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муниципальных рай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и городских округов Ульяновской области из областного фонда фина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поддержки муниц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районов (горо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округов)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95 0 02 72020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1922285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1922285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95 0 02 72020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1922285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1922285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 общего хара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1523460,57446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1522727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,4327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78958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,9144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78732,54264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на премир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победителей вс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российского конкурса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Лучшая муниципальная практика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11 0 00 53990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11 0 00 53990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муниципальным образованиям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 в целях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действия достижению и (или) поощрения дост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жения наилучших знач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показателей для оце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ки </w:t>
            </w: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эффективности де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органов мес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родских округов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районов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11 0 00 73110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11 0 00 73110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районов и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родских округов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области, достигших наилучших результатов по увеличению налогового потенциала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11 0 00 73120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11 0 00 73120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районов и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родских округов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области, достигших наилучших значений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казателей роста доходов бюджетов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11 0 00 73130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11 0 00 73130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Прав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56678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,9144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56452,54264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11 0 00 80190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56678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,9144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56452,54264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ласти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дарственными финансами 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2015-2021 годы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1444501,66006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1443994,89006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5D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Выравнивание бюдже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обеспеченности 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районов (городских округов)</w:t>
            </w:r>
            <w:r w:rsidR="005D6C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Ульяновской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95 0 02 00000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146480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146480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финансовое обеспечение расходных обязательств, связанных с расчётом и предоставл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дотаций на выравн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бюджетной обесп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ченности бюджетам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родских, сельских посел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95 0 02 71310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146480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146480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95 0 02 71310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146480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146480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 по обе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печению сбалансирова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бюджетов муниц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районов (горо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округов)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95 0 03 00000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1193317,19306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1193317,19306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 бюджетам муниц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районов (горо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округов)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 в целях 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финансирования расхо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обязательств, связа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 выплатой зарабо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платы работникам муниципальных учрежд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(за исключением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управления) муниципал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районов (городских округов)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 и уплатой страх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взносов в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внебюджетные фонды, оплатой комм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услуг и твёрдого топлива (уголь, дрова) указанными муниципал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 (за исключением органов местного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самоуправления) (включая погашение кр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диторской задолженности)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95 0 03 70440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729501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729501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95 0 03 70440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729501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729501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районов и 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родских округов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 на поддер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 мер по обеспечению сбалансированности мес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бюджетов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95 0 03 73060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463816,09306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463816,09306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95 0 03 73060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463816,09306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463816,09306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реализации проектов развития пос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городских окр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гов Ульяновской области, подготовленных на основе местных инициатив гра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95 0 05 00000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104704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104197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5D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селений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ласти, бюджетам муниц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районов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области, 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ществляющих переданные им в установленном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рядке полномочия по 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шению вопросов местного значения поселений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области, а также бюджетам поселений и городских округов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</w:t>
            </w:r>
            <w:r w:rsidR="005D6C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гран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цах территорий которых зарегистрированы сад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водческие, огороднич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ские и дачные некомме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ческие объединения гра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дан, в целях софинансир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реализации прое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поселений и городских округов Уль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новской области, подг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товленных на</w:t>
            </w:r>
            <w:proofErr w:type="gramEnd"/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основе местных инициатив гра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95 0 05 70420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104704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104197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95 0 05 70420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104704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,067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104197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,297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Избирательная комиссия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182085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180811,80482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182085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180811,80482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182085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180811,80482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182085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180811,80482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Члены Избирательной к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миссии Ульяновской 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10354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9414,51954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11 0 00 10050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10354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9414,51954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автом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тизированная информац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онная система 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Выборы</w:t>
            </w:r>
            <w:r w:rsidR="00990E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502,25183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11 0 00 10130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502,25183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выборов 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путатов Законодательного Собрания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109431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109431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11 0 00 10330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109431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109431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26198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26147,28674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25933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25905,37614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253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236,77948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93,3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5,13112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территориал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35542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35315,94671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35525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35298,44671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11 0 00 80120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Агентство регионального государственного стро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надзора и гос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экспертизы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21232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20367,66285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16232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15367,66285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16232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15367,66285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16232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15367,66285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16232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15367,66285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13643,54021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13589,94598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1568,10954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66,2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218,50979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209,60733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национальной экономики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областным 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тономным учреждениям, созданным в целях пред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услуг по ос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ществлению госуда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экспертизы, пр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ектной документации и результатов инженерных изысканий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11 0 00 10400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Счётная палата Ульяно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28393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28379,70836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28393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28379,70836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нансово-бюджетного) надзора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28393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28379,70836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рамках непрограммных направл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деятельности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28393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28379,70836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Счётной п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латы Ульяновской обл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его заместитель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ципальными) органами, 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11 0 00 10070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4711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23682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23668,70836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соналу в целях обеспеч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выполнения функций государственными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ципальными) органами, 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казёнными учреждениями, органами управления го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ударственными внебю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22050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22041,67667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D6CEF" w:rsidRDefault="005D6CEF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1632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1627,03169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11 0 00 80010</w:t>
            </w: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CD528D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,05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E4C70"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C4BD9" w:rsidRPr="007C4BD9" w:rsidTr="009251A8">
        <w:trPr>
          <w:trHeight w:val="20"/>
        </w:trPr>
        <w:tc>
          <w:tcPr>
            <w:tcW w:w="2978" w:type="dxa"/>
            <w:shd w:val="clear" w:color="auto" w:fill="auto"/>
            <w:vAlign w:val="center"/>
            <w:hideMark/>
          </w:tcPr>
          <w:p w:rsidR="007C4BD9" w:rsidRPr="007C4BD9" w:rsidRDefault="007C4BD9" w:rsidP="007C4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7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9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57056747,17934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9251A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56455423,32522</w:t>
            </w:r>
          </w:p>
        </w:tc>
        <w:tc>
          <w:tcPr>
            <w:tcW w:w="709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4BD9" w:rsidRPr="007C4BD9" w:rsidRDefault="007C4BD9" w:rsidP="007C4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98,9</w:t>
            </w:r>
          </w:p>
        </w:tc>
      </w:tr>
    </w:tbl>
    <w:p w:rsidR="0035523E" w:rsidRDefault="0035523E" w:rsidP="0035523E">
      <w:pPr>
        <w:spacing w:after="0"/>
        <w:jc w:val="center"/>
      </w:pPr>
    </w:p>
    <w:p w:rsidR="007B4811" w:rsidRDefault="00D646BA" w:rsidP="0035523E">
      <w:pPr>
        <w:spacing w:after="0"/>
        <w:jc w:val="center"/>
      </w:pPr>
      <w:r>
        <w:t>_______________</w:t>
      </w:r>
    </w:p>
    <w:sectPr w:rsidR="007B4811" w:rsidSect="00850523">
      <w:headerReference w:type="default" r:id="rId8"/>
      <w:headerReference w:type="first" r:id="rId9"/>
      <w:pgSz w:w="11906" w:h="16838"/>
      <w:pgMar w:top="1134" w:right="567" w:bottom="1134" w:left="1418" w:header="709" w:footer="709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CFC" w:rsidRDefault="00950CFC" w:rsidP="00EA09A6">
      <w:pPr>
        <w:spacing w:after="0" w:line="240" w:lineRule="auto"/>
      </w:pPr>
      <w:r>
        <w:separator/>
      </w:r>
    </w:p>
  </w:endnote>
  <w:endnote w:type="continuationSeparator" w:id="0">
    <w:p w:rsidR="00950CFC" w:rsidRDefault="00950CFC" w:rsidP="00EA0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CFC" w:rsidRDefault="00950CFC" w:rsidP="00EA09A6">
      <w:pPr>
        <w:spacing w:after="0" w:line="240" w:lineRule="auto"/>
      </w:pPr>
      <w:r>
        <w:separator/>
      </w:r>
    </w:p>
  </w:footnote>
  <w:footnote w:type="continuationSeparator" w:id="0">
    <w:p w:rsidR="00950CFC" w:rsidRDefault="00950CFC" w:rsidP="00EA0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0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1683E" w:rsidRPr="00EA09A6" w:rsidRDefault="0001683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A09A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A09A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A09A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1C9F">
          <w:rPr>
            <w:rFonts w:ascii="Times New Roman" w:hAnsi="Times New Roman" w:cs="Times New Roman"/>
            <w:noProof/>
            <w:sz w:val="24"/>
            <w:szCs w:val="24"/>
          </w:rPr>
          <w:t>52</w:t>
        </w:r>
        <w:r w:rsidRPr="00EA09A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1683E" w:rsidRDefault="000168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474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1683E" w:rsidRPr="008D4483" w:rsidRDefault="0001683E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8D4483">
          <w:rPr>
            <w:rFonts w:ascii="Times New Roman" w:hAnsi="Times New Roman" w:cs="Times New Roman"/>
            <w:sz w:val="24"/>
          </w:rPr>
          <w:fldChar w:fldCharType="begin"/>
        </w:r>
        <w:r w:rsidRPr="008D4483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8D4483">
          <w:rPr>
            <w:rFonts w:ascii="Times New Roman" w:hAnsi="Times New Roman" w:cs="Times New Roman"/>
            <w:sz w:val="24"/>
          </w:rPr>
          <w:fldChar w:fldCharType="separate"/>
        </w:r>
        <w:r w:rsidR="00191C9F">
          <w:rPr>
            <w:rFonts w:ascii="Times New Roman" w:hAnsi="Times New Roman" w:cs="Times New Roman"/>
            <w:noProof/>
            <w:sz w:val="24"/>
          </w:rPr>
          <w:t>7</w:t>
        </w:r>
        <w:r w:rsidRPr="008D4483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708C"/>
    <w:rsid w:val="000009A4"/>
    <w:rsid w:val="000014EC"/>
    <w:rsid w:val="00001DBE"/>
    <w:rsid w:val="00002238"/>
    <w:rsid w:val="00002BEA"/>
    <w:rsid w:val="000042A9"/>
    <w:rsid w:val="0000732E"/>
    <w:rsid w:val="000073CE"/>
    <w:rsid w:val="00007C10"/>
    <w:rsid w:val="0001057B"/>
    <w:rsid w:val="000117C1"/>
    <w:rsid w:val="000118AA"/>
    <w:rsid w:val="00012A0A"/>
    <w:rsid w:val="00012F0C"/>
    <w:rsid w:val="0001472A"/>
    <w:rsid w:val="0001485D"/>
    <w:rsid w:val="000149F7"/>
    <w:rsid w:val="0001528E"/>
    <w:rsid w:val="00015979"/>
    <w:rsid w:val="00015CB1"/>
    <w:rsid w:val="0001683E"/>
    <w:rsid w:val="00016B95"/>
    <w:rsid w:val="0002060B"/>
    <w:rsid w:val="00021663"/>
    <w:rsid w:val="0002177F"/>
    <w:rsid w:val="00021A17"/>
    <w:rsid w:val="000231A3"/>
    <w:rsid w:val="00023836"/>
    <w:rsid w:val="00024110"/>
    <w:rsid w:val="000242CD"/>
    <w:rsid w:val="0002466E"/>
    <w:rsid w:val="000248DE"/>
    <w:rsid w:val="00024B98"/>
    <w:rsid w:val="000254FF"/>
    <w:rsid w:val="000259FD"/>
    <w:rsid w:val="00025FEF"/>
    <w:rsid w:val="00026292"/>
    <w:rsid w:val="00026378"/>
    <w:rsid w:val="000271B6"/>
    <w:rsid w:val="00030C32"/>
    <w:rsid w:val="00031747"/>
    <w:rsid w:val="00031DB8"/>
    <w:rsid w:val="00031F43"/>
    <w:rsid w:val="000320E9"/>
    <w:rsid w:val="00032540"/>
    <w:rsid w:val="000327EF"/>
    <w:rsid w:val="0003311D"/>
    <w:rsid w:val="000332DD"/>
    <w:rsid w:val="00033614"/>
    <w:rsid w:val="00034365"/>
    <w:rsid w:val="00034C31"/>
    <w:rsid w:val="0003555D"/>
    <w:rsid w:val="00036242"/>
    <w:rsid w:val="00037B99"/>
    <w:rsid w:val="00037F01"/>
    <w:rsid w:val="0004275A"/>
    <w:rsid w:val="0004288B"/>
    <w:rsid w:val="00043F1D"/>
    <w:rsid w:val="0004460F"/>
    <w:rsid w:val="00044D7A"/>
    <w:rsid w:val="00044F09"/>
    <w:rsid w:val="00044FEB"/>
    <w:rsid w:val="000451BC"/>
    <w:rsid w:val="00046F63"/>
    <w:rsid w:val="00050B01"/>
    <w:rsid w:val="00050DD0"/>
    <w:rsid w:val="00051B32"/>
    <w:rsid w:val="00051B5E"/>
    <w:rsid w:val="00052ABB"/>
    <w:rsid w:val="00053C10"/>
    <w:rsid w:val="00053CC5"/>
    <w:rsid w:val="000544F4"/>
    <w:rsid w:val="00055475"/>
    <w:rsid w:val="00055B14"/>
    <w:rsid w:val="0005644C"/>
    <w:rsid w:val="00056972"/>
    <w:rsid w:val="00056A45"/>
    <w:rsid w:val="00057A2F"/>
    <w:rsid w:val="000607C8"/>
    <w:rsid w:val="00060C43"/>
    <w:rsid w:val="00062FD8"/>
    <w:rsid w:val="000631CF"/>
    <w:rsid w:val="00063365"/>
    <w:rsid w:val="0006360F"/>
    <w:rsid w:val="00063B68"/>
    <w:rsid w:val="00063DE6"/>
    <w:rsid w:val="000642BE"/>
    <w:rsid w:val="0006554F"/>
    <w:rsid w:val="000656DA"/>
    <w:rsid w:val="00065757"/>
    <w:rsid w:val="0006601C"/>
    <w:rsid w:val="00066360"/>
    <w:rsid w:val="00067AC3"/>
    <w:rsid w:val="00070468"/>
    <w:rsid w:val="00071F6E"/>
    <w:rsid w:val="000730F7"/>
    <w:rsid w:val="00073311"/>
    <w:rsid w:val="000745F1"/>
    <w:rsid w:val="00074824"/>
    <w:rsid w:val="000752B6"/>
    <w:rsid w:val="00075790"/>
    <w:rsid w:val="0007694E"/>
    <w:rsid w:val="00080587"/>
    <w:rsid w:val="000811CA"/>
    <w:rsid w:val="0008186E"/>
    <w:rsid w:val="0008272B"/>
    <w:rsid w:val="00082D61"/>
    <w:rsid w:val="00082FBB"/>
    <w:rsid w:val="0008356C"/>
    <w:rsid w:val="000848EC"/>
    <w:rsid w:val="00084E1A"/>
    <w:rsid w:val="000850C5"/>
    <w:rsid w:val="00085585"/>
    <w:rsid w:val="00086068"/>
    <w:rsid w:val="00086EE7"/>
    <w:rsid w:val="0008753D"/>
    <w:rsid w:val="00087852"/>
    <w:rsid w:val="0008792B"/>
    <w:rsid w:val="00090238"/>
    <w:rsid w:val="00091309"/>
    <w:rsid w:val="000921A2"/>
    <w:rsid w:val="0009256F"/>
    <w:rsid w:val="00092D82"/>
    <w:rsid w:val="000930F6"/>
    <w:rsid w:val="000932EE"/>
    <w:rsid w:val="00093E55"/>
    <w:rsid w:val="00094207"/>
    <w:rsid w:val="00095420"/>
    <w:rsid w:val="00095E40"/>
    <w:rsid w:val="000963C2"/>
    <w:rsid w:val="00096742"/>
    <w:rsid w:val="0009709E"/>
    <w:rsid w:val="000A1B73"/>
    <w:rsid w:val="000A1C33"/>
    <w:rsid w:val="000A3DD6"/>
    <w:rsid w:val="000A4607"/>
    <w:rsid w:val="000A5248"/>
    <w:rsid w:val="000A68AD"/>
    <w:rsid w:val="000A6AA5"/>
    <w:rsid w:val="000A6AB8"/>
    <w:rsid w:val="000A6F66"/>
    <w:rsid w:val="000A700B"/>
    <w:rsid w:val="000A7535"/>
    <w:rsid w:val="000B04C8"/>
    <w:rsid w:val="000B08CF"/>
    <w:rsid w:val="000B1044"/>
    <w:rsid w:val="000B1546"/>
    <w:rsid w:val="000B213F"/>
    <w:rsid w:val="000B38B3"/>
    <w:rsid w:val="000B4248"/>
    <w:rsid w:val="000B46A7"/>
    <w:rsid w:val="000B4B06"/>
    <w:rsid w:val="000B5E02"/>
    <w:rsid w:val="000B6653"/>
    <w:rsid w:val="000B666C"/>
    <w:rsid w:val="000B6CCB"/>
    <w:rsid w:val="000B6DDF"/>
    <w:rsid w:val="000B6E53"/>
    <w:rsid w:val="000B75A9"/>
    <w:rsid w:val="000B7758"/>
    <w:rsid w:val="000B7F62"/>
    <w:rsid w:val="000C0E90"/>
    <w:rsid w:val="000C200F"/>
    <w:rsid w:val="000C329D"/>
    <w:rsid w:val="000C3AD1"/>
    <w:rsid w:val="000C3AEC"/>
    <w:rsid w:val="000C3E4E"/>
    <w:rsid w:val="000C4008"/>
    <w:rsid w:val="000C4A06"/>
    <w:rsid w:val="000C5909"/>
    <w:rsid w:val="000C5F4F"/>
    <w:rsid w:val="000C6C4E"/>
    <w:rsid w:val="000C6DE4"/>
    <w:rsid w:val="000C75F8"/>
    <w:rsid w:val="000C787C"/>
    <w:rsid w:val="000C7ADA"/>
    <w:rsid w:val="000C7B8C"/>
    <w:rsid w:val="000D0749"/>
    <w:rsid w:val="000D0950"/>
    <w:rsid w:val="000D0BCC"/>
    <w:rsid w:val="000D2201"/>
    <w:rsid w:val="000D2C47"/>
    <w:rsid w:val="000D2D9F"/>
    <w:rsid w:val="000D3337"/>
    <w:rsid w:val="000D3D90"/>
    <w:rsid w:val="000D4545"/>
    <w:rsid w:val="000D5260"/>
    <w:rsid w:val="000D5DF8"/>
    <w:rsid w:val="000D669A"/>
    <w:rsid w:val="000E1C4F"/>
    <w:rsid w:val="000E27A9"/>
    <w:rsid w:val="000E3E00"/>
    <w:rsid w:val="000E470B"/>
    <w:rsid w:val="000E521E"/>
    <w:rsid w:val="000E61C4"/>
    <w:rsid w:val="000E6610"/>
    <w:rsid w:val="000F05F8"/>
    <w:rsid w:val="000F0CB3"/>
    <w:rsid w:val="000F1548"/>
    <w:rsid w:val="000F17C8"/>
    <w:rsid w:val="000F1936"/>
    <w:rsid w:val="000F2DB5"/>
    <w:rsid w:val="000F2EA4"/>
    <w:rsid w:val="000F434A"/>
    <w:rsid w:val="000F446D"/>
    <w:rsid w:val="000F5525"/>
    <w:rsid w:val="000F564D"/>
    <w:rsid w:val="000F64FB"/>
    <w:rsid w:val="000F7322"/>
    <w:rsid w:val="000F7D59"/>
    <w:rsid w:val="000F7ED1"/>
    <w:rsid w:val="001007D2"/>
    <w:rsid w:val="00101375"/>
    <w:rsid w:val="001035A2"/>
    <w:rsid w:val="0010391D"/>
    <w:rsid w:val="0010421A"/>
    <w:rsid w:val="00105DFE"/>
    <w:rsid w:val="0010654D"/>
    <w:rsid w:val="001069DC"/>
    <w:rsid w:val="00107569"/>
    <w:rsid w:val="00110034"/>
    <w:rsid w:val="00111325"/>
    <w:rsid w:val="0011213E"/>
    <w:rsid w:val="001135E8"/>
    <w:rsid w:val="00113C74"/>
    <w:rsid w:val="00114FF0"/>
    <w:rsid w:val="00115297"/>
    <w:rsid w:val="001160F7"/>
    <w:rsid w:val="001167DB"/>
    <w:rsid w:val="0011707E"/>
    <w:rsid w:val="00120276"/>
    <w:rsid w:val="00120927"/>
    <w:rsid w:val="001216B8"/>
    <w:rsid w:val="0012174E"/>
    <w:rsid w:val="001232BA"/>
    <w:rsid w:val="00124B4A"/>
    <w:rsid w:val="00125DA2"/>
    <w:rsid w:val="00126955"/>
    <w:rsid w:val="00126E7A"/>
    <w:rsid w:val="001274AE"/>
    <w:rsid w:val="00130C63"/>
    <w:rsid w:val="001316A9"/>
    <w:rsid w:val="00132EB8"/>
    <w:rsid w:val="00136E25"/>
    <w:rsid w:val="0013767A"/>
    <w:rsid w:val="001407BC"/>
    <w:rsid w:val="0014142C"/>
    <w:rsid w:val="00141AAC"/>
    <w:rsid w:val="00141EBE"/>
    <w:rsid w:val="00142CFA"/>
    <w:rsid w:val="0014368E"/>
    <w:rsid w:val="00143D23"/>
    <w:rsid w:val="00143F30"/>
    <w:rsid w:val="00144DD0"/>
    <w:rsid w:val="001450DC"/>
    <w:rsid w:val="001451F5"/>
    <w:rsid w:val="0014556F"/>
    <w:rsid w:val="0014709D"/>
    <w:rsid w:val="001471E9"/>
    <w:rsid w:val="00147D99"/>
    <w:rsid w:val="001503B2"/>
    <w:rsid w:val="00150720"/>
    <w:rsid w:val="00150B90"/>
    <w:rsid w:val="001510FC"/>
    <w:rsid w:val="001516B1"/>
    <w:rsid w:val="00152773"/>
    <w:rsid w:val="00152EF8"/>
    <w:rsid w:val="0015305E"/>
    <w:rsid w:val="0015312D"/>
    <w:rsid w:val="00153B69"/>
    <w:rsid w:val="00154CFA"/>
    <w:rsid w:val="00154E2A"/>
    <w:rsid w:val="00155377"/>
    <w:rsid w:val="001558FB"/>
    <w:rsid w:val="00156025"/>
    <w:rsid w:val="001563D8"/>
    <w:rsid w:val="00160DB3"/>
    <w:rsid w:val="0016157C"/>
    <w:rsid w:val="00161F61"/>
    <w:rsid w:val="001620DB"/>
    <w:rsid w:val="001652A1"/>
    <w:rsid w:val="00165424"/>
    <w:rsid w:val="00165E2B"/>
    <w:rsid w:val="00165ED3"/>
    <w:rsid w:val="00166BA7"/>
    <w:rsid w:val="001670F5"/>
    <w:rsid w:val="0017006E"/>
    <w:rsid w:val="001716A0"/>
    <w:rsid w:val="0017234D"/>
    <w:rsid w:val="0017249E"/>
    <w:rsid w:val="00172B11"/>
    <w:rsid w:val="00172D98"/>
    <w:rsid w:val="00173858"/>
    <w:rsid w:val="0017385B"/>
    <w:rsid w:val="00173B39"/>
    <w:rsid w:val="001747C5"/>
    <w:rsid w:val="001749A4"/>
    <w:rsid w:val="00174AFB"/>
    <w:rsid w:val="00174BAD"/>
    <w:rsid w:val="001762D7"/>
    <w:rsid w:val="0017728A"/>
    <w:rsid w:val="00177B2B"/>
    <w:rsid w:val="00177CE7"/>
    <w:rsid w:val="00180C86"/>
    <w:rsid w:val="001821D1"/>
    <w:rsid w:val="0018274E"/>
    <w:rsid w:val="00183BB7"/>
    <w:rsid w:val="00184083"/>
    <w:rsid w:val="001842F6"/>
    <w:rsid w:val="00186A2E"/>
    <w:rsid w:val="0018746B"/>
    <w:rsid w:val="00187750"/>
    <w:rsid w:val="00187ADA"/>
    <w:rsid w:val="00190939"/>
    <w:rsid w:val="0019124C"/>
    <w:rsid w:val="00191C9F"/>
    <w:rsid w:val="00192099"/>
    <w:rsid w:val="00192BF0"/>
    <w:rsid w:val="00192EC9"/>
    <w:rsid w:val="001937EC"/>
    <w:rsid w:val="00193E43"/>
    <w:rsid w:val="00194CFA"/>
    <w:rsid w:val="00194FA5"/>
    <w:rsid w:val="001961B1"/>
    <w:rsid w:val="0019650E"/>
    <w:rsid w:val="001965CB"/>
    <w:rsid w:val="00196627"/>
    <w:rsid w:val="001976E4"/>
    <w:rsid w:val="001979A5"/>
    <w:rsid w:val="00197BDB"/>
    <w:rsid w:val="001A1691"/>
    <w:rsid w:val="001A2477"/>
    <w:rsid w:val="001A25B6"/>
    <w:rsid w:val="001A2641"/>
    <w:rsid w:val="001A2CA7"/>
    <w:rsid w:val="001A2E28"/>
    <w:rsid w:val="001A3FC8"/>
    <w:rsid w:val="001A5055"/>
    <w:rsid w:val="001A5674"/>
    <w:rsid w:val="001A62BB"/>
    <w:rsid w:val="001A6E0F"/>
    <w:rsid w:val="001A6F10"/>
    <w:rsid w:val="001A7E16"/>
    <w:rsid w:val="001B0C6C"/>
    <w:rsid w:val="001B15D1"/>
    <w:rsid w:val="001B3067"/>
    <w:rsid w:val="001B403C"/>
    <w:rsid w:val="001B4471"/>
    <w:rsid w:val="001B6539"/>
    <w:rsid w:val="001B6704"/>
    <w:rsid w:val="001B6BF5"/>
    <w:rsid w:val="001B78B8"/>
    <w:rsid w:val="001C00F6"/>
    <w:rsid w:val="001C1985"/>
    <w:rsid w:val="001C36FE"/>
    <w:rsid w:val="001C3DAE"/>
    <w:rsid w:val="001C5446"/>
    <w:rsid w:val="001C7D4A"/>
    <w:rsid w:val="001D03CB"/>
    <w:rsid w:val="001D0C83"/>
    <w:rsid w:val="001D0FFF"/>
    <w:rsid w:val="001D14D7"/>
    <w:rsid w:val="001D1968"/>
    <w:rsid w:val="001D2A2F"/>
    <w:rsid w:val="001D2B2D"/>
    <w:rsid w:val="001D30F8"/>
    <w:rsid w:val="001D35B9"/>
    <w:rsid w:val="001D400B"/>
    <w:rsid w:val="001D4774"/>
    <w:rsid w:val="001D4B14"/>
    <w:rsid w:val="001D5746"/>
    <w:rsid w:val="001D5B04"/>
    <w:rsid w:val="001D6771"/>
    <w:rsid w:val="001D7949"/>
    <w:rsid w:val="001E12A5"/>
    <w:rsid w:val="001E17B3"/>
    <w:rsid w:val="001E3719"/>
    <w:rsid w:val="001E399F"/>
    <w:rsid w:val="001E4974"/>
    <w:rsid w:val="001E4E66"/>
    <w:rsid w:val="001E4EAE"/>
    <w:rsid w:val="001E508D"/>
    <w:rsid w:val="001E581E"/>
    <w:rsid w:val="001E6903"/>
    <w:rsid w:val="001E7291"/>
    <w:rsid w:val="001F06FF"/>
    <w:rsid w:val="001F10EB"/>
    <w:rsid w:val="001F24BA"/>
    <w:rsid w:val="001F38FA"/>
    <w:rsid w:val="001F3C10"/>
    <w:rsid w:val="001F3E2C"/>
    <w:rsid w:val="001F3FDA"/>
    <w:rsid w:val="001F47BC"/>
    <w:rsid w:val="001F5D30"/>
    <w:rsid w:val="001F65FA"/>
    <w:rsid w:val="001F753B"/>
    <w:rsid w:val="00200A12"/>
    <w:rsid w:val="00201173"/>
    <w:rsid w:val="002014A1"/>
    <w:rsid w:val="00202FCB"/>
    <w:rsid w:val="002033DA"/>
    <w:rsid w:val="00203435"/>
    <w:rsid w:val="002042EA"/>
    <w:rsid w:val="00205234"/>
    <w:rsid w:val="002070CD"/>
    <w:rsid w:val="00207F25"/>
    <w:rsid w:val="00210768"/>
    <w:rsid w:val="002111AF"/>
    <w:rsid w:val="0021244B"/>
    <w:rsid w:val="00212B7E"/>
    <w:rsid w:val="00213579"/>
    <w:rsid w:val="00213C80"/>
    <w:rsid w:val="00213DEF"/>
    <w:rsid w:val="00213E62"/>
    <w:rsid w:val="00214788"/>
    <w:rsid w:val="00214A49"/>
    <w:rsid w:val="00214C11"/>
    <w:rsid w:val="00215441"/>
    <w:rsid w:val="0021571E"/>
    <w:rsid w:val="00215A94"/>
    <w:rsid w:val="00216DC8"/>
    <w:rsid w:val="00216FCA"/>
    <w:rsid w:val="00220542"/>
    <w:rsid w:val="00220F03"/>
    <w:rsid w:val="002215F8"/>
    <w:rsid w:val="0022187B"/>
    <w:rsid w:val="002219DB"/>
    <w:rsid w:val="00222050"/>
    <w:rsid w:val="00223459"/>
    <w:rsid w:val="00224CBA"/>
    <w:rsid w:val="00225415"/>
    <w:rsid w:val="00226602"/>
    <w:rsid w:val="002267C0"/>
    <w:rsid w:val="0022706A"/>
    <w:rsid w:val="00227BA1"/>
    <w:rsid w:val="00227D9C"/>
    <w:rsid w:val="0023051D"/>
    <w:rsid w:val="00230914"/>
    <w:rsid w:val="00231041"/>
    <w:rsid w:val="0023129E"/>
    <w:rsid w:val="00232070"/>
    <w:rsid w:val="00232409"/>
    <w:rsid w:val="00232983"/>
    <w:rsid w:val="0023330D"/>
    <w:rsid w:val="00233BE0"/>
    <w:rsid w:val="0023424C"/>
    <w:rsid w:val="002350F0"/>
    <w:rsid w:val="00236115"/>
    <w:rsid w:val="002363A7"/>
    <w:rsid w:val="0023642A"/>
    <w:rsid w:val="00240726"/>
    <w:rsid w:val="002408A2"/>
    <w:rsid w:val="002408B4"/>
    <w:rsid w:val="00240A21"/>
    <w:rsid w:val="00241737"/>
    <w:rsid w:val="002420BE"/>
    <w:rsid w:val="00243830"/>
    <w:rsid w:val="00243FC6"/>
    <w:rsid w:val="0024425A"/>
    <w:rsid w:val="002442E7"/>
    <w:rsid w:val="002444B4"/>
    <w:rsid w:val="0024456E"/>
    <w:rsid w:val="00244C63"/>
    <w:rsid w:val="00244EA5"/>
    <w:rsid w:val="00245C05"/>
    <w:rsid w:val="002467BF"/>
    <w:rsid w:val="00247AD9"/>
    <w:rsid w:val="0025290B"/>
    <w:rsid w:val="00253498"/>
    <w:rsid w:val="0025440A"/>
    <w:rsid w:val="0025473B"/>
    <w:rsid w:val="00255C18"/>
    <w:rsid w:val="00256D46"/>
    <w:rsid w:val="00261A27"/>
    <w:rsid w:val="00261AE2"/>
    <w:rsid w:val="002620FB"/>
    <w:rsid w:val="00262EE1"/>
    <w:rsid w:val="00263093"/>
    <w:rsid w:val="00263892"/>
    <w:rsid w:val="00264955"/>
    <w:rsid w:val="00265004"/>
    <w:rsid w:val="0026556B"/>
    <w:rsid w:val="00265FC2"/>
    <w:rsid w:val="00266D6F"/>
    <w:rsid w:val="002679E5"/>
    <w:rsid w:val="0027100B"/>
    <w:rsid w:val="002713E1"/>
    <w:rsid w:val="00271C1E"/>
    <w:rsid w:val="00272030"/>
    <w:rsid w:val="002728D8"/>
    <w:rsid w:val="00272901"/>
    <w:rsid w:val="00273FB5"/>
    <w:rsid w:val="00274583"/>
    <w:rsid w:val="0027580D"/>
    <w:rsid w:val="002765D9"/>
    <w:rsid w:val="0027718F"/>
    <w:rsid w:val="00277835"/>
    <w:rsid w:val="00277C6F"/>
    <w:rsid w:val="00277FC9"/>
    <w:rsid w:val="002800D5"/>
    <w:rsid w:val="00280A68"/>
    <w:rsid w:val="002811E3"/>
    <w:rsid w:val="00281A64"/>
    <w:rsid w:val="00281DA4"/>
    <w:rsid w:val="0028280C"/>
    <w:rsid w:val="002831C3"/>
    <w:rsid w:val="00287932"/>
    <w:rsid w:val="00287954"/>
    <w:rsid w:val="00287C6B"/>
    <w:rsid w:val="00290C40"/>
    <w:rsid w:val="0029159B"/>
    <w:rsid w:val="002923ED"/>
    <w:rsid w:val="00292DAD"/>
    <w:rsid w:val="00293C39"/>
    <w:rsid w:val="00293CC9"/>
    <w:rsid w:val="00294BFF"/>
    <w:rsid w:val="00294FF2"/>
    <w:rsid w:val="0029575B"/>
    <w:rsid w:val="00295D86"/>
    <w:rsid w:val="00295E0C"/>
    <w:rsid w:val="00296F13"/>
    <w:rsid w:val="00296FBD"/>
    <w:rsid w:val="00297270"/>
    <w:rsid w:val="00297B0A"/>
    <w:rsid w:val="00297F6F"/>
    <w:rsid w:val="002A0A62"/>
    <w:rsid w:val="002A0B9A"/>
    <w:rsid w:val="002A1DF0"/>
    <w:rsid w:val="002A1FBF"/>
    <w:rsid w:val="002A211B"/>
    <w:rsid w:val="002A2554"/>
    <w:rsid w:val="002A27DA"/>
    <w:rsid w:val="002A34C1"/>
    <w:rsid w:val="002A38BE"/>
    <w:rsid w:val="002A399B"/>
    <w:rsid w:val="002A4420"/>
    <w:rsid w:val="002A489E"/>
    <w:rsid w:val="002A5D89"/>
    <w:rsid w:val="002A639E"/>
    <w:rsid w:val="002A63F1"/>
    <w:rsid w:val="002A66B6"/>
    <w:rsid w:val="002A67B8"/>
    <w:rsid w:val="002A6AA7"/>
    <w:rsid w:val="002A74B7"/>
    <w:rsid w:val="002A786F"/>
    <w:rsid w:val="002A7968"/>
    <w:rsid w:val="002B10B9"/>
    <w:rsid w:val="002B244A"/>
    <w:rsid w:val="002B36C7"/>
    <w:rsid w:val="002B3E30"/>
    <w:rsid w:val="002B42BA"/>
    <w:rsid w:val="002B489C"/>
    <w:rsid w:val="002B547D"/>
    <w:rsid w:val="002B6B48"/>
    <w:rsid w:val="002B74AD"/>
    <w:rsid w:val="002B7A26"/>
    <w:rsid w:val="002C048C"/>
    <w:rsid w:val="002C0F87"/>
    <w:rsid w:val="002C18C9"/>
    <w:rsid w:val="002C19DD"/>
    <w:rsid w:val="002C1AAA"/>
    <w:rsid w:val="002C21DF"/>
    <w:rsid w:val="002C2633"/>
    <w:rsid w:val="002C2954"/>
    <w:rsid w:val="002C3356"/>
    <w:rsid w:val="002C38B4"/>
    <w:rsid w:val="002C3F2C"/>
    <w:rsid w:val="002C454A"/>
    <w:rsid w:val="002C4F03"/>
    <w:rsid w:val="002C5296"/>
    <w:rsid w:val="002C63ED"/>
    <w:rsid w:val="002C7857"/>
    <w:rsid w:val="002C791B"/>
    <w:rsid w:val="002C7969"/>
    <w:rsid w:val="002D0749"/>
    <w:rsid w:val="002D0874"/>
    <w:rsid w:val="002D0E1D"/>
    <w:rsid w:val="002D14C2"/>
    <w:rsid w:val="002D2060"/>
    <w:rsid w:val="002D2652"/>
    <w:rsid w:val="002D3FAB"/>
    <w:rsid w:val="002D401F"/>
    <w:rsid w:val="002D479B"/>
    <w:rsid w:val="002D71A4"/>
    <w:rsid w:val="002D72E2"/>
    <w:rsid w:val="002E0B8C"/>
    <w:rsid w:val="002E0E54"/>
    <w:rsid w:val="002E1175"/>
    <w:rsid w:val="002E32EC"/>
    <w:rsid w:val="002E3E0D"/>
    <w:rsid w:val="002E45B4"/>
    <w:rsid w:val="002E4A0C"/>
    <w:rsid w:val="002E5132"/>
    <w:rsid w:val="002E513D"/>
    <w:rsid w:val="002E59E3"/>
    <w:rsid w:val="002E5B53"/>
    <w:rsid w:val="002E64F2"/>
    <w:rsid w:val="002F07ED"/>
    <w:rsid w:val="002F083B"/>
    <w:rsid w:val="002F1B99"/>
    <w:rsid w:val="002F1F23"/>
    <w:rsid w:val="002F2191"/>
    <w:rsid w:val="002F26FC"/>
    <w:rsid w:val="002F2DD0"/>
    <w:rsid w:val="002F333A"/>
    <w:rsid w:val="002F3707"/>
    <w:rsid w:val="002F424D"/>
    <w:rsid w:val="002F4548"/>
    <w:rsid w:val="00300080"/>
    <w:rsid w:val="00300098"/>
    <w:rsid w:val="00300486"/>
    <w:rsid w:val="00300762"/>
    <w:rsid w:val="00300780"/>
    <w:rsid w:val="003009F0"/>
    <w:rsid w:val="00301475"/>
    <w:rsid w:val="0030150A"/>
    <w:rsid w:val="0030171B"/>
    <w:rsid w:val="0030298B"/>
    <w:rsid w:val="00302A59"/>
    <w:rsid w:val="0030428A"/>
    <w:rsid w:val="00304E1D"/>
    <w:rsid w:val="00306705"/>
    <w:rsid w:val="00307789"/>
    <w:rsid w:val="00307A16"/>
    <w:rsid w:val="003108D9"/>
    <w:rsid w:val="00311A1A"/>
    <w:rsid w:val="0031279D"/>
    <w:rsid w:val="00312BE4"/>
    <w:rsid w:val="00314CFE"/>
    <w:rsid w:val="00315621"/>
    <w:rsid w:val="00316424"/>
    <w:rsid w:val="003164BE"/>
    <w:rsid w:val="00317E66"/>
    <w:rsid w:val="00317F76"/>
    <w:rsid w:val="00323241"/>
    <w:rsid w:val="003240C1"/>
    <w:rsid w:val="00324214"/>
    <w:rsid w:val="00324FBC"/>
    <w:rsid w:val="00325CDB"/>
    <w:rsid w:val="003260CD"/>
    <w:rsid w:val="00326733"/>
    <w:rsid w:val="00326A84"/>
    <w:rsid w:val="00326ECE"/>
    <w:rsid w:val="003273F0"/>
    <w:rsid w:val="003303A6"/>
    <w:rsid w:val="00330D9E"/>
    <w:rsid w:val="0033204A"/>
    <w:rsid w:val="00332741"/>
    <w:rsid w:val="0033366A"/>
    <w:rsid w:val="003342A1"/>
    <w:rsid w:val="00334E78"/>
    <w:rsid w:val="00335253"/>
    <w:rsid w:val="00336928"/>
    <w:rsid w:val="00337F94"/>
    <w:rsid w:val="00341062"/>
    <w:rsid w:val="0034106E"/>
    <w:rsid w:val="003418A9"/>
    <w:rsid w:val="00342A3D"/>
    <w:rsid w:val="003432B9"/>
    <w:rsid w:val="00344B1C"/>
    <w:rsid w:val="00344E16"/>
    <w:rsid w:val="00344EA1"/>
    <w:rsid w:val="003453A3"/>
    <w:rsid w:val="003459DF"/>
    <w:rsid w:val="003501AC"/>
    <w:rsid w:val="003501DA"/>
    <w:rsid w:val="00350397"/>
    <w:rsid w:val="00350D98"/>
    <w:rsid w:val="0035142B"/>
    <w:rsid w:val="00351671"/>
    <w:rsid w:val="00351B84"/>
    <w:rsid w:val="00351BEC"/>
    <w:rsid w:val="003525A8"/>
    <w:rsid w:val="00352A16"/>
    <w:rsid w:val="00353F86"/>
    <w:rsid w:val="003546B6"/>
    <w:rsid w:val="0035523E"/>
    <w:rsid w:val="00355FB0"/>
    <w:rsid w:val="00356958"/>
    <w:rsid w:val="00356AD3"/>
    <w:rsid w:val="0035701F"/>
    <w:rsid w:val="003571FA"/>
    <w:rsid w:val="00357565"/>
    <w:rsid w:val="00360CB4"/>
    <w:rsid w:val="003631D7"/>
    <w:rsid w:val="003636C8"/>
    <w:rsid w:val="00363F4E"/>
    <w:rsid w:val="003656EB"/>
    <w:rsid w:val="00365FC9"/>
    <w:rsid w:val="003660A6"/>
    <w:rsid w:val="003661B5"/>
    <w:rsid w:val="00366D40"/>
    <w:rsid w:val="00367776"/>
    <w:rsid w:val="00371171"/>
    <w:rsid w:val="00372066"/>
    <w:rsid w:val="00373832"/>
    <w:rsid w:val="00373C71"/>
    <w:rsid w:val="003741D9"/>
    <w:rsid w:val="003766D5"/>
    <w:rsid w:val="0037716A"/>
    <w:rsid w:val="003779DD"/>
    <w:rsid w:val="0038027D"/>
    <w:rsid w:val="00380A80"/>
    <w:rsid w:val="00381842"/>
    <w:rsid w:val="00381EBE"/>
    <w:rsid w:val="00382243"/>
    <w:rsid w:val="00382592"/>
    <w:rsid w:val="00382C2D"/>
    <w:rsid w:val="0038513B"/>
    <w:rsid w:val="0038560E"/>
    <w:rsid w:val="00385CB6"/>
    <w:rsid w:val="0038641A"/>
    <w:rsid w:val="00386937"/>
    <w:rsid w:val="00386E22"/>
    <w:rsid w:val="00386E87"/>
    <w:rsid w:val="00387506"/>
    <w:rsid w:val="0038756A"/>
    <w:rsid w:val="00387813"/>
    <w:rsid w:val="00387FD4"/>
    <w:rsid w:val="00390DBF"/>
    <w:rsid w:val="00391615"/>
    <w:rsid w:val="00391DE1"/>
    <w:rsid w:val="00392620"/>
    <w:rsid w:val="00392EF3"/>
    <w:rsid w:val="00393F1D"/>
    <w:rsid w:val="003950B1"/>
    <w:rsid w:val="00395164"/>
    <w:rsid w:val="00396175"/>
    <w:rsid w:val="0039648F"/>
    <w:rsid w:val="0039764A"/>
    <w:rsid w:val="003979B8"/>
    <w:rsid w:val="003A0209"/>
    <w:rsid w:val="003A0285"/>
    <w:rsid w:val="003A0D41"/>
    <w:rsid w:val="003A12D6"/>
    <w:rsid w:val="003A1485"/>
    <w:rsid w:val="003A16CA"/>
    <w:rsid w:val="003A1850"/>
    <w:rsid w:val="003A20F4"/>
    <w:rsid w:val="003A2456"/>
    <w:rsid w:val="003A2F2D"/>
    <w:rsid w:val="003A3031"/>
    <w:rsid w:val="003A3E16"/>
    <w:rsid w:val="003A41E3"/>
    <w:rsid w:val="003A4975"/>
    <w:rsid w:val="003A4A9E"/>
    <w:rsid w:val="003A502A"/>
    <w:rsid w:val="003A52E5"/>
    <w:rsid w:val="003A594E"/>
    <w:rsid w:val="003A6712"/>
    <w:rsid w:val="003B04FD"/>
    <w:rsid w:val="003B06C7"/>
    <w:rsid w:val="003B0D9E"/>
    <w:rsid w:val="003B1232"/>
    <w:rsid w:val="003B23D2"/>
    <w:rsid w:val="003B3290"/>
    <w:rsid w:val="003B333E"/>
    <w:rsid w:val="003B44EB"/>
    <w:rsid w:val="003B4E9B"/>
    <w:rsid w:val="003B589A"/>
    <w:rsid w:val="003B609C"/>
    <w:rsid w:val="003B6684"/>
    <w:rsid w:val="003B6975"/>
    <w:rsid w:val="003B7059"/>
    <w:rsid w:val="003B74EB"/>
    <w:rsid w:val="003B76E0"/>
    <w:rsid w:val="003B7900"/>
    <w:rsid w:val="003B7B8B"/>
    <w:rsid w:val="003C0D81"/>
    <w:rsid w:val="003C0DDE"/>
    <w:rsid w:val="003C188B"/>
    <w:rsid w:val="003C1983"/>
    <w:rsid w:val="003C3AB7"/>
    <w:rsid w:val="003C3E8E"/>
    <w:rsid w:val="003C435D"/>
    <w:rsid w:val="003C48B1"/>
    <w:rsid w:val="003C4C85"/>
    <w:rsid w:val="003C6D74"/>
    <w:rsid w:val="003C7B33"/>
    <w:rsid w:val="003D0669"/>
    <w:rsid w:val="003D0FC2"/>
    <w:rsid w:val="003D2D29"/>
    <w:rsid w:val="003D2FBC"/>
    <w:rsid w:val="003D3314"/>
    <w:rsid w:val="003D345D"/>
    <w:rsid w:val="003D372F"/>
    <w:rsid w:val="003D4257"/>
    <w:rsid w:val="003D5F92"/>
    <w:rsid w:val="003D620B"/>
    <w:rsid w:val="003D6CD6"/>
    <w:rsid w:val="003D6D52"/>
    <w:rsid w:val="003D7354"/>
    <w:rsid w:val="003E00DA"/>
    <w:rsid w:val="003E0227"/>
    <w:rsid w:val="003E1390"/>
    <w:rsid w:val="003E3300"/>
    <w:rsid w:val="003E3376"/>
    <w:rsid w:val="003E3391"/>
    <w:rsid w:val="003E34FD"/>
    <w:rsid w:val="003E37D1"/>
    <w:rsid w:val="003E45A4"/>
    <w:rsid w:val="003E4800"/>
    <w:rsid w:val="003E527C"/>
    <w:rsid w:val="003E5381"/>
    <w:rsid w:val="003E7502"/>
    <w:rsid w:val="003E75A1"/>
    <w:rsid w:val="003F21A4"/>
    <w:rsid w:val="003F22FD"/>
    <w:rsid w:val="003F2B22"/>
    <w:rsid w:val="003F3592"/>
    <w:rsid w:val="003F39C4"/>
    <w:rsid w:val="003F43AB"/>
    <w:rsid w:val="003F48B3"/>
    <w:rsid w:val="003F4D15"/>
    <w:rsid w:val="003F4DB5"/>
    <w:rsid w:val="003F5568"/>
    <w:rsid w:val="003F5A19"/>
    <w:rsid w:val="003F5C60"/>
    <w:rsid w:val="00401937"/>
    <w:rsid w:val="0040271A"/>
    <w:rsid w:val="00402816"/>
    <w:rsid w:val="00402DA7"/>
    <w:rsid w:val="00403D59"/>
    <w:rsid w:val="00404106"/>
    <w:rsid w:val="004101C6"/>
    <w:rsid w:val="00410934"/>
    <w:rsid w:val="004112B2"/>
    <w:rsid w:val="00411E1C"/>
    <w:rsid w:val="00412FB0"/>
    <w:rsid w:val="00413FB7"/>
    <w:rsid w:val="00414955"/>
    <w:rsid w:val="004153E6"/>
    <w:rsid w:val="0041637D"/>
    <w:rsid w:val="00416B1A"/>
    <w:rsid w:val="00416D7C"/>
    <w:rsid w:val="00422293"/>
    <w:rsid w:val="00423370"/>
    <w:rsid w:val="004234C6"/>
    <w:rsid w:val="00423BBE"/>
    <w:rsid w:val="00423E26"/>
    <w:rsid w:val="004240B3"/>
    <w:rsid w:val="0042453D"/>
    <w:rsid w:val="0042517F"/>
    <w:rsid w:val="00427A85"/>
    <w:rsid w:val="00430228"/>
    <w:rsid w:val="0043089A"/>
    <w:rsid w:val="0043266D"/>
    <w:rsid w:val="0043285E"/>
    <w:rsid w:val="00432885"/>
    <w:rsid w:val="00432A14"/>
    <w:rsid w:val="00432A80"/>
    <w:rsid w:val="00432DAF"/>
    <w:rsid w:val="004343CD"/>
    <w:rsid w:val="00434467"/>
    <w:rsid w:val="00434739"/>
    <w:rsid w:val="00435822"/>
    <w:rsid w:val="0043669B"/>
    <w:rsid w:val="004369BF"/>
    <w:rsid w:val="00436C88"/>
    <w:rsid w:val="00437386"/>
    <w:rsid w:val="00440827"/>
    <w:rsid w:val="00440948"/>
    <w:rsid w:val="00441034"/>
    <w:rsid w:val="00441577"/>
    <w:rsid w:val="0044208C"/>
    <w:rsid w:val="004438A5"/>
    <w:rsid w:val="004448E0"/>
    <w:rsid w:val="00445070"/>
    <w:rsid w:val="004453F4"/>
    <w:rsid w:val="00445FA6"/>
    <w:rsid w:val="004466EF"/>
    <w:rsid w:val="00446D77"/>
    <w:rsid w:val="00446FE4"/>
    <w:rsid w:val="00450A36"/>
    <w:rsid w:val="00450B36"/>
    <w:rsid w:val="004514C5"/>
    <w:rsid w:val="004514F6"/>
    <w:rsid w:val="004519C9"/>
    <w:rsid w:val="004522CA"/>
    <w:rsid w:val="0045251B"/>
    <w:rsid w:val="00453565"/>
    <w:rsid w:val="00453B27"/>
    <w:rsid w:val="00454518"/>
    <w:rsid w:val="00454CD9"/>
    <w:rsid w:val="00454E6F"/>
    <w:rsid w:val="0045547F"/>
    <w:rsid w:val="00455D12"/>
    <w:rsid w:val="00455F35"/>
    <w:rsid w:val="004562B5"/>
    <w:rsid w:val="00461B23"/>
    <w:rsid w:val="00461BA7"/>
    <w:rsid w:val="00462D4D"/>
    <w:rsid w:val="00463124"/>
    <w:rsid w:val="00465879"/>
    <w:rsid w:val="0046602F"/>
    <w:rsid w:val="0046687B"/>
    <w:rsid w:val="00466C8B"/>
    <w:rsid w:val="00470E88"/>
    <w:rsid w:val="004710B4"/>
    <w:rsid w:val="004720FB"/>
    <w:rsid w:val="004735DB"/>
    <w:rsid w:val="004748C4"/>
    <w:rsid w:val="00475E32"/>
    <w:rsid w:val="0047783B"/>
    <w:rsid w:val="00481913"/>
    <w:rsid w:val="00481BAE"/>
    <w:rsid w:val="004827F0"/>
    <w:rsid w:val="004833C6"/>
    <w:rsid w:val="004837F6"/>
    <w:rsid w:val="00483FBF"/>
    <w:rsid w:val="004853D2"/>
    <w:rsid w:val="00486072"/>
    <w:rsid w:val="00486684"/>
    <w:rsid w:val="004870FC"/>
    <w:rsid w:val="004873B9"/>
    <w:rsid w:val="00487467"/>
    <w:rsid w:val="0048778F"/>
    <w:rsid w:val="004900F6"/>
    <w:rsid w:val="004909D6"/>
    <w:rsid w:val="00492146"/>
    <w:rsid w:val="00493AB9"/>
    <w:rsid w:val="00495C5C"/>
    <w:rsid w:val="004967F1"/>
    <w:rsid w:val="00497144"/>
    <w:rsid w:val="004A0847"/>
    <w:rsid w:val="004A0A72"/>
    <w:rsid w:val="004A0C97"/>
    <w:rsid w:val="004A0DEB"/>
    <w:rsid w:val="004A167C"/>
    <w:rsid w:val="004A20B0"/>
    <w:rsid w:val="004A2258"/>
    <w:rsid w:val="004A27CD"/>
    <w:rsid w:val="004A2882"/>
    <w:rsid w:val="004A3581"/>
    <w:rsid w:val="004A3C32"/>
    <w:rsid w:val="004A449C"/>
    <w:rsid w:val="004A6BCE"/>
    <w:rsid w:val="004A7747"/>
    <w:rsid w:val="004B2CF3"/>
    <w:rsid w:val="004B32B0"/>
    <w:rsid w:val="004B4F02"/>
    <w:rsid w:val="004B52AC"/>
    <w:rsid w:val="004B5375"/>
    <w:rsid w:val="004B55EA"/>
    <w:rsid w:val="004B5CDE"/>
    <w:rsid w:val="004B5D9A"/>
    <w:rsid w:val="004B6910"/>
    <w:rsid w:val="004B7049"/>
    <w:rsid w:val="004B71DF"/>
    <w:rsid w:val="004B778F"/>
    <w:rsid w:val="004B7C53"/>
    <w:rsid w:val="004C079C"/>
    <w:rsid w:val="004C0F9F"/>
    <w:rsid w:val="004C25A5"/>
    <w:rsid w:val="004C32D4"/>
    <w:rsid w:val="004C62AF"/>
    <w:rsid w:val="004C6A99"/>
    <w:rsid w:val="004C7280"/>
    <w:rsid w:val="004C75A4"/>
    <w:rsid w:val="004D008E"/>
    <w:rsid w:val="004D0707"/>
    <w:rsid w:val="004D0DA2"/>
    <w:rsid w:val="004D227E"/>
    <w:rsid w:val="004D3856"/>
    <w:rsid w:val="004D3C9B"/>
    <w:rsid w:val="004D4029"/>
    <w:rsid w:val="004D4F1E"/>
    <w:rsid w:val="004D51ED"/>
    <w:rsid w:val="004D54EB"/>
    <w:rsid w:val="004D566D"/>
    <w:rsid w:val="004D5D34"/>
    <w:rsid w:val="004D5FA4"/>
    <w:rsid w:val="004D66B9"/>
    <w:rsid w:val="004D6831"/>
    <w:rsid w:val="004D79CD"/>
    <w:rsid w:val="004E1312"/>
    <w:rsid w:val="004E136D"/>
    <w:rsid w:val="004E2134"/>
    <w:rsid w:val="004E2D23"/>
    <w:rsid w:val="004E2F8C"/>
    <w:rsid w:val="004E3032"/>
    <w:rsid w:val="004E45CF"/>
    <w:rsid w:val="004E45FC"/>
    <w:rsid w:val="004E4B92"/>
    <w:rsid w:val="004E53FA"/>
    <w:rsid w:val="004E6475"/>
    <w:rsid w:val="004E6707"/>
    <w:rsid w:val="004E7599"/>
    <w:rsid w:val="004E777A"/>
    <w:rsid w:val="004E7AFF"/>
    <w:rsid w:val="004F0689"/>
    <w:rsid w:val="004F2220"/>
    <w:rsid w:val="004F5EA2"/>
    <w:rsid w:val="004F6394"/>
    <w:rsid w:val="004F6887"/>
    <w:rsid w:val="0050030F"/>
    <w:rsid w:val="00500439"/>
    <w:rsid w:val="00500ED7"/>
    <w:rsid w:val="00501458"/>
    <w:rsid w:val="00501888"/>
    <w:rsid w:val="00501EB1"/>
    <w:rsid w:val="00502264"/>
    <w:rsid w:val="00503650"/>
    <w:rsid w:val="00504161"/>
    <w:rsid w:val="0050499E"/>
    <w:rsid w:val="00504DEA"/>
    <w:rsid w:val="00504DFC"/>
    <w:rsid w:val="00505C4F"/>
    <w:rsid w:val="00505D1C"/>
    <w:rsid w:val="005061EE"/>
    <w:rsid w:val="00506B80"/>
    <w:rsid w:val="005073D8"/>
    <w:rsid w:val="0051060D"/>
    <w:rsid w:val="00510910"/>
    <w:rsid w:val="0051186C"/>
    <w:rsid w:val="00511D9F"/>
    <w:rsid w:val="00512942"/>
    <w:rsid w:val="005130D3"/>
    <w:rsid w:val="00514C76"/>
    <w:rsid w:val="00516637"/>
    <w:rsid w:val="00516923"/>
    <w:rsid w:val="0051696E"/>
    <w:rsid w:val="00520B70"/>
    <w:rsid w:val="0052173B"/>
    <w:rsid w:val="00523E1C"/>
    <w:rsid w:val="005249B4"/>
    <w:rsid w:val="00524A3F"/>
    <w:rsid w:val="00525A81"/>
    <w:rsid w:val="00526212"/>
    <w:rsid w:val="00530969"/>
    <w:rsid w:val="005314E0"/>
    <w:rsid w:val="005317A2"/>
    <w:rsid w:val="00533FEF"/>
    <w:rsid w:val="00534A60"/>
    <w:rsid w:val="00534E50"/>
    <w:rsid w:val="00534EF0"/>
    <w:rsid w:val="00535352"/>
    <w:rsid w:val="00535AC4"/>
    <w:rsid w:val="00536E61"/>
    <w:rsid w:val="00537DB1"/>
    <w:rsid w:val="0054001E"/>
    <w:rsid w:val="0054009F"/>
    <w:rsid w:val="005405D9"/>
    <w:rsid w:val="005412D6"/>
    <w:rsid w:val="00541386"/>
    <w:rsid w:val="00541D6B"/>
    <w:rsid w:val="005428F8"/>
    <w:rsid w:val="00542AE7"/>
    <w:rsid w:val="005431E5"/>
    <w:rsid w:val="0054383E"/>
    <w:rsid w:val="00543F4B"/>
    <w:rsid w:val="005448CA"/>
    <w:rsid w:val="005448F9"/>
    <w:rsid w:val="005463A9"/>
    <w:rsid w:val="00546494"/>
    <w:rsid w:val="005474DD"/>
    <w:rsid w:val="00547579"/>
    <w:rsid w:val="005501DE"/>
    <w:rsid w:val="0055165E"/>
    <w:rsid w:val="005521C8"/>
    <w:rsid w:val="005522CA"/>
    <w:rsid w:val="005559C7"/>
    <w:rsid w:val="00556B20"/>
    <w:rsid w:val="00556FBC"/>
    <w:rsid w:val="00557ADE"/>
    <w:rsid w:val="0056024A"/>
    <w:rsid w:val="0056091A"/>
    <w:rsid w:val="00560AB7"/>
    <w:rsid w:val="00560D92"/>
    <w:rsid w:val="00560DD8"/>
    <w:rsid w:val="005622D6"/>
    <w:rsid w:val="00563F2A"/>
    <w:rsid w:val="005643DE"/>
    <w:rsid w:val="00564991"/>
    <w:rsid w:val="005649FF"/>
    <w:rsid w:val="00565105"/>
    <w:rsid w:val="00565444"/>
    <w:rsid w:val="00565A77"/>
    <w:rsid w:val="005668DC"/>
    <w:rsid w:val="00566B4F"/>
    <w:rsid w:val="005671CA"/>
    <w:rsid w:val="00567F56"/>
    <w:rsid w:val="0057043A"/>
    <w:rsid w:val="005709BF"/>
    <w:rsid w:val="00574065"/>
    <w:rsid w:val="00575998"/>
    <w:rsid w:val="00576127"/>
    <w:rsid w:val="00577F14"/>
    <w:rsid w:val="00577F61"/>
    <w:rsid w:val="00580A44"/>
    <w:rsid w:val="005822A3"/>
    <w:rsid w:val="00582C50"/>
    <w:rsid w:val="0058426E"/>
    <w:rsid w:val="0058602E"/>
    <w:rsid w:val="00586030"/>
    <w:rsid w:val="00586FDE"/>
    <w:rsid w:val="005876D9"/>
    <w:rsid w:val="00587B34"/>
    <w:rsid w:val="005916D9"/>
    <w:rsid w:val="00592912"/>
    <w:rsid w:val="00593079"/>
    <w:rsid w:val="00593845"/>
    <w:rsid w:val="00593B07"/>
    <w:rsid w:val="00595468"/>
    <w:rsid w:val="0059699C"/>
    <w:rsid w:val="00596A07"/>
    <w:rsid w:val="00596C64"/>
    <w:rsid w:val="00597E0F"/>
    <w:rsid w:val="005A01A6"/>
    <w:rsid w:val="005A05F0"/>
    <w:rsid w:val="005A065C"/>
    <w:rsid w:val="005A07BC"/>
    <w:rsid w:val="005A0F6E"/>
    <w:rsid w:val="005A0FCD"/>
    <w:rsid w:val="005A1D2B"/>
    <w:rsid w:val="005A397D"/>
    <w:rsid w:val="005A40FD"/>
    <w:rsid w:val="005A4BC1"/>
    <w:rsid w:val="005A6C47"/>
    <w:rsid w:val="005A7578"/>
    <w:rsid w:val="005A7B95"/>
    <w:rsid w:val="005B06B5"/>
    <w:rsid w:val="005B0903"/>
    <w:rsid w:val="005B0AAF"/>
    <w:rsid w:val="005B0B2E"/>
    <w:rsid w:val="005B0D0D"/>
    <w:rsid w:val="005B1136"/>
    <w:rsid w:val="005B1CF5"/>
    <w:rsid w:val="005B1EF9"/>
    <w:rsid w:val="005B225F"/>
    <w:rsid w:val="005B3641"/>
    <w:rsid w:val="005B416D"/>
    <w:rsid w:val="005B471A"/>
    <w:rsid w:val="005B5AEA"/>
    <w:rsid w:val="005B5BC3"/>
    <w:rsid w:val="005B65AD"/>
    <w:rsid w:val="005C0475"/>
    <w:rsid w:val="005C0C5C"/>
    <w:rsid w:val="005C0E5D"/>
    <w:rsid w:val="005C18AB"/>
    <w:rsid w:val="005C2560"/>
    <w:rsid w:val="005C2BF8"/>
    <w:rsid w:val="005C3D42"/>
    <w:rsid w:val="005C535F"/>
    <w:rsid w:val="005C5448"/>
    <w:rsid w:val="005C6E1E"/>
    <w:rsid w:val="005D01E1"/>
    <w:rsid w:val="005D0EA7"/>
    <w:rsid w:val="005D14C0"/>
    <w:rsid w:val="005D192F"/>
    <w:rsid w:val="005D1B8F"/>
    <w:rsid w:val="005D1D05"/>
    <w:rsid w:val="005D3E36"/>
    <w:rsid w:val="005D404D"/>
    <w:rsid w:val="005D484C"/>
    <w:rsid w:val="005D4D2C"/>
    <w:rsid w:val="005D4E2E"/>
    <w:rsid w:val="005D51BA"/>
    <w:rsid w:val="005D5342"/>
    <w:rsid w:val="005D57F3"/>
    <w:rsid w:val="005D691D"/>
    <w:rsid w:val="005D6CEF"/>
    <w:rsid w:val="005D7952"/>
    <w:rsid w:val="005E1643"/>
    <w:rsid w:val="005E18C8"/>
    <w:rsid w:val="005E2AA2"/>
    <w:rsid w:val="005E2AD2"/>
    <w:rsid w:val="005E2FB5"/>
    <w:rsid w:val="005E3B16"/>
    <w:rsid w:val="005E4C24"/>
    <w:rsid w:val="005E4F81"/>
    <w:rsid w:val="005E4F97"/>
    <w:rsid w:val="005E75BC"/>
    <w:rsid w:val="005E75DB"/>
    <w:rsid w:val="005E75E3"/>
    <w:rsid w:val="005E7A49"/>
    <w:rsid w:val="005E7F1B"/>
    <w:rsid w:val="005E7F94"/>
    <w:rsid w:val="005F20B7"/>
    <w:rsid w:val="005F2B33"/>
    <w:rsid w:val="005F4CAA"/>
    <w:rsid w:val="005F4F14"/>
    <w:rsid w:val="005F52B7"/>
    <w:rsid w:val="005F6143"/>
    <w:rsid w:val="005F6826"/>
    <w:rsid w:val="005F6AD9"/>
    <w:rsid w:val="005F6DF5"/>
    <w:rsid w:val="005F757B"/>
    <w:rsid w:val="005F77B9"/>
    <w:rsid w:val="006006C6"/>
    <w:rsid w:val="006014EE"/>
    <w:rsid w:val="0060249D"/>
    <w:rsid w:val="006030AD"/>
    <w:rsid w:val="006036D5"/>
    <w:rsid w:val="0060402A"/>
    <w:rsid w:val="00604D0C"/>
    <w:rsid w:val="006050D7"/>
    <w:rsid w:val="006057F9"/>
    <w:rsid w:val="0060654D"/>
    <w:rsid w:val="00607225"/>
    <w:rsid w:val="00607A3F"/>
    <w:rsid w:val="0061148B"/>
    <w:rsid w:val="0061419A"/>
    <w:rsid w:val="00614CCC"/>
    <w:rsid w:val="0061508D"/>
    <w:rsid w:val="00615B21"/>
    <w:rsid w:val="00615D7A"/>
    <w:rsid w:val="00616003"/>
    <w:rsid w:val="00617755"/>
    <w:rsid w:val="00617D5F"/>
    <w:rsid w:val="00620420"/>
    <w:rsid w:val="006207FB"/>
    <w:rsid w:val="00620EE5"/>
    <w:rsid w:val="00621271"/>
    <w:rsid w:val="00621E69"/>
    <w:rsid w:val="0062236D"/>
    <w:rsid w:val="00623310"/>
    <w:rsid w:val="00623CCD"/>
    <w:rsid w:val="00623DB6"/>
    <w:rsid w:val="00624C2E"/>
    <w:rsid w:val="00625060"/>
    <w:rsid w:val="00625139"/>
    <w:rsid w:val="00625DA0"/>
    <w:rsid w:val="00626075"/>
    <w:rsid w:val="00627A80"/>
    <w:rsid w:val="006300CD"/>
    <w:rsid w:val="0063034E"/>
    <w:rsid w:val="006312CB"/>
    <w:rsid w:val="00631686"/>
    <w:rsid w:val="00632327"/>
    <w:rsid w:val="00632437"/>
    <w:rsid w:val="00632813"/>
    <w:rsid w:val="006340C6"/>
    <w:rsid w:val="00636176"/>
    <w:rsid w:val="00636723"/>
    <w:rsid w:val="006373FA"/>
    <w:rsid w:val="00637A48"/>
    <w:rsid w:val="00642281"/>
    <w:rsid w:val="00642363"/>
    <w:rsid w:val="00642B07"/>
    <w:rsid w:val="00642D08"/>
    <w:rsid w:val="0064353A"/>
    <w:rsid w:val="006441D4"/>
    <w:rsid w:val="00644A85"/>
    <w:rsid w:val="00645071"/>
    <w:rsid w:val="00645445"/>
    <w:rsid w:val="00645BE5"/>
    <w:rsid w:val="00645D39"/>
    <w:rsid w:val="00646DD9"/>
    <w:rsid w:val="00652623"/>
    <w:rsid w:val="00653710"/>
    <w:rsid w:val="00653B54"/>
    <w:rsid w:val="0065441C"/>
    <w:rsid w:val="00655221"/>
    <w:rsid w:val="0065613F"/>
    <w:rsid w:val="0065654B"/>
    <w:rsid w:val="00656B03"/>
    <w:rsid w:val="0066055A"/>
    <w:rsid w:val="00660876"/>
    <w:rsid w:val="00662042"/>
    <w:rsid w:val="006625E5"/>
    <w:rsid w:val="006637DA"/>
    <w:rsid w:val="00663CA5"/>
    <w:rsid w:val="00665554"/>
    <w:rsid w:val="00665698"/>
    <w:rsid w:val="006657A4"/>
    <w:rsid w:val="006659A9"/>
    <w:rsid w:val="006705E5"/>
    <w:rsid w:val="00670676"/>
    <w:rsid w:val="00670A18"/>
    <w:rsid w:val="0067211E"/>
    <w:rsid w:val="00673542"/>
    <w:rsid w:val="0067470C"/>
    <w:rsid w:val="00674870"/>
    <w:rsid w:val="00675D08"/>
    <w:rsid w:val="0067690B"/>
    <w:rsid w:val="00676D96"/>
    <w:rsid w:val="00677C84"/>
    <w:rsid w:val="006808F3"/>
    <w:rsid w:val="00680909"/>
    <w:rsid w:val="00681395"/>
    <w:rsid w:val="00681771"/>
    <w:rsid w:val="006819CC"/>
    <w:rsid w:val="00681E19"/>
    <w:rsid w:val="00681E3D"/>
    <w:rsid w:val="00681F28"/>
    <w:rsid w:val="00682510"/>
    <w:rsid w:val="00682EDB"/>
    <w:rsid w:val="006832BE"/>
    <w:rsid w:val="00683B08"/>
    <w:rsid w:val="00684AD7"/>
    <w:rsid w:val="0068519E"/>
    <w:rsid w:val="006853A2"/>
    <w:rsid w:val="006855BF"/>
    <w:rsid w:val="006856A1"/>
    <w:rsid w:val="00685F30"/>
    <w:rsid w:val="00686B31"/>
    <w:rsid w:val="00686FA7"/>
    <w:rsid w:val="00687301"/>
    <w:rsid w:val="00690249"/>
    <w:rsid w:val="00691C44"/>
    <w:rsid w:val="00693475"/>
    <w:rsid w:val="00693B9A"/>
    <w:rsid w:val="00693C8D"/>
    <w:rsid w:val="00693E71"/>
    <w:rsid w:val="006946AB"/>
    <w:rsid w:val="00694BA1"/>
    <w:rsid w:val="00696823"/>
    <w:rsid w:val="006A0A96"/>
    <w:rsid w:val="006A1659"/>
    <w:rsid w:val="006A1BD9"/>
    <w:rsid w:val="006A27BC"/>
    <w:rsid w:val="006A340E"/>
    <w:rsid w:val="006A4288"/>
    <w:rsid w:val="006A4543"/>
    <w:rsid w:val="006A4600"/>
    <w:rsid w:val="006A46E5"/>
    <w:rsid w:val="006A56E4"/>
    <w:rsid w:val="006A61D2"/>
    <w:rsid w:val="006A650D"/>
    <w:rsid w:val="006A6F79"/>
    <w:rsid w:val="006A770F"/>
    <w:rsid w:val="006B1022"/>
    <w:rsid w:val="006B1253"/>
    <w:rsid w:val="006B1606"/>
    <w:rsid w:val="006B189F"/>
    <w:rsid w:val="006B1E3B"/>
    <w:rsid w:val="006B3803"/>
    <w:rsid w:val="006B3A6B"/>
    <w:rsid w:val="006B3D02"/>
    <w:rsid w:val="006B3ED1"/>
    <w:rsid w:val="006B49AE"/>
    <w:rsid w:val="006B6381"/>
    <w:rsid w:val="006C0572"/>
    <w:rsid w:val="006C13E0"/>
    <w:rsid w:val="006C1B0E"/>
    <w:rsid w:val="006C1B3F"/>
    <w:rsid w:val="006C1DBF"/>
    <w:rsid w:val="006C2754"/>
    <w:rsid w:val="006C2BC6"/>
    <w:rsid w:val="006C331E"/>
    <w:rsid w:val="006C4CFA"/>
    <w:rsid w:val="006C60F0"/>
    <w:rsid w:val="006C6351"/>
    <w:rsid w:val="006C7E5C"/>
    <w:rsid w:val="006D0EA5"/>
    <w:rsid w:val="006D143D"/>
    <w:rsid w:val="006D154B"/>
    <w:rsid w:val="006D2288"/>
    <w:rsid w:val="006D27B8"/>
    <w:rsid w:val="006D3EA9"/>
    <w:rsid w:val="006D41FD"/>
    <w:rsid w:val="006D42A0"/>
    <w:rsid w:val="006D5343"/>
    <w:rsid w:val="006D65C4"/>
    <w:rsid w:val="006D7C15"/>
    <w:rsid w:val="006E0013"/>
    <w:rsid w:val="006E0674"/>
    <w:rsid w:val="006E178A"/>
    <w:rsid w:val="006E181B"/>
    <w:rsid w:val="006E18E5"/>
    <w:rsid w:val="006E1C63"/>
    <w:rsid w:val="006E1E29"/>
    <w:rsid w:val="006E3746"/>
    <w:rsid w:val="006E384E"/>
    <w:rsid w:val="006E55E8"/>
    <w:rsid w:val="006E7A40"/>
    <w:rsid w:val="006E7BD4"/>
    <w:rsid w:val="006F2706"/>
    <w:rsid w:val="006F27F0"/>
    <w:rsid w:val="006F2E4E"/>
    <w:rsid w:val="006F3436"/>
    <w:rsid w:val="006F4D27"/>
    <w:rsid w:val="006F5AA5"/>
    <w:rsid w:val="006F7F4F"/>
    <w:rsid w:val="00700EDA"/>
    <w:rsid w:val="007010CD"/>
    <w:rsid w:val="0070138E"/>
    <w:rsid w:val="00702E26"/>
    <w:rsid w:val="00703390"/>
    <w:rsid w:val="007033DF"/>
    <w:rsid w:val="00703BFE"/>
    <w:rsid w:val="00704CAD"/>
    <w:rsid w:val="0070504A"/>
    <w:rsid w:val="007056CD"/>
    <w:rsid w:val="00706497"/>
    <w:rsid w:val="00707CF0"/>
    <w:rsid w:val="00707FDA"/>
    <w:rsid w:val="0071000A"/>
    <w:rsid w:val="00711731"/>
    <w:rsid w:val="00712C13"/>
    <w:rsid w:val="007140EE"/>
    <w:rsid w:val="00714594"/>
    <w:rsid w:val="007146C1"/>
    <w:rsid w:val="00714F7F"/>
    <w:rsid w:val="007155A8"/>
    <w:rsid w:val="00715693"/>
    <w:rsid w:val="007158D9"/>
    <w:rsid w:val="00716BD6"/>
    <w:rsid w:val="00716DC4"/>
    <w:rsid w:val="00716F21"/>
    <w:rsid w:val="00717CE7"/>
    <w:rsid w:val="007216D9"/>
    <w:rsid w:val="0072256A"/>
    <w:rsid w:val="007229E6"/>
    <w:rsid w:val="007232E8"/>
    <w:rsid w:val="00723A60"/>
    <w:rsid w:val="0072404D"/>
    <w:rsid w:val="00724AE4"/>
    <w:rsid w:val="00724EAC"/>
    <w:rsid w:val="0072513A"/>
    <w:rsid w:val="007251D5"/>
    <w:rsid w:val="00725322"/>
    <w:rsid w:val="00726114"/>
    <w:rsid w:val="007278E6"/>
    <w:rsid w:val="007278ED"/>
    <w:rsid w:val="00730BC3"/>
    <w:rsid w:val="00733A89"/>
    <w:rsid w:val="00734814"/>
    <w:rsid w:val="007351BC"/>
    <w:rsid w:val="007361A4"/>
    <w:rsid w:val="00736D4F"/>
    <w:rsid w:val="0073716C"/>
    <w:rsid w:val="0074040E"/>
    <w:rsid w:val="0074054B"/>
    <w:rsid w:val="00740F5A"/>
    <w:rsid w:val="00741583"/>
    <w:rsid w:val="007415AC"/>
    <w:rsid w:val="007419E3"/>
    <w:rsid w:val="007440EF"/>
    <w:rsid w:val="00744934"/>
    <w:rsid w:val="007453AA"/>
    <w:rsid w:val="0074576A"/>
    <w:rsid w:val="00745F2E"/>
    <w:rsid w:val="007471EB"/>
    <w:rsid w:val="007478A0"/>
    <w:rsid w:val="007501C7"/>
    <w:rsid w:val="00751733"/>
    <w:rsid w:val="00751B16"/>
    <w:rsid w:val="00751CB6"/>
    <w:rsid w:val="007522A7"/>
    <w:rsid w:val="00752784"/>
    <w:rsid w:val="00753BCA"/>
    <w:rsid w:val="0075414B"/>
    <w:rsid w:val="007544F2"/>
    <w:rsid w:val="00756AA5"/>
    <w:rsid w:val="007574AF"/>
    <w:rsid w:val="0076130E"/>
    <w:rsid w:val="00761E19"/>
    <w:rsid w:val="007631AA"/>
    <w:rsid w:val="007636A0"/>
    <w:rsid w:val="00763F75"/>
    <w:rsid w:val="007640E1"/>
    <w:rsid w:val="00764875"/>
    <w:rsid w:val="0076570D"/>
    <w:rsid w:val="00765963"/>
    <w:rsid w:val="00765B0B"/>
    <w:rsid w:val="00766514"/>
    <w:rsid w:val="00766B30"/>
    <w:rsid w:val="0076758D"/>
    <w:rsid w:val="00767D0A"/>
    <w:rsid w:val="00770546"/>
    <w:rsid w:val="00770CF0"/>
    <w:rsid w:val="0077243C"/>
    <w:rsid w:val="0077259A"/>
    <w:rsid w:val="007728F6"/>
    <w:rsid w:val="00772BED"/>
    <w:rsid w:val="00772E16"/>
    <w:rsid w:val="00773EC7"/>
    <w:rsid w:val="00774540"/>
    <w:rsid w:val="00774C86"/>
    <w:rsid w:val="00774EE6"/>
    <w:rsid w:val="00775409"/>
    <w:rsid w:val="0077552D"/>
    <w:rsid w:val="00775975"/>
    <w:rsid w:val="007779A1"/>
    <w:rsid w:val="007806CD"/>
    <w:rsid w:val="00780D3C"/>
    <w:rsid w:val="007810B8"/>
    <w:rsid w:val="00781208"/>
    <w:rsid w:val="0078167E"/>
    <w:rsid w:val="00782C32"/>
    <w:rsid w:val="0078387C"/>
    <w:rsid w:val="0078443E"/>
    <w:rsid w:val="00784E96"/>
    <w:rsid w:val="0078576D"/>
    <w:rsid w:val="00785E3F"/>
    <w:rsid w:val="007863E2"/>
    <w:rsid w:val="00786DDD"/>
    <w:rsid w:val="00787299"/>
    <w:rsid w:val="00787525"/>
    <w:rsid w:val="00787D68"/>
    <w:rsid w:val="00791747"/>
    <w:rsid w:val="00791A0B"/>
    <w:rsid w:val="0079202D"/>
    <w:rsid w:val="007928A1"/>
    <w:rsid w:val="00793211"/>
    <w:rsid w:val="00794340"/>
    <w:rsid w:val="0079591A"/>
    <w:rsid w:val="0079657F"/>
    <w:rsid w:val="00796C4E"/>
    <w:rsid w:val="007970A3"/>
    <w:rsid w:val="007977D7"/>
    <w:rsid w:val="007A12AD"/>
    <w:rsid w:val="007A20D8"/>
    <w:rsid w:val="007A22DF"/>
    <w:rsid w:val="007A25A3"/>
    <w:rsid w:val="007A37BE"/>
    <w:rsid w:val="007A5442"/>
    <w:rsid w:val="007A5582"/>
    <w:rsid w:val="007A5D30"/>
    <w:rsid w:val="007A5E8B"/>
    <w:rsid w:val="007A5FFF"/>
    <w:rsid w:val="007A608F"/>
    <w:rsid w:val="007A6421"/>
    <w:rsid w:val="007B13D2"/>
    <w:rsid w:val="007B25B5"/>
    <w:rsid w:val="007B2B2C"/>
    <w:rsid w:val="007B39B5"/>
    <w:rsid w:val="007B43DB"/>
    <w:rsid w:val="007B4811"/>
    <w:rsid w:val="007B4C17"/>
    <w:rsid w:val="007B5297"/>
    <w:rsid w:val="007B57E4"/>
    <w:rsid w:val="007B6543"/>
    <w:rsid w:val="007B656F"/>
    <w:rsid w:val="007B72B2"/>
    <w:rsid w:val="007C02EA"/>
    <w:rsid w:val="007C09D4"/>
    <w:rsid w:val="007C0AC1"/>
    <w:rsid w:val="007C2B95"/>
    <w:rsid w:val="007C35F7"/>
    <w:rsid w:val="007C3B94"/>
    <w:rsid w:val="007C3F33"/>
    <w:rsid w:val="007C3F44"/>
    <w:rsid w:val="007C4038"/>
    <w:rsid w:val="007C4BD9"/>
    <w:rsid w:val="007C5A4E"/>
    <w:rsid w:val="007C5D25"/>
    <w:rsid w:val="007C673D"/>
    <w:rsid w:val="007C6ED4"/>
    <w:rsid w:val="007C7485"/>
    <w:rsid w:val="007D0430"/>
    <w:rsid w:val="007D0446"/>
    <w:rsid w:val="007D0F89"/>
    <w:rsid w:val="007D2448"/>
    <w:rsid w:val="007D2D80"/>
    <w:rsid w:val="007D2D82"/>
    <w:rsid w:val="007D3951"/>
    <w:rsid w:val="007D3C18"/>
    <w:rsid w:val="007D3CE9"/>
    <w:rsid w:val="007D3FFC"/>
    <w:rsid w:val="007D42AD"/>
    <w:rsid w:val="007D4C68"/>
    <w:rsid w:val="007D505B"/>
    <w:rsid w:val="007D621A"/>
    <w:rsid w:val="007D6D84"/>
    <w:rsid w:val="007D79DB"/>
    <w:rsid w:val="007E004F"/>
    <w:rsid w:val="007E0F3A"/>
    <w:rsid w:val="007E18C8"/>
    <w:rsid w:val="007E1EA1"/>
    <w:rsid w:val="007E29E5"/>
    <w:rsid w:val="007E2DF8"/>
    <w:rsid w:val="007E2FD6"/>
    <w:rsid w:val="007E4B9F"/>
    <w:rsid w:val="007E5010"/>
    <w:rsid w:val="007E5735"/>
    <w:rsid w:val="007E626A"/>
    <w:rsid w:val="007E66C6"/>
    <w:rsid w:val="007E70DB"/>
    <w:rsid w:val="007E7775"/>
    <w:rsid w:val="007E78A7"/>
    <w:rsid w:val="007E7BEF"/>
    <w:rsid w:val="007F0CA9"/>
    <w:rsid w:val="007F0F24"/>
    <w:rsid w:val="007F16DD"/>
    <w:rsid w:val="007F17C5"/>
    <w:rsid w:val="007F19E5"/>
    <w:rsid w:val="007F1C06"/>
    <w:rsid w:val="007F278D"/>
    <w:rsid w:val="007F2B57"/>
    <w:rsid w:val="007F3EAF"/>
    <w:rsid w:val="007F40BF"/>
    <w:rsid w:val="007F42F4"/>
    <w:rsid w:val="007F4F20"/>
    <w:rsid w:val="007F5340"/>
    <w:rsid w:val="007F5893"/>
    <w:rsid w:val="007F5936"/>
    <w:rsid w:val="007F6189"/>
    <w:rsid w:val="007F62E5"/>
    <w:rsid w:val="007F7330"/>
    <w:rsid w:val="008005A4"/>
    <w:rsid w:val="008012E1"/>
    <w:rsid w:val="008013F1"/>
    <w:rsid w:val="00801A01"/>
    <w:rsid w:val="0080224D"/>
    <w:rsid w:val="00802DBD"/>
    <w:rsid w:val="0080308E"/>
    <w:rsid w:val="00803F76"/>
    <w:rsid w:val="008054D8"/>
    <w:rsid w:val="0080566E"/>
    <w:rsid w:val="008062AC"/>
    <w:rsid w:val="008071ED"/>
    <w:rsid w:val="00810540"/>
    <w:rsid w:val="00810A1D"/>
    <w:rsid w:val="00810B69"/>
    <w:rsid w:val="008118AF"/>
    <w:rsid w:val="00811EA1"/>
    <w:rsid w:val="00812BC9"/>
    <w:rsid w:val="0081394C"/>
    <w:rsid w:val="00813E51"/>
    <w:rsid w:val="008141C1"/>
    <w:rsid w:val="008150DC"/>
    <w:rsid w:val="008166E1"/>
    <w:rsid w:val="00816A9D"/>
    <w:rsid w:val="00817C7E"/>
    <w:rsid w:val="008202F5"/>
    <w:rsid w:val="008203C9"/>
    <w:rsid w:val="00820696"/>
    <w:rsid w:val="00820F5E"/>
    <w:rsid w:val="00821234"/>
    <w:rsid w:val="008216C5"/>
    <w:rsid w:val="00821B3E"/>
    <w:rsid w:val="00822B0B"/>
    <w:rsid w:val="00823790"/>
    <w:rsid w:val="00823C06"/>
    <w:rsid w:val="008247E8"/>
    <w:rsid w:val="00824B2A"/>
    <w:rsid w:val="00824EAC"/>
    <w:rsid w:val="00825C1D"/>
    <w:rsid w:val="00825C84"/>
    <w:rsid w:val="00825FDD"/>
    <w:rsid w:val="00826FCB"/>
    <w:rsid w:val="0083021E"/>
    <w:rsid w:val="00830963"/>
    <w:rsid w:val="00830DD8"/>
    <w:rsid w:val="00831506"/>
    <w:rsid w:val="0083262D"/>
    <w:rsid w:val="0083290D"/>
    <w:rsid w:val="00832D6F"/>
    <w:rsid w:val="00832DBF"/>
    <w:rsid w:val="00833585"/>
    <w:rsid w:val="00834639"/>
    <w:rsid w:val="00834657"/>
    <w:rsid w:val="008357AD"/>
    <w:rsid w:val="00835F62"/>
    <w:rsid w:val="0084113C"/>
    <w:rsid w:val="008413D5"/>
    <w:rsid w:val="00841734"/>
    <w:rsid w:val="00841902"/>
    <w:rsid w:val="00841ADD"/>
    <w:rsid w:val="00841C96"/>
    <w:rsid w:val="00841E8A"/>
    <w:rsid w:val="00841F62"/>
    <w:rsid w:val="008439FF"/>
    <w:rsid w:val="00843FA8"/>
    <w:rsid w:val="008450E6"/>
    <w:rsid w:val="0084565C"/>
    <w:rsid w:val="0084588B"/>
    <w:rsid w:val="00850452"/>
    <w:rsid w:val="00850523"/>
    <w:rsid w:val="00850BD8"/>
    <w:rsid w:val="00850F3D"/>
    <w:rsid w:val="00851197"/>
    <w:rsid w:val="0085140B"/>
    <w:rsid w:val="0085255E"/>
    <w:rsid w:val="00852C49"/>
    <w:rsid w:val="00852D03"/>
    <w:rsid w:val="00852DE1"/>
    <w:rsid w:val="008545E1"/>
    <w:rsid w:val="00854975"/>
    <w:rsid w:val="00854B94"/>
    <w:rsid w:val="0085597C"/>
    <w:rsid w:val="00855AD6"/>
    <w:rsid w:val="0085667D"/>
    <w:rsid w:val="00856F05"/>
    <w:rsid w:val="00856F65"/>
    <w:rsid w:val="00857978"/>
    <w:rsid w:val="00857ED6"/>
    <w:rsid w:val="00857EEA"/>
    <w:rsid w:val="00860BC6"/>
    <w:rsid w:val="0086367F"/>
    <w:rsid w:val="00865B3C"/>
    <w:rsid w:val="008663EE"/>
    <w:rsid w:val="00866CF5"/>
    <w:rsid w:val="0086711D"/>
    <w:rsid w:val="00867EB4"/>
    <w:rsid w:val="00870DB7"/>
    <w:rsid w:val="00870F3A"/>
    <w:rsid w:val="008716B5"/>
    <w:rsid w:val="00871882"/>
    <w:rsid w:val="00872F81"/>
    <w:rsid w:val="00873389"/>
    <w:rsid w:val="008733AB"/>
    <w:rsid w:val="0087373E"/>
    <w:rsid w:val="00874049"/>
    <w:rsid w:val="00876849"/>
    <w:rsid w:val="00876D12"/>
    <w:rsid w:val="00876FC0"/>
    <w:rsid w:val="008772A4"/>
    <w:rsid w:val="00877F3C"/>
    <w:rsid w:val="00877F9E"/>
    <w:rsid w:val="00880F01"/>
    <w:rsid w:val="008829B5"/>
    <w:rsid w:val="00883B78"/>
    <w:rsid w:val="008847F4"/>
    <w:rsid w:val="00886350"/>
    <w:rsid w:val="008866F2"/>
    <w:rsid w:val="008867E5"/>
    <w:rsid w:val="008872E2"/>
    <w:rsid w:val="00887458"/>
    <w:rsid w:val="00887607"/>
    <w:rsid w:val="00887D5B"/>
    <w:rsid w:val="00890B89"/>
    <w:rsid w:val="00890C38"/>
    <w:rsid w:val="00890E5D"/>
    <w:rsid w:val="0089215B"/>
    <w:rsid w:val="0089478C"/>
    <w:rsid w:val="00894812"/>
    <w:rsid w:val="00894DB3"/>
    <w:rsid w:val="00895491"/>
    <w:rsid w:val="0089669B"/>
    <w:rsid w:val="00896C41"/>
    <w:rsid w:val="00896F26"/>
    <w:rsid w:val="0089705E"/>
    <w:rsid w:val="00897383"/>
    <w:rsid w:val="00897711"/>
    <w:rsid w:val="008A05F3"/>
    <w:rsid w:val="008A1900"/>
    <w:rsid w:val="008A3163"/>
    <w:rsid w:val="008A4FB6"/>
    <w:rsid w:val="008A57B6"/>
    <w:rsid w:val="008A6084"/>
    <w:rsid w:val="008A6768"/>
    <w:rsid w:val="008A6D6A"/>
    <w:rsid w:val="008A72CF"/>
    <w:rsid w:val="008A72D7"/>
    <w:rsid w:val="008A7319"/>
    <w:rsid w:val="008A75A8"/>
    <w:rsid w:val="008B056B"/>
    <w:rsid w:val="008B135D"/>
    <w:rsid w:val="008B1F25"/>
    <w:rsid w:val="008B3076"/>
    <w:rsid w:val="008B3AF8"/>
    <w:rsid w:val="008B5E6C"/>
    <w:rsid w:val="008B6D8A"/>
    <w:rsid w:val="008B7395"/>
    <w:rsid w:val="008B787C"/>
    <w:rsid w:val="008B7AB8"/>
    <w:rsid w:val="008C02D9"/>
    <w:rsid w:val="008C0EA1"/>
    <w:rsid w:val="008C0F95"/>
    <w:rsid w:val="008C32E6"/>
    <w:rsid w:val="008C35A5"/>
    <w:rsid w:val="008C42BB"/>
    <w:rsid w:val="008C541E"/>
    <w:rsid w:val="008C6A79"/>
    <w:rsid w:val="008C7C2B"/>
    <w:rsid w:val="008C7CB5"/>
    <w:rsid w:val="008C7CEB"/>
    <w:rsid w:val="008C7E74"/>
    <w:rsid w:val="008D08A7"/>
    <w:rsid w:val="008D12D4"/>
    <w:rsid w:val="008D146E"/>
    <w:rsid w:val="008D2184"/>
    <w:rsid w:val="008D2D5E"/>
    <w:rsid w:val="008D2EB0"/>
    <w:rsid w:val="008D2FCD"/>
    <w:rsid w:val="008D36D4"/>
    <w:rsid w:val="008D4271"/>
    <w:rsid w:val="008D4483"/>
    <w:rsid w:val="008D4576"/>
    <w:rsid w:val="008D57A7"/>
    <w:rsid w:val="008D6717"/>
    <w:rsid w:val="008D68A4"/>
    <w:rsid w:val="008D781B"/>
    <w:rsid w:val="008D7D3A"/>
    <w:rsid w:val="008D7EA8"/>
    <w:rsid w:val="008E0B46"/>
    <w:rsid w:val="008E108A"/>
    <w:rsid w:val="008E1B89"/>
    <w:rsid w:val="008E2BDE"/>
    <w:rsid w:val="008E4AD9"/>
    <w:rsid w:val="008E503D"/>
    <w:rsid w:val="008E5D24"/>
    <w:rsid w:val="008E6197"/>
    <w:rsid w:val="008E622C"/>
    <w:rsid w:val="008E6280"/>
    <w:rsid w:val="008E6FD5"/>
    <w:rsid w:val="008E7771"/>
    <w:rsid w:val="008F0DBA"/>
    <w:rsid w:val="008F0E39"/>
    <w:rsid w:val="008F113E"/>
    <w:rsid w:val="008F1DD4"/>
    <w:rsid w:val="008F3226"/>
    <w:rsid w:val="008F3625"/>
    <w:rsid w:val="008F36F5"/>
    <w:rsid w:val="008F3E3D"/>
    <w:rsid w:val="008F4089"/>
    <w:rsid w:val="008F4371"/>
    <w:rsid w:val="008F4D3D"/>
    <w:rsid w:val="008F557F"/>
    <w:rsid w:val="008F5699"/>
    <w:rsid w:val="008F5906"/>
    <w:rsid w:val="008F64F2"/>
    <w:rsid w:val="008F6761"/>
    <w:rsid w:val="008F6F87"/>
    <w:rsid w:val="008F6F9A"/>
    <w:rsid w:val="008F7754"/>
    <w:rsid w:val="00900390"/>
    <w:rsid w:val="00900BC0"/>
    <w:rsid w:val="0090247C"/>
    <w:rsid w:val="00903EE6"/>
    <w:rsid w:val="00903F34"/>
    <w:rsid w:val="00905530"/>
    <w:rsid w:val="00907055"/>
    <w:rsid w:val="00907666"/>
    <w:rsid w:val="009076EE"/>
    <w:rsid w:val="00907F8A"/>
    <w:rsid w:val="00910B00"/>
    <w:rsid w:val="0091101D"/>
    <w:rsid w:val="00911394"/>
    <w:rsid w:val="0091185B"/>
    <w:rsid w:val="00911872"/>
    <w:rsid w:val="00912176"/>
    <w:rsid w:val="009122CA"/>
    <w:rsid w:val="0091483B"/>
    <w:rsid w:val="0091548C"/>
    <w:rsid w:val="0091661E"/>
    <w:rsid w:val="009167B0"/>
    <w:rsid w:val="009205E8"/>
    <w:rsid w:val="009210E5"/>
    <w:rsid w:val="0092159A"/>
    <w:rsid w:val="00922669"/>
    <w:rsid w:val="009251A8"/>
    <w:rsid w:val="0092557C"/>
    <w:rsid w:val="00925D76"/>
    <w:rsid w:val="00926112"/>
    <w:rsid w:val="00926B04"/>
    <w:rsid w:val="009301CC"/>
    <w:rsid w:val="00930305"/>
    <w:rsid w:val="009306A0"/>
    <w:rsid w:val="00931F11"/>
    <w:rsid w:val="00931F54"/>
    <w:rsid w:val="0093268A"/>
    <w:rsid w:val="00933122"/>
    <w:rsid w:val="009333DE"/>
    <w:rsid w:val="00933632"/>
    <w:rsid w:val="00934244"/>
    <w:rsid w:val="00934251"/>
    <w:rsid w:val="009348E3"/>
    <w:rsid w:val="00935BF7"/>
    <w:rsid w:val="009378FA"/>
    <w:rsid w:val="009401E0"/>
    <w:rsid w:val="00942C06"/>
    <w:rsid w:val="009451C9"/>
    <w:rsid w:val="0094676B"/>
    <w:rsid w:val="00946B2D"/>
    <w:rsid w:val="009476E6"/>
    <w:rsid w:val="00947D91"/>
    <w:rsid w:val="00950CFC"/>
    <w:rsid w:val="00951689"/>
    <w:rsid w:val="0095211E"/>
    <w:rsid w:val="009525B3"/>
    <w:rsid w:val="009526D3"/>
    <w:rsid w:val="00952C2D"/>
    <w:rsid w:val="009571F6"/>
    <w:rsid w:val="009574A5"/>
    <w:rsid w:val="00957534"/>
    <w:rsid w:val="00961229"/>
    <w:rsid w:val="00961331"/>
    <w:rsid w:val="00961412"/>
    <w:rsid w:val="009628B9"/>
    <w:rsid w:val="00963D30"/>
    <w:rsid w:val="00963FF9"/>
    <w:rsid w:val="0096444B"/>
    <w:rsid w:val="00964D55"/>
    <w:rsid w:val="00965A39"/>
    <w:rsid w:val="00966A9F"/>
    <w:rsid w:val="009675D6"/>
    <w:rsid w:val="00971485"/>
    <w:rsid w:val="00971700"/>
    <w:rsid w:val="00972A59"/>
    <w:rsid w:val="00972AFF"/>
    <w:rsid w:val="0097338C"/>
    <w:rsid w:val="00973B82"/>
    <w:rsid w:val="00973E0D"/>
    <w:rsid w:val="0097442C"/>
    <w:rsid w:val="00974CCE"/>
    <w:rsid w:val="0097687E"/>
    <w:rsid w:val="00980543"/>
    <w:rsid w:val="00980614"/>
    <w:rsid w:val="00980FFD"/>
    <w:rsid w:val="009810DF"/>
    <w:rsid w:val="00981908"/>
    <w:rsid w:val="00982938"/>
    <w:rsid w:val="00982A88"/>
    <w:rsid w:val="009830F5"/>
    <w:rsid w:val="00984B56"/>
    <w:rsid w:val="009851DB"/>
    <w:rsid w:val="009869FC"/>
    <w:rsid w:val="009873BC"/>
    <w:rsid w:val="00990851"/>
    <w:rsid w:val="00990BA8"/>
    <w:rsid w:val="00990E44"/>
    <w:rsid w:val="00991AF0"/>
    <w:rsid w:val="00992A73"/>
    <w:rsid w:val="00993A12"/>
    <w:rsid w:val="00996541"/>
    <w:rsid w:val="009965BB"/>
    <w:rsid w:val="009966D6"/>
    <w:rsid w:val="0099767A"/>
    <w:rsid w:val="009A0B96"/>
    <w:rsid w:val="009A0FB3"/>
    <w:rsid w:val="009A1D71"/>
    <w:rsid w:val="009A209E"/>
    <w:rsid w:val="009A2E5B"/>
    <w:rsid w:val="009A2ED1"/>
    <w:rsid w:val="009A4E94"/>
    <w:rsid w:val="009A5367"/>
    <w:rsid w:val="009A5B70"/>
    <w:rsid w:val="009A601A"/>
    <w:rsid w:val="009A760C"/>
    <w:rsid w:val="009A79F4"/>
    <w:rsid w:val="009B143B"/>
    <w:rsid w:val="009B3142"/>
    <w:rsid w:val="009B4BC5"/>
    <w:rsid w:val="009B4E1C"/>
    <w:rsid w:val="009B519F"/>
    <w:rsid w:val="009B5CDF"/>
    <w:rsid w:val="009B6E7C"/>
    <w:rsid w:val="009B7280"/>
    <w:rsid w:val="009B7435"/>
    <w:rsid w:val="009C08C6"/>
    <w:rsid w:val="009C0CE9"/>
    <w:rsid w:val="009C21C2"/>
    <w:rsid w:val="009C2394"/>
    <w:rsid w:val="009C2432"/>
    <w:rsid w:val="009C2798"/>
    <w:rsid w:val="009C2F39"/>
    <w:rsid w:val="009C4453"/>
    <w:rsid w:val="009C57BC"/>
    <w:rsid w:val="009C744B"/>
    <w:rsid w:val="009C7A0F"/>
    <w:rsid w:val="009C7EE6"/>
    <w:rsid w:val="009D014B"/>
    <w:rsid w:val="009D0BC0"/>
    <w:rsid w:val="009D19B8"/>
    <w:rsid w:val="009D1D3F"/>
    <w:rsid w:val="009D2BF4"/>
    <w:rsid w:val="009D2C82"/>
    <w:rsid w:val="009D315E"/>
    <w:rsid w:val="009D3681"/>
    <w:rsid w:val="009D3B4B"/>
    <w:rsid w:val="009D3E19"/>
    <w:rsid w:val="009D5096"/>
    <w:rsid w:val="009D54D2"/>
    <w:rsid w:val="009D5D34"/>
    <w:rsid w:val="009D749C"/>
    <w:rsid w:val="009E1CEC"/>
    <w:rsid w:val="009E1F50"/>
    <w:rsid w:val="009E253A"/>
    <w:rsid w:val="009E2A1D"/>
    <w:rsid w:val="009E3BDF"/>
    <w:rsid w:val="009E6978"/>
    <w:rsid w:val="009E69CF"/>
    <w:rsid w:val="009E711B"/>
    <w:rsid w:val="009F14A1"/>
    <w:rsid w:val="009F1D3E"/>
    <w:rsid w:val="009F30EB"/>
    <w:rsid w:val="009F391D"/>
    <w:rsid w:val="009F3CE0"/>
    <w:rsid w:val="009F3F77"/>
    <w:rsid w:val="009F4186"/>
    <w:rsid w:val="009F4B5B"/>
    <w:rsid w:val="009F65AA"/>
    <w:rsid w:val="00A00BEF"/>
    <w:rsid w:val="00A00E7E"/>
    <w:rsid w:val="00A01077"/>
    <w:rsid w:val="00A023E0"/>
    <w:rsid w:val="00A02E1D"/>
    <w:rsid w:val="00A05D87"/>
    <w:rsid w:val="00A06392"/>
    <w:rsid w:val="00A0702E"/>
    <w:rsid w:val="00A07474"/>
    <w:rsid w:val="00A07D1A"/>
    <w:rsid w:val="00A07DB4"/>
    <w:rsid w:val="00A10419"/>
    <w:rsid w:val="00A10E8A"/>
    <w:rsid w:val="00A118A0"/>
    <w:rsid w:val="00A11B6E"/>
    <w:rsid w:val="00A1279B"/>
    <w:rsid w:val="00A1390B"/>
    <w:rsid w:val="00A14E78"/>
    <w:rsid w:val="00A15650"/>
    <w:rsid w:val="00A167AC"/>
    <w:rsid w:val="00A17300"/>
    <w:rsid w:val="00A17FFD"/>
    <w:rsid w:val="00A2063B"/>
    <w:rsid w:val="00A21423"/>
    <w:rsid w:val="00A21426"/>
    <w:rsid w:val="00A21ED3"/>
    <w:rsid w:val="00A238FC"/>
    <w:rsid w:val="00A24518"/>
    <w:rsid w:val="00A24725"/>
    <w:rsid w:val="00A24776"/>
    <w:rsid w:val="00A2486C"/>
    <w:rsid w:val="00A24AA4"/>
    <w:rsid w:val="00A253D5"/>
    <w:rsid w:val="00A2588A"/>
    <w:rsid w:val="00A25E31"/>
    <w:rsid w:val="00A26A44"/>
    <w:rsid w:val="00A26ACA"/>
    <w:rsid w:val="00A307E7"/>
    <w:rsid w:val="00A30EA0"/>
    <w:rsid w:val="00A31A54"/>
    <w:rsid w:val="00A32B6F"/>
    <w:rsid w:val="00A33076"/>
    <w:rsid w:val="00A341BB"/>
    <w:rsid w:val="00A34D27"/>
    <w:rsid w:val="00A34D37"/>
    <w:rsid w:val="00A35114"/>
    <w:rsid w:val="00A35B2E"/>
    <w:rsid w:val="00A35DE0"/>
    <w:rsid w:val="00A3688C"/>
    <w:rsid w:val="00A36DA7"/>
    <w:rsid w:val="00A37AB4"/>
    <w:rsid w:val="00A404C5"/>
    <w:rsid w:val="00A4063A"/>
    <w:rsid w:val="00A409E1"/>
    <w:rsid w:val="00A419FE"/>
    <w:rsid w:val="00A41D57"/>
    <w:rsid w:val="00A43962"/>
    <w:rsid w:val="00A444DD"/>
    <w:rsid w:val="00A44666"/>
    <w:rsid w:val="00A44C82"/>
    <w:rsid w:val="00A44D5F"/>
    <w:rsid w:val="00A45C7F"/>
    <w:rsid w:val="00A45CDF"/>
    <w:rsid w:val="00A468B2"/>
    <w:rsid w:val="00A46A7B"/>
    <w:rsid w:val="00A47080"/>
    <w:rsid w:val="00A479D4"/>
    <w:rsid w:val="00A50D83"/>
    <w:rsid w:val="00A511FE"/>
    <w:rsid w:val="00A519D1"/>
    <w:rsid w:val="00A52638"/>
    <w:rsid w:val="00A53FD9"/>
    <w:rsid w:val="00A55710"/>
    <w:rsid w:val="00A559CD"/>
    <w:rsid w:val="00A5735B"/>
    <w:rsid w:val="00A57778"/>
    <w:rsid w:val="00A60E5E"/>
    <w:rsid w:val="00A61452"/>
    <w:rsid w:val="00A61511"/>
    <w:rsid w:val="00A61C4E"/>
    <w:rsid w:val="00A62448"/>
    <w:rsid w:val="00A62563"/>
    <w:rsid w:val="00A628AE"/>
    <w:rsid w:val="00A63B2F"/>
    <w:rsid w:val="00A65C1F"/>
    <w:rsid w:val="00A65D3B"/>
    <w:rsid w:val="00A65DDE"/>
    <w:rsid w:val="00A65DF5"/>
    <w:rsid w:val="00A6601D"/>
    <w:rsid w:val="00A66361"/>
    <w:rsid w:val="00A664EC"/>
    <w:rsid w:val="00A6652D"/>
    <w:rsid w:val="00A66594"/>
    <w:rsid w:val="00A6739E"/>
    <w:rsid w:val="00A676EE"/>
    <w:rsid w:val="00A67A85"/>
    <w:rsid w:val="00A70961"/>
    <w:rsid w:val="00A70FA4"/>
    <w:rsid w:val="00A7106F"/>
    <w:rsid w:val="00A71B61"/>
    <w:rsid w:val="00A72609"/>
    <w:rsid w:val="00A73805"/>
    <w:rsid w:val="00A74B0C"/>
    <w:rsid w:val="00A74E0A"/>
    <w:rsid w:val="00A76496"/>
    <w:rsid w:val="00A76F1A"/>
    <w:rsid w:val="00A772A9"/>
    <w:rsid w:val="00A778C1"/>
    <w:rsid w:val="00A80736"/>
    <w:rsid w:val="00A80CAF"/>
    <w:rsid w:val="00A8155E"/>
    <w:rsid w:val="00A81903"/>
    <w:rsid w:val="00A81E98"/>
    <w:rsid w:val="00A82AD2"/>
    <w:rsid w:val="00A83083"/>
    <w:rsid w:val="00A831DA"/>
    <w:rsid w:val="00A854B0"/>
    <w:rsid w:val="00A8613A"/>
    <w:rsid w:val="00A8735B"/>
    <w:rsid w:val="00A87D4E"/>
    <w:rsid w:val="00A91D68"/>
    <w:rsid w:val="00A91F5F"/>
    <w:rsid w:val="00A92D81"/>
    <w:rsid w:val="00A92E82"/>
    <w:rsid w:val="00A93A98"/>
    <w:rsid w:val="00A93F08"/>
    <w:rsid w:val="00A953B4"/>
    <w:rsid w:val="00A9606B"/>
    <w:rsid w:val="00A96AC0"/>
    <w:rsid w:val="00A9710A"/>
    <w:rsid w:val="00A974C6"/>
    <w:rsid w:val="00AA0033"/>
    <w:rsid w:val="00AA0F2C"/>
    <w:rsid w:val="00AA1DA6"/>
    <w:rsid w:val="00AA38D4"/>
    <w:rsid w:val="00AA40E2"/>
    <w:rsid w:val="00AA4D91"/>
    <w:rsid w:val="00AA4DE5"/>
    <w:rsid w:val="00AA56B2"/>
    <w:rsid w:val="00AA5902"/>
    <w:rsid w:val="00AA5EED"/>
    <w:rsid w:val="00AA6225"/>
    <w:rsid w:val="00AA7701"/>
    <w:rsid w:val="00AA7950"/>
    <w:rsid w:val="00AA7D00"/>
    <w:rsid w:val="00AA7D3E"/>
    <w:rsid w:val="00AB1605"/>
    <w:rsid w:val="00AB1C8E"/>
    <w:rsid w:val="00AB1D2A"/>
    <w:rsid w:val="00AB2717"/>
    <w:rsid w:val="00AB2E15"/>
    <w:rsid w:val="00AB3370"/>
    <w:rsid w:val="00AB3827"/>
    <w:rsid w:val="00AB3D74"/>
    <w:rsid w:val="00AB466F"/>
    <w:rsid w:val="00AB486C"/>
    <w:rsid w:val="00AB4AE0"/>
    <w:rsid w:val="00AB7465"/>
    <w:rsid w:val="00AB7BB4"/>
    <w:rsid w:val="00AC0033"/>
    <w:rsid w:val="00AC06D1"/>
    <w:rsid w:val="00AC0C5D"/>
    <w:rsid w:val="00AC0CBC"/>
    <w:rsid w:val="00AC15E5"/>
    <w:rsid w:val="00AC17E9"/>
    <w:rsid w:val="00AC1A73"/>
    <w:rsid w:val="00AC1B15"/>
    <w:rsid w:val="00AC22D2"/>
    <w:rsid w:val="00AC22F8"/>
    <w:rsid w:val="00AC31D4"/>
    <w:rsid w:val="00AC3B99"/>
    <w:rsid w:val="00AC49D1"/>
    <w:rsid w:val="00AC7857"/>
    <w:rsid w:val="00AC7925"/>
    <w:rsid w:val="00AD054A"/>
    <w:rsid w:val="00AD0B01"/>
    <w:rsid w:val="00AD0B18"/>
    <w:rsid w:val="00AD1193"/>
    <w:rsid w:val="00AD156B"/>
    <w:rsid w:val="00AD1CBD"/>
    <w:rsid w:val="00AD1CE4"/>
    <w:rsid w:val="00AD2A27"/>
    <w:rsid w:val="00AD37CB"/>
    <w:rsid w:val="00AD3AEF"/>
    <w:rsid w:val="00AD4AC4"/>
    <w:rsid w:val="00AD4C75"/>
    <w:rsid w:val="00AD55F2"/>
    <w:rsid w:val="00AD601F"/>
    <w:rsid w:val="00AD7369"/>
    <w:rsid w:val="00AD7CA2"/>
    <w:rsid w:val="00AE19B6"/>
    <w:rsid w:val="00AE292D"/>
    <w:rsid w:val="00AE58D3"/>
    <w:rsid w:val="00AE5A0D"/>
    <w:rsid w:val="00AE6099"/>
    <w:rsid w:val="00AE66A4"/>
    <w:rsid w:val="00AE7780"/>
    <w:rsid w:val="00AE77E1"/>
    <w:rsid w:val="00AE7DA8"/>
    <w:rsid w:val="00AF181F"/>
    <w:rsid w:val="00AF1ED2"/>
    <w:rsid w:val="00AF2BD5"/>
    <w:rsid w:val="00AF2ED6"/>
    <w:rsid w:val="00AF3C1E"/>
    <w:rsid w:val="00AF431A"/>
    <w:rsid w:val="00AF4972"/>
    <w:rsid w:val="00AF4B38"/>
    <w:rsid w:val="00AF53B8"/>
    <w:rsid w:val="00AF6767"/>
    <w:rsid w:val="00AF70F2"/>
    <w:rsid w:val="00AF768B"/>
    <w:rsid w:val="00AF7952"/>
    <w:rsid w:val="00AF7CCB"/>
    <w:rsid w:val="00B013E6"/>
    <w:rsid w:val="00B01933"/>
    <w:rsid w:val="00B01AAA"/>
    <w:rsid w:val="00B028DA"/>
    <w:rsid w:val="00B03383"/>
    <w:rsid w:val="00B03E59"/>
    <w:rsid w:val="00B04AA9"/>
    <w:rsid w:val="00B04F1C"/>
    <w:rsid w:val="00B05ABD"/>
    <w:rsid w:val="00B06B09"/>
    <w:rsid w:val="00B108EB"/>
    <w:rsid w:val="00B10C33"/>
    <w:rsid w:val="00B10E3D"/>
    <w:rsid w:val="00B1130D"/>
    <w:rsid w:val="00B11471"/>
    <w:rsid w:val="00B118FB"/>
    <w:rsid w:val="00B13065"/>
    <w:rsid w:val="00B130E6"/>
    <w:rsid w:val="00B13A7B"/>
    <w:rsid w:val="00B14E81"/>
    <w:rsid w:val="00B1567B"/>
    <w:rsid w:val="00B15F3C"/>
    <w:rsid w:val="00B15FA4"/>
    <w:rsid w:val="00B169A4"/>
    <w:rsid w:val="00B215C7"/>
    <w:rsid w:val="00B2207C"/>
    <w:rsid w:val="00B22658"/>
    <w:rsid w:val="00B22918"/>
    <w:rsid w:val="00B23260"/>
    <w:rsid w:val="00B2331A"/>
    <w:rsid w:val="00B23996"/>
    <w:rsid w:val="00B23A8B"/>
    <w:rsid w:val="00B24E43"/>
    <w:rsid w:val="00B27005"/>
    <w:rsid w:val="00B27D33"/>
    <w:rsid w:val="00B30482"/>
    <w:rsid w:val="00B31956"/>
    <w:rsid w:val="00B32217"/>
    <w:rsid w:val="00B3285F"/>
    <w:rsid w:val="00B3542C"/>
    <w:rsid w:val="00B3634F"/>
    <w:rsid w:val="00B3678F"/>
    <w:rsid w:val="00B36C48"/>
    <w:rsid w:val="00B36E14"/>
    <w:rsid w:val="00B370BB"/>
    <w:rsid w:val="00B37C93"/>
    <w:rsid w:val="00B40527"/>
    <w:rsid w:val="00B437E1"/>
    <w:rsid w:val="00B438B9"/>
    <w:rsid w:val="00B44054"/>
    <w:rsid w:val="00B44C40"/>
    <w:rsid w:val="00B44DA4"/>
    <w:rsid w:val="00B44F7D"/>
    <w:rsid w:val="00B46BAD"/>
    <w:rsid w:val="00B47506"/>
    <w:rsid w:val="00B50258"/>
    <w:rsid w:val="00B502AC"/>
    <w:rsid w:val="00B519CF"/>
    <w:rsid w:val="00B5235F"/>
    <w:rsid w:val="00B527A9"/>
    <w:rsid w:val="00B531CA"/>
    <w:rsid w:val="00B538F8"/>
    <w:rsid w:val="00B53FC7"/>
    <w:rsid w:val="00B551F1"/>
    <w:rsid w:val="00B56102"/>
    <w:rsid w:val="00B56AA9"/>
    <w:rsid w:val="00B56C19"/>
    <w:rsid w:val="00B56D34"/>
    <w:rsid w:val="00B57410"/>
    <w:rsid w:val="00B574A1"/>
    <w:rsid w:val="00B577B4"/>
    <w:rsid w:val="00B57CCB"/>
    <w:rsid w:val="00B600E3"/>
    <w:rsid w:val="00B6016F"/>
    <w:rsid w:val="00B60F9A"/>
    <w:rsid w:val="00B61CAB"/>
    <w:rsid w:val="00B61CC2"/>
    <w:rsid w:val="00B6361D"/>
    <w:rsid w:val="00B6376C"/>
    <w:rsid w:val="00B637A7"/>
    <w:rsid w:val="00B63A15"/>
    <w:rsid w:val="00B63E46"/>
    <w:rsid w:val="00B67AAC"/>
    <w:rsid w:val="00B703AE"/>
    <w:rsid w:val="00B705A3"/>
    <w:rsid w:val="00B71694"/>
    <w:rsid w:val="00B71EEE"/>
    <w:rsid w:val="00B733A8"/>
    <w:rsid w:val="00B74355"/>
    <w:rsid w:val="00B7440A"/>
    <w:rsid w:val="00B748AC"/>
    <w:rsid w:val="00B75AB5"/>
    <w:rsid w:val="00B75D03"/>
    <w:rsid w:val="00B761C5"/>
    <w:rsid w:val="00B7778D"/>
    <w:rsid w:val="00B777A5"/>
    <w:rsid w:val="00B77ED2"/>
    <w:rsid w:val="00B810A9"/>
    <w:rsid w:val="00B81768"/>
    <w:rsid w:val="00B81D82"/>
    <w:rsid w:val="00B82081"/>
    <w:rsid w:val="00B826D5"/>
    <w:rsid w:val="00B82B1F"/>
    <w:rsid w:val="00B835C0"/>
    <w:rsid w:val="00B839E8"/>
    <w:rsid w:val="00B840A7"/>
    <w:rsid w:val="00B87030"/>
    <w:rsid w:val="00B87D0E"/>
    <w:rsid w:val="00B91247"/>
    <w:rsid w:val="00B917D7"/>
    <w:rsid w:val="00B929EE"/>
    <w:rsid w:val="00B93435"/>
    <w:rsid w:val="00B94135"/>
    <w:rsid w:val="00B946D4"/>
    <w:rsid w:val="00B94C16"/>
    <w:rsid w:val="00B95497"/>
    <w:rsid w:val="00B96337"/>
    <w:rsid w:val="00B96AF6"/>
    <w:rsid w:val="00B96F3E"/>
    <w:rsid w:val="00B970ED"/>
    <w:rsid w:val="00B97B25"/>
    <w:rsid w:val="00BA14DB"/>
    <w:rsid w:val="00BA1663"/>
    <w:rsid w:val="00BA245F"/>
    <w:rsid w:val="00BA2B57"/>
    <w:rsid w:val="00BA4EB6"/>
    <w:rsid w:val="00BA4FC5"/>
    <w:rsid w:val="00BA57C8"/>
    <w:rsid w:val="00BA5BD7"/>
    <w:rsid w:val="00BB0071"/>
    <w:rsid w:val="00BB02BE"/>
    <w:rsid w:val="00BB0E39"/>
    <w:rsid w:val="00BB11A5"/>
    <w:rsid w:val="00BB1559"/>
    <w:rsid w:val="00BB1659"/>
    <w:rsid w:val="00BB16E3"/>
    <w:rsid w:val="00BB17B9"/>
    <w:rsid w:val="00BB3631"/>
    <w:rsid w:val="00BB3694"/>
    <w:rsid w:val="00BB3F71"/>
    <w:rsid w:val="00BB4440"/>
    <w:rsid w:val="00BB5E9B"/>
    <w:rsid w:val="00BB6E6C"/>
    <w:rsid w:val="00BB7720"/>
    <w:rsid w:val="00BB7B86"/>
    <w:rsid w:val="00BC1B3E"/>
    <w:rsid w:val="00BC2091"/>
    <w:rsid w:val="00BC2BC6"/>
    <w:rsid w:val="00BC3498"/>
    <w:rsid w:val="00BC3536"/>
    <w:rsid w:val="00BC3FB2"/>
    <w:rsid w:val="00BC4CD8"/>
    <w:rsid w:val="00BC60F1"/>
    <w:rsid w:val="00BC785B"/>
    <w:rsid w:val="00BD01FF"/>
    <w:rsid w:val="00BD02B1"/>
    <w:rsid w:val="00BD053B"/>
    <w:rsid w:val="00BD0604"/>
    <w:rsid w:val="00BD2752"/>
    <w:rsid w:val="00BD33E0"/>
    <w:rsid w:val="00BD4884"/>
    <w:rsid w:val="00BD49E4"/>
    <w:rsid w:val="00BD5F6D"/>
    <w:rsid w:val="00BD6091"/>
    <w:rsid w:val="00BD6181"/>
    <w:rsid w:val="00BD7324"/>
    <w:rsid w:val="00BD7D32"/>
    <w:rsid w:val="00BE054C"/>
    <w:rsid w:val="00BE10FC"/>
    <w:rsid w:val="00BE157B"/>
    <w:rsid w:val="00BE2176"/>
    <w:rsid w:val="00BE40B1"/>
    <w:rsid w:val="00BE440B"/>
    <w:rsid w:val="00BE4739"/>
    <w:rsid w:val="00BE5751"/>
    <w:rsid w:val="00BE5B3B"/>
    <w:rsid w:val="00BE5BE6"/>
    <w:rsid w:val="00BE6E66"/>
    <w:rsid w:val="00BE76FC"/>
    <w:rsid w:val="00BF0298"/>
    <w:rsid w:val="00BF06D3"/>
    <w:rsid w:val="00BF06D9"/>
    <w:rsid w:val="00BF088F"/>
    <w:rsid w:val="00BF1358"/>
    <w:rsid w:val="00BF2BFC"/>
    <w:rsid w:val="00BF30C7"/>
    <w:rsid w:val="00BF3644"/>
    <w:rsid w:val="00BF3C21"/>
    <w:rsid w:val="00BF5251"/>
    <w:rsid w:val="00BF54AC"/>
    <w:rsid w:val="00BF5529"/>
    <w:rsid w:val="00BF59B6"/>
    <w:rsid w:val="00BF6122"/>
    <w:rsid w:val="00BF6E10"/>
    <w:rsid w:val="00C00CF1"/>
    <w:rsid w:val="00C01350"/>
    <w:rsid w:val="00C0196A"/>
    <w:rsid w:val="00C01D41"/>
    <w:rsid w:val="00C02A7B"/>
    <w:rsid w:val="00C032DE"/>
    <w:rsid w:val="00C03F30"/>
    <w:rsid w:val="00C04CB7"/>
    <w:rsid w:val="00C04F05"/>
    <w:rsid w:val="00C0518D"/>
    <w:rsid w:val="00C0529B"/>
    <w:rsid w:val="00C055B9"/>
    <w:rsid w:val="00C05742"/>
    <w:rsid w:val="00C06B2A"/>
    <w:rsid w:val="00C073C7"/>
    <w:rsid w:val="00C075FE"/>
    <w:rsid w:val="00C07746"/>
    <w:rsid w:val="00C07802"/>
    <w:rsid w:val="00C07C08"/>
    <w:rsid w:val="00C10974"/>
    <w:rsid w:val="00C110A6"/>
    <w:rsid w:val="00C11753"/>
    <w:rsid w:val="00C1184C"/>
    <w:rsid w:val="00C11C8E"/>
    <w:rsid w:val="00C11D2E"/>
    <w:rsid w:val="00C11F50"/>
    <w:rsid w:val="00C12172"/>
    <w:rsid w:val="00C13681"/>
    <w:rsid w:val="00C13817"/>
    <w:rsid w:val="00C13BBF"/>
    <w:rsid w:val="00C13FC6"/>
    <w:rsid w:val="00C140E9"/>
    <w:rsid w:val="00C15961"/>
    <w:rsid w:val="00C161F7"/>
    <w:rsid w:val="00C16B49"/>
    <w:rsid w:val="00C17AB5"/>
    <w:rsid w:val="00C2096F"/>
    <w:rsid w:val="00C210D0"/>
    <w:rsid w:val="00C2123C"/>
    <w:rsid w:val="00C21754"/>
    <w:rsid w:val="00C21936"/>
    <w:rsid w:val="00C21F4F"/>
    <w:rsid w:val="00C234EF"/>
    <w:rsid w:val="00C2458C"/>
    <w:rsid w:val="00C24745"/>
    <w:rsid w:val="00C2533F"/>
    <w:rsid w:val="00C255E3"/>
    <w:rsid w:val="00C25E91"/>
    <w:rsid w:val="00C26C68"/>
    <w:rsid w:val="00C27919"/>
    <w:rsid w:val="00C303EB"/>
    <w:rsid w:val="00C30839"/>
    <w:rsid w:val="00C30E17"/>
    <w:rsid w:val="00C315B3"/>
    <w:rsid w:val="00C3200E"/>
    <w:rsid w:val="00C342D2"/>
    <w:rsid w:val="00C343B4"/>
    <w:rsid w:val="00C348BB"/>
    <w:rsid w:val="00C34B99"/>
    <w:rsid w:val="00C355DA"/>
    <w:rsid w:val="00C36229"/>
    <w:rsid w:val="00C362D4"/>
    <w:rsid w:val="00C367C0"/>
    <w:rsid w:val="00C36ED5"/>
    <w:rsid w:val="00C3736C"/>
    <w:rsid w:val="00C373F3"/>
    <w:rsid w:val="00C378AF"/>
    <w:rsid w:val="00C37BBF"/>
    <w:rsid w:val="00C37FBF"/>
    <w:rsid w:val="00C400FD"/>
    <w:rsid w:val="00C40400"/>
    <w:rsid w:val="00C4155E"/>
    <w:rsid w:val="00C42BE9"/>
    <w:rsid w:val="00C43C8F"/>
    <w:rsid w:val="00C44446"/>
    <w:rsid w:val="00C44646"/>
    <w:rsid w:val="00C44901"/>
    <w:rsid w:val="00C4650E"/>
    <w:rsid w:val="00C46959"/>
    <w:rsid w:val="00C503FE"/>
    <w:rsid w:val="00C508DA"/>
    <w:rsid w:val="00C50B69"/>
    <w:rsid w:val="00C51834"/>
    <w:rsid w:val="00C518CA"/>
    <w:rsid w:val="00C51CB3"/>
    <w:rsid w:val="00C51FC2"/>
    <w:rsid w:val="00C52A2F"/>
    <w:rsid w:val="00C52FB5"/>
    <w:rsid w:val="00C53B44"/>
    <w:rsid w:val="00C54B21"/>
    <w:rsid w:val="00C54C6C"/>
    <w:rsid w:val="00C557FF"/>
    <w:rsid w:val="00C55E69"/>
    <w:rsid w:val="00C560F9"/>
    <w:rsid w:val="00C57B8D"/>
    <w:rsid w:val="00C60264"/>
    <w:rsid w:val="00C60A6B"/>
    <w:rsid w:val="00C60F67"/>
    <w:rsid w:val="00C60FAB"/>
    <w:rsid w:val="00C61E49"/>
    <w:rsid w:val="00C61F46"/>
    <w:rsid w:val="00C625E7"/>
    <w:rsid w:val="00C64252"/>
    <w:rsid w:val="00C64CE2"/>
    <w:rsid w:val="00C656B9"/>
    <w:rsid w:val="00C660A7"/>
    <w:rsid w:val="00C6628C"/>
    <w:rsid w:val="00C67298"/>
    <w:rsid w:val="00C67517"/>
    <w:rsid w:val="00C67AC3"/>
    <w:rsid w:val="00C67B64"/>
    <w:rsid w:val="00C708AD"/>
    <w:rsid w:val="00C7143F"/>
    <w:rsid w:val="00C7238B"/>
    <w:rsid w:val="00C72E2A"/>
    <w:rsid w:val="00C72EA6"/>
    <w:rsid w:val="00C73603"/>
    <w:rsid w:val="00C74CD5"/>
    <w:rsid w:val="00C74FD8"/>
    <w:rsid w:val="00C75159"/>
    <w:rsid w:val="00C75815"/>
    <w:rsid w:val="00C7620E"/>
    <w:rsid w:val="00C76B09"/>
    <w:rsid w:val="00C76E38"/>
    <w:rsid w:val="00C7733D"/>
    <w:rsid w:val="00C77A05"/>
    <w:rsid w:val="00C77C8F"/>
    <w:rsid w:val="00C80256"/>
    <w:rsid w:val="00C803AB"/>
    <w:rsid w:val="00C8045F"/>
    <w:rsid w:val="00C8106E"/>
    <w:rsid w:val="00C8211D"/>
    <w:rsid w:val="00C82DF9"/>
    <w:rsid w:val="00C8410E"/>
    <w:rsid w:val="00C84775"/>
    <w:rsid w:val="00C84F6B"/>
    <w:rsid w:val="00C85B33"/>
    <w:rsid w:val="00C86769"/>
    <w:rsid w:val="00C86F54"/>
    <w:rsid w:val="00C87446"/>
    <w:rsid w:val="00C90B10"/>
    <w:rsid w:val="00C92EA6"/>
    <w:rsid w:val="00C93EEF"/>
    <w:rsid w:val="00C945AF"/>
    <w:rsid w:val="00C94D89"/>
    <w:rsid w:val="00C95019"/>
    <w:rsid w:val="00C95267"/>
    <w:rsid w:val="00C95E82"/>
    <w:rsid w:val="00C96122"/>
    <w:rsid w:val="00C97212"/>
    <w:rsid w:val="00CA0697"/>
    <w:rsid w:val="00CA18AD"/>
    <w:rsid w:val="00CA1C6A"/>
    <w:rsid w:val="00CA271C"/>
    <w:rsid w:val="00CA2A27"/>
    <w:rsid w:val="00CA44FD"/>
    <w:rsid w:val="00CA45FE"/>
    <w:rsid w:val="00CA4778"/>
    <w:rsid w:val="00CA4B03"/>
    <w:rsid w:val="00CA4EAB"/>
    <w:rsid w:val="00CA57BB"/>
    <w:rsid w:val="00CA59D0"/>
    <w:rsid w:val="00CA5FDA"/>
    <w:rsid w:val="00CA60B5"/>
    <w:rsid w:val="00CA6953"/>
    <w:rsid w:val="00CA75AB"/>
    <w:rsid w:val="00CB0B93"/>
    <w:rsid w:val="00CB0C29"/>
    <w:rsid w:val="00CB1327"/>
    <w:rsid w:val="00CB2B01"/>
    <w:rsid w:val="00CB45F1"/>
    <w:rsid w:val="00CB60B1"/>
    <w:rsid w:val="00CB67B3"/>
    <w:rsid w:val="00CB68EC"/>
    <w:rsid w:val="00CB7787"/>
    <w:rsid w:val="00CB7DBF"/>
    <w:rsid w:val="00CC104A"/>
    <w:rsid w:val="00CC13B0"/>
    <w:rsid w:val="00CC1700"/>
    <w:rsid w:val="00CC2836"/>
    <w:rsid w:val="00CC2E4E"/>
    <w:rsid w:val="00CC399B"/>
    <w:rsid w:val="00CC4EBD"/>
    <w:rsid w:val="00CC56BB"/>
    <w:rsid w:val="00CC57DB"/>
    <w:rsid w:val="00CC586F"/>
    <w:rsid w:val="00CC7657"/>
    <w:rsid w:val="00CD0C76"/>
    <w:rsid w:val="00CD0EE1"/>
    <w:rsid w:val="00CD160A"/>
    <w:rsid w:val="00CD24EB"/>
    <w:rsid w:val="00CD2ABD"/>
    <w:rsid w:val="00CD2BBE"/>
    <w:rsid w:val="00CD393D"/>
    <w:rsid w:val="00CD3A6C"/>
    <w:rsid w:val="00CD43E8"/>
    <w:rsid w:val="00CD4EB4"/>
    <w:rsid w:val="00CD5165"/>
    <w:rsid w:val="00CD528D"/>
    <w:rsid w:val="00CD5314"/>
    <w:rsid w:val="00CD560A"/>
    <w:rsid w:val="00CD583D"/>
    <w:rsid w:val="00CD5F87"/>
    <w:rsid w:val="00CD6046"/>
    <w:rsid w:val="00CD6244"/>
    <w:rsid w:val="00CD6CB4"/>
    <w:rsid w:val="00CD717D"/>
    <w:rsid w:val="00CD7698"/>
    <w:rsid w:val="00CE1351"/>
    <w:rsid w:val="00CE1E3E"/>
    <w:rsid w:val="00CE1F6D"/>
    <w:rsid w:val="00CE2F16"/>
    <w:rsid w:val="00CE2F49"/>
    <w:rsid w:val="00CE3635"/>
    <w:rsid w:val="00CE4605"/>
    <w:rsid w:val="00CE47E8"/>
    <w:rsid w:val="00CE49FB"/>
    <w:rsid w:val="00CE4DD2"/>
    <w:rsid w:val="00CE4FD4"/>
    <w:rsid w:val="00CE5C60"/>
    <w:rsid w:val="00CE6548"/>
    <w:rsid w:val="00CE702E"/>
    <w:rsid w:val="00CE7577"/>
    <w:rsid w:val="00CE796A"/>
    <w:rsid w:val="00CE796C"/>
    <w:rsid w:val="00CF0719"/>
    <w:rsid w:val="00CF093F"/>
    <w:rsid w:val="00CF18CB"/>
    <w:rsid w:val="00CF2263"/>
    <w:rsid w:val="00CF22C4"/>
    <w:rsid w:val="00CF22C8"/>
    <w:rsid w:val="00CF3D40"/>
    <w:rsid w:val="00CF41CA"/>
    <w:rsid w:val="00CF59B2"/>
    <w:rsid w:val="00CF5D07"/>
    <w:rsid w:val="00CF6085"/>
    <w:rsid w:val="00CF617F"/>
    <w:rsid w:val="00CF718D"/>
    <w:rsid w:val="00CF7446"/>
    <w:rsid w:val="00CF79E3"/>
    <w:rsid w:val="00CF7FD1"/>
    <w:rsid w:val="00D004B1"/>
    <w:rsid w:val="00D007AF"/>
    <w:rsid w:val="00D01325"/>
    <w:rsid w:val="00D01413"/>
    <w:rsid w:val="00D02129"/>
    <w:rsid w:val="00D02769"/>
    <w:rsid w:val="00D02B80"/>
    <w:rsid w:val="00D02D47"/>
    <w:rsid w:val="00D02F49"/>
    <w:rsid w:val="00D035E8"/>
    <w:rsid w:val="00D03D4C"/>
    <w:rsid w:val="00D04086"/>
    <w:rsid w:val="00D05347"/>
    <w:rsid w:val="00D06CA0"/>
    <w:rsid w:val="00D07023"/>
    <w:rsid w:val="00D071EA"/>
    <w:rsid w:val="00D07321"/>
    <w:rsid w:val="00D07606"/>
    <w:rsid w:val="00D079BF"/>
    <w:rsid w:val="00D07E3F"/>
    <w:rsid w:val="00D11866"/>
    <w:rsid w:val="00D12C9A"/>
    <w:rsid w:val="00D12F58"/>
    <w:rsid w:val="00D13874"/>
    <w:rsid w:val="00D13F63"/>
    <w:rsid w:val="00D141D9"/>
    <w:rsid w:val="00D1453F"/>
    <w:rsid w:val="00D1487B"/>
    <w:rsid w:val="00D14F90"/>
    <w:rsid w:val="00D155E6"/>
    <w:rsid w:val="00D16BCA"/>
    <w:rsid w:val="00D16D69"/>
    <w:rsid w:val="00D1787A"/>
    <w:rsid w:val="00D215B5"/>
    <w:rsid w:val="00D2168E"/>
    <w:rsid w:val="00D21FAE"/>
    <w:rsid w:val="00D23490"/>
    <w:rsid w:val="00D24492"/>
    <w:rsid w:val="00D24787"/>
    <w:rsid w:val="00D24D36"/>
    <w:rsid w:val="00D24E58"/>
    <w:rsid w:val="00D2682C"/>
    <w:rsid w:val="00D269BC"/>
    <w:rsid w:val="00D26F2E"/>
    <w:rsid w:val="00D271E4"/>
    <w:rsid w:val="00D274BC"/>
    <w:rsid w:val="00D27A66"/>
    <w:rsid w:val="00D30D15"/>
    <w:rsid w:val="00D31060"/>
    <w:rsid w:val="00D31301"/>
    <w:rsid w:val="00D31430"/>
    <w:rsid w:val="00D322BD"/>
    <w:rsid w:val="00D33DEC"/>
    <w:rsid w:val="00D34B5B"/>
    <w:rsid w:val="00D34D1D"/>
    <w:rsid w:val="00D35148"/>
    <w:rsid w:val="00D3737E"/>
    <w:rsid w:val="00D37409"/>
    <w:rsid w:val="00D37770"/>
    <w:rsid w:val="00D403F4"/>
    <w:rsid w:val="00D40602"/>
    <w:rsid w:val="00D40825"/>
    <w:rsid w:val="00D40A12"/>
    <w:rsid w:val="00D41A41"/>
    <w:rsid w:val="00D41BF2"/>
    <w:rsid w:val="00D42F31"/>
    <w:rsid w:val="00D43BAD"/>
    <w:rsid w:val="00D440FC"/>
    <w:rsid w:val="00D4453D"/>
    <w:rsid w:val="00D458F1"/>
    <w:rsid w:val="00D46A52"/>
    <w:rsid w:val="00D47402"/>
    <w:rsid w:val="00D47641"/>
    <w:rsid w:val="00D4770B"/>
    <w:rsid w:val="00D506D7"/>
    <w:rsid w:val="00D517FA"/>
    <w:rsid w:val="00D518D0"/>
    <w:rsid w:val="00D537C7"/>
    <w:rsid w:val="00D55968"/>
    <w:rsid w:val="00D55C62"/>
    <w:rsid w:val="00D5660F"/>
    <w:rsid w:val="00D60792"/>
    <w:rsid w:val="00D628AB"/>
    <w:rsid w:val="00D62C11"/>
    <w:rsid w:val="00D62D7A"/>
    <w:rsid w:val="00D633F8"/>
    <w:rsid w:val="00D63D86"/>
    <w:rsid w:val="00D63EED"/>
    <w:rsid w:val="00D6410C"/>
    <w:rsid w:val="00D646BA"/>
    <w:rsid w:val="00D66D50"/>
    <w:rsid w:val="00D675FD"/>
    <w:rsid w:val="00D6766B"/>
    <w:rsid w:val="00D679B8"/>
    <w:rsid w:val="00D7039F"/>
    <w:rsid w:val="00D71967"/>
    <w:rsid w:val="00D71D41"/>
    <w:rsid w:val="00D73119"/>
    <w:rsid w:val="00D73C50"/>
    <w:rsid w:val="00D742CB"/>
    <w:rsid w:val="00D74C50"/>
    <w:rsid w:val="00D75347"/>
    <w:rsid w:val="00D75FA9"/>
    <w:rsid w:val="00D76524"/>
    <w:rsid w:val="00D809C5"/>
    <w:rsid w:val="00D80AFE"/>
    <w:rsid w:val="00D80C46"/>
    <w:rsid w:val="00D81033"/>
    <w:rsid w:val="00D81C09"/>
    <w:rsid w:val="00D81E96"/>
    <w:rsid w:val="00D82630"/>
    <w:rsid w:val="00D83870"/>
    <w:rsid w:val="00D83A0D"/>
    <w:rsid w:val="00D83A2B"/>
    <w:rsid w:val="00D84A44"/>
    <w:rsid w:val="00D8597E"/>
    <w:rsid w:val="00D866D1"/>
    <w:rsid w:val="00D87F51"/>
    <w:rsid w:val="00D91716"/>
    <w:rsid w:val="00D91CF0"/>
    <w:rsid w:val="00D93509"/>
    <w:rsid w:val="00D9389C"/>
    <w:rsid w:val="00D949C3"/>
    <w:rsid w:val="00D9678D"/>
    <w:rsid w:val="00D96D89"/>
    <w:rsid w:val="00D97C44"/>
    <w:rsid w:val="00D97DA0"/>
    <w:rsid w:val="00DA02EC"/>
    <w:rsid w:val="00DA09D6"/>
    <w:rsid w:val="00DA12F4"/>
    <w:rsid w:val="00DA1632"/>
    <w:rsid w:val="00DA1EA5"/>
    <w:rsid w:val="00DA2CD0"/>
    <w:rsid w:val="00DA32E6"/>
    <w:rsid w:val="00DA360E"/>
    <w:rsid w:val="00DA38A2"/>
    <w:rsid w:val="00DA449A"/>
    <w:rsid w:val="00DA54CB"/>
    <w:rsid w:val="00DA58CB"/>
    <w:rsid w:val="00DA5963"/>
    <w:rsid w:val="00DA6DB4"/>
    <w:rsid w:val="00DA7210"/>
    <w:rsid w:val="00DA7511"/>
    <w:rsid w:val="00DA7ACC"/>
    <w:rsid w:val="00DB0C1D"/>
    <w:rsid w:val="00DB297B"/>
    <w:rsid w:val="00DB3A90"/>
    <w:rsid w:val="00DB3F97"/>
    <w:rsid w:val="00DB6A25"/>
    <w:rsid w:val="00DB753D"/>
    <w:rsid w:val="00DB78A3"/>
    <w:rsid w:val="00DC1412"/>
    <w:rsid w:val="00DC14C7"/>
    <w:rsid w:val="00DC1C55"/>
    <w:rsid w:val="00DC3F51"/>
    <w:rsid w:val="00DC4341"/>
    <w:rsid w:val="00DC4B79"/>
    <w:rsid w:val="00DC4E34"/>
    <w:rsid w:val="00DC5792"/>
    <w:rsid w:val="00DC6E36"/>
    <w:rsid w:val="00DC6F19"/>
    <w:rsid w:val="00DC7037"/>
    <w:rsid w:val="00DC732A"/>
    <w:rsid w:val="00DC7F99"/>
    <w:rsid w:val="00DD013B"/>
    <w:rsid w:val="00DD0568"/>
    <w:rsid w:val="00DD076F"/>
    <w:rsid w:val="00DD143A"/>
    <w:rsid w:val="00DD1D18"/>
    <w:rsid w:val="00DD2716"/>
    <w:rsid w:val="00DD3518"/>
    <w:rsid w:val="00DD3804"/>
    <w:rsid w:val="00DD3D00"/>
    <w:rsid w:val="00DD3E25"/>
    <w:rsid w:val="00DD44DC"/>
    <w:rsid w:val="00DD48BD"/>
    <w:rsid w:val="00DD5F8D"/>
    <w:rsid w:val="00DD70DC"/>
    <w:rsid w:val="00DD7320"/>
    <w:rsid w:val="00DD73EC"/>
    <w:rsid w:val="00DD7E55"/>
    <w:rsid w:val="00DE018D"/>
    <w:rsid w:val="00DE0C1F"/>
    <w:rsid w:val="00DE2751"/>
    <w:rsid w:val="00DE44A4"/>
    <w:rsid w:val="00DE4B7A"/>
    <w:rsid w:val="00DE5946"/>
    <w:rsid w:val="00DE64CB"/>
    <w:rsid w:val="00DE6529"/>
    <w:rsid w:val="00DE6A28"/>
    <w:rsid w:val="00DE7440"/>
    <w:rsid w:val="00DE7480"/>
    <w:rsid w:val="00DF03F3"/>
    <w:rsid w:val="00DF04D7"/>
    <w:rsid w:val="00DF18D0"/>
    <w:rsid w:val="00DF237F"/>
    <w:rsid w:val="00DF2632"/>
    <w:rsid w:val="00DF29AC"/>
    <w:rsid w:val="00DF350D"/>
    <w:rsid w:val="00DF3D17"/>
    <w:rsid w:val="00DF4CE8"/>
    <w:rsid w:val="00DF4E0C"/>
    <w:rsid w:val="00DF5EFD"/>
    <w:rsid w:val="00DF6052"/>
    <w:rsid w:val="00DF613F"/>
    <w:rsid w:val="00DF622E"/>
    <w:rsid w:val="00DF62BE"/>
    <w:rsid w:val="00DF69B0"/>
    <w:rsid w:val="00DF6E83"/>
    <w:rsid w:val="00DF7D00"/>
    <w:rsid w:val="00E00B50"/>
    <w:rsid w:val="00E00FD0"/>
    <w:rsid w:val="00E01017"/>
    <w:rsid w:val="00E01684"/>
    <w:rsid w:val="00E01ACD"/>
    <w:rsid w:val="00E02DC6"/>
    <w:rsid w:val="00E02F6A"/>
    <w:rsid w:val="00E03190"/>
    <w:rsid w:val="00E0345C"/>
    <w:rsid w:val="00E03819"/>
    <w:rsid w:val="00E0394B"/>
    <w:rsid w:val="00E0425C"/>
    <w:rsid w:val="00E04F8F"/>
    <w:rsid w:val="00E0689A"/>
    <w:rsid w:val="00E07587"/>
    <w:rsid w:val="00E10399"/>
    <w:rsid w:val="00E11AF6"/>
    <w:rsid w:val="00E1228F"/>
    <w:rsid w:val="00E12974"/>
    <w:rsid w:val="00E13329"/>
    <w:rsid w:val="00E13CC6"/>
    <w:rsid w:val="00E14221"/>
    <w:rsid w:val="00E155A7"/>
    <w:rsid w:val="00E1708C"/>
    <w:rsid w:val="00E17315"/>
    <w:rsid w:val="00E17C33"/>
    <w:rsid w:val="00E20AD6"/>
    <w:rsid w:val="00E20E9B"/>
    <w:rsid w:val="00E22518"/>
    <w:rsid w:val="00E23B4C"/>
    <w:rsid w:val="00E24740"/>
    <w:rsid w:val="00E25024"/>
    <w:rsid w:val="00E25A48"/>
    <w:rsid w:val="00E25FD4"/>
    <w:rsid w:val="00E26E81"/>
    <w:rsid w:val="00E2707D"/>
    <w:rsid w:val="00E31295"/>
    <w:rsid w:val="00E31869"/>
    <w:rsid w:val="00E332AC"/>
    <w:rsid w:val="00E34477"/>
    <w:rsid w:val="00E35572"/>
    <w:rsid w:val="00E37460"/>
    <w:rsid w:val="00E405D3"/>
    <w:rsid w:val="00E43632"/>
    <w:rsid w:val="00E445E6"/>
    <w:rsid w:val="00E456EA"/>
    <w:rsid w:val="00E47618"/>
    <w:rsid w:val="00E47D42"/>
    <w:rsid w:val="00E5097C"/>
    <w:rsid w:val="00E50A29"/>
    <w:rsid w:val="00E51275"/>
    <w:rsid w:val="00E532CB"/>
    <w:rsid w:val="00E53B13"/>
    <w:rsid w:val="00E556E2"/>
    <w:rsid w:val="00E55E18"/>
    <w:rsid w:val="00E55E2E"/>
    <w:rsid w:val="00E56052"/>
    <w:rsid w:val="00E609AB"/>
    <w:rsid w:val="00E60E65"/>
    <w:rsid w:val="00E62854"/>
    <w:rsid w:val="00E629FE"/>
    <w:rsid w:val="00E63147"/>
    <w:rsid w:val="00E63397"/>
    <w:rsid w:val="00E63724"/>
    <w:rsid w:val="00E638C7"/>
    <w:rsid w:val="00E641F3"/>
    <w:rsid w:val="00E658E4"/>
    <w:rsid w:val="00E65DD2"/>
    <w:rsid w:val="00E671F8"/>
    <w:rsid w:val="00E67A6A"/>
    <w:rsid w:val="00E67BCF"/>
    <w:rsid w:val="00E7159B"/>
    <w:rsid w:val="00E72815"/>
    <w:rsid w:val="00E739EC"/>
    <w:rsid w:val="00E73B04"/>
    <w:rsid w:val="00E73B93"/>
    <w:rsid w:val="00E7437A"/>
    <w:rsid w:val="00E74C55"/>
    <w:rsid w:val="00E75601"/>
    <w:rsid w:val="00E75CC5"/>
    <w:rsid w:val="00E7678C"/>
    <w:rsid w:val="00E76DA3"/>
    <w:rsid w:val="00E77330"/>
    <w:rsid w:val="00E77534"/>
    <w:rsid w:val="00E77545"/>
    <w:rsid w:val="00E81E37"/>
    <w:rsid w:val="00E828A1"/>
    <w:rsid w:val="00E82979"/>
    <w:rsid w:val="00E838AE"/>
    <w:rsid w:val="00E84278"/>
    <w:rsid w:val="00E842B2"/>
    <w:rsid w:val="00E84348"/>
    <w:rsid w:val="00E84374"/>
    <w:rsid w:val="00E8516A"/>
    <w:rsid w:val="00E8569E"/>
    <w:rsid w:val="00E86E12"/>
    <w:rsid w:val="00E8718E"/>
    <w:rsid w:val="00E90E92"/>
    <w:rsid w:val="00E920A1"/>
    <w:rsid w:val="00E92BDF"/>
    <w:rsid w:val="00E92F14"/>
    <w:rsid w:val="00E94382"/>
    <w:rsid w:val="00E94766"/>
    <w:rsid w:val="00E9649F"/>
    <w:rsid w:val="00E965DD"/>
    <w:rsid w:val="00E967D1"/>
    <w:rsid w:val="00E96A9B"/>
    <w:rsid w:val="00E97049"/>
    <w:rsid w:val="00E9732E"/>
    <w:rsid w:val="00EA05AA"/>
    <w:rsid w:val="00EA09A6"/>
    <w:rsid w:val="00EA1550"/>
    <w:rsid w:val="00EA1682"/>
    <w:rsid w:val="00EA168B"/>
    <w:rsid w:val="00EA23CC"/>
    <w:rsid w:val="00EA2475"/>
    <w:rsid w:val="00EA2581"/>
    <w:rsid w:val="00EA2B8D"/>
    <w:rsid w:val="00EA309A"/>
    <w:rsid w:val="00EA3291"/>
    <w:rsid w:val="00EA44A9"/>
    <w:rsid w:val="00EA71CA"/>
    <w:rsid w:val="00EA7B7E"/>
    <w:rsid w:val="00EA7B86"/>
    <w:rsid w:val="00EA7CFF"/>
    <w:rsid w:val="00EB146A"/>
    <w:rsid w:val="00EB14B6"/>
    <w:rsid w:val="00EB1B0E"/>
    <w:rsid w:val="00EB1CD1"/>
    <w:rsid w:val="00EB233A"/>
    <w:rsid w:val="00EB3734"/>
    <w:rsid w:val="00EB4070"/>
    <w:rsid w:val="00EB425F"/>
    <w:rsid w:val="00EB4B5C"/>
    <w:rsid w:val="00EB60EF"/>
    <w:rsid w:val="00EB704C"/>
    <w:rsid w:val="00EC1100"/>
    <w:rsid w:val="00EC17C9"/>
    <w:rsid w:val="00EC1C9E"/>
    <w:rsid w:val="00EC1FE3"/>
    <w:rsid w:val="00EC2726"/>
    <w:rsid w:val="00EC3A89"/>
    <w:rsid w:val="00EC3B70"/>
    <w:rsid w:val="00EC4C19"/>
    <w:rsid w:val="00EC53E8"/>
    <w:rsid w:val="00EC553F"/>
    <w:rsid w:val="00EC592D"/>
    <w:rsid w:val="00EC5DF2"/>
    <w:rsid w:val="00EC6747"/>
    <w:rsid w:val="00EC6AA6"/>
    <w:rsid w:val="00EC75F0"/>
    <w:rsid w:val="00EC7CE4"/>
    <w:rsid w:val="00ED025F"/>
    <w:rsid w:val="00ED06F2"/>
    <w:rsid w:val="00ED1387"/>
    <w:rsid w:val="00ED15DC"/>
    <w:rsid w:val="00ED23E1"/>
    <w:rsid w:val="00ED2EF3"/>
    <w:rsid w:val="00ED39AA"/>
    <w:rsid w:val="00ED43F9"/>
    <w:rsid w:val="00ED49EE"/>
    <w:rsid w:val="00ED4CE1"/>
    <w:rsid w:val="00ED4D2D"/>
    <w:rsid w:val="00ED52BF"/>
    <w:rsid w:val="00ED69BA"/>
    <w:rsid w:val="00ED7111"/>
    <w:rsid w:val="00ED7232"/>
    <w:rsid w:val="00ED7FA8"/>
    <w:rsid w:val="00EE05F2"/>
    <w:rsid w:val="00EE0759"/>
    <w:rsid w:val="00EE1490"/>
    <w:rsid w:val="00EE1C4B"/>
    <w:rsid w:val="00EE2C40"/>
    <w:rsid w:val="00EE3EFC"/>
    <w:rsid w:val="00EE4C70"/>
    <w:rsid w:val="00EE5A87"/>
    <w:rsid w:val="00EE6CE2"/>
    <w:rsid w:val="00EE7B53"/>
    <w:rsid w:val="00EF0563"/>
    <w:rsid w:val="00EF1C1F"/>
    <w:rsid w:val="00EF22CD"/>
    <w:rsid w:val="00EF2E30"/>
    <w:rsid w:val="00EF3887"/>
    <w:rsid w:val="00EF3C51"/>
    <w:rsid w:val="00EF3D3F"/>
    <w:rsid w:val="00EF424F"/>
    <w:rsid w:val="00EF474A"/>
    <w:rsid w:val="00EF55BE"/>
    <w:rsid w:val="00EF57BE"/>
    <w:rsid w:val="00EF6C34"/>
    <w:rsid w:val="00EF7C44"/>
    <w:rsid w:val="00EF7FAB"/>
    <w:rsid w:val="00F0168A"/>
    <w:rsid w:val="00F03633"/>
    <w:rsid w:val="00F0401E"/>
    <w:rsid w:val="00F04396"/>
    <w:rsid w:val="00F04BE4"/>
    <w:rsid w:val="00F05044"/>
    <w:rsid w:val="00F05CDA"/>
    <w:rsid w:val="00F07067"/>
    <w:rsid w:val="00F07C6C"/>
    <w:rsid w:val="00F110A9"/>
    <w:rsid w:val="00F11693"/>
    <w:rsid w:val="00F116DC"/>
    <w:rsid w:val="00F117DC"/>
    <w:rsid w:val="00F12C60"/>
    <w:rsid w:val="00F13073"/>
    <w:rsid w:val="00F130AD"/>
    <w:rsid w:val="00F13A79"/>
    <w:rsid w:val="00F1443A"/>
    <w:rsid w:val="00F14EB7"/>
    <w:rsid w:val="00F156F8"/>
    <w:rsid w:val="00F15CE7"/>
    <w:rsid w:val="00F15E15"/>
    <w:rsid w:val="00F16558"/>
    <w:rsid w:val="00F1672A"/>
    <w:rsid w:val="00F16B9E"/>
    <w:rsid w:val="00F179C2"/>
    <w:rsid w:val="00F17CBD"/>
    <w:rsid w:val="00F20DC8"/>
    <w:rsid w:val="00F20E9B"/>
    <w:rsid w:val="00F23A7E"/>
    <w:rsid w:val="00F23D04"/>
    <w:rsid w:val="00F23D0A"/>
    <w:rsid w:val="00F240B9"/>
    <w:rsid w:val="00F251BB"/>
    <w:rsid w:val="00F264E3"/>
    <w:rsid w:val="00F2654F"/>
    <w:rsid w:val="00F26FE3"/>
    <w:rsid w:val="00F27CBE"/>
    <w:rsid w:val="00F3032D"/>
    <w:rsid w:val="00F30AA4"/>
    <w:rsid w:val="00F31457"/>
    <w:rsid w:val="00F315A7"/>
    <w:rsid w:val="00F3176F"/>
    <w:rsid w:val="00F32469"/>
    <w:rsid w:val="00F33F8F"/>
    <w:rsid w:val="00F3445E"/>
    <w:rsid w:val="00F3488C"/>
    <w:rsid w:val="00F34B28"/>
    <w:rsid w:val="00F34D03"/>
    <w:rsid w:val="00F34F83"/>
    <w:rsid w:val="00F35754"/>
    <w:rsid w:val="00F35A3A"/>
    <w:rsid w:val="00F362AB"/>
    <w:rsid w:val="00F3630F"/>
    <w:rsid w:val="00F36A6E"/>
    <w:rsid w:val="00F3735F"/>
    <w:rsid w:val="00F37EC1"/>
    <w:rsid w:val="00F409A8"/>
    <w:rsid w:val="00F40CA9"/>
    <w:rsid w:val="00F410F4"/>
    <w:rsid w:val="00F4194B"/>
    <w:rsid w:val="00F419CE"/>
    <w:rsid w:val="00F41B88"/>
    <w:rsid w:val="00F4244A"/>
    <w:rsid w:val="00F428D5"/>
    <w:rsid w:val="00F429A7"/>
    <w:rsid w:val="00F429AE"/>
    <w:rsid w:val="00F44357"/>
    <w:rsid w:val="00F44F47"/>
    <w:rsid w:val="00F45213"/>
    <w:rsid w:val="00F45B2A"/>
    <w:rsid w:val="00F45B94"/>
    <w:rsid w:val="00F46F82"/>
    <w:rsid w:val="00F5014E"/>
    <w:rsid w:val="00F502D2"/>
    <w:rsid w:val="00F504E5"/>
    <w:rsid w:val="00F506FB"/>
    <w:rsid w:val="00F5205C"/>
    <w:rsid w:val="00F540C5"/>
    <w:rsid w:val="00F547A5"/>
    <w:rsid w:val="00F55402"/>
    <w:rsid w:val="00F56594"/>
    <w:rsid w:val="00F574FD"/>
    <w:rsid w:val="00F6017E"/>
    <w:rsid w:val="00F603B6"/>
    <w:rsid w:val="00F618E6"/>
    <w:rsid w:val="00F63511"/>
    <w:rsid w:val="00F63683"/>
    <w:rsid w:val="00F64205"/>
    <w:rsid w:val="00F643F0"/>
    <w:rsid w:val="00F6600A"/>
    <w:rsid w:val="00F662B3"/>
    <w:rsid w:val="00F67209"/>
    <w:rsid w:val="00F67270"/>
    <w:rsid w:val="00F674F5"/>
    <w:rsid w:val="00F6779F"/>
    <w:rsid w:val="00F67B57"/>
    <w:rsid w:val="00F7000B"/>
    <w:rsid w:val="00F70154"/>
    <w:rsid w:val="00F7094D"/>
    <w:rsid w:val="00F70954"/>
    <w:rsid w:val="00F70D12"/>
    <w:rsid w:val="00F70E59"/>
    <w:rsid w:val="00F732A5"/>
    <w:rsid w:val="00F73472"/>
    <w:rsid w:val="00F73529"/>
    <w:rsid w:val="00F73ABC"/>
    <w:rsid w:val="00F73B0D"/>
    <w:rsid w:val="00F73B39"/>
    <w:rsid w:val="00F7448A"/>
    <w:rsid w:val="00F768CE"/>
    <w:rsid w:val="00F77E7E"/>
    <w:rsid w:val="00F80B90"/>
    <w:rsid w:val="00F81BCD"/>
    <w:rsid w:val="00F824BD"/>
    <w:rsid w:val="00F825DA"/>
    <w:rsid w:val="00F82C03"/>
    <w:rsid w:val="00F839F8"/>
    <w:rsid w:val="00F8436E"/>
    <w:rsid w:val="00F84E2C"/>
    <w:rsid w:val="00F85CA2"/>
    <w:rsid w:val="00F8655F"/>
    <w:rsid w:val="00F8691C"/>
    <w:rsid w:val="00F86C9F"/>
    <w:rsid w:val="00F87375"/>
    <w:rsid w:val="00F903BC"/>
    <w:rsid w:val="00F90E2F"/>
    <w:rsid w:val="00F917E4"/>
    <w:rsid w:val="00F926DE"/>
    <w:rsid w:val="00F92905"/>
    <w:rsid w:val="00F92E30"/>
    <w:rsid w:val="00F93F7F"/>
    <w:rsid w:val="00F94106"/>
    <w:rsid w:val="00F95597"/>
    <w:rsid w:val="00F958B6"/>
    <w:rsid w:val="00F97F12"/>
    <w:rsid w:val="00FA00B4"/>
    <w:rsid w:val="00FA011E"/>
    <w:rsid w:val="00FA09B0"/>
    <w:rsid w:val="00FA14D0"/>
    <w:rsid w:val="00FA3198"/>
    <w:rsid w:val="00FA38C0"/>
    <w:rsid w:val="00FA3AC3"/>
    <w:rsid w:val="00FA582A"/>
    <w:rsid w:val="00FA6BD0"/>
    <w:rsid w:val="00FA7589"/>
    <w:rsid w:val="00FA7939"/>
    <w:rsid w:val="00FB0DBB"/>
    <w:rsid w:val="00FB18C2"/>
    <w:rsid w:val="00FB31D3"/>
    <w:rsid w:val="00FB3ACC"/>
    <w:rsid w:val="00FB4BD2"/>
    <w:rsid w:val="00FB4FE9"/>
    <w:rsid w:val="00FB5A35"/>
    <w:rsid w:val="00FB5DB5"/>
    <w:rsid w:val="00FB663A"/>
    <w:rsid w:val="00FB6F21"/>
    <w:rsid w:val="00FB70BC"/>
    <w:rsid w:val="00FC0847"/>
    <w:rsid w:val="00FC14BA"/>
    <w:rsid w:val="00FC1A67"/>
    <w:rsid w:val="00FC2950"/>
    <w:rsid w:val="00FC2AA2"/>
    <w:rsid w:val="00FC2C78"/>
    <w:rsid w:val="00FC2DC6"/>
    <w:rsid w:val="00FC46BE"/>
    <w:rsid w:val="00FC48AE"/>
    <w:rsid w:val="00FC4C62"/>
    <w:rsid w:val="00FC5031"/>
    <w:rsid w:val="00FC580F"/>
    <w:rsid w:val="00FC6CBD"/>
    <w:rsid w:val="00FD2175"/>
    <w:rsid w:val="00FD25F3"/>
    <w:rsid w:val="00FD4513"/>
    <w:rsid w:val="00FD524B"/>
    <w:rsid w:val="00FD59CD"/>
    <w:rsid w:val="00FD78C2"/>
    <w:rsid w:val="00FE1A7D"/>
    <w:rsid w:val="00FE259D"/>
    <w:rsid w:val="00FE297B"/>
    <w:rsid w:val="00FE6827"/>
    <w:rsid w:val="00FF09A9"/>
    <w:rsid w:val="00FF15B2"/>
    <w:rsid w:val="00FF186B"/>
    <w:rsid w:val="00FF277A"/>
    <w:rsid w:val="00FF2E2E"/>
    <w:rsid w:val="00FF3093"/>
    <w:rsid w:val="00FF35DD"/>
    <w:rsid w:val="00FF3868"/>
    <w:rsid w:val="00FF452C"/>
    <w:rsid w:val="00FF615C"/>
    <w:rsid w:val="00FF62A3"/>
    <w:rsid w:val="00FF72FF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09A6"/>
  </w:style>
  <w:style w:type="paragraph" w:styleId="a5">
    <w:name w:val="footer"/>
    <w:basedOn w:val="a"/>
    <w:link w:val="a6"/>
    <w:uiPriority w:val="99"/>
    <w:unhideWhenUsed/>
    <w:rsid w:val="00EA0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09A6"/>
  </w:style>
  <w:style w:type="paragraph" w:styleId="a7">
    <w:name w:val="Balloon Text"/>
    <w:basedOn w:val="a"/>
    <w:link w:val="a8"/>
    <w:uiPriority w:val="99"/>
    <w:semiHidden/>
    <w:unhideWhenUsed/>
    <w:rsid w:val="00191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C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1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AED52-8A6E-4D6C-9630-50480858A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2791</TotalTime>
  <Pages>258</Pages>
  <Words>59906</Words>
  <Characters>341466</Characters>
  <Application>Microsoft Office Word</Application>
  <DocSecurity>0</DocSecurity>
  <Lines>2845</Lines>
  <Paragraphs>801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</Company>
  <LinksUpToDate>false</LinksUpToDate>
  <CharactersWithSpaces>400571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u60</cp:lastModifiedBy>
  <cp:revision>149</cp:revision>
  <cp:lastPrinted>2019-04-18T06:15:00Z</cp:lastPrinted>
  <dcterms:created xsi:type="dcterms:W3CDTF">2014-03-20T10:51:00Z</dcterms:created>
  <dcterms:modified xsi:type="dcterms:W3CDTF">2019-04-18T06:22:00Z</dcterms:modified>
</cp:coreProperties>
</file>