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F25" w:rsidRDefault="00573F25" w:rsidP="0010694B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73F25" w:rsidRDefault="00573F25" w:rsidP="0010694B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73F25" w:rsidRDefault="00573F25" w:rsidP="0010694B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73F25" w:rsidRDefault="00573F25" w:rsidP="0010694B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73F25" w:rsidRPr="0010694B" w:rsidRDefault="00573F25" w:rsidP="0010694B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36"/>
          <w:szCs w:val="28"/>
        </w:rPr>
      </w:pPr>
    </w:p>
    <w:p w:rsidR="00573F25" w:rsidRPr="00180267" w:rsidRDefault="00573F25" w:rsidP="0010694B">
      <w:pPr>
        <w:pStyle w:val="ConsNormal"/>
        <w:tabs>
          <w:tab w:val="left" w:pos="567"/>
        </w:tabs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0267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статью</w:t>
      </w:r>
      <w:smartTag w:uri="urn:schemas-avaya-com:ace:dce" w:element="smarttag">
        <w:smartTagPr>
          <w:attr w:name="AvayaIPOfficePlugin.OfficeSmartTag.CallElement" w:val=" 1 "/>
        </w:smartTagPr>
        <w:r w:rsidRPr="00180267">
          <w:rPr>
            <w:rFonts w:ascii="Times New Roman" w:hAnsi="Times New Roman" w:cs="Times New Roman"/>
            <w:b/>
            <w:bCs/>
            <w:sz w:val="28"/>
            <w:szCs w:val="28"/>
          </w:rPr>
          <w:t xml:space="preserve"> 1 </w:t>
        </w:r>
      </w:smartTag>
      <w:r w:rsidRPr="00180267">
        <w:rPr>
          <w:rFonts w:ascii="Times New Roman" w:hAnsi="Times New Roman" w:cs="Times New Roman"/>
          <w:b/>
          <w:bCs/>
          <w:sz w:val="28"/>
          <w:szCs w:val="28"/>
        </w:rPr>
        <w:t xml:space="preserve">Закона Ульяновской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180267">
        <w:rPr>
          <w:rFonts w:ascii="Times New Roman" w:hAnsi="Times New Roman" w:cs="Times New Roman"/>
          <w:b/>
          <w:sz w:val="28"/>
          <w:szCs w:val="28"/>
          <w:lang w:eastAsia="en-US"/>
        </w:rPr>
        <w:t>«О налоговых ставках налога, взимаемого в связи с применением упрощённой системы налогообложения, на территории Ульяновской области» и признании утратившими силу отдельных положений законодательных актов Ульяновской области</w:t>
      </w:r>
    </w:p>
    <w:p w:rsidR="00573F25" w:rsidRDefault="00573F25" w:rsidP="0010694B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573F25" w:rsidRDefault="00573F25" w:rsidP="0010694B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573F25" w:rsidRPr="00CB2C26" w:rsidRDefault="00573F25" w:rsidP="0010694B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573F25" w:rsidRDefault="00573F25" w:rsidP="0010694B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573F25" w:rsidRDefault="00573F25" w:rsidP="0010694B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573F25" w:rsidRDefault="00573F25" w:rsidP="0010694B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573F25" w:rsidRDefault="00573F25" w:rsidP="0010694B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</w:t>
      </w:r>
      <w:smartTag w:uri="urn:schemas-avaya-com:ace:dce" w:element="smarttag">
        <w:smartTagPr>
          <w:attr w:name="AvayaIPOfficePlugin.OfficeSmartTag.CallElement" w:val=" 1"/>
        </w:smartTagPr>
        <w:r>
          <w:rPr>
            <w:b/>
            <w:sz w:val="28"/>
            <w:szCs w:val="28"/>
          </w:rPr>
          <w:t xml:space="preserve"> 1</w:t>
        </w:r>
      </w:smartTag>
    </w:p>
    <w:p w:rsidR="00573F25" w:rsidRDefault="00573F25" w:rsidP="0010694B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573F25" w:rsidRDefault="00573F25" w:rsidP="0010694B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573F25" w:rsidRDefault="00573F25" w:rsidP="0018026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1F6">
        <w:rPr>
          <w:rFonts w:ascii="Times New Roman" w:hAnsi="Times New Roman" w:cs="Times New Roman"/>
          <w:sz w:val="28"/>
          <w:szCs w:val="28"/>
        </w:rPr>
        <w:t xml:space="preserve">Внести в </w:t>
      </w:r>
      <w:r>
        <w:rPr>
          <w:rFonts w:ascii="Times New Roman" w:hAnsi="Times New Roman" w:cs="Times New Roman"/>
          <w:sz w:val="28"/>
          <w:szCs w:val="28"/>
        </w:rPr>
        <w:t>пункт</w:t>
      </w:r>
      <w:smartTag w:uri="urn:schemas-avaya-com:ace:dce" w:element="smarttag">
        <w:smartTagPr>
          <w:attr w:name="AvayaIPOfficePlugin.OfficeSmartTag.CallElement" w:val=" 1 "/>
        </w:smartTagPr>
        <w:r>
          <w:rPr>
            <w:rFonts w:ascii="Times New Roman" w:hAnsi="Times New Roman" w:cs="Times New Roman"/>
            <w:sz w:val="28"/>
            <w:szCs w:val="28"/>
          </w:rPr>
          <w:t xml:space="preserve"> 1 </w:t>
        </w:r>
      </w:smartTag>
      <w:r w:rsidRPr="003B0D2B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>и</w:t>
      </w:r>
      <w:smartTag w:uri="urn:schemas-avaya-com:ace:dce" w:element="smarttag">
        <w:smartTagPr>
          <w:attr w:name="AvayaIPOfficePlugin.OfficeSmartTag.CallElement" w:val=" 1 "/>
        </w:smartTagPr>
        <w:r w:rsidRPr="003B0D2B">
          <w:rPr>
            <w:rFonts w:ascii="Times New Roman" w:hAnsi="Times New Roman" w:cs="Times New Roman"/>
            <w:sz w:val="28"/>
            <w:szCs w:val="28"/>
          </w:rPr>
          <w:t xml:space="preserve"> 1</w:t>
        </w:r>
        <w:r w:rsidRPr="00E901F6">
          <w:rPr>
            <w:rFonts w:ascii="Times New Roman" w:hAnsi="Times New Roman" w:cs="Times New Roman"/>
            <w:sz w:val="28"/>
            <w:szCs w:val="28"/>
          </w:rPr>
          <w:t xml:space="preserve"> </w:t>
        </w:r>
      </w:smartTag>
      <w:r w:rsidRPr="00E901F6">
        <w:rPr>
          <w:rFonts w:ascii="Times New Roman" w:hAnsi="Times New Roman" w:cs="Times New Roman"/>
          <w:sz w:val="28"/>
          <w:szCs w:val="28"/>
        </w:rPr>
        <w:t>Закона Ульяновской област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br/>
        <w:t>от</w:t>
      </w:r>
      <w:smartTag w:uri="urn:schemas-avaya-com:ace:dce" w:element="smarttag">
        <w:smartTagPr>
          <w:attr w:name="AvayaIPOfficePlugin.OfficeSmartTag.CallElement" w:val=" 3 "/>
        </w:smartTagPr>
        <w:r>
          <w:rPr>
            <w:rFonts w:ascii="Times New Roman" w:hAnsi="Times New Roman" w:cs="Times New Roman"/>
            <w:sz w:val="28"/>
            <w:szCs w:val="28"/>
          </w:rPr>
          <w:t xml:space="preserve"> 3 </w:t>
        </w:r>
      </w:smartTag>
      <w:r>
        <w:rPr>
          <w:rFonts w:ascii="Times New Roman" w:hAnsi="Times New Roman" w:cs="Times New Roman"/>
          <w:sz w:val="28"/>
          <w:szCs w:val="28"/>
        </w:rPr>
        <w:t>марта</w:t>
      </w:r>
      <w:smartTag w:uri="urn:schemas-avaya-com:ace:dce" w:element="smarttag">
        <w:smartTagPr>
          <w:attr w:name="AvayaIPOfficePlugin.OfficeSmartTag.CallElement" w:val=" 2009 "/>
        </w:smartTagPr>
        <w:r>
          <w:rPr>
            <w:rFonts w:ascii="Times New Roman" w:hAnsi="Times New Roman" w:cs="Times New Roman"/>
            <w:sz w:val="28"/>
            <w:szCs w:val="28"/>
          </w:rPr>
          <w:t xml:space="preserve"> 2009 </w:t>
        </w:r>
      </w:smartTag>
      <w:r>
        <w:rPr>
          <w:rFonts w:ascii="Times New Roman" w:hAnsi="Times New Roman" w:cs="Times New Roman"/>
          <w:sz w:val="28"/>
          <w:szCs w:val="28"/>
        </w:rPr>
        <w:t xml:space="preserve">года </w:t>
      </w:r>
      <w:smartTag w:uri="urn:schemas-avaya-com:ace:dce" w:element="smarttag">
        <w:smartTagPr>
          <w:attr w:name="AvayaIPOfficePlugin.OfficeSmartTag.CallElement" w:val="№ 13"/>
        </w:smartTagPr>
        <w:r>
          <w:rPr>
            <w:rFonts w:ascii="Times New Roman" w:hAnsi="Times New Roman" w:cs="Times New Roman"/>
            <w:sz w:val="28"/>
            <w:szCs w:val="28"/>
          </w:rPr>
          <w:t>№ 13</w:t>
        </w:r>
      </w:smartTag>
      <w:r>
        <w:rPr>
          <w:rFonts w:ascii="Times New Roman" w:hAnsi="Times New Roman" w:cs="Times New Roman"/>
          <w:sz w:val="28"/>
          <w:szCs w:val="28"/>
        </w:rPr>
        <w:t>-ЗО «</w:t>
      </w:r>
      <w:r w:rsidRPr="00E901F6">
        <w:rPr>
          <w:rFonts w:ascii="Times New Roman" w:hAnsi="Times New Roman" w:cs="Times New Roman"/>
          <w:sz w:val="28"/>
          <w:szCs w:val="28"/>
        </w:rPr>
        <w:t>О налоговых ставках налога, взимаем</w:t>
      </w:r>
      <w:r>
        <w:rPr>
          <w:rFonts w:ascii="Times New Roman" w:hAnsi="Times New Roman" w:cs="Times New Roman"/>
          <w:sz w:val="28"/>
          <w:szCs w:val="28"/>
        </w:rPr>
        <w:t>ого в связи с применением упрощё</w:t>
      </w:r>
      <w:r w:rsidRPr="00E901F6">
        <w:rPr>
          <w:rFonts w:ascii="Times New Roman" w:hAnsi="Times New Roman" w:cs="Times New Roman"/>
          <w:sz w:val="28"/>
          <w:szCs w:val="28"/>
        </w:rPr>
        <w:t>нной системы налогообложения, на те</w:t>
      </w:r>
      <w:r>
        <w:rPr>
          <w:rFonts w:ascii="Times New Roman" w:hAnsi="Times New Roman" w:cs="Times New Roman"/>
          <w:sz w:val="28"/>
          <w:szCs w:val="28"/>
        </w:rPr>
        <w:t>рритории Ульяновской области» («</w:t>
      </w:r>
      <w:r w:rsidRPr="00E901F6">
        <w:rPr>
          <w:rFonts w:ascii="Times New Roman" w:hAnsi="Times New Roman" w:cs="Times New Roman"/>
          <w:sz w:val="28"/>
          <w:szCs w:val="28"/>
        </w:rPr>
        <w:t>Ульяновская правда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901F6">
        <w:rPr>
          <w:rFonts w:ascii="Times New Roman" w:hAnsi="Times New Roman" w:cs="Times New Roman"/>
          <w:sz w:val="28"/>
          <w:szCs w:val="28"/>
        </w:rPr>
        <w:t xml:space="preserve"> от</w:t>
      </w:r>
      <w:smartTag w:uri="urn:schemas-avaya-com:ace:dce" w:element="smarttag">
        <w:smartTagPr>
          <w:attr w:name="AvayaIPOfficePlugin.OfficeSmartTag.CallElement" w:val=" 06.03.2009 "/>
        </w:smartTagPr>
        <w:r w:rsidRPr="00E901F6">
          <w:rPr>
            <w:rFonts w:ascii="Times New Roman" w:hAnsi="Times New Roman" w:cs="Times New Roman"/>
            <w:sz w:val="28"/>
            <w:szCs w:val="28"/>
          </w:rPr>
          <w:t xml:space="preserve"> 06.03.2009 </w:t>
        </w:r>
        <w:smartTag w:uri="urn:schemas-avaya-com:ace:dce" w:element="smarttag">
          <w:smartTagPr>
            <w:attr w:name="AvayaIPOfficePlugin.OfficeSmartTag.CallElement" w:val="№ 17;"/>
          </w:smartTagPr>
        </w:smartTag>
        <w:r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Pr="00E901F6">
          <w:rPr>
            <w:rFonts w:ascii="Times New Roman" w:hAnsi="Times New Roman" w:cs="Times New Roman"/>
            <w:sz w:val="28"/>
            <w:szCs w:val="28"/>
          </w:rPr>
          <w:t>17;</w:t>
        </w:r>
      </w:smartTag>
      <w:r w:rsidRPr="00E901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D7666C">
        <w:rPr>
          <w:rFonts w:ascii="Times New Roman" w:hAnsi="Times New Roman" w:cs="Times New Roman"/>
          <w:sz w:val="28"/>
          <w:szCs w:val="28"/>
        </w:rPr>
        <w:t>от</w:t>
      </w:r>
      <w:smartTag w:uri="urn:schemas-avaya-com:ace:dce" w:element="smarttag">
        <w:smartTagPr>
          <w:attr w:name="AvayaIPOfficePlugin.OfficeSmartTag.CallElement" w:val=" 06.08.2010 "/>
        </w:smartTagPr>
        <w:r w:rsidRPr="00D7666C">
          <w:rPr>
            <w:rFonts w:ascii="Times New Roman" w:hAnsi="Times New Roman" w:cs="Times New Roman"/>
            <w:sz w:val="28"/>
            <w:szCs w:val="28"/>
          </w:rPr>
          <w:t xml:space="preserve"> 06.08.2010 </w:t>
        </w:r>
        <w:smartTag w:uri="urn:schemas-avaya-com:ace:dce" w:element="smarttag">
          <w:smartTagPr>
            <w:attr w:name="AvayaIPOfficePlugin.OfficeSmartTag.CallElement" w:val="№ 64;"/>
          </w:smartTagPr>
        </w:smartTag>
        <w:r w:rsidRPr="00D7666C">
          <w:rPr>
            <w:rFonts w:ascii="Times New Roman" w:hAnsi="Times New Roman" w:cs="Times New Roman"/>
            <w:sz w:val="28"/>
            <w:szCs w:val="28"/>
          </w:rPr>
          <w:t>№ 64;</w:t>
        </w:r>
      </w:smartTag>
      <w:r w:rsidRPr="00D7666C">
        <w:rPr>
          <w:rFonts w:ascii="Times New Roman" w:hAnsi="Times New Roman" w:cs="Times New Roman"/>
          <w:sz w:val="28"/>
          <w:szCs w:val="28"/>
        </w:rPr>
        <w:t xml:space="preserve"> от</w:t>
      </w:r>
      <w:smartTag w:uri="urn:schemas-avaya-com:ace:dce" w:element="smarttag">
        <w:smartTagPr>
          <w:attr w:name="AvayaIPOfficePlugin.OfficeSmartTag.CallElement" w:val=" 06.10.2010 "/>
        </w:smartTagPr>
        <w:r w:rsidRPr="00D7666C">
          <w:rPr>
            <w:rFonts w:ascii="Times New Roman" w:hAnsi="Times New Roman" w:cs="Times New Roman"/>
            <w:sz w:val="28"/>
            <w:szCs w:val="28"/>
          </w:rPr>
          <w:t xml:space="preserve"> 06.10.2010 </w:t>
        </w:r>
        <w:smartTag w:uri="urn:schemas-avaya-com:ace:dce" w:element="smarttag">
          <w:smartTagPr>
            <w:attr w:name="AvayaIPOfficePlugin.OfficeSmartTag.CallElement" w:val="№ 81;"/>
          </w:smartTagPr>
        </w:smartTag>
        <w:r w:rsidRPr="00D7666C">
          <w:rPr>
            <w:rFonts w:ascii="Times New Roman" w:hAnsi="Times New Roman" w:cs="Times New Roman"/>
            <w:sz w:val="28"/>
            <w:szCs w:val="28"/>
          </w:rPr>
          <w:t>№ 81;</w:t>
        </w:r>
      </w:smartTag>
      <w:r w:rsidRPr="00D7666C">
        <w:rPr>
          <w:rFonts w:ascii="Times New Roman" w:hAnsi="Times New Roman" w:cs="Times New Roman"/>
          <w:sz w:val="28"/>
          <w:szCs w:val="28"/>
        </w:rPr>
        <w:t xml:space="preserve"> от</w:t>
      </w:r>
      <w:smartTag w:uri="urn:schemas-avaya-com:ace:dce" w:element="smarttag">
        <w:smartTagPr>
          <w:attr w:name="AvayaIPOfficePlugin.OfficeSmartTag.CallElement" w:val=" 07.10.2011 "/>
        </w:smartTagPr>
        <w:r w:rsidRPr="00D7666C">
          <w:rPr>
            <w:rFonts w:ascii="Times New Roman" w:hAnsi="Times New Roman" w:cs="Times New Roman"/>
            <w:sz w:val="28"/>
            <w:szCs w:val="28"/>
          </w:rPr>
          <w:t xml:space="preserve"> 07.10.2011 </w:t>
        </w:r>
        <w:smartTag w:uri="urn:schemas-avaya-com:ace:dce" w:element="smarttag">
          <w:smartTagPr>
            <w:attr w:name="AvayaIPOfficePlugin.OfficeSmartTag.CallElement" w:val="№ 113;"/>
          </w:smartTagPr>
        </w:smartTag>
        <w:r w:rsidRPr="00D7666C">
          <w:rPr>
            <w:rFonts w:ascii="Times New Roman" w:hAnsi="Times New Roman" w:cs="Times New Roman"/>
            <w:sz w:val="28"/>
            <w:szCs w:val="28"/>
          </w:rPr>
          <w:t>№ 113;</w:t>
        </w:r>
      </w:smartTag>
      <w:r w:rsidRPr="00D7666C">
        <w:rPr>
          <w:rFonts w:ascii="Times New Roman" w:hAnsi="Times New Roman" w:cs="Times New Roman"/>
          <w:sz w:val="28"/>
          <w:szCs w:val="28"/>
        </w:rPr>
        <w:t xml:space="preserve"> от</w:t>
      </w:r>
      <w:smartTag w:uri="urn:schemas-avaya-com:ace:dce" w:element="smarttag">
        <w:smartTagPr>
          <w:attr w:name="AvayaIPOfficePlugin.OfficeSmartTag.CallElement" w:val=" 02.03.2012 "/>
        </w:smartTagPr>
        <w:r w:rsidRPr="00D7666C">
          <w:rPr>
            <w:rFonts w:ascii="Times New Roman" w:hAnsi="Times New Roman" w:cs="Times New Roman"/>
            <w:sz w:val="28"/>
            <w:szCs w:val="28"/>
          </w:rPr>
          <w:t xml:space="preserve"> 02.03.2012 </w:t>
        </w:r>
      </w:smartTag>
      <w:r w:rsidRPr="00D7666C">
        <w:rPr>
          <w:rFonts w:ascii="Times New Roman" w:hAnsi="Times New Roman" w:cs="Times New Roman"/>
          <w:sz w:val="28"/>
          <w:szCs w:val="28"/>
        </w:rPr>
        <w:br/>
      </w:r>
      <w:smartTag w:uri="urn:schemas-avaya-com:ace:dce" w:element="smarttag">
        <w:smartTagPr>
          <w:attr w:name="AvayaIPOfficePlugin.OfficeSmartTag.CallElement" w:val="№ 22;"/>
        </w:smartTagPr>
        <w:r w:rsidRPr="00D7666C">
          <w:rPr>
            <w:rFonts w:ascii="Times New Roman" w:hAnsi="Times New Roman" w:cs="Times New Roman"/>
            <w:sz w:val="28"/>
            <w:szCs w:val="28"/>
          </w:rPr>
          <w:t>№ 22;</w:t>
        </w:r>
      </w:smartTag>
      <w:r w:rsidRPr="00D7666C">
        <w:rPr>
          <w:rFonts w:ascii="Times New Roman" w:hAnsi="Times New Roman" w:cs="Times New Roman"/>
          <w:sz w:val="28"/>
          <w:szCs w:val="28"/>
        </w:rPr>
        <w:t xml:space="preserve"> от</w:t>
      </w:r>
      <w:smartTag w:uri="urn:schemas-avaya-com:ace:dce" w:element="smarttag">
        <w:smartTagPr>
          <w:attr w:name="AvayaIPOfficePlugin.OfficeSmartTag.CallElement" w:val=" 08.12.2014 "/>
        </w:smartTagPr>
        <w:r w:rsidRPr="00D7666C">
          <w:rPr>
            <w:rFonts w:ascii="Times New Roman" w:hAnsi="Times New Roman" w:cs="Times New Roman"/>
            <w:sz w:val="28"/>
            <w:szCs w:val="28"/>
          </w:rPr>
          <w:t xml:space="preserve"> 08.12.2014 </w:t>
        </w:r>
        <w:smartTag w:uri="urn:schemas-avaya-com:ace:dce" w:element="smarttag">
          <w:smartTagPr>
            <w:attr w:name="AvayaIPOfficePlugin.OfficeSmartTag.CallElement" w:val="№ 180;"/>
          </w:smartTagPr>
        </w:smartTag>
        <w:r w:rsidRPr="00D7666C">
          <w:rPr>
            <w:rFonts w:ascii="Times New Roman" w:hAnsi="Times New Roman" w:cs="Times New Roman"/>
            <w:sz w:val="28"/>
            <w:szCs w:val="28"/>
          </w:rPr>
          <w:t>№ 180;</w:t>
        </w:r>
      </w:smartTag>
      <w:r w:rsidRPr="00D7666C">
        <w:rPr>
          <w:rFonts w:ascii="Times New Roman" w:hAnsi="Times New Roman" w:cs="Times New Roman"/>
          <w:sz w:val="28"/>
          <w:szCs w:val="28"/>
        </w:rPr>
        <w:t xml:space="preserve"> от</w:t>
      </w:r>
      <w:smartTag w:uri="urn:schemas-avaya-com:ace:dce" w:element="smarttag">
        <w:smartTagPr>
          <w:attr w:name="AvayaIPOfficePlugin.OfficeSmartTag.CallElement" w:val=" 06.04.2015 "/>
        </w:smartTagPr>
        <w:r w:rsidRPr="00D7666C">
          <w:rPr>
            <w:rFonts w:ascii="Times New Roman" w:hAnsi="Times New Roman" w:cs="Times New Roman"/>
            <w:sz w:val="28"/>
            <w:szCs w:val="28"/>
          </w:rPr>
          <w:t xml:space="preserve"> 06.04.2015 </w:t>
        </w:r>
        <w:smartTag w:uri="urn:schemas-avaya-com:ace:dce" w:element="smarttag">
          <w:smartTagPr>
            <w:attr w:name="AvayaIPOfficePlugin.OfficeSmartTag.CallElement" w:val="№ 44;"/>
          </w:smartTagPr>
        </w:smartTag>
        <w:r w:rsidRPr="00D7666C">
          <w:rPr>
            <w:rFonts w:ascii="Times New Roman" w:hAnsi="Times New Roman" w:cs="Times New Roman"/>
            <w:sz w:val="28"/>
            <w:szCs w:val="28"/>
          </w:rPr>
          <w:t>№ 44;</w:t>
        </w:r>
      </w:smartTag>
      <w:r w:rsidRPr="00D7666C">
        <w:rPr>
          <w:rFonts w:ascii="Times New Roman" w:hAnsi="Times New Roman" w:cs="Times New Roman"/>
          <w:sz w:val="28"/>
          <w:szCs w:val="28"/>
        </w:rPr>
        <w:t xml:space="preserve"> от</w:t>
      </w:r>
      <w:smartTag w:uri="urn:schemas-avaya-com:ace:dce" w:element="smarttag">
        <w:smartTagPr>
          <w:attr w:name="AvayaIPOfficePlugin.OfficeSmartTag.CallElement" w:val=" 05.10.2015 "/>
        </w:smartTagPr>
        <w:r w:rsidRPr="00D7666C">
          <w:rPr>
            <w:rFonts w:ascii="Times New Roman" w:hAnsi="Times New Roman" w:cs="Times New Roman"/>
            <w:sz w:val="28"/>
            <w:szCs w:val="28"/>
          </w:rPr>
          <w:t xml:space="preserve"> 05.10.2015 </w:t>
        </w:r>
        <w:smartTag w:uri="urn:schemas-avaya-com:ace:dce" w:element="smarttag">
          <w:smartTagPr>
            <w:attr w:name="AvayaIPOfficePlugin.OfficeSmartTag.CallElement" w:val="№ 139;"/>
          </w:smartTagPr>
        </w:smartTag>
        <w:r w:rsidRPr="00D7666C">
          <w:rPr>
            <w:rFonts w:ascii="Times New Roman" w:hAnsi="Times New Roman" w:cs="Times New Roman"/>
            <w:sz w:val="28"/>
            <w:szCs w:val="28"/>
          </w:rPr>
          <w:t>№ 139</w:t>
        </w:r>
        <w:r>
          <w:rPr>
            <w:rFonts w:ascii="Times New Roman" w:hAnsi="Times New Roman" w:cs="Times New Roman"/>
            <w:sz w:val="28"/>
            <w:szCs w:val="28"/>
          </w:rPr>
          <w:t>;</w:t>
        </w:r>
      </w:smartTag>
      <w:r w:rsidRPr="00D7666C">
        <w:rPr>
          <w:rFonts w:ascii="Times New Roman" w:hAnsi="Times New Roman" w:cs="Times New Roman"/>
          <w:sz w:val="28"/>
          <w:szCs w:val="28"/>
        </w:rPr>
        <w:t xml:space="preserve"> </w:t>
      </w:r>
      <w:r w:rsidRPr="00D7666C">
        <w:rPr>
          <w:rFonts w:ascii="Times New Roman" w:hAnsi="Times New Roman" w:cs="Times New Roman"/>
          <w:sz w:val="28"/>
          <w:szCs w:val="28"/>
        </w:rPr>
        <w:br/>
        <w:t>от</w:t>
      </w:r>
      <w:smartTag w:uri="urn:schemas-avaya-com:ace:dce" w:element="smarttag">
        <w:smartTagPr>
          <w:attr w:name="AvayaIPOfficePlugin.OfficeSmartTag.CallElement" w:val=" 30.12.2015 "/>
        </w:smartTagPr>
        <w:r w:rsidRPr="00D7666C">
          <w:rPr>
            <w:rFonts w:ascii="Times New Roman" w:hAnsi="Times New Roman" w:cs="Times New Roman"/>
            <w:sz w:val="28"/>
            <w:szCs w:val="28"/>
          </w:rPr>
          <w:t xml:space="preserve"> 30.12.2015 </w:t>
        </w:r>
        <w:smartTag w:uri="urn:schemas-avaya-com:ace:dce" w:element="smarttag">
          <w:smartTagPr>
            <w:attr w:name="AvayaIPOfficePlugin.OfficeSmartTag.CallElement" w:val="№ 192;"/>
          </w:smartTagPr>
        </w:smartTag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D7666C">
          <w:rPr>
            <w:rFonts w:ascii="Times New Roman" w:hAnsi="Times New Roman" w:cs="Times New Roman"/>
            <w:sz w:val="28"/>
            <w:szCs w:val="28"/>
          </w:rPr>
          <w:t xml:space="preserve"> 192;</w:t>
        </w:r>
      </w:smartTag>
      <w:r w:rsidRPr="00D7666C">
        <w:rPr>
          <w:rFonts w:ascii="Times New Roman" w:hAnsi="Times New Roman" w:cs="Times New Roman"/>
          <w:sz w:val="28"/>
          <w:szCs w:val="28"/>
        </w:rPr>
        <w:t xml:space="preserve"> от</w:t>
      </w:r>
      <w:smartTag w:uri="urn:schemas-avaya-com:ace:dce" w:element="smarttag">
        <w:smartTagPr>
          <w:attr w:name="AvayaIPOfficePlugin.OfficeSmartTag.CallElement" w:val=" 08.11.2016 "/>
        </w:smartTagPr>
        <w:r w:rsidRPr="00D7666C">
          <w:rPr>
            <w:rFonts w:ascii="Times New Roman" w:hAnsi="Times New Roman" w:cs="Times New Roman"/>
            <w:sz w:val="28"/>
            <w:szCs w:val="28"/>
          </w:rPr>
          <w:t xml:space="preserve"> 08.11.2016 </w:t>
        </w:r>
        <w:smartTag w:uri="urn:schemas-avaya-com:ace:dce" w:element="smarttag">
          <w:smartTagPr>
            <w:attr w:name="AvayaIPOfficePlugin.OfficeSmartTag.CallElement" w:val="№ 127;"/>
          </w:smartTagPr>
        </w:smartTag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D7666C">
          <w:rPr>
            <w:rFonts w:ascii="Times New Roman" w:hAnsi="Times New Roman" w:cs="Times New Roman"/>
            <w:sz w:val="28"/>
            <w:szCs w:val="28"/>
          </w:rPr>
          <w:t xml:space="preserve"> 127;</w:t>
        </w:r>
      </w:smartTag>
      <w:r w:rsidRPr="00D7666C">
        <w:rPr>
          <w:rFonts w:ascii="Times New Roman" w:hAnsi="Times New Roman" w:cs="Times New Roman"/>
          <w:sz w:val="28"/>
          <w:szCs w:val="28"/>
        </w:rPr>
        <w:t xml:space="preserve"> от</w:t>
      </w:r>
      <w:smartTag w:uri="urn:schemas-avaya-com:ace:dce" w:element="smarttag">
        <w:smartTagPr>
          <w:attr w:name="AvayaIPOfficePlugin.OfficeSmartTag.CallElement" w:val=" 07.03.2017 "/>
        </w:smartTagPr>
        <w:r w:rsidRPr="00D7666C">
          <w:rPr>
            <w:rFonts w:ascii="Times New Roman" w:hAnsi="Times New Roman" w:cs="Times New Roman"/>
            <w:sz w:val="28"/>
            <w:szCs w:val="28"/>
          </w:rPr>
          <w:t xml:space="preserve"> 07.03.2017 </w:t>
        </w:r>
        <w:smartTag w:uri="urn:schemas-avaya-com:ace:dce" w:element="smarttag">
          <w:smartTagPr>
            <w:attr w:name="AvayaIPOfficePlugin.OfficeSmartTag.CallElement" w:val="№ 16;"/>
          </w:smartTagPr>
        </w:smartTag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D7666C">
          <w:rPr>
            <w:rFonts w:ascii="Times New Roman" w:hAnsi="Times New Roman" w:cs="Times New Roman"/>
            <w:sz w:val="28"/>
            <w:szCs w:val="28"/>
          </w:rPr>
          <w:t xml:space="preserve"> 16</w:t>
        </w:r>
        <w:r>
          <w:rPr>
            <w:rFonts w:ascii="Times New Roman" w:hAnsi="Times New Roman" w:cs="Times New Roman"/>
            <w:sz w:val="28"/>
            <w:szCs w:val="28"/>
          </w:rPr>
          <w:t>;</w:t>
        </w:r>
      </w:smartTag>
      <w:r>
        <w:rPr>
          <w:rFonts w:ascii="Times New Roman" w:hAnsi="Times New Roman" w:cs="Times New Roman"/>
          <w:sz w:val="28"/>
          <w:szCs w:val="28"/>
        </w:rPr>
        <w:t xml:space="preserve"> от</w:t>
      </w:r>
      <w:smartTag w:uri="urn:schemas-avaya-com:ace:dce" w:element="smarttag">
        <w:smartTagPr>
          <w:attr w:name="AvayaIPOfficePlugin.OfficeSmartTag.CallElement" w:val=" 14.12.2018 "/>
        </w:smartTagPr>
        <w:r>
          <w:rPr>
            <w:rFonts w:ascii="Times New Roman" w:hAnsi="Times New Roman" w:cs="Times New Roman"/>
            <w:sz w:val="28"/>
            <w:szCs w:val="28"/>
          </w:rPr>
          <w:t xml:space="preserve"> 14.12.2018 </w:t>
        </w:r>
      </w:smartTag>
      <w:r>
        <w:rPr>
          <w:rFonts w:ascii="Times New Roman" w:hAnsi="Times New Roman" w:cs="Times New Roman"/>
          <w:sz w:val="28"/>
          <w:szCs w:val="28"/>
        </w:rPr>
        <w:br/>
      </w:r>
      <w:smartTag w:uri="urn:schemas-avaya-com:ace:dce" w:element="smarttag">
        <w:smartTagPr>
          <w:attr w:name="AvayaIPOfficePlugin.OfficeSmartTag.CallElement" w:val="№ 93"/>
        </w:smartTagPr>
        <w:r>
          <w:rPr>
            <w:rFonts w:ascii="Times New Roman" w:hAnsi="Times New Roman" w:cs="Times New Roman"/>
            <w:sz w:val="28"/>
            <w:szCs w:val="28"/>
          </w:rPr>
          <w:t>№ 93</w:t>
        </w:r>
      </w:smartTag>
      <w:r w:rsidRPr="00E901F6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E901F6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>я:</w:t>
      </w:r>
    </w:p>
    <w:p w:rsidR="00573F25" w:rsidRDefault="00573F25" w:rsidP="0018026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подпункт «а» признать утратившим силу;</w:t>
      </w:r>
    </w:p>
    <w:p w:rsidR="00573F25" w:rsidRDefault="00573F25" w:rsidP="0018026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дополнить подпунктом </w:t>
      </w:r>
      <w:r w:rsidRPr="004550E5">
        <w:rPr>
          <w:rFonts w:ascii="Times New Roman" w:hAnsi="Times New Roman" w:cs="Times New Roman"/>
          <w:sz w:val="28"/>
          <w:szCs w:val="28"/>
          <w:lang w:eastAsia="en-US"/>
        </w:rPr>
        <w:t>«а</w:t>
      </w:r>
      <w:r w:rsidRPr="004550E5"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  <w:t>1</w:t>
      </w:r>
      <w:r w:rsidRPr="004550E5">
        <w:rPr>
          <w:rFonts w:ascii="Times New Roman" w:hAnsi="Times New Roman" w:cs="Times New Roman"/>
          <w:sz w:val="28"/>
          <w:szCs w:val="28"/>
          <w:lang w:eastAsia="en-US"/>
        </w:rPr>
        <w:t>»</w:t>
      </w:r>
      <w:r>
        <w:rPr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573F25" w:rsidRDefault="00573F25" w:rsidP="001802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4550E5">
        <w:rPr>
          <w:color w:val="000000"/>
          <w:sz w:val="28"/>
          <w:szCs w:val="28"/>
        </w:rPr>
        <w:t>«а</w:t>
      </w:r>
      <w:r w:rsidRPr="004550E5">
        <w:rPr>
          <w:color w:val="000000"/>
          <w:sz w:val="28"/>
          <w:szCs w:val="28"/>
          <w:vertAlign w:val="superscript"/>
        </w:rPr>
        <w:t>1</w:t>
      </w:r>
      <w:r w:rsidRPr="004550E5">
        <w:rPr>
          <w:color w:val="000000"/>
          <w:sz w:val="28"/>
          <w:szCs w:val="28"/>
        </w:rPr>
        <w:t xml:space="preserve">) </w:t>
      </w:r>
      <w:r>
        <w:rPr>
          <w:sz w:val="28"/>
          <w:szCs w:val="28"/>
          <w:lang w:eastAsia="en-US"/>
        </w:rPr>
        <w:t xml:space="preserve">для налогоплательщиков, осуществляющих деятельность в области информационных технологий и получивших в установленном Правительством Российской Федерации порядке документ о государственной аккредитации, предусмотренный </w:t>
      </w:r>
      <w:r w:rsidRPr="00DC38F4">
        <w:rPr>
          <w:sz w:val="28"/>
          <w:szCs w:val="28"/>
          <w:lang w:eastAsia="en-US"/>
        </w:rPr>
        <w:t>пунктом</w:t>
      </w:r>
      <w:smartTag w:uri="urn:schemas-avaya-com:ace:dce" w:element="smarttag">
        <w:smartTagPr>
          <w:attr w:name="AvayaIPOfficePlugin.OfficeSmartTag.CallElement" w:val=" 6 "/>
        </w:smartTagPr>
        <w:r w:rsidRPr="00DC38F4">
          <w:rPr>
            <w:sz w:val="28"/>
            <w:szCs w:val="28"/>
            <w:lang w:eastAsia="en-US"/>
          </w:rPr>
          <w:t xml:space="preserve"> 6 </w:t>
        </w:r>
      </w:smartTag>
      <w:r w:rsidRPr="00DC38F4">
        <w:rPr>
          <w:sz w:val="28"/>
          <w:szCs w:val="28"/>
          <w:lang w:eastAsia="en-US"/>
        </w:rPr>
        <w:t>статьи</w:t>
      </w:r>
      <w:smartTag w:uri="urn:schemas-avaya-com:ace:dce" w:element="smarttag">
        <w:smartTagPr>
          <w:attr w:name="AvayaIPOfficePlugin.OfficeSmartTag.CallElement" w:val=" 259 "/>
        </w:smartTagPr>
        <w:r w:rsidRPr="00DC38F4">
          <w:rPr>
            <w:sz w:val="28"/>
            <w:szCs w:val="28"/>
            <w:lang w:eastAsia="en-US"/>
          </w:rPr>
          <w:t xml:space="preserve"> 259 </w:t>
        </w:r>
      </w:smartTag>
      <w:r>
        <w:rPr>
          <w:sz w:val="28"/>
          <w:szCs w:val="28"/>
          <w:lang w:eastAsia="en-US"/>
        </w:rPr>
        <w:t xml:space="preserve">Налогового кодекса Российской Федерации, при условии, что в доходе таких налогоплательщиков </w:t>
      </w:r>
      <w:r>
        <w:rPr>
          <w:sz w:val="28"/>
          <w:szCs w:val="28"/>
          <w:lang w:eastAsia="en-US"/>
        </w:rPr>
        <w:br/>
        <w:t xml:space="preserve">от реализации товаров (работ, услуг) в течение соответствующего отчётного (налогового) периода доля дохода от реализации товаров (работ, услуг), являющихся результатом осуществления вида экономической деятельности, классифицируемого в соответствии с </w:t>
      </w:r>
      <w:r w:rsidRPr="00DC38F4">
        <w:rPr>
          <w:sz w:val="28"/>
          <w:szCs w:val="28"/>
          <w:lang w:eastAsia="en-US"/>
        </w:rPr>
        <w:t>группировками</w:t>
      </w:r>
      <w:smartTag w:uri="urn:schemas-avaya-com:ace:dce" w:element="smarttag">
        <w:smartTagPr>
          <w:attr w:name="AvayaIPOfficePlugin.OfficeSmartTag.CallElement" w:val=" 62 "/>
        </w:smartTagPr>
        <w:r w:rsidRPr="00DC38F4">
          <w:rPr>
            <w:sz w:val="28"/>
            <w:szCs w:val="28"/>
            <w:lang w:eastAsia="en-US"/>
          </w:rPr>
          <w:t xml:space="preserve"> 62 </w:t>
        </w:r>
      </w:smartTag>
      <w:r w:rsidRPr="00DC38F4">
        <w:rPr>
          <w:sz w:val="28"/>
          <w:szCs w:val="28"/>
          <w:lang w:eastAsia="en-US"/>
        </w:rPr>
        <w:t>и</w:t>
      </w:r>
      <w:smartTag w:uri="urn:schemas-avaya-com:ace:dce" w:element="smarttag">
        <w:smartTagPr>
          <w:attr w:name="AvayaIPOfficePlugin.OfficeSmartTag.CallElement" w:val=" 63 "/>
        </w:smartTagPr>
        <w:r w:rsidRPr="00DC38F4">
          <w:rPr>
            <w:sz w:val="28"/>
            <w:szCs w:val="28"/>
            <w:lang w:eastAsia="en-US"/>
          </w:rPr>
          <w:t xml:space="preserve"> 63 </w:t>
        </w:r>
      </w:smartTag>
      <w:r>
        <w:rPr>
          <w:sz w:val="28"/>
          <w:szCs w:val="28"/>
          <w:lang w:eastAsia="en-US"/>
        </w:rPr>
        <w:t>Общероссийского классификатора видов экономической деятельности ОК</w:t>
      </w:r>
      <w:smartTag w:uri="urn:schemas-avaya-com:ace:dce" w:element="smarttag">
        <w:smartTagPr>
          <w:attr w:name="AvayaIPOfficePlugin.OfficeSmartTag.CallElement" w:val=" 029-2014 "/>
        </w:smartTagPr>
        <w:r>
          <w:rPr>
            <w:sz w:val="28"/>
            <w:szCs w:val="28"/>
            <w:lang w:eastAsia="en-US"/>
          </w:rPr>
          <w:t xml:space="preserve"> 029-2014 </w:t>
        </w:r>
      </w:smartTag>
      <w:r>
        <w:rPr>
          <w:sz w:val="28"/>
          <w:szCs w:val="28"/>
          <w:lang w:eastAsia="en-US"/>
        </w:rPr>
        <w:t>(КДЕС Ред.</w:t>
      </w:r>
      <w:smartTag w:uri="urn:schemas-avaya-com:ace:dce" w:element="smarttag">
        <w:smartTagPr>
          <w:attr w:name="AvayaIPOfficePlugin.OfficeSmartTag.CallElement" w:val=" 2"/>
        </w:smartTagPr>
        <w:r>
          <w:rPr>
            <w:sz w:val="28"/>
            <w:szCs w:val="28"/>
            <w:lang w:eastAsia="en-US"/>
          </w:rPr>
          <w:t xml:space="preserve"> 2</w:t>
        </w:r>
      </w:smartTag>
      <w:r>
        <w:rPr>
          <w:sz w:val="28"/>
          <w:szCs w:val="28"/>
          <w:lang w:eastAsia="en-US"/>
        </w:rPr>
        <w:t>) (далее – ОКВЭД2), составила не менее</w:t>
      </w:r>
      <w:smartTag w:uri="urn:schemas-avaya-com:ace:dce" w:element="smarttag">
        <w:smartTagPr>
          <w:attr w:name="AvayaIPOfficePlugin.OfficeSmartTag.CallElement" w:val=" 70 "/>
        </w:smartTagPr>
        <w:r>
          <w:rPr>
            <w:sz w:val="28"/>
            <w:szCs w:val="28"/>
            <w:lang w:eastAsia="en-US"/>
          </w:rPr>
          <w:t xml:space="preserve"> 70 </w:t>
        </w:r>
      </w:smartTag>
      <w:r>
        <w:rPr>
          <w:sz w:val="28"/>
          <w:szCs w:val="28"/>
          <w:lang w:eastAsia="en-US"/>
        </w:rPr>
        <w:t>процентов;».</w:t>
      </w:r>
    </w:p>
    <w:p w:rsidR="00573F25" w:rsidRPr="0010694B" w:rsidRDefault="00573F25" w:rsidP="0010694B">
      <w:pPr>
        <w:autoSpaceDE w:val="0"/>
        <w:autoSpaceDN w:val="0"/>
        <w:adjustRightInd w:val="0"/>
        <w:ind w:firstLine="709"/>
        <w:jc w:val="both"/>
        <w:rPr>
          <w:sz w:val="16"/>
          <w:szCs w:val="28"/>
        </w:rPr>
      </w:pPr>
    </w:p>
    <w:p w:rsidR="00573F25" w:rsidRPr="0010694B" w:rsidRDefault="00573F25" w:rsidP="0010694B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573F25" w:rsidRDefault="00573F25" w:rsidP="0010694B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Статья</w:t>
      </w:r>
      <w:smartTag w:uri="urn:schemas-avaya-com:ace:dce" w:element="smarttag">
        <w:smartTagPr>
          <w:attr w:name="AvayaIPOfficePlugin.OfficeSmartTag.CallElement" w:val=" 2"/>
        </w:smartTagPr>
        <w:r>
          <w:rPr>
            <w:b/>
            <w:sz w:val="28"/>
            <w:szCs w:val="28"/>
            <w:lang w:eastAsia="en-US"/>
          </w:rPr>
          <w:t xml:space="preserve"> 2</w:t>
        </w:r>
      </w:smartTag>
    </w:p>
    <w:p w:rsidR="00573F25" w:rsidRDefault="00573F25" w:rsidP="0010694B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en-US"/>
        </w:rPr>
      </w:pPr>
    </w:p>
    <w:p w:rsidR="00573F25" w:rsidRDefault="00573F25" w:rsidP="0010694B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en-US"/>
        </w:rPr>
      </w:pPr>
    </w:p>
    <w:p w:rsidR="00573F25" w:rsidRDefault="00573F25" w:rsidP="001802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857183">
        <w:rPr>
          <w:sz w:val="28"/>
          <w:szCs w:val="28"/>
          <w:lang w:eastAsia="en-US"/>
        </w:rPr>
        <w:t>Признать утратившими силу:</w:t>
      </w:r>
    </w:p>
    <w:p w:rsidR="00573F25" w:rsidRPr="005D2C47" w:rsidRDefault="00573F25" w:rsidP="001802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D2C47">
        <w:rPr>
          <w:sz w:val="28"/>
          <w:szCs w:val="28"/>
          <w:lang w:eastAsia="en-US"/>
        </w:rPr>
        <w:t>1) абзац четвёртый пункта</w:t>
      </w:r>
      <w:smartTag w:uri="urn:schemas-avaya-com:ace:dce" w:element="smarttag">
        <w:smartTagPr>
          <w:attr w:name="AvayaIPOfficePlugin.OfficeSmartTag.CallElement" w:val=" 1 "/>
        </w:smartTagPr>
        <w:r w:rsidRPr="005D2C47">
          <w:rPr>
            <w:sz w:val="28"/>
            <w:szCs w:val="28"/>
            <w:lang w:eastAsia="en-US"/>
          </w:rPr>
          <w:t xml:space="preserve"> 1 </w:t>
        </w:r>
      </w:smartTag>
      <w:r w:rsidRPr="005D2C47">
        <w:rPr>
          <w:sz w:val="28"/>
          <w:szCs w:val="28"/>
          <w:lang w:eastAsia="en-US"/>
        </w:rPr>
        <w:t>статьи</w:t>
      </w:r>
      <w:smartTag w:uri="urn:schemas-avaya-com:ace:dce" w:element="smarttag">
        <w:smartTagPr>
          <w:attr w:name="AvayaIPOfficePlugin.OfficeSmartTag.CallElement" w:val=" 3 "/>
        </w:smartTagPr>
        <w:r w:rsidRPr="005D2C47">
          <w:rPr>
            <w:sz w:val="28"/>
            <w:szCs w:val="28"/>
            <w:lang w:eastAsia="en-US"/>
          </w:rPr>
          <w:t xml:space="preserve"> 3 </w:t>
        </w:r>
      </w:smartTag>
      <w:r w:rsidRPr="005D2C47">
        <w:rPr>
          <w:sz w:val="28"/>
          <w:szCs w:val="28"/>
          <w:lang w:eastAsia="en-US"/>
        </w:rPr>
        <w:t>и часть</w:t>
      </w:r>
      <w:smartTag w:uri="urn:schemas-avaya-com:ace:dce" w:element="smarttag">
        <w:smartTagPr>
          <w:attr w:name="AvayaIPOfficePlugin.OfficeSmartTag.CallElement" w:val=" 2 "/>
        </w:smartTagPr>
        <w:r w:rsidRPr="005D2C47">
          <w:rPr>
            <w:sz w:val="28"/>
            <w:szCs w:val="28"/>
            <w:lang w:eastAsia="en-US"/>
          </w:rPr>
          <w:t xml:space="preserve"> 2 </w:t>
        </w:r>
      </w:smartTag>
      <w:r w:rsidRPr="005D2C47">
        <w:rPr>
          <w:sz w:val="28"/>
          <w:szCs w:val="28"/>
          <w:lang w:eastAsia="en-US"/>
        </w:rPr>
        <w:t>статьи</w:t>
      </w:r>
      <w:smartTag w:uri="urn:schemas-avaya-com:ace:dce" w:element="smarttag">
        <w:smartTagPr>
          <w:attr w:name="AvayaIPOfficePlugin.OfficeSmartTag.CallElement" w:val=" 4 "/>
        </w:smartTagPr>
        <w:r w:rsidRPr="005D2C47">
          <w:rPr>
            <w:sz w:val="28"/>
            <w:szCs w:val="28"/>
            <w:lang w:eastAsia="en-US"/>
          </w:rPr>
          <w:t xml:space="preserve"> 4 </w:t>
        </w:r>
      </w:smartTag>
      <w:r w:rsidRPr="005D2C47">
        <w:rPr>
          <w:sz w:val="28"/>
          <w:szCs w:val="28"/>
          <w:lang w:eastAsia="en-US"/>
        </w:rPr>
        <w:t>Закона Ульяновской области от</w:t>
      </w:r>
      <w:smartTag w:uri="urn:schemas-avaya-com:ace:dce" w:element="smarttag">
        <w:smartTagPr>
          <w:attr w:name="AvayaIPOfficePlugin.OfficeSmartTag.CallElement" w:val=" 29 "/>
        </w:smartTagPr>
        <w:r w:rsidRPr="005D2C47">
          <w:rPr>
            <w:sz w:val="28"/>
            <w:szCs w:val="28"/>
            <w:lang w:eastAsia="en-US"/>
          </w:rPr>
          <w:t xml:space="preserve"> 29 </w:t>
        </w:r>
      </w:smartTag>
      <w:r>
        <w:rPr>
          <w:sz w:val="28"/>
          <w:szCs w:val="28"/>
          <w:lang w:eastAsia="en-US"/>
        </w:rPr>
        <w:t xml:space="preserve">сентября </w:t>
      </w:r>
      <w:r w:rsidRPr="005D2C47">
        <w:rPr>
          <w:sz w:val="28"/>
          <w:szCs w:val="28"/>
          <w:lang w:eastAsia="en-US"/>
        </w:rPr>
        <w:t xml:space="preserve">2015 года </w:t>
      </w:r>
      <w:smartTag w:uri="urn:schemas-microsoft-com:office:smarttags" w:element="metricconverter">
        <w:smartTagPr>
          <w:attr w:name="ProductID" w:val="2019 г"/>
        </w:smartTagPr>
        <w:r w:rsidRPr="005D2C47">
          <w:rPr>
            <w:sz w:val="28"/>
            <w:szCs w:val="28"/>
            <w:lang w:eastAsia="en-US"/>
          </w:rPr>
          <w:t>№ 124</w:t>
        </w:r>
      </w:smartTag>
      <w:r w:rsidRPr="005D2C47">
        <w:rPr>
          <w:sz w:val="28"/>
          <w:szCs w:val="28"/>
          <w:lang w:eastAsia="en-US"/>
        </w:rPr>
        <w:t xml:space="preserve">-ЗО «О внесении изменений в отдельные законодательные акты Ульяновской области» </w:t>
      </w:r>
      <w:r w:rsidRPr="005D2C47">
        <w:rPr>
          <w:sz w:val="28"/>
          <w:szCs w:val="28"/>
        </w:rPr>
        <w:t>(«Ульяновская правда» от</w:t>
      </w:r>
      <w:smartTag w:uri="urn:schemas-microsoft-com:office:smarttags" w:element="metricconverter">
        <w:smartTagPr>
          <w:attr w:name="ProductID" w:val="2019 г"/>
        </w:smartTagPr>
        <w:r w:rsidRPr="005D2C47">
          <w:rPr>
            <w:sz w:val="28"/>
            <w:szCs w:val="28"/>
          </w:rPr>
          <w:t xml:space="preserve"> 05.10.2015 </w:t>
        </w:r>
        <w:smartTag w:uri="urn:schemas-microsoft-com:office:smarttags" w:element="metricconverter">
          <w:smartTagPr>
            <w:attr w:name="ProductID" w:val="2019 г"/>
          </w:smartTagPr>
        </w:smartTag>
        <w:r w:rsidRPr="005D2C47">
          <w:rPr>
            <w:sz w:val="28"/>
            <w:szCs w:val="28"/>
          </w:rPr>
          <w:t>№ 139</w:t>
        </w:r>
      </w:smartTag>
      <w:r w:rsidRPr="005D2C47">
        <w:rPr>
          <w:sz w:val="28"/>
          <w:szCs w:val="28"/>
        </w:rPr>
        <w:t>);</w:t>
      </w:r>
    </w:p>
    <w:p w:rsidR="00573F25" w:rsidRPr="005D2C47" w:rsidRDefault="00573F25" w:rsidP="001802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5D2C47">
        <w:rPr>
          <w:sz w:val="28"/>
          <w:szCs w:val="28"/>
          <w:lang w:eastAsia="en-US"/>
        </w:rPr>
        <w:t xml:space="preserve">2) </w:t>
      </w:r>
      <w:r w:rsidRPr="005D2C47">
        <w:rPr>
          <w:sz w:val="28"/>
          <w:szCs w:val="28"/>
        </w:rPr>
        <w:t>абзац пятый статьи</w:t>
      </w:r>
      <w:smartTag w:uri="urn:schemas-microsoft-com:office:smarttags" w:element="metricconverter">
        <w:smartTagPr>
          <w:attr w:name="ProductID" w:val="2019 г"/>
        </w:smartTagPr>
        <w:r w:rsidRPr="005D2C47">
          <w:rPr>
            <w:sz w:val="28"/>
            <w:szCs w:val="28"/>
          </w:rPr>
          <w:t xml:space="preserve"> 1 </w:t>
        </w:r>
      </w:smartTag>
      <w:r w:rsidRPr="005D2C47">
        <w:rPr>
          <w:sz w:val="28"/>
          <w:szCs w:val="28"/>
        </w:rPr>
        <w:t>Закона Ульяновской области от</w:t>
      </w:r>
      <w:smartTag w:uri="urn:schemas-microsoft-com:office:smarttags" w:element="metricconverter">
        <w:smartTagPr>
          <w:attr w:name="ProductID" w:val="2019 г"/>
        </w:smartTagPr>
        <w:r w:rsidRPr="005D2C47">
          <w:rPr>
            <w:sz w:val="28"/>
            <w:szCs w:val="28"/>
          </w:rPr>
          <w:t xml:space="preserve"> 28 </w:t>
        </w:r>
      </w:smartTag>
      <w:r w:rsidRPr="005D2C47">
        <w:rPr>
          <w:sz w:val="28"/>
          <w:szCs w:val="28"/>
        </w:rPr>
        <w:t xml:space="preserve">декабря </w:t>
      </w:r>
      <w:smartTag w:uri="urn:schemas-microsoft-com:office:smarttags" w:element="metricconverter">
        <w:smartTagPr>
          <w:attr w:name="ProductID" w:val="2019 г"/>
        </w:smartTagPr>
        <w:r w:rsidRPr="005D2C47">
          <w:rPr>
            <w:sz w:val="28"/>
            <w:szCs w:val="28"/>
          </w:rPr>
          <w:br/>
          <w:t xml:space="preserve">2015 </w:t>
        </w:r>
      </w:smartTag>
      <w:r w:rsidRPr="005D2C47">
        <w:rPr>
          <w:sz w:val="28"/>
          <w:szCs w:val="28"/>
        </w:rPr>
        <w:t xml:space="preserve">года </w:t>
      </w:r>
      <w:smartTag w:uri="urn:schemas-microsoft-com:office:smarttags" w:element="metricconverter">
        <w:smartTagPr>
          <w:attr w:name="ProductID" w:val="2019 г"/>
        </w:smartTagPr>
        <w:r w:rsidRPr="005D2C47">
          <w:rPr>
            <w:sz w:val="28"/>
            <w:szCs w:val="28"/>
          </w:rPr>
          <w:t>№ 215</w:t>
        </w:r>
      </w:smartTag>
      <w:r w:rsidRPr="005D2C47">
        <w:rPr>
          <w:sz w:val="28"/>
          <w:szCs w:val="28"/>
        </w:rPr>
        <w:t>-ЗО «О внесении изменения в статью</w:t>
      </w:r>
      <w:smartTag w:uri="urn:schemas-microsoft-com:office:smarttags" w:element="metricconverter">
        <w:smartTagPr>
          <w:attr w:name="ProductID" w:val="2019 г"/>
        </w:smartTagPr>
        <w:r w:rsidRPr="005D2C47">
          <w:rPr>
            <w:sz w:val="28"/>
            <w:szCs w:val="28"/>
          </w:rPr>
          <w:t xml:space="preserve"> 1 </w:t>
        </w:r>
      </w:smartTag>
      <w:r w:rsidRPr="005D2C47">
        <w:rPr>
          <w:sz w:val="28"/>
          <w:szCs w:val="28"/>
        </w:rPr>
        <w:t>Закона Ульяновской области «О налоговых ставках налога, взимаемого в связи с применением упрощённой системы налогообложения, на территории Ульяновской области» и об отмене законодательного акта Ульяновской области» («Ульяновская правда» от</w:t>
      </w:r>
      <w:smartTag w:uri="urn:schemas-microsoft-com:office:smarttags" w:element="metricconverter">
        <w:smartTagPr>
          <w:attr w:name="ProductID" w:val="2019 г"/>
        </w:smartTagPr>
        <w:r w:rsidRPr="005D2C47">
          <w:rPr>
            <w:sz w:val="28"/>
            <w:szCs w:val="28"/>
          </w:rPr>
          <w:t xml:space="preserve"> 30.12.2015 </w:t>
        </w:r>
        <w:smartTag w:uri="urn:schemas-microsoft-com:office:smarttags" w:element="metricconverter">
          <w:smartTagPr>
            <w:attr w:name="ProductID" w:val="2019 г"/>
          </w:smartTagPr>
        </w:smartTag>
        <w:r w:rsidRPr="005D2C47">
          <w:rPr>
            <w:sz w:val="28"/>
            <w:szCs w:val="28"/>
          </w:rPr>
          <w:t>№ 192</w:t>
        </w:r>
      </w:smartTag>
      <w:r w:rsidRPr="005D2C47">
        <w:rPr>
          <w:sz w:val="28"/>
          <w:szCs w:val="28"/>
        </w:rPr>
        <w:t>);</w:t>
      </w:r>
    </w:p>
    <w:p w:rsidR="00573F25" w:rsidRDefault="00573F25" w:rsidP="001802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>
        <w:rPr>
          <w:sz w:val="28"/>
          <w:szCs w:val="28"/>
          <w:lang w:eastAsia="en-US"/>
        </w:rPr>
        <w:t>подпункт «а» пункта</w:t>
      </w:r>
      <w:smartTag w:uri="urn:schemas-microsoft-com:office:smarttags" w:element="metricconverter">
        <w:smartTagPr>
          <w:attr w:name="ProductID" w:val="2019 г"/>
        </w:smartTagPr>
        <w:r>
          <w:rPr>
            <w:sz w:val="28"/>
            <w:szCs w:val="28"/>
            <w:lang w:eastAsia="en-US"/>
          </w:rPr>
          <w:t xml:space="preserve"> 1 </w:t>
        </w:r>
      </w:smartTag>
      <w:r>
        <w:rPr>
          <w:sz w:val="28"/>
          <w:szCs w:val="28"/>
          <w:lang w:eastAsia="en-US"/>
        </w:rPr>
        <w:t>статьи</w:t>
      </w:r>
      <w:smartTag w:uri="urn:schemas-microsoft-com:office:smarttags" w:element="metricconverter">
        <w:smartTagPr>
          <w:attr w:name="ProductID" w:val="2019 г"/>
        </w:smartTagPr>
        <w:r>
          <w:rPr>
            <w:sz w:val="28"/>
            <w:szCs w:val="28"/>
            <w:lang w:eastAsia="en-US"/>
          </w:rPr>
          <w:t xml:space="preserve"> 1 </w:t>
        </w:r>
      </w:smartTag>
      <w:r>
        <w:rPr>
          <w:sz w:val="28"/>
          <w:szCs w:val="28"/>
          <w:lang w:eastAsia="en-US"/>
        </w:rPr>
        <w:t xml:space="preserve">Закона Ульяновской области </w:t>
      </w:r>
      <w:r>
        <w:rPr>
          <w:sz w:val="28"/>
          <w:szCs w:val="28"/>
          <w:lang w:eastAsia="en-US"/>
        </w:rPr>
        <w:br/>
        <w:t>от</w:t>
      </w:r>
      <w:smartTag w:uri="urn:schemas-microsoft-com:office:smarttags" w:element="metricconverter">
        <w:smartTagPr>
          <w:attr w:name="ProductID" w:val="2019 г"/>
        </w:smartTagPr>
        <w:r>
          <w:rPr>
            <w:sz w:val="28"/>
            <w:szCs w:val="28"/>
            <w:lang w:eastAsia="en-US"/>
          </w:rPr>
          <w:t xml:space="preserve"> 28 </w:t>
        </w:r>
      </w:smartTag>
      <w:r>
        <w:rPr>
          <w:sz w:val="28"/>
          <w:szCs w:val="28"/>
          <w:lang w:eastAsia="en-US"/>
        </w:rPr>
        <w:t>октября</w:t>
      </w:r>
      <w:smartTag w:uri="urn:schemas-microsoft-com:office:smarttags" w:element="metricconverter">
        <w:smartTagPr>
          <w:attr w:name="ProductID" w:val="2019 г"/>
        </w:smartTagPr>
        <w:r>
          <w:rPr>
            <w:sz w:val="28"/>
            <w:szCs w:val="28"/>
            <w:lang w:eastAsia="en-US"/>
          </w:rPr>
          <w:t xml:space="preserve"> 2016 </w:t>
        </w:r>
      </w:smartTag>
      <w:r>
        <w:rPr>
          <w:sz w:val="28"/>
          <w:szCs w:val="28"/>
          <w:lang w:eastAsia="en-US"/>
        </w:rPr>
        <w:t xml:space="preserve">года </w:t>
      </w:r>
      <w:smartTag w:uri="urn:schemas-microsoft-com:office:smarttags" w:element="metricconverter">
        <w:smartTagPr>
          <w:attr w:name="ProductID" w:val="2019 г"/>
        </w:smartTagPr>
        <w:r>
          <w:rPr>
            <w:sz w:val="28"/>
            <w:szCs w:val="28"/>
            <w:lang w:eastAsia="en-US"/>
          </w:rPr>
          <w:t>№ 159</w:t>
        </w:r>
      </w:smartTag>
      <w:r>
        <w:rPr>
          <w:sz w:val="28"/>
          <w:szCs w:val="28"/>
          <w:lang w:eastAsia="en-US"/>
        </w:rPr>
        <w:t xml:space="preserve">-ЗО «О внесении изменений в отдельные законодательные акты Ульяновской области» </w:t>
      </w:r>
      <w:r>
        <w:rPr>
          <w:sz w:val="28"/>
          <w:szCs w:val="28"/>
        </w:rPr>
        <w:t>(«</w:t>
      </w:r>
      <w:r w:rsidRPr="00E901F6">
        <w:rPr>
          <w:sz w:val="28"/>
          <w:szCs w:val="28"/>
        </w:rPr>
        <w:t>Ульяновская правда</w:t>
      </w:r>
      <w:r>
        <w:rPr>
          <w:sz w:val="28"/>
          <w:szCs w:val="28"/>
        </w:rPr>
        <w:t>»</w:t>
      </w:r>
      <w:r w:rsidRPr="00E901F6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E901F6">
        <w:rPr>
          <w:sz w:val="28"/>
          <w:szCs w:val="28"/>
        </w:rPr>
        <w:t>от</w:t>
      </w:r>
      <w:smartTag w:uri="urn:schemas-microsoft-com:office:smarttags" w:element="metricconverter">
        <w:smartTagPr>
          <w:attr w:name="ProductID" w:val="2019 г"/>
        </w:smartTagPr>
        <w:r w:rsidRPr="00E901F6">
          <w:rPr>
            <w:sz w:val="28"/>
            <w:szCs w:val="28"/>
          </w:rPr>
          <w:t xml:space="preserve"> </w:t>
        </w:r>
        <w:r>
          <w:rPr>
            <w:sz w:val="28"/>
            <w:szCs w:val="28"/>
          </w:rPr>
          <w:t>08.11.2016</w:t>
        </w:r>
        <w:r w:rsidRPr="00E901F6">
          <w:rPr>
            <w:sz w:val="28"/>
            <w:szCs w:val="28"/>
          </w:rPr>
          <w:t xml:space="preserve"> </w:t>
        </w:r>
        <w:smartTag w:uri="urn:schemas-microsoft-com:office:smarttags" w:element="metricconverter">
          <w:smartTagPr>
            <w:attr w:name="ProductID" w:val="2019 г"/>
          </w:smartTagPr>
        </w:smartTag>
        <w:r>
          <w:rPr>
            <w:sz w:val="28"/>
            <w:szCs w:val="28"/>
          </w:rPr>
          <w:t xml:space="preserve">№ </w:t>
        </w:r>
        <w:r w:rsidRPr="00E901F6">
          <w:rPr>
            <w:sz w:val="28"/>
            <w:szCs w:val="28"/>
          </w:rPr>
          <w:t>1</w:t>
        </w:r>
        <w:r>
          <w:rPr>
            <w:sz w:val="28"/>
            <w:szCs w:val="28"/>
          </w:rPr>
          <w:t>2</w:t>
        </w:r>
        <w:r w:rsidRPr="00E901F6">
          <w:rPr>
            <w:sz w:val="28"/>
            <w:szCs w:val="28"/>
          </w:rPr>
          <w:t>7</w:t>
        </w:r>
      </w:smartTag>
      <w:r>
        <w:rPr>
          <w:sz w:val="28"/>
          <w:szCs w:val="28"/>
        </w:rPr>
        <w:t>).</w:t>
      </w:r>
    </w:p>
    <w:p w:rsidR="00573F25" w:rsidRPr="0010694B" w:rsidRDefault="00573F25" w:rsidP="0010694B">
      <w:pPr>
        <w:autoSpaceDE w:val="0"/>
        <w:autoSpaceDN w:val="0"/>
        <w:adjustRightInd w:val="0"/>
        <w:ind w:firstLine="709"/>
        <w:jc w:val="both"/>
        <w:rPr>
          <w:sz w:val="16"/>
          <w:szCs w:val="28"/>
          <w:lang w:eastAsia="en-US"/>
        </w:rPr>
      </w:pPr>
    </w:p>
    <w:p w:rsidR="00573F25" w:rsidRPr="00857183" w:rsidRDefault="00573F25" w:rsidP="0010694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573F25" w:rsidRDefault="00573F25" w:rsidP="0010694B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Статья</w:t>
      </w:r>
      <w:smartTag w:uri="urn:schemas-microsoft-com:office:smarttags" w:element="metricconverter">
        <w:smartTagPr>
          <w:attr w:name="ProductID" w:val="2019 г"/>
        </w:smartTagPr>
        <w:r>
          <w:rPr>
            <w:b/>
            <w:sz w:val="28"/>
            <w:szCs w:val="28"/>
            <w:lang w:eastAsia="en-US"/>
          </w:rPr>
          <w:t xml:space="preserve"> 3</w:t>
        </w:r>
      </w:smartTag>
    </w:p>
    <w:p w:rsidR="00573F25" w:rsidRDefault="00573F25" w:rsidP="0010694B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en-US"/>
        </w:rPr>
      </w:pPr>
    </w:p>
    <w:p w:rsidR="00573F25" w:rsidRPr="006F1428" w:rsidRDefault="00573F25" w:rsidP="0010694B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en-US"/>
        </w:rPr>
      </w:pPr>
    </w:p>
    <w:p w:rsidR="00573F25" w:rsidRDefault="00573F25" w:rsidP="00180267">
      <w:pPr>
        <w:pStyle w:val="ListParagraph"/>
        <w:tabs>
          <w:tab w:val="left" w:pos="1134"/>
          <w:tab w:val="left" w:pos="1560"/>
          <w:tab w:val="left" w:pos="212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 </w:t>
      </w:r>
      <w:r w:rsidRPr="00DC38F4">
        <w:rPr>
          <w:sz w:val="28"/>
          <w:szCs w:val="28"/>
          <w:lang w:eastAsia="en-US"/>
        </w:rPr>
        <w:t>Настоящий Закон вступает в силу на следующий день после дня его официального опубликования</w:t>
      </w:r>
      <w:r>
        <w:rPr>
          <w:sz w:val="28"/>
          <w:szCs w:val="28"/>
          <w:lang w:eastAsia="en-US"/>
        </w:rPr>
        <w:t>.</w:t>
      </w:r>
    </w:p>
    <w:p w:rsidR="00573F25" w:rsidRPr="00602E69" w:rsidRDefault="00573F25" w:rsidP="00180267">
      <w:pPr>
        <w:pStyle w:val="ListParagraph"/>
        <w:tabs>
          <w:tab w:val="left" w:pos="1134"/>
          <w:tab w:val="left" w:pos="1560"/>
          <w:tab w:val="left" w:pos="212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 Положения подпункта «а</w:t>
      </w:r>
      <w:r>
        <w:rPr>
          <w:sz w:val="28"/>
          <w:szCs w:val="28"/>
          <w:vertAlign w:val="superscript"/>
          <w:lang w:eastAsia="en-US"/>
        </w:rPr>
        <w:t>1</w:t>
      </w:r>
      <w:r w:rsidRPr="00BE6138">
        <w:rPr>
          <w:sz w:val="28"/>
          <w:szCs w:val="28"/>
          <w:lang w:eastAsia="en-US"/>
        </w:rPr>
        <w:t>»</w:t>
      </w:r>
      <w:r>
        <w:rPr>
          <w:sz w:val="28"/>
          <w:szCs w:val="28"/>
          <w:lang w:eastAsia="en-US"/>
        </w:rPr>
        <w:t xml:space="preserve"> пункта</w:t>
      </w:r>
      <w:smartTag w:uri="urn:schemas-microsoft-com:office:smarttags" w:element="metricconverter">
        <w:smartTagPr>
          <w:attr w:name="ProductID" w:val="2019 г"/>
        </w:smartTagPr>
        <w:r>
          <w:rPr>
            <w:sz w:val="28"/>
            <w:szCs w:val="28"/>
            <w:lang w:eastAsia="en-US"/>
          </w:rPr>
          <w:t xml:space="preserve"> 1 </w:t>
        </w:r>
      </w:smartTag>
      <w:r>
        <w:rPr>
          <w:sz w:val="28"/>
          <w:szCs w:val="28"/>
          <w:lang w:eastAsia="en-US"/>
        </w:rPr>
        <w:t>статьи</w:t>
      </w:r>
      <w:smartTag w:uri="urn:schemas-microsoft-com:office:smarttags" w:element="metricconverter">
        <w:smartTagPr>
          <w:attr w:name="ProductID" w:val="2019 г"/>
        </w:smartTagPr>
        <w:r>
          <w:rPr>
            <w:sz w:val="28"/>
            <w:szCs w:val="28"/>
            <w:lang w:eastAsia="en-US"/>
          </w:rPr>
          <w:t xml:space="preserve"> 1</w:t>
        </w:r>
        <w:r w:rsidRPr="00DC38F4">
          <w:rPr>
            <w:sz w:val="28"/>
            <w:szCs w:val="28"/>
            <w:lang w:eastAsia="en-US"/>
          </w:rPr>
          <w:t xml:space="preserve"> </w:t>
        </w:r>
      </w:smartTag>
      <w:r w:rsidRPr="00E901F6">
        <w:rPr>
          <w:sz w:val="28"/>
          <w:szCs w:val="28"/>
        </w:rPr>
        <w:t>Закона Ульяновской област</w:t>
      </w:r>
      <w:r>
        <w:rPr>
          <w:sz w:val="28"/>
          <w:szCs w:val="28"/>
        </w:rPr>
        <w:t>и от</w:t>
      </w:r>
      <w:smartTag w:uri="urn:schemas-microsoft-com:office:smarttags" w:element="metricconverter">
        <w:smartTagPr>
          <w:attr w:name="ProductID" w:val="2019 г"/>
        </w:smartTagPr>
        <w:r>
          <w:rPr>
            <w:sz w:val="28"/>
            <w:szCs w:val="28"/>
          </w:rPr>
          <w:t xml:space="preserve"> 3 </w:t>
        </w:r>
      </w:smartTag>
      <w:r>
        <w:rPr>
          <w:sz w:val="28"/>
          <w:szCs w:val="28"/>
        </w:rPr>
        <w:t>марта</w:t>
      </w:r>
      <w:smartTag w:uri="urn:schemas-microsoft-com:office:smarttags" w:element="metricconverter">
        <w:smartTagPr>
          <w:attr w:name="ProductID" w:val="2019 г"/>
        </w:smartTagPr>
        <w:r>
          <w:rPr>
            <w:sz w:val="28"/>
            <w:szCs w:val="28"/>
          </w:rPr>
          <w:t xml:space="preserve"> 2009 </w:t>
        </w:r>
      </w:smartTag>
      <w:r>
        <w:rPr>
          <w:sz w:val="28"/>
          <w:szCs w:val="28"/>
        </w:rPr>
        <w:t xml:space="preserve">года </w:t>
      </w:r>
      <w:smartTag w:uri="urn:schemas-microsoft-com:office:smarttags" w:element="metricconverter">
        <w:smartTagPr>
          <w:attr w:name="ProductID" w:val="2019 г"/>
        </w:smartTagPr>
        <w:r>
          <w:rPr>
            <w:sz w:val="28"/>
            <w:szCs w:val="28"/>
          </w:rPr>
          <w:t>№ 13</w:t>
        </w:r>
      </w:smartTag>
      <w:r>
        <w:rPr>
          <w:sz w:val="28"/>
          <w:szCs w:val="28"/>
        </w:rPr>
        <w:t>-ЗО «</w:t>
      </w:r>
      <w:r w:rsidRPr="00E901F6">
        <w:rPr>
          <w:sz w:val="28"/>
          <w:szCs w:val="28"/>
        </w:rPr>
        <w:t>О налоговых ставках налога, взимаем</w:t>
      </w:r>
      <w:r>
        <w:rPr>
          <w:sz w:val="28"/>
          <w:szCs w:val="28"/>
        </w:rPr>
        <w:t>ого в связи с применением упрощё</w:t>
      </w:r>
      <w:r w:rsidRPr="00E901F6">
        <w:rPr>
          <w:sz w:val="28"/>
          <w:szCs w:val="28"/>
        </w:rPr>
        <w:t xml:space="preserve">нной системы налогообложения, </w:t>
      </w:r>
      <w:r>
        <w:rPr>
          <w:sz w:val="28"/>
          <w:szCs w:val="28"/>
        </w:rPr>
        <w:br/>
      </w:r>
      <w:r w:rsidRPr="00602E69">
        <w:rPr>
          <w:sz w:val="28"/>
          <w:szCs w:val="28"/>
        </w:rPr>
        <w:t xml:space="preserve">на территории Ульяновской области» (в редакции настоящего Закона) </w:t>
      </w:r>
      <w:r w:rsidRPr="00602E69">
        <w:rPr>
          <w:sz w:val="28"/>
          <w:szCs w:val="28"/>
          <w:lang w:eastAsia="en-US"/>
        </w:rPr>
        <w:t>распространяются на правоотношения, возникшие с</w:t>
      </w:r>
      <w:smartTag w:uri="urn:schemas-microsoft-com:office:smarttags" w:element="metricconverter">
        <w:smartTagPr>
          <w:attr w:name="ProductID" w:val="2019 г"/>
        </w:smartTagPr>
        <w:r w:rsidRPr="00602E69">
          <w:rPr>
            <w:sz w:val="28"/>
            <w:szCs w:val="28"/>
            <w:lang w:eastAsia="en-US"/>
          </w:rPr>
          <w:t xml:space="preserve"> 1 </w:t>
        </w:r>
      </w:smartTag>
      <w:r w:rsidRPr="00602E69">
        <w:rPr>
          <w:sz w:val="28"/>
          <w:szCs w:val="28"/>
          <w:lang w:eastAsia="en-US"/>
        </w:rPr>
        <w:t>января</w:t>
      </w:r>
      <w:smartTag w:uri="urn:schemas-microsoft-com:office:smarttags" w:element="metricconverter">
        <w:smartTagPr>
          <w:attr w:name="ProductID" w:val="2019 г"/>
        </w:smartTagPr>
        <w:r w:rsidRPr="00602E69">
          <w:rPr>
            <w:sz w:val="28"/>
            <w:szCs w:val="28"/>
            <w:lang w:eastAsia="en-US"/>
          </w:rPr>
          <w:t xml:space="preserve"> 2019 </w:t>
        </w:r>
      </w:smartTag>
      <w:r w:rsidRPr="00602E69">
        <w:rPr>
          <w:sz w:val="28"/>
          <w:szCs w:val="28"/>
          <w:lang w:eastAsia="en-US"/>
        </w:rPr>
        <w:t>года</w:t>
      </w:r>
      <w:r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br/>
        <w:t>и не применяются после</w:t>
      </w:r>
      <w:smartTag w:uri="urn:schemas-microsoft-com:office:smarttags" w:element="metricconverter">
        <w:smartTagPr>
          <w:attr w:name="ProductID" w:val="2019 г"/>
        </w:smartTagPr>
        <w:r>
          <w:rPr>
            <w:sz w:val="28"/>
            <w:szCs w:val="28"/>
            <w:lang w:eastAsia="en-US"/>
          </w:rPr>
          <w:t xml:space="preserve"> 31 </w:t>
        </w:r>
      </w:smartTag>
      <w:r>
        <w:rPr>
          <w:sz w:val="28"/>
          <w:szCs w:val="28"/>
          <w:lang w:eastAsia="en-US"/>
        </w:rPr>
        <w:t>декабря</w:t>
      </w:r>
      <w:smartTag w:uri="urn:schemas-microsoft-com:office:smarttags" w:element="metricconverter">
        <w:smartTagPr>
          <w:attr w:name="ProductID" w:val="2019 г"/>
        </w:smartTagPr>
        <w:smartTag w:uri="urn:schemas-microsoft-com:office:smarttags" w:element="metricconverter">
          <w:smartTagPr>
            <w:attr w:name="ProductID" w:val="2019 г"/>
          </w:smartTagPr>
          <w:r>
            <w:rPr>
              <w:sz w:val="28"/>
              <w:szCs w:val="28"/>
              <w:lang w:eastAsia="en-US"/>
            </w:rPr>
            <w:t xml:space="preserve"> 2020 </w:t>
          </w:r>
        </w:smartTag>
        <w:r>
          <w:rPr>
            <w:sz w:val="28"/>
            <w:szCs w:val="28"/>
            <w:lang w:eastAsia="en-US"/>
          </w:rPr>
          <w:t>года</w:t>
        </w:r>
      </w:smartTag>
      <w:r>
        <w:rPr>
          <w:sz w:val="28"/>
          <w:szCs w:val="28"/>
          <w:lang w:eastAsia="en-US"/>
        </w:rPr>
        <w:t>.</w:t>
      </w:r>
      <w:bookmarkStart w:id="0" w:name="_GoBack"/>
      <w:bookmarkEnd w:id="0"/>
    </w:p>
    <w:p w:rsidR="00573F25" w:rsidRPr="00850341" w:rsidRDefault="00573F25" w:rsidP="00850341">
      <w:pPr>
        <w:autoSpaceDE w:val="0"/>
        <w:autoSpaceDN w:val="0"/>
        <w:adjustRightInd w:val="0"/>
        <w:jc w:val="both"/>
        <w:rPr>
          <w:sz w:val="16"/>
          <w:szCs w:val="28"/>
          <w:lang w:eastAsia="en-US"/>
        </w:rPr>
      </w:pPr>
    </w:p>
    <w:p w:rsidR="00573F25" w:rsidRDefault="00573F25" w:rsidP="00850341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573F25" w:rsidRDefault="00573F25" w:rsidP="00850341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573F25" w:rsidRDefault="00573F25" w:rsidP="00850341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Губернатор Ульяновской области</w:t>
      </w:r>
      <w:r>
        <w:rPr>
          <w:rFonts w:ascii="Times New Roman" w:hAnsi="Times New Roman" w:cs="Times New Roman"/>
          <w:b/>
          <w:bCs/>
          <w:sz w:val="28"/>
        </w:rPr>
        <w:tab/>
      </w:r>
      <w:r>
        <w:rPr>
          <w:rFonts w:ascii="Times New Roman" w:hAnsi="Times New Roman" w:cs="Times New Roman"/>
          <w:b/>
          <w:bCs/>
          <w:sz w:val="28"/>
        </w:rPr>
        <w:tab/>
      </w:r>
      <w:r>
        <w:rPr>
          <w:rFonts w:ascii="Times New Roman" w:hAnsi="Times New Roman" w:cs="Times New Roman"/>
          <w:b/>
          <w:bCs/>
          <w:sz w:val="28"/>
        </w:rPr>
        <w:tab/>
      </w:r>
      <w:r>
        <w:rPr>
          <w:rFonts w:ascii="Times New Roman" w:hAnsi="Times New Roman" w:cs="Times New Roman"/>
          <w:b/>
          <w:bCs/>
          <w:sz w:val="28"/>
        </w:rPr>
        <w:tab/>
        <w:t xml:space="preserve">            С.И.Морозов</w:t>
      </w:r>
    </w:p>
    <w:p w:rsidR="00573F25" w:rsidRDefault="00573F25" w:rsidP="0085034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73F25" w:rsidRDefault="00573F25" w:rsidP="0085034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73F25" w:rsidRDefault="00573F25" w:rsidP="0085034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73F25" w:rsidRPr="0035284A" w:rsidRDefault="00573F25" w:rsidP="0085034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284A">
        <w:rPr>
          <w:rFonts w:ascii="Times New Roman" w:hAnsi="Times New Roman" w:cs="Times New Roman"/>
          <w:sz w:val="28"/>
          <w:szCs w:val="28"/>
        </w:rPr>
        <w:t>г. Ульяновск</w:t>
      </w:r>
    </w:p>
    <w:p w:rsidR="00573F25" w:rsidRPr="0035284A" w:rsidRDefault="00573F25" w:rsidP="0085034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284A">
        <w:rPr>
          <w:rFonts w:ascii="Times New Roman" w:hAnsi="Times New Roman" w:cs="Times New Roman"/>
          <w:sz w:val="28"/>
          <w:szCs w:val="28"/>
        </w:rPr>
        <w:t>___ ____________</w:t>
      </w:r>
      <w:smartTag w:uri="urn:schemas-microsoft-com:office:smarttags" w:element="metricconverter">
        <w:smartTagPr>
          <w:attr w:name="ProductID" w:val="2019 г"/>
        </w:smartTagPr>
        <w:r w:rsidRPr="0035284A">
          <w:rPr>
            <w:rFonts w:ascii="Times New Roman" w:hAnsi="Times New Roman" w:cs="Times New Roman"/>
            <w:sz w:val="28"/>
            <w:szCs w:val="28"/>
          </w:rPr>
          <w:t xml:space="preserve"> </w:t>
        </w:r>
        <w:smartTag w:uri="urn:schemas-microsoft-com:office:smarttags" w:element="metricconverter">
          <w:smartTagPr>
            <w:attr w:name="ProductID" w:val="2019 г"/>
          </w:smartTagPr>
          <w:r w:rsidRPr="0035284A">
            <w:rPr>
              <w:rFonts w:ascii="Times New Roman" w:hAnsi="Times New Roman" w:cs="Times New Roman"/>
              <w:sz w:val="28"/>
              <w:szCs w:val="28"/>
            </w:rPr>
            <w:t>20</w:t>
          </w:r>
          <w:r>
            <w:rPr>
              <w:rFonts w:ascii="Times New Roman" w:hAnsi="Times New Roman" w:cs="Times New Roman"/>
              <w:sz w:val="28"/>
              <w:szCs w:val="28"/>
            </w:rPr>
            <w:t>19</w:t>
          </w:r>
          <w:r w:rsidRPr="0035284A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</w:smartTag>
        <w:r w:rsidRPr="0035284A">
          <w:rPr>
            <w:rFonts w:ascii="Times New Roman" w:hAnsi="Times New Roman" w:cs="Times New Roman"/>
            <w:sz w:val="28"/>
            <w:szCs w:val="28"/>
          </w:rPr>
          <w:t>г</w:t>
        </w:r>
      </w:smartTag>
      <w:r>
        <w:rPr>
          <w:rFonts w:ascii="Times New Roman" w:hAnsi="Times New Roman" w:cs="Times New Roman"/>
          <w:sz w:val="28"/>
          <w:szCs w:val="28"/>
        </w:rPr>
        <w:t>.</w:t>
      </w:r>
    </w:p>
    <w:p w:rsidR="00573F25" w:rsidRDefault="00573F25" w:rsidP="00850341">
      <w:pPr>
        <w:pStyle w:val="ConsPlusNormal"/>
        <w:widowControl/>
        <w:ind w:firstLine="0"/>
        <w:jc w:val="center"/>
      </w:pPr>
      <w:r w:rsidRPr="0035284A">
        <w:rPr>
          <w:rFonts w:ascii="Times New Roman" w:hAnsi="Times New Roman" w:cs="Times New Roman"/>
          <w:sz w:val="28"/>
          <w:szCs w:val="28"/>
        </w:rPr>
        <w:t>№ _____-ЗО</w:t>
      </w:r>
    </w:p>
    <w:sectPr w:rsidR="00573F25" w:rsidSect="0010694B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3F25" w:rsidRDefault="00573F25">
      <w:r>
        <w:separator/>
      </w:r>
    </w:p>
  </w:endnote>
  <w:endnote w:type="continuationSeparator" w:id="0">
    <w:p w:rsidR="00573F25" w:rsidRDefault="00573F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MingLiU">
    <w:altName w:val="Ў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F25" w:rsidRPr="00DF6B4C" w:rsidRDefault="00573F25" w:rsidP="00DF6B4C">
    <w:pPr>
      <w:pStyle w:val="Footer"/>
      <w:jc w:val="right"/>
      <w:rPr>
        <w:sz w:val="16"/>
      </w:rPr>
    </w:pPr>
    <w:r w:rsidRPr="00DF6B4C">
      <w:rPr>
        <w:sz w:val="16"/>
      </w:rPr>
      <w:t>2604ан1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3F25" w:rsidRDefault="00573F25">
      <w:r>
        <w:separator/>
      </w:r>
    </w:p>
  </w:footnote>
  <w:footnote w:type="continuationSeparator" w:id="0">
    <w:p w:rsidR="00573F25" w:rsidRDefault="00573F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F25" w:rsidRPr="0010694B" w:rsidRDefault="00573F25">
    <w:pPr>
      <w:pStyle w:val="Header"/>
      <w:jc w:val="center"/>
      <w:rPr>
        <w:sz w:val="28"/>
      </w:rPr>
    </w:pPr>
    <w:r w:rsidRPr="0010694B">
      <w:rPr>
        <w:noProof/>
        <w:sz w:val="28"/>
      </w:rPr>
      <w:fldChar w:fldCharType="begin"/>
    </w:r>
    <w:r w:rsidRPr="0010694B">
      <w:rPr>
        <w:noProof/>
        <w:sz w:val="28"/>
      </w:rPr>
      <w:instrText>PAGE   \* MERGEFORMAT</w:instrText>
    </w:r>
    <w:r w:rsidRPr="0010694B">
      <w:rPr>
        <w:noProof/>
        <w:sz w:val="28"/>
      </w:rPr>
      <w:fldChar w:fldCharType="separate"/>
    </w:r>
    <w:r>
      <w:rPr>
        <w:noProof/>
        <w:sz w:val="28"/>
      </w:rPr>
      <w:t>3</w:t>
    </w:r>
    <w:r w:rsidRPr="0010694B">
      <w:rPr>
        <w:noProof/>
        <w:sz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637FC4"/>
    <w:multiLevelType w:val="hybridMultilevel"/>
    <w:tmpl w:val="BB02CA24"/>
    <w:lvl w:ilvl="0" w:tplc="BCEAE41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0272"/>
    <w:rsid w:val="00030460"/>
    <w:rsid w:val="000452FE"/>
    <w:rsid w:val="00093002"/>
    <w:rsid w:val="0010694B"/>
    <w:rsid w:val="0015565C"/>
    <w:rsid w:val="001619F1"/>
    <w:rsid w:val="00173ED4"/>
    <w:rsid w:val="00180267"/>
    <w:rsid w:val="00192210"/>
    <w:rsid w:val="001E0272"/>
    <w:rsid w:val="002217A6"/>
    <w:rsid w:val="002377DE"/>
    <w:rsid w:val="002B6F03"/>
    <w:rsid w:val="002D7F7C"/>
    <w:rsid w:val="002E2DA0"/>
    <w:rsid w:val="0034728A"/>
    <w:rsid w:val="0035284A"/>
    <w:rsid w:val="00385FE1"/>
    <w:rsid w:val="003B0D2B"/>
    <w:rsid w:val="003D67DD"/>
    <w:rsid w:val="00415A0D"/>
    <w:rsid w:val="00415CD3"/>
    <w:rsid w:val="00432CB7"/>
    <w:rsid w:val="00436EEC"/>
    <w:rsid w:val="004404B0"/>
    <w:rsid w:val="004550E5"/>
    <w:rsid w:val="0045769B"/>
    <w:rsid w:val="004B3D19"/>
    <w:rsid w:val="00516439"/>
    <w:rsid w:val="00520182"/>
    <w:rsid w:val="005232C0"/>
    <w:rsid w:val="00573F25"/>
    <w:rsid w:val="005D2C47"/>
    <w:rsid w:val="00602E69"/>
    <w:rsid w:val="006444A3"/>
    <w:rsid w:val="0067170D"/>
    <w:rsid w:val="006D6482"/>
    <w:rsid w:val="006F1428"/>
    <w:rsid w:val="006F20D8"/>
    <w:rsid w:val="0070492B"/>
    <w:rsid w:val="00734FFB"/>
    <w:rsid w:val="00750617"/>
    <w:rsid w:val="007709BD"/>
    <w:rsid w:val="008339F6"/>
    <w:rsid w:val="00850341"/>
    <w:rsid w:val="00853427"/>
    <w:rsid w:val="00857183"/>
    <w:rsid w:val="008B22D4"/>
    <w:rsid w:val="008D3551"/>
    <w:rsid w:val="00912413"/>
    <w:rsid w:val="00946391"/>
    <w:rsid w:val="009A3AC1"/>
    <w:rsid w:val="00A107C2"/>
    <w:rsid w:val="00A17842"/>
    <w:rsid w:val="00A36043"/>
    <w:rsid w:val="00A417C9"/>
    <w:rsid w:val="00A56398"/>
    <w:rsid w:val="00A73C5C"/>
    <w:rsid w:val="00A76E18"/>
    <w:rsid w:val="00B321A0"/>
    <w:rsid w:val="00B7119D"/>
    <w:rsid w:val="00B916C0"/>
    <w:rsid w:val="00BC59F2"/>
    <w:rsid w:val="00BE0932"/>
    <w:rsid w:val="00BE6138"/>
    <w:rsid w:val="00BF54A3"/>
    <w:rsid w:val="00C34846"/>
    <w:rsid w:val="00C5271B"/>
    <w:rsid w:val="00C97651"/>
    <w:rsid w:val="00CB2C26"/>
    <w:rsid w:val="00D7666C"/>
    <w:rsid w:val="00DC38F4"/>
    <w:rsid w:val="00DF6B4C"/>
    <w:rsid w:val="00E901F6"/>
    <w:rsid w:val="00E95BC7"/>
    <w:rsid w:val="00EA2FB1"/>
    <w:rsid w:val="00EE0401"/>
    <w:rsid w:val="00F92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avaya-com:ace:dce" w:name="smarttag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27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Normal">
    <w:name w:val="ConsNormal"/>
    <w:uiPriority w:val="99"/>
    <w:rsid w:val="001E0272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1E027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1E027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E027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1E0272"/>
    <w:pPr>
      <w:widowControl w:val="0"/>
      <w:suppressAutoHyphens/>
      <w:autoSpaceDE w:val="0"/>
    </w:pPr>
    <w:rPr>
      <w:rFonts w:ascii="Arial" w:eastAsia="PMingLiU" w:hAnsi="Arial" w:cs="Arial"/>
      <w:b/>
      <w:bCs/>
      <w:sz w:val="16"/>
      <w:szCs w:val="16"/>
      <w:lang w:eastAsia="ar-SA"/>
    </w:rPr>
  </w:style>
  <w:style w:type="paragraph" w:styleId="ListParagraph">
    <w:name w:val="List Paragraph"/>
    <w:basedOn w:val="Normal"/>
    <w:uiPriority w:val="99"/>
    <w:qFormat/>
    <w:rsid w:val="003472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6717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7170D"/>
    <w:rPr>
      <w:rFonts w:ascii="Segoe UI" w:hAnsi="Segoe UI" w:cs="Segoe UI"/>
      <w:sz w:val="18"/>
      <w:szCs w:val="18"/>
      <w:lang w:eastAsia="ru-RU"/>
    </w:rPr>
  </w:style>
  <w:style w:type="paragraph" w:styleId="Footer">
    <w:name w:val="footer"/>
    <w:basedOn w:val="Normal"/>
    <w:link w:val="FooterChar"/>
    <w:uiPriority w:val="99"/>
    <w:rsid w:val="0085342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53427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467</Words>
  <Characters>2665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статью 1 Закона Ульяновской области </dc:title>
  <dc:subject/>
  <dc:creator>Данилина Ксения Сергеевна</dc:creator>
  <cp:keywords/>
  <dc:description/>
  <cp:lastModifiedBy>egorov_ja</cp:lastModifiedBy>
  <cp:revision>3</cp:revision>
  <cp:lastPrinted>2019-03-27T10:04:00Z</cp:lastPrinted>
  <dcterms:created xsi:type="dcterms:W3CDTF">2019-04-30T05:21:00Z</dcterms:created>
  <dcterms:modified xsi:type="dcterms:W3CDTF">2019-04-30T06:07:00Z</dcterms:modified>
</cp:coreProperties>
</file>