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83" w:rsidRPr="009305BE" w:rsidRDefault="00272583" w:rsidP="003F7B64">
      <w:pPr>
        <w:pStyle w:val="a3"/>
        <w:rPr>
          <w:rFonts w:ascii="PT Astra Serif" w:hAnsi="PT Astra Serif"/>
          <w:b/>
          <w:szCs w:val="28"/>
        </w:rPr>
      </w:pPr>
      <w:r w:rsidRPr="009305BE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  <w:r w:rsidRPr="009305BE">
        <w:rPr>
          <w:rFonts w:ascii="PT Astra Serif" w:hAnsi="PT Astra Serif"/>
          <w:b/>
          <w:sz w:val="28"/>
          <w:szCs w:val="28"/>
        </w:rPr>
        <w:br/>
        <w:t>«Об областном бюджете Ульяновской области на 202</w:t>
      </w:r>
      <w:r w:rsidR="00DB60AA" w:rsidRPr="009305BE">
        <w:rPr>
          <w:rFonts w:ascii="PT Astra Serif" w:hAnsi="PT Astra Serif"/>
          <w:b/>
          <w:sz w:val="28"/>
          <w:szCs w:val="28"/>
        </w:rPr>
        <w:t>3</w:t>
      </w:r>
      <w:r w:rsidRPr="009305BE">
        <w:rPr>
          <w:rFonts w:ascii="PT Astra Serif" w:hAnsi="PT Astra Serif"/>
          <w:b/>
          <w:sz w:val="28"/>
          <w:szCs w:val="28"/>
        </w:rPr>
        <w:t xml:space="preserve"> год</w:t>
      </w:r>
      <w:r w:rsidRPr="009305BE">
        <w:rPr>
          <w:rFonts w:ascii="PT Astra Serif" w:hAnsi="PT Astra Serif"/>
          <w:b/>
          <w:sz w:val="28"/>
          <w:szCs w:val="28"/>
        </w:rPr>
        <w:br/>
        <w:t>и на плановый период 202</w:t>
      </w:r>
      <w:r w:rsidR="00DB60AA" w:rsidRPr="009305BE">
        <w:rPr>
          <w:rFonts w:ascii="PT Astra Serif" w:hAnsi="PT Astra Serif"/>
          <w:b/>
          <w:sz w:val="28"/>
          <w:szCs w:val="28"/>
        </w:rPr>
        <w:t>4</w:t>
      </w:r>
      <w:r w:rsidRPr="009305BE">
        <w:rPr>
          <w:rFonts w:ascii="PT Astra Serif" w:hAnsi="PT Astra Serif"/>
          <w:b/>
          <w:sz w:val="28"/>
          <w:szCs w:val="28"/>
        </w:rPr>
        <w:t xml:space="preserve"> и 202</w:t>
      </w:r>
      <w:r w:rsidR="00DB60AA" w:rsidRPr="009305BE">
        <w:rPr>
          <w:rFonts w:ascii="PT Astra Serif" w:hAnsi="PT Astra Serif"/>
          <w:b/>
          <w:sz w:val="28"/>
          <w:szCs w:val="28"/>
        </w:rPr>
        <w:t>5</w:t>
      </w:r>
      <w:r w:rsidRPr="009305BE">
        <w:rPr>
          <w:rFonts w:ascii="PT Astra Serif" w:hAnsi="PT Astra Serif"/>
          <w:b/>
          <w:sz w:val="28"/>
          <w:szCs w:val="28"/>
        </w:rPr>
        <w:t xml:space="preserve"> годов» </w:t>
      </w:r>
    </w:p>
    <w:p w:rsidR="006D7E8D" w:rsidRPr="009305BE" w:rsidRDefault="006D7E8D" w:rsidP="003F7B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400D65" w:rsidRPr="009F7930" w:rsidRDefault="00400D65" w:rsidP="00400D65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9F7930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9F7930">
        <w:rPr>
          <w:rFonts w:ascii="PT Astra Serif" w:hAnsi="PT Astra Serif"/>
          <w:sz w:val="28"/>
          <w:szCs w:val="28"/>
        </w:rPr>
        <w:br/>
        <w:t>на 2023 год и на плановый период 2024 и 2025 годов»</w:t>
      </w:r>
      <w:r w:rsidRPr="009F7930">
        <w:rPr>
          <w:rFonts w:ascii="PT Astra Serif" w:hAnsi="PT Astra Serif"/>
          <w:b/>
          <w:sz w:val="28"/>
          <w:szCs w:val="28"/>
        </w:rPr>
        <w:t xml:space="preserve"> </w:t>
      </w:r>
      <w:r w:rsidRPr="009F7930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9F7930">
        <w:rPr>
          <w:rFonts w:ascii="PT Astra Serif" w:hAnsi="PT Astra Serif"/>
          <w:sz w:val="28"/>
          <w:szCs w:val="28"/>
          <w:vertAlign w:val="superscript"/>
        </w:rPr>
        <w:t>1</w:t>
      </w:r>
      <w:r w:rsidRPr="009F7930">
        <w:rPr>
          <w:rFonts w:ascii="PT Astra Serif" w:hAnsi="PT Astra Serif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9F7930">
        <w:rPr>
          <w:rStyle w:val="text1"/>
          <w:rFonts w:ascii="PT Astra Serif" w:hAnsi="PT Astra Serif"/>
          <w:sz w:val="28"/>
          <w:szCs w:val="28"/>
        </w:rPr>
        <w:t>перераспределени</w:t>
      </w:r>
      <w:r>
        <w:rPr>
          <w:rStyle w:val="text1"/>
          <w:rFonts w:ascii="PT Astra Serif" w:hAnsi="PT Astra Serif"/>
          <w:sz w:val="28"/>
          <w:szCs w:val="28"/>
        </w:rPr>
        <w:t>я</w:t>
      </w:r>
      <w:r w:rsidRPr="009F7930">
        <w:rPr>
          <w:rStyle w:val="text1"/>
          <w:rFonts w:ascii="PT Astra Serif" w:hAnsi="PT Astra Serif"/>
          <w:sz w:val="28"/>
          <w:szCs w:val="28"/>
        </w:rPr>
        <w:t xml:space="preserve"> средств внутри расходных статей областного бюджета Ульяновской области (</w:t>
      </w:r>
      <w:r w:rsidRPr="009F7930">
        <w:rPr>
          <w:rFonts w:ascii="PT Astra Serif" w:hAnsi="PT Astra Serif"/>
          <w:sz w:val="28"/>
          <w:szCs w:val="28"/>
        </w:rPr>
        <w:t>далее – областной бюджет</w:t>
      </w:r>
      <w:r w:rsidRPr="009F7930">
        <w:rPr>
          <w:rStyle w:val="text1"/>
          <w:rFonts w:ascii="PT Astra Serif" w:hAnsi="PT Astra Serif"/>
          <w:sz w:val="28"/>
          <w:szCs w:val="28"/>
        </w:rPr>
        <w:t>).</w:t>
      </w:r>
    </w:p>
    <w:p w:rsidR="00400D65" w:rsidRPr="00DB60AA" w:rsidRDefault="00400D65" w:rsidP="00400D65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7930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400D65" w:rsidRPr="00EB7061" w:rsidRDefault="00400D65" w:rsidP="00400D65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400D65" w:rsidRPr="00281DB3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81DB3">
        <w:rPr>
          <w:rFonts w:ascii="PT Astra Serif" w:hAnsi="PT Astra Serif"/>
          <w:sz w:val="28"/>
          <w:szCs w:val="28"/>
        </w:rPr>
        <w:t xml:space="preserve">В целом </w:t>
      </w:r>
      <w:r w:rsidRPr="000147C1">
        <w:rPr>
          <w:rFonts w:ascii="PT Astra Serif" w:hAnsi="PT Astra Serif"/>
          <w:b/>
          <w:sz w:val="28"/>
          <w:szCs w:val="28"/>
        </w:rPr>
        <w:t>доходная часть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0147C1">
        <w:rPr>
          <w:rFonts w:ascii="PT Astra Serif" w:hAnsi="PT Astra Serif"/>
          <w:b/>
          <w:sz w:val="28"/>
          <w:szCs w:val="28"/>
        </w:rPr>
        <w:t>в 2023 году</w:t>
      </w:r>
      <w:r w:rsidRPr="00281DB3">
        <w:rPr>
          <w:rFonts w:ascii="PT Astra Serif" w:hAnsi="PT Astra Serif"/>
          <w:sz w:val="28"/>
          <w:szCs w:val="28"/>
        </w:rPr>
        <w:t xml:space="preserve"> </w:t>
      </w:r>
      <w:r w:rsidRPr="000147C1">
        <w:rPr>
          <w:rFonts w:ascii="PT Astra Serif" w:hAnsi="PT Astra Serif"/>
          <w:b/>
          <w:sz w:val="28"/>
          <w:szCs w:val="28"/>
        </w:rPr>
        <w:t>увеличивается на 1 724 152,7 тыс. рублей.</w:t>
      </w:r>
      <w:r w:rsidRPr="00281DB3">
        <w:rPr>
          <w:rFonts w:ascii="PT Astra Serif" w:hAnsi="PT Astra Serif"/>
          <w:sz w:val="28"/>
          <w:szCs w:val="28"/>
        </w:rPr>
        <w:t xml:space="preserve"> Общий объём доходов составит </w:t>
      </w:r>
      <w:r w:rsidRPr="000147C1">
        <w:rPr>
          <w:rFonts w:ascii="PT Astra Serif" w:hAnsi="PT Astra Serif"/>
          <w:b/>
          <w:sz w:val="28"/>
          <w:szCs w:val="28"/>
        </w:rPr>
        <w:t>87 143 856,3 тыс. рублей.</w:t>
      </w:r>
    </w:p>
    <w:p w:rsidR="00400D65" w:rsidRPr="00281DB3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47C1">
        <w:rPr>
          <w:rFonts w:ascii="PT Astra Serif" w:hAnsi="PT Astra Serif"/>
          <w:b/>
          <w:sz w:val="28"/>
          <w:szCs w:val="28"/>
        </w:rPr>
        <w:t>Расходная часть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в 2023 году </w:t>
      </w:r>
      <w:r w:rsidRPr="000147C1">
        <w:rPr>
          <w:rFonts w:ascii="PT Astra Serif" w:hAnsi="PT Astra Serif"/>
          <w:b/>
          <w:sz w:val="28"/>
          <w:szCs w:val="28"/>
        </w:rPr>
        <w:t>увеличивается</w:t>
      </w:r>
      <w:r w:rsidRPr="00281DB3">
        <w:rPr>
          <w:rFonts w:ascii="PT Astra Serif" w:hAnsi="PT Astra Serif"/>
          <w:sz w:val="28"/>
          <w:szCs w:val="28"/>
        </w:rPr>
        <w:t xml:space="preserve"> </w:t>
      </w:r>
      <w:r w:rsidRPr="00281DB3">
        <w:rPr>
          <w:rFonts w:ascii="PT Astra Serif" w:hAnsi="PT Astra Serif"/>
          <w:sz w:val="28"/>
          <w:szCs w:val="28"/>
        </w:rPr>
        <w:br/>
      </w:r>
      <w:r w:rsidRPr="000147C1">
        <w:rPr>
          <w:rFonts w:ascii="PT Astra Serif" w:hAnsi="PT Astra Serif"/>
          <w:b/>
          <w:sz w:val="28"/>
          <w:szCs w:val="28"/>
        </w:rPr>
        <w:t>на 1 724 152,7 тыс. рублей.</w:t>
      </w:r>
      <w:r w:rsidRPr="00281DB3">
        <w:rPr>
          <w:rFonts w:ascii="PT Astra Serif" w:hAnsi="PT Astra Serif"/>
          <w:sz w:val="28"/>
          <w:szCs w:val="28"/>
        </w:rPr>
        <w:t xml:space="preserve"> Общий объём расходов составит </w:t>
      </w:r>
      <w:r w:rsidRPr="00281DB3">
        <w:rPr>
          <w:rFonts w:ascii="PT Astra Serif" w:hAnsi="PT Astra Serif"/>
          <w:sz w:val="28"/>
          <w:szCs w:val="28"/>
        </w:rPr>
        <w:br/>
      </w:r>
      <w:r w:rsidRPr="000147C1">
        <w:rPr>
          <w:rFonts w:ascii="PT Astra Serif" w:hAnsi="PT Astra Serif"/>
          <w:b/>
          <w:sz w:val="28"/>
          <w:szCs w:val="28"/>
        </w:rPr>
        <w:t>94 015 644,9 тыс. рублей.</w:t>
      </w:r>
    </w:p>
    <w:p w:rsidR="00400D65" w:rsidRPr="000147C1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147C1">
        <w:rPr>
          <w:rFonts w:ascii="PT Astra Serif" w:hAnsi="PT Astra Serif"/>
          <w:b/>
          <w:sz w:val="28"/>
          <w:szCs w:val="28"/>
        </w:rPr>
        <w:t>Дефицит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в 2023 году </w:t>
      </w:r>
      <w:r w:rsidRPr="000147C1">
        <w:rPr>
          <w:rFonts w:ascii="PT Astra Serif" w:hAnsi="PT Astra Serif"/>
          <w:b/>
          <w:sz w:val="28"/>
          <w:szCs w:val="28"/>
        </w:rPr>
        <w:t>не меняется</w:t>
      </w:r>
      <w:r w:rsidRPr="00281DB3">
        <w:rPr>
          <w:rFonts w:ascii="PT Astra Serif" w:hAnsi="PT Astra Serif"/>
          <w:sz w:val="28"/>
          <w:szCs w:val="28"/>
        </w:rPr>
        <w:t xml:space="preserve"> и составит </w:t>
      </w:r>
      <w:r w:rsidRPr="000147C1">
        <w:rPr>
          <w:rFonts w:ascii="PT Astra Serif" w:hAnsi="PT Astra Serif"/>
          <w:b/>
          <w:sz w:val="28"/>
          <w:szCs w:val="28"/>
        </w:rPr>
        <w:t>6 871 788,6 тыс. рублей.</w:t>
      </w:r>
    </w:p>
    <w:p w:rsidR="00400D65" w:rsidRPr="00281DB3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400D65" w:rsidRPr="000147C1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147C1">
        <w:rPr>
          <w:rFonts w:ascii="PT Astra Serif" w:hAnsi="PT Astra Serif"/>
          <w:b/>
          <w:sz w:val="28"/>
          <w:szCs w:val="28"/>
        </w:rPr>
        <w:t>В 2024 году доходная часть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0147C1">
        <w:rPr>
          <w:rFonts w:ascii="PT Astra Serif" w:hAnsi="PT Astra Serif"/>
          <w:b/>
          <w:sz w:val="28"/>
          <w:szCs w:val="28"/>
        </w:rPr>
        <w:t>увеличивается на 1 024 030,1 тыс. рублей.</w:t>
      </w:r>
      <w:r w:rsidRPr="00281DB3">
        <w:rPr>
          <w:rFonts w:ascii="PT Astra Serif" w:hAnsi="PT Astra Serif"/>
          <w:sz w:val="28"/>
          <w:szCs w:val="28"/>
        </w:rPr>
        <w:t xml:space="preserve"> Общий объём доходов составит </w:t>
      </w:r>
      <w:r w:rsidRPr="000147C1">
        <w:rPr>
          <w:rFonts w:ascii="PT Astra Serif" w:hAnsi="PT Astra Serif"/>
          <w:b/>
          <w:sz w:val="28"/>
          <w:szCs w:val="28"/>
        </w:rPr>
        <w:t>80 071 392,6 тыс. рублей.</w:t>
      </w:r>
      <w:r w:rsidRPr="00281DB3">
        <w:rPr>
          <w:rFonts w:ascii="PT Astra Serif" w:hAnsi="PT Astra Serif"/>
          <w:sz w:val="28"/>
          <w:szCs w:val="28"/>
        </w:rPr>
        <w:t xml:space="preserve"> </w:t>
      </w:r>
      <w:r w:rsidRPr="000147C1">
        <w:rPr>
          <w:rFonts w:ascii="PT Astra Serif" w:hAnsi="PT Astra Serif"/>
          <w:b/>
          <w:sz w:val="28"/>
          <w:szCs w:val="28"/>
        </w:rPr>
        <w:t>Расходная часть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0147C1">
        <w:rPr>
          <w:rFonts w:ascii="PT Astra Serif" w:hAnsi="PT Astra Serif"/>
          <w:b/>
          <w:sz w:val="28"/>
          <w:szCs w:val="28"/>
        </w:rPr>
        <w:t>в 2024 году</w:t>
      </w:r>
      <w:r w:rsidRPr="00281DB3">
        <w:rPr>
          <w:rFonts w:ascii="PT Astra Serif" w:hAnsi="PT Astra Serif"/>
          <w:sz w:val="28"/>
          <w:szCs w:val="28"/>
        </w:rPr>
        <w:t xml:space="preserve"> </w:t>
      </w:r>
      <w:r w:rsidRPr="000147C1">
        <w:rPr>
          <w:rFonts w:ascii="PT Astra Serif" w:hAnsi="PT Astra Serif"/>
          <w:b/>
          <w:sz w:val="28"/>
          <w:szCs w:val="28"/>
        </w:rPr>
        <w:t>увеличивается на 1 024 030,1 тыс. рублей.</w:t>
      </w:r>
      <w:r w:rsidRPr="00281DB3">
        <w:rPr>
          <w:rFonts w:ascii="PT Astra Serif" w:hAnsi="PT Astra Serif"/>
          <w:sz w:val="28"/>
          <w:szCs w:val="28"/>
        </w:rPr>
        <w:t xml:space="preserve"> Общий объём расходов составит </w:t>
      </w:r>
      <w:r w:rsidRPr="000147C1">
        <w:rPr>
          <w:rFonts w:ascii="PT Astra Serif" w:hAnsi="PT Astra Serif"/>
          <w:b/>
          <w:sz w:val="28"/>
          <w:szCs w:val="28"/>
        </w:rPr>
        <w:t>80 491 392,6 тыс. рублей.</w:t>
      </w:r>
    </w:p>
    <w:p w:rsidR="00400D65" w:rsidRPr="000147C1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147C1">
        <w:rPr>
          <w:rFonts w:ascii="PT Astra Serif" w:hAnsi="PT Astra Serif"/>
          <w:b/>
          <w:sz w:val="28"/>
          <w:szCs w:val="28"/>
        </w:rPr>
        <w:t>Дефицит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в 2023 году </w:t>
      </w:r>
      <w:r w:rsidRPr="000147C1">
        <w:rPr>
          <w:rFonts w:ascii="PT Astra Serif" w:hAnsi="PT Astra Serif"/>
          <w:b/>
          <w:sz w:val="28"/>
          <w:szCs w:val="28"/>
        </w:rPr>
        <w:t>не меняется</w:t>
      </w:r>
      <w:r w:rsidRPr="00281DB3">
        <w:rPr>
          <w:rFonts w:ascii="PT Astra Serif" w:hAnsi="PT Astra Serif"/>
          <w:sz w:val="28"/>
          <w:szCs w:val="28"/>
        </w:rPr>
        <w:t xml:space="preserve"> и составит </w:t>
      </w:r>
      <w:r w:rsidRPr="000147C1">
        <w:rPr>
          <w:rFonts w:ascii="PT Astra Serif" w:hAnsi="PT Astra Serif"/>
          <w:b/>
          <w:sz w:val="28"/>
          <w:szCs w:val="28"/>
        </w:rPr>
        <w:t>420 000,0 тыс. рублей.</w:t>
      </w:r>
    </w:p>
    <w:p w:rsidR="00400D65" w:rsidRPr="00281DB3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400D65" w:rsidRPr="00281DB3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A5376">
        <w:rPr>
          <w:rFonts w:ascii="PT Astra Serif" w:hAnsi="PT Astra Serif"/>
          <w:b/>
          <w:sz w:val="28"/>
          <w:szCs w:val="28"/>
        </w:rPr>
        <w:t>В 2025 году доходная часть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7A5376">
        <w:rPr>
          <w:rFonts w:ascii="PT Astra Serif" w:hAnsi="PT Astra Serif"/>
          <w:b/>
          <w:sz w:val="28"/>
          <w:szCs w:val="28"/>
        </w:rPr>
        <w:t>увеличивается на 69 061,0 тыс. рублей</w:t>
      </w:r>
      <w:r w:rsidRPr="00281DB3">
        <w:rPr>
          <w:rFonts w:ascii="PT Astra Serif" w:hAnsi="PT Astra Serif"/>
          <w:sz w:val="28"/>
          <w:szCs w:val="28"/>
        </w:rPr>
        <w:t xml:space="preserve"> и составит </w:t>
      </w:r>
      <w:r w:rsidRPr="007A5376">
        <w:rPr>
          <w:rFonts w:ascii="PT Astra Serif" w:hAnsi="PT Astra Serif"/>
          <w:b/>
          <w:sz w:val="28"/>
          <w:szCs w:val="28"/>
        </w:rPr>
        <w:t>78 349 742,7 тыс. рублей.</w:t>
      </w:r>
      <w:r w:rsidRPr="00281DB3">
        <w:rPr>
          <w:rFonts w:ascii="PT Astra Serif" w:hAnsi="PT Astra Serif"/>
          <w:sz w:val="28"/>
          <w:szCs w:val="28"/>
        </w:rPr>
        <w:t xml:space="preserve"> </w:t>
      </w:r>
      <w:r w:rsidRPr="007A5376">
        <w:rPr>
          <w:rFonts w:ascii="PT Astra Serif" w:hAnsi="PT Astra Serif"/>
          <w:b/>
          <w:sz w:val="28"/>
          <w:szCs w:val="28"/>
        </w:rPr>
        <w:t>Расходная часть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7A5376">
        <w:rPr>
          <w:rFonts w:ascii="PT Astra Serif" w:hAnsi="PT Astra Serif"/>
          <w:b/>
          <w:sz w:val="28"/>
          <w:szCs w:val="28"/>
        </w:rPr>
        <w:t>в 2025 году увеличивается на 69 061,0 тыс. рублей</w:t>
      </w:r>
      <w:r w:rsidRPr="00281DB3">
        <w:rPr>
          <w:rFonts w:ascii="PT Astra Serif" w:hAnsi="PT Astra Serif"/>
          <w:sz w:val="28"/>
          <w:szCs w:val="28"/>
        </w:rPr>
        <w:t xml:space="preserve"> и составит </w:t>
      </w:r>
      <w:r w:rsidRPr="007A5376">
        <w:rPr>
          <w:rFonts w:ascii="PT Astra Serif" w:hAnsi="PT Astra Serif"/>
          <w:b/>
          <w:sz w:val="28"/>
          <w:szCs w:val="28"/>
        </w:rPr>
        <w:t>78 725 140,7 тыс. рублей.</w:t>
      </w:r>
    </w:p>
    <w:p w:rsidR="00400D65" w:rsidRPr="007A5376" w:rsidRDefault="00400D65" w:rsidP="00400D6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A5376">
        <w:rPr>
          <w:rFonts w:ascii="PT Astra Serif" w:hAnsi="PT Astra Serif"/>
          <w:b/>
          <w:sz w:val="28"/>
          <w:szCs w:val="28"/>
        </w:rPr>
        <w:t>Дефицит</w:t>
      </w:r>
      <w:r w:rsidRPr="00281DB3">
        <w:rPr>
          <w:rFonts w:ascii="PT Astra Serif" w:hAnsi="PT Astra Serif"/>
          <w:sz w:val="28"/>
          <w:szCs w:val="28"/>
        </w:rPr>
        <w:t xml:space="preserve"> областного бюджета в 2025 году </w:t>
      </w:r>
      <w:r w:rsidRPr="007A5376">
        <w:rPr>
          <w:rFonts w:ascii="PT Astra Serif" w:hAnsi="PT Astra Serif"/>
          <w:b/>
          <w:sz w:val="28"/>
          <w:szCs w:val="28"/>
        </w:rPr>
        <w:t>не меняется</w:t>
      </w:r>
      <w:r w:rsidRPr="00281DB3">
        <w:rPr>
          <w:rFonts w:ascii="PT Astra Serif" w:hAnsi="PT Astra Serif"/>
          <w:sz w:val="28"/>
          <w:szCs w:val="28"/>
        </w:rPr>
        <w:t xml:space="preserve"> и составит </w:t>
      </w:r>
      <w:r w:rsidRPr="00281DB3">
        <w:rPr>
          <w:rFonts w:ascii="PT Astra Serif" w:hAnsi="PT Astra Serif"/>
          <w:sz w:val="28"/>
          <w:szCs w:val="28"/>
        </w:rPr>
        <w:br/>
      </w:r>
      <w:r w:rsidRPr="007A5376">
        <w:rPr>
          <w:rFonts w:ascii="PT Astra Serif" w:hAnsi="PT Astra Serif"/>
          <w:b/>
          <w:sz w:val="28"/>
          <w:szCs w:val="28"/>
        </w:rPr>
        <w:t>375 398,0 тыс. рублей.</w:t>
      </w:r>
    </w:p>
    <w:p w:rsidR="00400D65" w:rsidRPr="00281DB3" w:rsidRDefault="00400D65" w:rsidP="00400D65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8"/>
        </w:rPr>
      </w:pPr>
    </w:p>
    <w:p w:rsidR="00B67B2A" w:rsidRPr="00F17D5F" w:rsidRDefault="00B67B2A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color w:val="FF0000"/>
          <w:sz w:val="28"/>
          <w:szCs w:val="28"/>
        </w:rPr>
      </w:pPr>
    </w:p>
    <w:p w:rsidR="00003485" w:rsidRDefault="00003485" w:rsidP="00B67B2A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</w:p>
    <w:p w:rsidR="00003485" w:rsidRPr="00F44653" w:rsidRDefault="00B67B2A" w:rsidP="00F44653">
      <w:pPr>
        <w:tabs>
          <w:tab w:val="left" w:pos="283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  <w:r w:rsidRPr="00093DD9">
        <w:rPr>
          <w:rFonts w:ascii="PT Astra Serif" w:hAnsi="PT Astra Serif" w:cs="Arial"/>
          <w:b/>
          <w:sz w:val="28"/>
          <w:szCs w:val="28"/>
        </w:rPr>
        <w:lastRenderedPageBreak/>
        <w:t xml:space="preserve">Раздел 1. </w:t>
      </w:r>
      <w:r w:rsidR="00003485" w:rsidRPr="002D7244">
        <w:rPr>
          <w:rFonts w:ascii="PT Astra Serif" w:hAnsi="PT Astra Serif" w:cs="Arial"/>
          <w:b/>
          <w:sz w:val="28"/>
          <w:szCs w:val="28"/>
        </w:rPr>
        <w:t>Федеральные средства</w:t>
      </w:r>
    </w:p>
    <w:p w:rsidR="0023353F" w:rsidRPr="007A4F55" w:rsidRDefault="0023353F" w:rsidP="0023353F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</w:t>
      </w:r>
      <w:r w:rsidRPr="003C7271">
        <w:rPr>
          <w:rFonts w:ascii="PT Astra Serif" w:hAnsi="PT Astra Serif" w:cs="Arial"/>
          <w:b/>
          <w:sz w:val="28"/>
          <w:szCs w:val="28"/>
        </w:rPr>
        <w:t>.1</w:t>
      </w:r>
      <w:r w:rsidR="009D3D28">
        <w:rPr>
          <w:rFonts w:ascii="PT Astra Serif" w:hAnsi="PT Astra Serif" w:cs="Arial"/>
          <w:b/>
          <w:sz w:val="28"/>
          <w:szCs w:val="28"/>
        </w:rPr>
        <w:t>.</w:t>
      </w:r>
      <w:r w:rsidRPr="00447300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b/>
          <w:sz w:val="28"/>
          <w:szCs w:val="28"/>
        </w:rPr>
        <w:t>П</w:t>
      </w:r>
      <w:r w:rsidRPr="007A4F55">
        <w:rPr>
          <w:rFonts w:ascii="PT Astra Serif" w:hAnsi="PT Astra Serif" w:cs="Arial"/>
          <w:b/>
          <w:sz w:val="28"/>
          <w:szCs w:val="28"/>
        </w:rPr>
        <w:t>о</w:t>
      </w:r>
      <w:r w:rsidRPr="00447300">
        <w:rPr>
          <w:rFonts w:ascii="PT Astra Serif" w:hAnsi="PT Astra Serif" w:cs="Arial"/>
          <w:sz w:val="28"/>
          <w:szCs w:val="28"/>
        </w:rPr>
        <w:t xml:space="preserve"> </w:t>
      </w:r>
      <w:r w:rsidRPr="00447300">
        <w:rPr>
          <w:rFonts w:ascii="PT Astra Serif" w:hAnsi="PT Astra Serif" w:cs="Arial"/>
          <w:b/>
          <w:sz w:val="28"/>
          <w:szCs w:val="28"/>
        </w:rPr>
        <w:t xml:space="preserve">Министерству </w:t>
      </w:r>
      <w:r>
        <w:rPr>
          <w:rFonts w:ascii="PT Astra Serif" w:hAnsi="PT Astra Serif" w:cs="Arial"/>
          <w:b/>
          <w:sz w:val="28"/>
          <w:szCs w:val="28"/>
        </w:rPr>
        <w:t>транспорта</w:t>
      </w:r>
      <w:r w:rsidRPr="00447300">
        <w:rPr>
          <w:rFonts w:ascii="PT Astra Serif" w:hAnsi="PT Astra Serif" w:cs="Arial"/>
          <w:b/>
          <w:sz w:val="28"/>
          <w:szCs w:val="28"/>
        </w:rPr>
        <w:t xml:space="preserve"> Ульяновской области</w:t>
      </w:r>
      <w:r w:rsidRPr="00447300">
        <w:rPr>
          <w:rFonts w:ascii="PT Astra Serif" w:hAnsi="PT Astra Serif" w:cs="Arial"/>
          <w:sz w:val="28"/>
          <w:szCs w:val="28"/>
        </w:rPr>
        <w:t>:</w:t>
      </w:r>
    </w:p>
    <w:p w:rsidR="00003485" w:rsidRDefault="00AD1EB0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1.1</w:t>
      </w:r>
      <w:r w:rsidR="00003485">
        <w:rPr>
          <w:rFonts w:ascii="PT Astra Serif" w:hAnsi="PT Astra Serif" w:cs="Arial"/>
          <w:sz w:val="28"/>
          <w:szCs w:val="28"/>
        </w:rPr>
        <w:t>.</w:t>
      </w:r>
      <w:r w:rsidR="00893502">
        <w:rPr>
          <w:rFonts w:ascii="PT Astra Serif" w:hAnsi="PT Astra Serif" w:cs="Arial"/>
          <w:sz w:val="28"/>
          <w:szCs w:val="28"/>
        </w:rPr>
        <w:t>1.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E1558B" w:rsidRPr="009474B2">
        <w:rPr>
          <w:rFonts w:ascii="PT Astra Serif" w:hAnsi="PT Astra Serif" w:cs="Arial"/>
          <w:sz w:val="28"/>
          <w:szCs w:val="28"/>
        </w:rPr>
        <w:t xml:space="preserve">В соответствии с Федеральным законом от 05.12.2022 № 466-ФЗ </w:t>
      </w:r>
      <w:r w:rsidR="00E1558B" w:rsidRPr="009474B2">
        <w:rPr>
          <w:rFonts w:ascii="PT Astra Serif" w:hAnsi="PT Astra Serif" w:cs="Arial"/>
          <w:sz w:val="28"/>
          <w:szCs w:val="28"/>
        </w:rPr>
        <w:br/>
        <w:t>«О федеральном бюджете на 2023 год и на плановый период 2024</w:t>
      </w:r>
      <w:r w:rsidR="00D9666D" w:rsidRPr="009474B2">
        <w:rPr>
          <w:rFonts w:ascii="PT Astra Serif" w:hAnsi="PT Astra Serif" w:cs="Arial"/>
          <w:sz w:val="28"/>
          <w:szCs w:val="28"/>
        </w:rPr>
        <w:t xml:space="preserve"> и 2025 годов»</w:t>
      </w:r>
      <w:r w:rsidR="00210971" w:rsidRPr="009474B2">
        <w:rPr>
          <w:rFonts w:ascii="PT Astra Serif" w:hAnsi="PT Astra Serif" w:cs="Arial"/>
          <w:sz w:val="28"/>
          <w:szCs w:val="28"/>
        </w:rPr>
        <w:t xml:space="preserve"> </w:t>
      </w:r>
      <w:r w:rsidR="00003485" w:rsidRPr="00003485">
        <w:rPr>
          <w:rFonts w:ascii="PT Astra Serif" w:hAnsi="PT Astra Serif" w:cs="Arial"/>
          <w:b/>
          <w:sz w:val="28"/>
          <w:szCs w:val="28"/>
        </w:rPr>
        <w:t>увеличивается</w:t>
      </w:r>
      <w:r w:rsidR="00003485">
        <w:rPr>
          <w:rFonts w:ascii="PT Astra Serif" w:hAnsi="PT Astra Serif" w:cs="Arial"/>
          <w:b/>
          <w:sz w:val="28"/>
          <w:szCs w:val="28"/>
        </w:rPr>
        <w:t xml:space="preserve"> </w:t>
      </w:r>
      <w:r w:rsidR="00003485" w:rsidRPr="00003485">
        <w:rPr>
          <w:rFonts w:ascii="PT Astra Serif" w:hAnsi="PT Astra Serif" w:cs="Arial"/>
          <w:b/>
          <w:sz w:val="28"/>
          <w:szCs w:val="28"/>
        </w:rPr>
        <w:t>доходная часть</w:t>
      </w:r>
      <w:r w:rsidR="00003485">
        <w:rPr>
          <w:rFonts w:ascii="PT Astra Serif" w:hAnsi="PT Astra Serif" w:cs="Arial"/>
          <w:sz w:val="28"/>
          <w:szCs w:val="28"/>
        </w:rPr>
        <w:t xml:space="preserve"> </w:t>
      </w:r>
      <w:r w:rsidR="00003485" w:rsidRPr="009474B2">
        <w:rPr>
          <w:rFonts w:ascii="PT Astra Serif" w:hAnsi="PT Astra Serif" w:cs="Arial"/>
          <w:sz w:val="28"/>
          <w:szCs w:val="28"/>
        </w:rPr>
        <w:t>областного бюджета</w:t>
      </w:r>
      <w:r w:rsidR="00003485">
        <w:rPr>
          <w:rFonts w:ascii="PT Astra Serif" w:hAnsi="PT Astra Serif" w:cs="Arial"/>
          <w:sz w:val="28"/>
          <w:szCs w:val="28"/>
        </w:rPr>
        <w:t xml:space="preserve"> за счёт с</w:t>
      </w:r>
      <w:r w:rsidR="00003485" w:rsidRPr="009474B2">
        <w:rPr>
          <w:rFonts w:ascii="PT Astra Serif" w:hAnsi="PT Astra Serif" w:cs="Arial"/>
          <w:sz w:val="28"/>
          <w:szCs w:val="28"/>
        </w:rPr>
        <w:t>убсидии</w:t>
      </w:r>
      <w:r w:rsidR="00003485">
        <w:rPr>
          <w:rFonts w:ascii="PT Astra Serif" w:hAnsi="PT Astra Serif" w:cs="Arial"/>
          <w:sz w:val="28"/>
          <w:szCs w:val="28"/>
        </w:rPr>
        <w:t xml:space="preserve"> из федерального бюджета </w:t>
      </w:r>
      <w:r w:rsidR="00003485" w:rsidRPr="00D74531">
        <w:rPr>
          <w:rFonts w:ascii="PT Astra Serif" w:hAnsi="PT Astra Serif" w:cs="Arial"/>
          <w:b/>
          <w:sz w:val="28"/>
          <w:szCs w:val="28"/>
        </w:rPr>
        <w:t>в 2024</w:t>
      </w:r>
      <w:r w:rsidR="00003485">
        <w:rPr>
          <w:rFonts w:ascii="PT Astra Serif" w:hAnsi="PT Astra Serif" w:cs="Arial"/>
          <w:sz w:val="28"/>
          <w:szCs w:val="28"/>
        </w:rPr>
        <w:t xml:space="preserve"> и </w:t>
      </w:r>
      <w:r w:rsidR="00003485" w:rsidRPr="00D74531">
        <w:rPr>
          <w:rFonts w:ascii="PT Astra Serif" w:hAnsi="PT Astra Serif" w:cs="Arial"/>
          <w:b/>
          <w:sz w:val="28"/>
          <w:szCs w:val="28"/>
        </w:rPr>
        <w:t>2025 годах</w:t>
      </w:r>
      <w:r w:rsidR="00003485">
        <w:rPr>
          <w:rFonts w:ascii="PT Astra Serif" w:hAnsi="PT Astra Serif" w:cs="Arial"/>
          <w:sz w:val="28"/>
          <w:szCs w:val="28"/>
        </w:rPr>
        <w:t xml:space="preserve"> на </w:t>
      </w:r>
      <w:r w:rsidR="00003485" w:rsidRPr="008B00EF">
        <w:rPr>
          <w:rFonts w:ascii="PT Astra Serif" w:hAnsi="PT Astra Serif" w:cs="Arial"/>
          <w:b/>
          <w:sz w:val="28"/>
          <w:szCs w:val="28"/>
        </w:rPr>
        <w:t>20</w:t>
      </w:r>
      <w:r w:rsidR="008B00EF">
        <w:rPr>
          <w:rFonts w:ascii="PT Astra Serif" w:hAnsi="PT Astra Serif" w:cs="Arial"/>
          <w:b/>
          <w:sz w:val="28"/>
          <w:szCs w:val="28"/>
        </w:rPr>
        <w:t xml:space="preserve"> </w:t>
      </w:r>
      <w:r w:rsidR="00003485" w:rsidRPr="008B00EF">
        <w:rPr>
          <w:rFonts w:ascii="PT Astra Serif" w:hAnsi="PT Astra Serif" w:cs="Arial"/>
          <w:b/>
          <w:sz w:val="28"/>
          <w:szCs w:val="28"/>
        </w:rPr>
        <w:t>000,0 тыс. рублей ежегодно</w:t>
      </w:r>
      <w:r w:rsidR="00003485">
        <w:rPr>
          <w:rFonts w:ascii="PT Astra Serif" w:hAnsi="PT Astra Serif" w:cs="Arial"/>
          <w:sz w:val="28"/>
          <w:szCs w:val="28"/>
        </w:rPr>
        <w:t>.</w:t>
      </w:r>
    </w:p>
    <w:p w:rsidR="00E1558B" w:rsidRDefault="009474B2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B00EF">
        <w:rPr>
          <w:rFonts w:ascii="PT Astra Serif" w:hAnsi="PT Astra Serif" w:cs="Arial"/>
          <w:b/>
          <w:sz w:val="28"/>
          <w:szCs w:val="28"/>
        </w:rPr>
        <w:t>В расходной части</w:t>
      </w:r>
      <w:r>
        <w:rPr>
          <w:rFonts w:ascii="PT Astra Serif" w:hAnsi="PT Astra Serif" w:cs="Arial"/>
          <w:sz w:val="28"/>
          <w:szCs w:val="28"/>
        </w:rPr>
        <w:t xml:space="preserve"> областного бюджета средства направляются Министерству транспорта Ульяновской области на финансовое обеспечение мероприятий, направленных на поддержку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 </w:t>
      </w:r>
      <w:r w:rsidRPr="00D74531">
        <w:rPr>
          <w:rFonts w:ascii="PT Astra Serif" w:hAnsi="PT Astra Serif" w:cs="Arial"/>
          <w:b/>
          <w:sz w:val="28"/>
          <w:szCs w:val="28"/>
        </w:rPr>
        <w:t>в 2024</w:t>
      </w:r>
      <w:r>
        <w:rPr>
          <w:rFonts w:ascii="PT Astra Serif" w:hAnsi="PT Astra Serif" w:cs="Arial"/>
          <w:sz w:val="28"/>
          <w:szCs w:val="28"/>
        </w:rPr>
        <w:t xml:space="preserve"> и </w:t>
      </w:r>
      <w:r w:rsidRPr="00D74531">
        <w:rPr>
          <w:rFonts w:ascii="PT Astra Serif" w:hAnsi="PT Astra Serif" w:cs="Arial"/>
          <w:b/>
          <w:sz w:val="28"/>
          <w:szCs w:val="28"/>
        </w:rPr>
        <w:t>2025 годах</w:t>
      </w:r>
      <w:r>
        <w:rPr>
          <w:rFonts w:ascii="PT Astra Serif" w:hAnsi="PT Astra Serif" w:cs="Arial"/>
          <w:sz w:val="28"/>
          <w:szCs w:val="28"/>
        </w:rPr>
        <w:t xml:space="preserve"> на </w:t>
      </w:r>
      <w:r w:rsidRPr="008B00EF">
        <w:rPr>
          <w:rFonts w:ascii="PT Astra Serif" w:hAnsi="PT Astra Serif" w:cs="Arial"/>
          <w:b/>
          <w:sz w:val="28"/>
          <w:szCs w:val="28"/>
        </w:rPr>
        <w:t>20</w:t>
      </w:r>
      <w:r w:rsidR="008B00EF">
        <w:rPr>
          <w:rFonts w:ascii="PT Astra Serif" w:hAnsi="PT Astra Serif" w:cs="Arial"/>
          <w:b/>
          <w:sz w:val="28"/>
          <w:szCs w:val="28"/>
        </w:rPr>
        <w:t xml:space="preserve"> </w:t>
      </w:r>
      <w:r w:rsidRPr="008B00EF">
        <w:rPr>
          <w:rFonts w:ascii="PT Astra Serif" w:hAnsi="PT Astra Serif" w:cs="Arial"/>
          <w:b/>
          <w:sz w:val="28"/>
          <w:szCs w:val="28"/>
        </w:rPr>
        <w:t>000,0 тыс. рублей</w:t>
      </w:r>
      <w:r w:rsidR="008B00EF">
        <w:rPr>
          <w:rFonts w:ascii="PT Astra Serif" w:hAnsi="PT Astra Serif" w:cs="Arial"/>
          <w:sz w:val="28"/>
          <w:szCs w:val="28"/>
        </w:rPr>
        <w:t xml:space="preserve"> </w:t>
      </w:r>
      <w:r w:rsidR="008B00EF" w:rsidRPr="008B00EF">
        <w:rPr>
          <w:rFonts w:ascii="PT Astra Serif" w:hAnsi="PT Astra Serif" w:cs="Arial"/>
          <w:b/>
          <w:sz w:val="28"/>
          <w:szCs w:val="28"/>
        </w:rPr>
        <w:t>ежегодно</w:t>
      </w:r>
      <w:r>
        <w:rPr>
          <w:rFonts w:ascii="PT Astra Serif" w:hAnsi="PT Astra Serif" w:cs="Arial"/>
          <w:sz w:val="28"/>
          <w:szCs w:val="28"/>
        </w:rPr>
        <w:t>.</w:t>
      </w:r>
    </w:p>
    <w:p w:rsidR="008A0903" w:rsidRDefault="009474B2" w:rsidP="008A09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Соответствующие изменения вносятся в статью 1 текста Закона, приложения 4, 5 и 6.</w:t>
      </w:r>
    </w:p>
    <w:p w:rsidR="002D7F71" w:rsidRPr="002D7F71" w:rsidRDefault="00AD1EB0" w:rsidP="008A0903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</w:t>
      </w:r>
      <w:r w:rsidR="00893502">
        <w:rPr>
          <w:rFonts w:ascii="PT Astra Serif" w:hAnsi="PT Astra Serif" w:cs="Arial"/>
          <w:sz w:val="28"/>
          <w:szCs w:val="28"/>
        </w:rPr>
        <w:t>1.</w:t>
      </w:r>
      <w:r>
        <w:rPr>
          <w:rFonts w:ascii="PT Astra Serif" w:hAnsi="PT Astra Serif" w:cs="Arial"/>
          <w:sz w:val="28"/>
          <w:szCs w:val="28"/>
        </w:rPr>
        <w:t>2</w:t>
      </w:r>
      <w:r w:rsidR="0023353F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161C9F" w:rsidRPr="009474B2">
        <w:rPr>
          <w:rFonts w:ascii="PT Astra Serif" w:hAnsi="PT Astra Serif" w:cs="Arial"/>
          <w:sz w:val="28"/>
          <w:szCs w:val="28"/>
        </w:rPr>
        <w:t xml:space="preserve">В соответствии </w:t>
      </w:r>
      <w:r w:rsidR="003B1BC3">
        <w:rPr>
          <w:rFonts w:ascii="PT Astra Serif" w:hAnsi="PT Astra Serif" w:cs="Arial"/>
          <w:sz w:val="28"/>
          <w:szCs w:val="28"/>
        </w:rPr>
        <w:t xml:space="preserve">с </w:t>
      </w:r>
      <w:r w:rsidR="002D7F71" w:rsidRPr="002D7F71">
        <w:rPr>
          <w:rFonts w:ascii="PT Astra Serif" w:hAnsi="PT Astra Serif" w:cs="Arial"/>
          <w:sz w:val="28"/>
          <w:szCs w:val="28"/>
        </w:rPr>
        <w:t>Федеральн</w:t>
      </w:r>
      <w:r w:rsidR="003B1BC3">
        <w:rPr>
          <w:rFonts w:ascii="PT Astra Serif" w:hAnsi="PT Astra Serif" w:cs="Arial"/>
          <w:sz w:val="28"/>
          <w:szCs w:val="28"/>
        </w:rPr>
        <w:t>ым</w:t>
      </w:r>
      <w:r w:rsidR="002D7F71" w:rsidRPr="002D7F71">
        <w:rPr>
          <w:rFonts w:ascii="PT Astra Serif" w:hAnsi="PT Astra Serif" w:cs="Arial"/>
          <w:sz w:val="28"/>
          <w:szCs w:val="28"/>
        </w:rPr>
        <w:t xml:space="preserve"> закон</w:t>
      </w:r>
      <w:r w:rsidR="003B1BC3">
        <w:rPr>
          <w:rFonts w:ascii="PT Astra Serif" w:hAnsi="PT Astra Serif" w:cs="Arial"/>
          <w:sz w:val="28"/>
          <w:szCs w:val="28"/>
        </w:rPr>
        <w:t>ом</w:t>
      </w:r>
      <w:r w:rsidR="005D3F49">
        <w:rPr>
          <w:rFonts w:ascii="PT Astra Serif" w:hAnsi="PT Astra Serif" w:cs="Arial"/>
          <w:sz w:val="28"/>
          <w:szCs w:val="28"/>
        </w:rPr>
        <w:t xml:space="preserve"> от 05.12.2022 № 466-ФЗ</w:t>
      </w:r>
      <w:r w:rsidR="005D3F49">
        <w:rPr>
          <w:rFonts w:ascii="PT Astra Serif" w:hAnsi="PT Astra Serif" w:cs="Arial"/>
          <w:sz w:val="28"/>
          <w:szCs w:val="28"/>
        </w:rPr>
        <w:br/>
      </w:r>
      <w:r w:rsidR="002D7F71" w:rsidRPr="002D7F71">
        <w:rPr>
          <w:rFonts w:ascii="PT Astra Serif" w:hAnsi="PT Astra Serif" w:cs="Arial"/>
          <w:sz w:val="28"/>
          <w:szCs w:val="28"/>
        </w:rPr>
        <w:t>«О федеральном бюджете на 2023 год и на плановый период 2024 и 2025 годов»</w:t>
      </w:r>
      <w:r w:rsidR="002D7F71" w:rsidRPr="002D7F71">
        <w:rPr>
          <w:rFonts w:ascii="PT Astra Serif" w:hAnsi="PT Astra Serif" w:cs="Arial"/>
          <w:sz w:val="28"/>
          <w:szCs w:val="28"/>
        </w:rPr>
        <w:br/>
        <w:t xml:space="preserve">увеличивается </w:t>
      </w:r>
      <w:r w:rsidR="002D7F71" w:rsidRPr="00514489">
        <w:rPr>
          <w:rFonts w:ascii="PT Astra Serif" w:hAnsi="PT Astra Serif" w:cs="Arial"/>
          <w:b/>
          <w:sz w:val="28"/>
          <w:szCs w:val="28"/>
        </w:rPr>
        <w:t>доходная часть</w:t>
      </w:r>
      <w:r w:rsidR="002D7F71" w:rsidRPr="002D7F71">
        <w:rPr>
          <w:rFonts w:ascii="PT Astra Serif" w:hAnsi="PT Astra Serif" w:cs="Arial"/>
          <w:sz w:val="28"/>
          <w:szCs w:val="28"/>
        </w:rPr>
        <w:t xml:space="preserve"> областного б</w:t>
      </w:r>
      <w:r w:rsidR="00D35D98">
        <w:rPr>
          <w:rFonts w:ascii="PT Astra Serif" w:hAnsi="PT Astra Serif" w:cs="Arial"/>
          <w:sz w:val="28"/>
          <w:szCs w:val="28"/>
        </w:rPr>
        <w:t xml:space="preserve">юджета </w:t>
      </w:r>
      <w:r w:rsidR="00236316">
        <w:rPr>
          <w:rFonts w:ascii="PT Astra Serif" w:hAnsi="PT Astra Serif" w:cs="Arial"/>
          <w:sz w:val="28"/>
          <w:szCs w:val="28"/>
        </w:rPr>
        <w:t xml:space="preserve">за счёт субсидии из федерального бюджета </w:t>
      </w:r>
      <w:r w:rsidR="00D35D98" w:rsidRPr="00D74531">
        <w:rPr>
          <w:rFonts w:ascii="PT Astra Serif" w:hAnsi="PT Astra Serif" w:cs="Arial"/>
          <w:b/>
          <w:sz w:val="28"/>
          <w:szCs w:val="28"/>
        </w:rPr>
        <w:t>в 2024 году</w:t>
      </w:r>
      <w:r w:rsidR="00D35D98" w:rsidRPr="002D7F71">
        <w:rPr>
          <w:rFonts w:ascii="PT Astra Serif" w:hAnsi="PT Astra Serif" w:cs="Arial"/>
          <w:sz w:val="28"/>
          <w:szCs w:val="28"/>
        </w:rPr>
        <w:t xml:space="preserve"> </w:t>
      </w:r>
      <w:r w:rsidR="00D35D98">
        <w:rPr>
          <w:rFonts w:ascii="PT Astra Serif" w:hAnsi="PT Astra Serif" w:cs="Arial"/>
          <w:sz w:val="28"/>
          <w:szCs w:val="28"/>
        </w:rPr>
        <w:t xml:space="preserve">на </w:t>
      </w:r>
      <w:r w:rsidR="002D7F71" w:rsidRPr="002D7F71">
        <w:rPr>
          <w:rFonts w:ascii="PT Astra Serif" w:hAnsi="PT Astra Serif" w:cs="Arial"/>
          <w:sz w:val="28"/>
          <w:szCs w:val="28"/>
        </w:rPr>
        <w:t xml:space="preserve">сумму </w:t>
      </w:r>
      <w:r w:rsidR="002D7F71" w:rsidRPr="00206941">
        <w:rPr>
          <w:rFonts w:ascii="PT Astra Serif" w:hAnsi="PT Astra Serif" w:cs="Arial"/>
          <w:b/>
          <w:sz w:val="28"/>
          <w:szCs w:val="28"/>
        </w:rPr>
        <w:t>55 734,6 тыс. рублей</w:t>
      </w:r>
      <w:r w:rsidR="002D7F71" w:rsidRPr="002D7F71">
        <w:rPr>
          <w:rFonts w:ascii="PT Astra Serif" w:hAnsi="PT Astra Serif" w:cs="Arial"/>
          <w:sz w:val="28"/>
          <w:szCs w:val="28"/>
        </w:rPr>
        <w:t xml:space="preserve">, </w:t>
      </w:r>
      <w:r w:rsidR="002D7F71" w:rsidRPr="00D74531">
        <w:rPr>
          <w:rFonts w:ascii="PT Astra Serif" w:hAnsi="PT Astra Serif" w:cs="Arial"/>
          <w:b/>
          <w:sz w:val="28"/>
          <w:szCs w:val="28"/>
        </w:rPr>
        <w:t>в 2025 году</w:t>
      </w:r>
      <w:r w:rsidR="002D7F71" w:rsidRPr="002D7F71">
        <w:rPr>
          <w:rFonts w:ascii="PT Astra Serif" w:hAnsi="PT Astra Serif" w:cs="Arial"/>
          <w:sz w:val="28"/>
          <w:szCs w:val="28"/>
        </w:rPr>
        <w:t xml:space="preserve"> на сумму </w:t>
      </w:r>
      <w:r w:rsidR="002D7F71" w:rsidRPr="00206941">
        <w:rPr>
          <w:rFonts w:ascii="PT Astra Serif" w:hAnsi="PT Astra Serif" w:cs="Arial"/>
          <w:b/>
          <w:sz w:val="28"/>
          <w:szCs w:val="28"/>
        </w:rPr>
        <w:t>49061,0 тыс. рублей.</w:t>
      </w:r>
    </w:p>
    <w:p w:rsidR="002D7F71" w:rsidRDefault="002D7F71" w:rsidP="002D7F71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286D63">
        <w:rPr>
          <w:rFonts w:ascii="PT Astra Serif" w:hAnsi="PT Astra Serif" w:cs="Arial"/>
          <w:b/>
          <w:sz w:val="28"/>
          <w:szCs w:val="28"/>
        </w:rPr>
        <w:t>В расход</w:t>
      </w:r>
      <w:r w:rsidR="00B126CA" w:rsidRPr="00286D63">
        <w:rPr>
          <w:rFonts w:ascii="PT Astra Serif" w:hAnsi="PT Astra Serif" w:cs="Arial"/>
          <w:b/>
          <w:sz w:val="28"/>
          <w:szCs w:val="28"/>
        </w:rPr>
        <w:t>ной части</w:t>
      </w:r>
      <w:r w:rsidR="00B126CA">
        <w:rPr>
          <w:rFonts w:ascii="PT Astra Serif" w:hAnsi="PT Astra Serif" w:cs="Arial"/>
          <w:sz w:val="28"/>
          <w:szCs w:val="28"/>
        </w:rPr>
        <w:t xml:space="preserve"> средства направляются Министерству транспорта Ульяновской области </w:t>
      </w:r>
      <w:r w:rsidRPr="002D7F71">
        <w:rPr>
          <w:rFonts w:ascii="PT Astra Serif" w:hAnsi="PT Astra Serif" w:cs="Arial"/>
          <w:sz w:val="28"/>
          <w:szCs w:val="28"/>
        </w:rPr>
        <w:t>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 w:rsidR="00B41A0A">
        <w:rPr>
          <w:rFonts w:ascii="PT Astra Serif" w:hAnsi="PT Astra Serif" w:cs="Arial"/>
          <w:sz w:val="28"/>
          <w:szCs w:val="28"/>
        </w:rPr>
        <w:t>,</w:t>
      </w:r>
      <w:r w:rsidR="00EE380D">
        <w:rPr>
          <w:rFonts w:ascii="PT Astra Serif" w:hAnsi="PT Astra Serif" w:cs="Arial"/>
          <w:sz w:val="28"/>
          <w:szCs w:val="28"/>
        </w:rPr>
        <w:t xml:space="preserve"> </w:t>
      </w:r>
      <w:r w:rsidR="00EE380D" w:rsidRPr="00D74531">
        <w:rPr>
          <w:rFonts w:ascii="PT Astra Serif" w:hAnsi="PT Astra Serif" w:cs="Arial"/>
          <w:b/>
          <w:sz w:val="28"/>
          <w:szCs w:val="28"/>
        </w:rPr>
        <w:t>в 2024 году</w:t>
      </w:r>
      <w:r w:rsidR="00EE380D" w:rsidRPr="002D7F71">
        <w:rPr>
          <w:rFonts w:ascii="PT Astra Serif" w:hAnsi="PT Astra Serif" w:cs="Arial"/>
          <w:sz w:val="28"/>
          <w:szCs w:val="28"/>
        </w:rPr>
        <w:t xml:space="preserve"> </w:t>
      </w:r>
      <w:r w:rsidR="002E2E92">
        <w:rPr>
          <w:rFonts w:ascii="PT Astra Serif" w:hAnsi="PT Astra Serif" w:cs="Arial"/>
          <w:sz w:val="28"/>
          <w:szCs w:val="28"/>
        </w:rPr>
        <w:t>в</w:t>
      </w:r>
      <w:r w:rsidR="00EE380D">
        <w:rPr>
          <w:rFonts w:ascii="PT Astra Serif" w:hAnsi="PT Astra Serif" w:cs="Arial"/>
          <w:sz w:val="28"/>
          <w:szCs w:val="28"/>
        </w:rPr>
        <w:t xml:space="preserve"> </w:t>
      </w:r>
      <w:r w:rsidR="00EE380D" w:rsidRPr="002D7F71">
        <w:rPr>
          <w:rFonts w:ascii="PT Astra Serif" w:hAnsi="PT Astra Serif" w:cs="Arial"/>
          <w:sz w:val="28"/>
          <w:szCs w:val="28"/>
        </w:rPr>
        <w:t>сумм</w:t>
      </w:r>
      <w:r w:rsidR="002E2E92">
        <w:rPr>
          <w:rFonts w:ascii="PT Astra Serif" w:hAnsi="PT Astra Serif" w:cs="Arial"/>
          <w:sz w:val="28"/>
          <w:szCs w:val="28"/>
        </w:rPr>
        <w:t>е</w:t>
      </w:r>
      <w:r w:rsidR="00EE380D" w:rsidRPr="002D7F71">
        <w:rPr>
          <w:rFonts w:ascii="PT Astra Serif" w:hAnsi="PT Astra Serif" w:cs="Arial"/>
          <w:sz w:val="28"/>
          <w:szCs w:val="28"/>
        </w:rPr>
        <w:t xml:space="preserve"> </w:t>
      </w:r>
      <w:r w:rsidR="00EE380D" w:rsidRPr="00206941">
        <w:rPr>
          <w:rFonts w:ascii="PT Astra Serif" w:hAnsi="PT Astra Serif" w:cs="Arial"/>
          <w:b/>
          <w:sz w:val="28"/>
          <w:szCs w:val="28"/>
        </w:rPr>
        <w:t>55 734,6 тыс. рублей</w:t>
      </w:r>
      <w:r w:rsidR="00EE380D" w:rsidRPr="002D7F71">
        <w:rPr>
          <w:rFonts w:ascii="PT Astra Serif" w:hAnsi="PT Astra Serif" w:cs="Arial"/>
          <w:sz w:val="28"/>
          <w:szCs w:val="28"/>
        </w:rPr>
        <w:t xml:space="preserve">, </w:t>
      </w:r>
      <w:r w:rsidR="00EE380D" w:rsidRPr="00D74531">
        <w:rPr>
          <w:rFonts w:ascii="PT Astra Serif" w:hAnsi="PT Astra Serif" w:cs="Arial"/>
          <w:b/>
          <w:sz w:val="28"/>
          <w:szCs w:val="28"/>
        </w:rPr>
        <w:t>в 2025 году</w:t>
      </w:r>
      <w:r w:rsidR="00EE380D" w:rsidRPr="002D7F71">
        <w:rPr>
          <w:rFonts w:ascii="PT Astra Serif" w:hAnsi="PT Astra Serif" w:cs="Arial"/>
          <w:sz w:val="28"/>
          <w:szCs w:val="28"/>
        </w:rPr>
        <w:t xml:space="preserve"> </w:t>
      </w:r>
      <w:r w:rsidR="002E2E92">
        <w:rPr>
          <w:rFonts w:ascii="PT Astra Serif" w:hAnsi="PT Astra Serif" w:cs="Arial"/>
          <w:sz w:val="28"/>
          <w:szCs w:val="28"/>
        </w:rPr>
        <w:t>в</w:t>
      </w:r>
      <w:r w:rsidR="00EE380D" w:rsidRPr="002D7F71">
        <w:rPr>
          <w:rFonts w:ascii="PT Astra Serif" w:hAnsi="PT Astra Serif" w:cs="Arial"/>
          <w:sz w:val="28"/>
          <w:szCs w:val="28"/>
        </w:rPr>
        <w:t xml:space="preserve"> сумм</w:t>
      </w:r>
      <w:r w:rsidR="002E2E92">
        <w:rPr>
          <w:rFonts w:ascii="PT Astra Serif" w:hAnsi="PT Astra Serif" w:cs="Arial"/>
          <w:sz w:val="28"/>
          <w:szCs w:val="28"/>
        </w:rPr>
        <w:t>е</w:t>
      </w:r>
      <w:r w:rsidR="00EE380D" w:rsidRPr="002D7F71">
        <w:rPr>
          <w:rFonts w:ascii="PT Astra Serif" w:hAnsi="PT Astra Serif" w:cs="Arial"/>
          <w:sz w:val="28"/>
          <w:szCs w:val="28"/>
        </w:rPr>
        <w:t xml:space="preserve"> </w:t>
      </w:r>
      <w:r w:rsidR="00EE380D" w:rsidRPr="00206941">
        <w:rPr>
          <w:rFonts w:ascii="PT Astra Serif" w:hAnsi="PT Astra Serif" w:cs="Arial"/>
          <w:b/>
          <w:sz w:val="28"/>
          <w:szCs w:val="28"/>
        </w:rPr>
        <w:t>49061,0 тыс. рублей.</w:t>
      </w:r>
    </w:p>
    <w:p w:rsidR="00DD3005" w:rsidRPr="008A013D" w:rsidRDefault="00210E37" w:rsidP="008A013D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Соответствующие изменения вносятся в статью 1 т</w:t>
      </w:r>
      <w:r w:rsidR="00642DC1">
        <w:rPr>
          <w:rFonts w:ascii="PT Astra Serif" w:hAnsi="PT Astra Serif" w:cs="Arial"/>
          <w:sz w:val="28"/>
          <w:szCs w:val="28"/>
        </w:rPr>
        <w:t xml:space="preserve">екста Закона, приложения 4, 5, </w:t>
      </w:r>
      <w:r>
        <w:rPr>
          <w:rFonts w:ascii="PT Astra Serif" w:hAnsi="PT Astra Serif" w:cs="Arial"/>
          <w:sz w:val="28"/>
          <w:szCs w:val="28"/>
        </w:rPr>
        <w:t>6</w:t>
      </w:r>
      <w:r w:rsidR="00642DC1">
        <w:rPr>
          <w:rFonts w:ascii="PT Astra Serif" w:hAnsi="PT Astra Serif" w:cs="Arial"/>
          <w:sz w:val="28"/>
          <w:szCs w:val="28"/>
        </w:rPr>
        <w:t>, 8 и 9, таблицы 2.53, 4.5 приложения 10 излагаются в новой редакции.</w:t>
      </w:r>
    </w:p>
    <w:p w:rsidR="008A0903" w:rsidRPr="0077078F" w:rsidRDefault="008A0903" w:rsidP="008A090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1.1.3. </w:t>
      </w:r>
      <w:r w:rsidRPr="0077078F">
        <w:rPr>
          <w:rFonts w:ascii="PT Astra Serif" w:hAnsi="PT Astra Serif"/>
        </w:rPr>
        <w:t xml:space="preserve">На основании </w:t>
      </w:r>
      <w:r>
        <w:rPr>
          <w:rFonts w:ascii="PT Astra Serif" w:hAnsi="PT Astra Serif"/>
        </w:rPr>
        <w:t>р</w:t>
      </w:r>
      <w:r w:rsidRPr="0077078F">
        <w:rPr>
          <w:rFonts w:ascii="PT Astra Serif" w:hAnsi="PT Astra Serif"/>
        </w:rPr>
        <w:t>аспоряжения Правительства Российской Федерации</w:t>
      </w:r>
      <w:r>
        <w:rPr>
          <w:rFonts w:ascii="PT Astra Serif" w:hAnsi="PT Astra Serif"/>
        </w:rPr>
        <w:t xml:space="preserve"> </w:t>
      </w:r>
      <w:r w:rsidRPr="0077078F">
        <w:rPr>
          <w:rFonts w:ascii="PT Astra Serif" w:hAnsi="PT Astra Serif"/>
        </w:rPr>
        <w:t xml:space="preserve">от 23.12.2022 № 4155-р увеличивается </w:t>
      </w:r>
      <w:r w:rsidRPr="00EF09B7">
        <w:rPr>
          <w:rFonts w:ascii="PT Astra Serif" w:hAnsi="PT Astra Serif"/>
          <w:b/>
        </w:rPr>
        <w:t>доходная и расходная части</w:t>
      </w:r>
      <w:r w:rsidRPr="00EF09B7">
        <w:rPr>
          <w:rFonts w:ascii="PT Astra Serif" w:hAnsi="PT Astra Serif"/>
        </w:rPr>
        <w:t xml:space="preserve"> областного бюджета по </w:t>
      </w:r>
      <w:r>
        <w:rPr>
          <w:rFonts w:ascii="PT Astra Serif" w:hAnsi="PT Astra Serif"/>
        </w:rPr>
        <w:t xml:space="preserve">Министерству транспорта </w:t>
      </w:r>
      <w:r w:rsidRPr="00EF09B7">
        <w:rPr>
          <w:rFonts w:ascii="PT Astra Serif" w:hAnsi="PT Astra Serif"/>
        </w:rPr>
        <w:t xml:space="preserve">Ульяновской области </w:t>
      </w:r>
      <w:r w:rsidRPr="0077078F">
        <w:rPr>
          <w:rFonts w:ascii="PT Astra Serif" w:hAnsi="PT Astra Serif"/>
        </w:rPr>
        <w:t xml:space="preserve">в 2023 году на сумму </w:t>
      </w:r>
      <w:r w:rsidRPr="00E73B79">
        <w:rPr>
          <w:rFonts w:ascii="PT Astra Serif" w:hAnsi="PT Astra Serif"/>
          <w:b/>
        </w:rPr>
        <w:t>165 795,5 тыс. рублей</w:t>
      </w:r>
      <w:r w:rsidRPr="0077078F">
        <w:rPr>
          <w:rFonts w:ascii="PT Astra Serif" w:hAnsi="PT Astra Serif"/>
        </w:rPr>
        <w:t xml:space="preserve">, в 2024 году на сумму </w:t>
      </w:r>
      <w:r w:rsidRPr="00E73B79">
        <w:rPr>
          <w:rFonts w:ascii="PT Astra Serif" w:hAnsi="PT Astra Serif"/>
          <w:b/>
        </w:rPr>
        <w:t>165 795,5 тыс. рублей.</w:t>
      </w:r>
    </w:p>
    <w:p w:rsidR="008A0903" w:rsidRDefault="008A0903" w:rsidP="008A090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77078F">
        <w:rPr>
          <w:rFonts w:ascii="PT Astra Serif" w:hAnsi="PT Astra Serif"/>
        </w:rPr>
        <w:t>В расходной части средства направляются на развитие инфраструктуры дорожного хозяйства, обеспечивающей транспортную связанность между центрами экономического роста.</w:t>
      </w:r>
    </w:p>
    <w:p w:rsidR="008A0903" w:rsidRPr="008A0903" w:rsidRDefault="008A0903" w:rsidP="008A090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7D51CC">
        <w:rPr>
          <w:rFonts w:ascii="PT Astra Serif" w:hAnsi="PT Astra Serif"/>
        </w:rPr>
        <w:t>Соответств</w:t>
      </w:r>
      <w:r>
        <w:rPr>
          <w:rFonts w:ascii="PT Astra Serif" w:hAnsi="PT Astra Serif"/>
        </w:rPr>
        <w:t>ующие изменения</w:t>
      </w:r>
      <w:r w:rsidRPr="007D51CC">
        <w:rPr>
          <w:rFonts w:ascii="PT Astra Serif" w:hAnsi="PT Astra Serif"/>
        </w:rPr>
        <w:t xml:space="preserve"> вносятся </w:t>
      </w:r>
      <w:r>
        <w:rPr>
          <w:rFonts w:ascii="PT Astra Serif" w:hAnsi="PT Astra Serif"/>
        </w:rPr>
        <w:t>в приложения</w:t>
      </w:r>
      <w:r w:rsidRPr="007D51CC">
        <w:rPr>
          <w:rFonts w:ascii="PT Astra Serif" w:hAnsi="PT Astra Serif"/>
        </w:rPr>
        <w:t xml:space="preserve"> 4, 5</w:t>
      </w:r>
      <w:r>
        <w:rPr>
          <w:rFonts w:ascii="PT Astra Serif" w:hAnsi="PT Astra Serif"/>
        </w:rPr>
        <w:t>, 6, 8 и</w:t>
      </w:r>
      <w:r w:rsidRPr="007D51C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9 к Закону, таблицы 2.43, 4.7 приложения 10 излагаются в новой редакции.</w:t>
      </w:r>
    </w:p>
    <w:p w:rsidR="008A0903" w:rsidRPr="00635D25" w:rsidRDefault="008A0903" w:rsidP="008A090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1.1.4. </w:t>
      </w:r>
      <w:r w:rsidRPr="00635D25">
        <w:rPr>
          <w:rFonts w:ascii="PT Astra Serif" w:hAnsi="PT Astra Serif"/>
        </w:rPr>
        <w:t>На основании дополнительного соглашения к соглашению</w:t>
      </w:r>
      <w:r>
        <w:rPr>
          <w:rFonts w:ascii="PT Astra Serif" w:hAnsi="PT Astra Serif"/>
        </w:rPr>
        <w:t xml:space="preserve"> </w:t>
      </w:r>
      <w:r w:rsidRPr="00635D25">
        <w:rPr>
          <w:rFonts w:ascii="PT Astra Serif" w:hAnsi="PT Astra Serif"/>
        </w:rPr>
        <w:t>о предоставлении иного межбюджетного трансферта, имеющего целевое назначение, из федерального бюджета бюджету субъекта Российской Федерации от 06.04.2023</w:t>
      </w:r>
      <w:r>
        <w:rPr>
          <w:rFonts w:ascii="PT Astra Serif" w:hAnsi="PT Astra Serif"/>
        </w:rPr>
        <w:t xml:space="preserve"> </w:t>
      </w:r>
      <w:r w:rsidRPr="00635D25">
        <w:rPr>
          <w:rFonts w:ascii="PT Astra Serif" w:hAnsi="PT Astra Serif"/>
        </w:rPr>
        <w:t xml:space="preserve">№ 108-17-2023-074/1 уменьшается </w:t>
      </w:r>
      <w:r w:rsidRPr="00E82676">
        <w:rPr>
          <w:rFonts w:ascii="PT Astra Serif" w:hAnsi="PT Astra Serif"/>
          <w:b/>
        </w:rPr>
        <w:t>доходная и расходная части</w:t>
      </w:r>
      <w:r w:rsidRPr="00635D25">
        <w:rPr>
          <w:rFonts w:ascii="PT Astra Serif" w:hAnsi="PT Astra Serif"/>
        </w:rPr>
        <w:t xml:space="preserve"> областного бюджета </w:t>
      </w:r>
      <w:r w:rsidRPr="00EF09B7">
        <w:rPr>
          <w:rFonts w:ascii="PT Astra Serif" w:hAnsi="PT Astra Serif"/>
        </w:rPr>
        <w:t xml:space="preserve">по </w:t>
      </w:r>
      <w:r>
        <w:rPr>
          <w:rFonts w:ascii="PT Astra Serif" w:hAnsi="PT Astra Serif"/>
        </w:rPr>
        <w:t xml:space="preserve">Министерству транспорта </w:t>
      </w:r>
      <w:r w:rsidRPr="00EF09B7">
        <w:rPr>
          <w:rFonts w:ascii="PT Astra Serif" w:hAnsi="PT Astra Serif"/>
        </w:rPr>
        <w:t xml:space="preserve">Ульяновской области </w:t>
      </w:r>
      <w:r w:rsidRPr="00635D25">
        <w:rPr>
          <w:rFonts w:ascii="PT Astra Serif" w:hAnsi="PT Astra Serif"/>
        </w:rPr>
        <w:t xml:space="preserve">в 2023 году на сумму </w:t>
      </w:r>
      <w:r w:rsidRPr="00D56494">
        <w:rPr>
          <w:rFonts w:ascii="PT Astra Serif" w:hAnsi="PT Astra Serif"/>
          <w:b/>
        </w:rPr>
        <w:t>130 298,5 тыс. рублей</w:t>
      </w:r>
      <w:r w:rsidRPr="00635D25">
        <w:rPr>
          <w:rFonts w:ascii="PT Astra Serif" w:hAnsi="PT Astra Serif"/>
        </w:rPr>
        <w:t>.</w:t>
      </w:r>
    </w:p>
    <w:p w:rsidR="008A0903" w:rsidRDefault="008A0903" w:rsidP="008A090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635D25">
        <w:rPr>
          <w:rFonts w:ascii="PT Astra Serif" w:hAnsi="PT Astra Serif"/>
        </w:rPr>
        <w:lastRenderedPageBreak/>
        <w:t xml:space="preserve">В расходной части </w:t>
      </w:r>
      <w:r>
        <w:rPr>
          <w:rFonts w:ascii="PT Astra Serif" w:hAnsi="PT Astra Serif"/>
        </w:rPr>
        <w:t xml:space="preserve">на эту </w:t>
      </w:r>
      <w:r w:rsidRPr="00635D25">
        <w:rPr>
          <w:rFonts w:ascii="PT Astra Serif" w:hAnsi="PT Astra Serif"/>
        </w:rPr>
        <w:t>уменьшаются ассигнования на развитие инфраструктуры дорожного хозяйства, обеспечивающей транспортную связанность между центрами экономического роста.</w:t>
      </w:r>
    </w:p>
    <w:p w:rsidR="008A0903" w:rsidRDefault="008A0903" w:rsidP="008A090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7D51CC">
        <w:rPr>
          <w:rFonts w:ascii="PT Astra Serif" w:hAnsi="PT Astra Serif"/>
        </w:rPr>
        <w:t>Соответств</w:t>
      </w:r>
      <w:r>
        <w:rPr>
          <w:rFonts w:ascii="PT Astra Serif" w:hAnsi="PT Astra Serif"/>
        </w:rPr>
        <w:t>ующие изменения</w:t>
      </w:r>
      <w:r w:rsidRPr="007D51CC">
        <w:rPr>
          <w:rFonts w:ascii="PT Astra Serif" w:hAnsi="PT Astra Serif"/>
        </w:rPr>
        <w:t xml:space="preserve"> вносятся </w:t>
      </w:r>
      <w:r>
        <w:rPr>
          <w:rFonts w:ascii="PT Astra Serif" w:hAnsi="PT Astra Serif"/>
        </w:rPr>
        <w:t>в приложения</w:t>
      </w:r>
      <w:r w:rsidRPr="007D51CC">
        <w:rPr>
          <w:rFonts w:ascii="PT Astra Serif" w:hAnsi="PT Astra Serif"/>
        </w:rPr>
        <w:t xml:space="preserve"> 4, 5</w:t>
      </w:r>
      <w:r>
        <w:rPr>
          <w:rFonts w:ascii="PT Astra Serif" w:hAnsi="PT Astra Serif"/>
        </w:rPr>
        <w:t>, 6, 8 и</w:t>
      </w:r>
      <w:r w:rsidRPr="007D51C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9 к Закону, таблицы 2.43, 4.7 приложения 10 излагаются в новой редакции.</w:t>
      </w:r>
    </w:p>
    <w:p w:rsidR="00052510" w:rsidRPr="00F17D5F" w:rsidRDefault="00052510" w:rsidP="00052510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 w:cs="Arial"/>
          <w:b/>
          <w:color w:val="FF0000"/>
          <w:sz w:val="28"/>
          <w:szCs w:val="28"/>
        </w:rPr>
      </w:pPr>
    </w:p>
    <w:p w:rsidR="001B4C7B" w:rsidRPr="007A4F55" w:rsidRDefault="008A013D" w:rsidP="007A4F5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1</w:t>
      </w:r>
      <w:r w:rsidR="00A705E3" w:rsidRPr="003C7271">
        <w:rPr>
          <w:rFonts w:ascii="PT Astra Serif" w:hAnsi="PT Astra Serif" w:cs="Arial"/>
          <w:b/>
          <w:sz w:val="28"/>
          <w:szCs w:val="28"/>
        </w:rPr>
        <w:t>.</w:t>
      </w:r>
      <w:r>
        <w:rPr>
          <w:rFonts w:ascii="PT Astra Serif" w:hAnsi="PT Astra Serif" w:cs="Arial"/>
          <w:b/>
          <w:sz w:val="28"/>
          <w:szCs w:val="28"/>
        </w:rPr>
        <w:t>2.</w:t>
      </w:r>
      <w:r w:rsidR="00E1558B" w:rsidRPr="00447300">
        <w:rPr>
          <w:rFonts w:ascii="PT Astra Serif" w:hAnsi="PT Astra Serif" w:cs="Arial"/>
          <w:sz w:val="28"/>
          <w:szCs w:val="28"/>
        </w:rPr>
        <w:t xml:space="preserve"> </w:t>
      </w:r>
      <w:r w:rsidR="007A4F55">
        <w:rPr>
          <w:rFonts w:ascii="PT Astra Serif" w:hAnsi="PT Astra Serif" w:cs="Arial"/>
          <w:b/>
          <w:sz w:val="28"/>
          <w:szCs w:val="28"/>
        </w:rPr>
        <w:t>П</w:t>
      </w:r>
      <w:r w:rsidR="00E1558B" w:rsidRPr="007A4F55">
        <w:rPr>
          <w:rFonts w:ascii="PT Astra Serif" w:hAnsi="PT Astra Serif" w:cs="Arial"/>
          <w:b/>
          <w:sz w:val="28"/>
          <w:szCs w:val="28"/>
        </w:rPr>
        <w:t>о</w:t>
      </w:r>
      <w:r w:rsidR="00E1558B" w:rsidRPr="00447300">
        <w:rPr>
          <w:rFonts w:ascii="PT Astra Serif" w:hAnsi="PT Astra Serif" w:cs="Arial"/>
          <w:sz w:val="28"/>
          <w:szCs w:val="28"/>
        </w:rPr>
        <w:t xml:space="preserve"> </w:t>
      </w:r>
      <w:r w:rsidR="00E1558B" w:rsidRPr="00447300">
        <w:rPr>
          <w:rFonts w:ascii="PT Astra Serif" w:hAnsi="PT Astra Serif" w:cs="Arial"/>
          <w:b/>
          <w:sz w:val="28"/>
          <w:szCs w:val="28"/>
        </w:rPr>
        <w:t>Министерству здравоохранения Ульяновской области</w:t>
      </w:r>
      <w:r w:rsidR="00E1558B" w:rsidRPr="00447300">
        <w:rPr>
          <w:rFonts w:ascii="PT Astra Serif" w:hAnsi="PT Astra Serif" w:cs="Arial"/>
          <w:sz w:val="28"/>
          <w:szCs w:val="28"/>
        </w:rPr>
        <w:t>:</w:t>
      </w:r>
    </w:p>
    <w:p w:rsidR="000D4F8D" w:rsidRPr="00557AB7" w:rsidRDefault="00447300" w:rsidP="00557AB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447300">
        <w:rPr>
          <w:rFonts w:ascii="PT Astra Serif" w:hAnsi="PT Astra Serif"/>
          <w:sz w:val="28"/>
          <w:szCs w:val="28"/>
        </w:rPr>
        <w:t xml:space="preserve">На основании дополнительного соглашения от 30.03.2023 № 056-2020-333/7 между Министерством здравоохранения Российской Федерации и Правительством Ульяновской области </w:t>
      </w:r>
      <w:r w:rsidRPr="000D4F8D">
        <w:rPr>
          <w:rFonts w:ascii="PT Astra Serif" w:hAnsi="PT Astra Serif"/>
          <w:b/>
          <w:sz w:val="28"/>
          <w:szCs w:val="28"/>
        </w:rPr>
        <w:t>уменьшаются доходная и расходная части</w:t>
      </w:r>
      <w:r w:rsidRPr="00447300">
        <w:rPr>
          <w:rFonts w:ascii="PT Astra Serif" w:hAnsi="PT Astra Serif"/>
          <w:sz w:val="28"/>
          <w:szCs w:val="28"/>
        </w:rPr>
        <w:t xml:space="preserve"> областного бюджета за счёт с</w:t>
      </w:r>
      <w:r w:rsidR="000D4F8D">
        <w:rPr>
          <w:rFonts w:ascii="PT Astra Serif" w:hAnsi="PT Astra Serif"/>
          <w:sz w:val="28"/>
          <w:szCs w:val="28"/>
        </w:rPr>
        <w:t>убсидий из федерального бюджета</w:t>
      </w:r>
      <w:r w:rsidR="000D4F8D" w:rsidRPr="00447300">
        <w:rPr>
          <w:rFonts w:ascii="PT Astra Serif" w:hAnsi="PT Astra Serif"/>
          <w:sz w:val="28"/>
          <w:szCs w:val="28"/>
        </w:rPr>
        <w:t xml:space="preserve"> </w:t>
      </w:r>
      <w:r w:rsidR="000D4F8D" w:rsidRPr="000D4F8D">
        <w:rPr>
          <w:rFonts w:ascii="PT Astra Serif" w:hAnsi="PT Astra Serif"/>
          <w:b/>
          <w:sz w:val="28"/>
          <w:szCs w:val="28"/>
        </w:rPr>
        <w:t>в 2023 году</w:t>
      </w:r>
      <w:r w:rsidR="000D4F8D" w:rsidRPr="00447300">
        <w:rPr>
          <w:rFonts w:ascii="PT Astra Serif" w:hAnsi="PT Astra Serif"/>
          <w:sz w:val="28"/>
          <w:szCs w:val="28"/>
        </w:rPr>
        <w:t xml:space="preserve"> на сумму </w:t>
      </w:r>
      <w:r w:rsidR="000D4F8D" w:rsidRPr="000D4F8D">
        <w:rPr>
          <w:rFonts w:ascii="PT Astra Serif" w:hAnsi="PT Astra Serif"/>
          <w:b/>
          <w:sz w:val="28"/>
          <w:szCs w:val="28"/>
        </w:rPr>
        <w:t>82 627,4 тыс. рублей.</w:t>
      </w:r>
    </w:p>
    <w:p w:rsidR="00447300" w:rsidRPr="00447300" w:rsidRDefault="00447300" w:rsidP="004473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286D63">
        <w:rPr>
          <w:rFonts w:ascii="PT Astra Serif" w:hAnsi="PT Astra Serif"/>
          <w:sz w:val="28"/>
          <w:szCs w:val="28"/>
        </w:rPr>
        <w:t>В расходной части</w:t>
      </w:r>
      <w:r w:rsidRPr="00447300">
        <w:rPr>
          <w:rFonts w:ascii="PT Astra Serif" w:hAnsi="PT Astra Serif"/>
          <w:sz w:val="28"/>
          <w:szCs w:val="28"/>
        </w:rPr>
        <w:t xml:space="preserve"> областного бюджета на эту сумму уменьшаются бюджетные ассигнования Министерству здравоохранения Ульяновской области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</w:r>
      <w:r w:rsidR="00557AB7">
        <w:rPr>
          <w:rFonts w:ascii="PT Astra Serif" w:hAnsi="PT Astra Serif"/>
          <w:sz w:val="28"/>
          <w:szCs w:val="28"/>
        </w:rPr>
        <w:t xml:space="preserve"> </w:t>
      </w:r>
      <w:r w:rsidR="00557AB7" w:rsidRPr="00447300">
        <w:rPr>
          <w:rFonts w:ascii="PT Astra Serif" w:hAnsi="PT Astra Serif"/>
          <w:sz w:val="28"/>
          <w:szCs w:val="28"/>
        </w:rPr>
        <w:t>в рамках реализации регионального проекта «Борьба с сердечно-сосудистыми заболеваниями</w:t>
      </w:r>
      <w:r w:rsidR="00557AB7">
        <w:rPr>
          <w:rFonts w:ascii="PT Astra Serif" w:hAnsi="PT Astra Serif"/>
          <w:sz w:val="28"/>
          <w:szCs w:val="28"/>
        </w:rPr>
        <w:t>»</w:t>
      </w:r>
      <w:r w:rsidRPr="00447300">
        <w:rPr>
          <w:rFonts w:ascii="PT Astra Serif" w:hAnsi="PT Astra Serif"/>
          <w:sz w:val="28"/>
          <w:szCs w:val="28"/>
        </w:rPr>
        <w:t>.</w:t>
      </w:r>
    </w:p>
    <w:p w:rsidR="00447300" w:rsidRPr="00447300" w:rsidRDefault="003338E1" w:rsidP="00447300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Одновременно</w:t>
      </w:r>
      <w:r w:rsidR="00447300" w:rsidRPr="00447300">
        <w:rPr>
          <w:rFonts w:ascii="PT Astra Serif" w:hAnsi="PT Astra Serif"/>
        </w:rPr>
        <w:t xml:space="preserve"> высвобождаются средства областного бюджета на софинансирование вышеназванных субсидий </w:t>
      </w:r>
      <w:r w:rsidR="00447300" w:rsidRPr="00BA01BD">
        <w:rPr>
          <w:rFonts w:ascii="PT Astra Serif" w:hAnsi="PT Astra Serif"/>
          <w:b/>
        </w:rPr>
        <w:t>в 2023 году</w:t>
      </w:r>
      <w:r w:rsidR="00447300" w:rsidRPr="00447300">
        <w:rPr>
          <w:rFonts w:ascii="PT Astra Serif" w:hAnsi="PT Astra Serif"/>
        </w:rPr>
        <w:t xml:space="preserve"> в сумме </w:t>
      </w:r>
      <w:r w:rsidR="00447300" w:rsidRPr="00BA01BD">
        <w:rPr>
          <w:rFonts w:ascii="PT Astra Serif" w:hAnsi="PT Astra Serif"/>
          <w:b/>
        </w:rPr>
        <w:t>2 555,5 тыс. рублей</w:t>
      </w:r>
      <w:r w:rsidR="00447300" w:rsidRPr="00447300">
        <w:rPr>
          <w:rFonts w:ascii="PT Astra Serif" w:hAnsi="PT Astra Serif"/>
        </w:rPr>
        <w:t>, которые направляются Министерству здравоохранения Ульяновской области на исполнение решений судов в части лекарственного обеспечения граждан, страдающих редкими жизнеугрожающими заболеваниями (в рамках непрограммных расходов).</w:t>
      </w:r>
    </w:p>
    <w:p w:rsidR="00447300" w:rsidRDefault="00447300" w:rsidP="00447300">
      <w:pPr>
        <w:pStyle w:val="21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47300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 и 6.</w:t>
      </w:r>
    </w:p>
    <w:p w:rsidR="00C91D13" w:rsidRDefault="00C91D13" w:rsidP="00447300">
      <w:pPr>
        <w:pStyle w:val="21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</w:p>
    <w:p w:rsidR="007A4F55" w:rsidRDefault="005E4F63" w:rsidP="005D13DC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</w:rPr>
        <w:t>1</w:t>
      </w:r>
      <w:r w:rsidR="007A4F55">
        <w:rPr>
          <w:rFonts w:ascii="PT Astra Serif" w:hAnsi="PT Astra Serif"/>
        </w:rPr>
        <w:t>.</w:t>
      </w:r>
      <w:r>
        <w:rPr>
          <w:rFonts w:ascii="PT Astra Serif" w:hAnsi="PT Astra Serif"/>
          <w:b/>
        </w:rPr>
        <w:t>3.</w:t>
      </w:r>
      <w:r w:rsidR="007A4F55" w:rsidRPr="007A4F55">
        <w:rPr>
          <w:rFonts w:ascii="PT Astra Serif" w:hAnsi="PT Astra Serif"/>
          <w:b/>
        </w:rPr>
        <w:t xml:space="preserve"> По Агентству по</w:t>
      </w:r>
      <w:r w:rsidR="007A4F55">
        <w:rPr>
          <w:rFonts w:ascii="PT Astra Serif" w:hAnsi="PT Astra Serif"/>
        </w:rPr>
        <w:t xml:space="preserve"> </w:t>
      </w:r>
      <w:r w:rsidR="007A4F55" w:rsidRPr="004C250F">
        <w:rPr>
          <w:rFonts w:ascii="PT Astra Serif" w:hAnsi="PT Astra Serif"/>
          <w:b/>
        </w:rPr>
        <w:t>развитию человеческого потенциала и трудовых ресурсов Ульяновской области</w:t>
      </w:r>
      <w:r w:rsidR="00094DD3">
        <w:rPr>
          <w:rFonts w:ascii="PT Astra Serif" w:hAnsi="PT Astra Serif"/>
          <w:b/>
        </w:rPr>
        <w:t>:</w:t>
      </w:r>
    </w:p>
    <w:p w:rsidR="005D13DC" w:rsidRPr="000E4249" w:rsidRDefault="00C91D13" w:rsidP="005D13DC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0E4249">
        <w:rPr>
          <w:rFonts w:ascii="PT Astra Serif" w:hAnsi="PT Astra Serif"/>
        </w:rPr>
        <w:t xml:space="preserve">На основании распоряжения Правительства Российской Федерации </w:t>
      </w:r>
      <w:r w:rsidR="000470B5" w:rsidRPr="000E4249">
        <w:rPr>
          <w:rFonts w:ascii="PT Astra Serif" w:hAnsi="PT Astra Serif"/>
        </w:rPr>
        <w:br/>
      </w:r>
      <w:r w:rsidRPr="000E4249">
        <w:rPr>
          <w:rFonts w:ascii="PT Astra Serif" w:hAnsi="PT Astra Serif"/>
        </w:rPr>
        <w:t>от 08.04.2023 № 869-р уменьша</w:t>
      </w:r>
      <w:r w:rsidR="00B952BE" w:rsidRPr="000E4249">
        <w:rPr>
          <w:rFonts w:ascii="PT Astra Serif" w:hAnsi="PT Astra Serif"/>
        </w:rPr>
        <w:t>ю</w:t>
      </w:r>
      <w:r w:rsidRPr="000E4249">
        <w:rPr>
          <w:rFonts w:ascii="PT Astra Serif" w:hAnsi="PT Astra Serif"/>
        </w:rPr>
        <w:t xml:space="preserve">тся </w:t>
      </w:r>
      <w:r w:rsidRPr="000E4249">
        <w:rPr>
          <w:rFonts w:ascii="PT Astra Serif" w:hAnsi="PT Astra Serif"/>
          <w:b/>
        </w:rPr>
        <w:t>доходная</w:t>
      </w:r>
      <w:r w:rsidR="000F75C5" w:rsidRPr="000E4249">
        <w:rPr>
          <w:rFonts w:ascii="PT Astra Serif" w:hAnsi="PT Astra Serif"/>
          <w:b/>
        </w:rPr>
        <w:t xml:space="preserve"> и расходная</w:t>
      </w:r>
      <w:r w:rsidRPr="000E4249">
        <w:rPr>
          <w:rFonts w:ascii="PT Astra Serif" w:hAnsi="PT Astra Serif"/>
          <w:b/>
        </w:rPr>
        <w:t xml:space="preserve"> част</w:t>
      </w:r>
      <w:r w:rsidR="000F75C5" w:rsidRPr="000E4249">
        <w:rPr>
          <w:rFonts w:ascii="PT Astra Serif" w:hAnsi="PT Astra Serif"/>
          <w:b/>
        </w:rPr>
        <w:t>и</w:t>
      </w:r>
      <w:r w:rsidRPr="000E4249">
        <w:rPr>
          <w:rFonts w:ascii="PT Astra Serif" w:hAnsi="PT Astra Serif"/>
        </w:rPr>
        <w:t xml:space="preserve"> областного бюджета </w:t>
      </w:r>
      <w:r w:rsidRPr="004C250F">
        <w:rPr>
          <w:rFonts w:ascii="PT Astra Serif" w:hAnsi="PT Astra Serif"/>
          <w:b/>
        </w:rPr>
        <w:t>по Агентству по развитию человеческого потенциала и трудовых ресурсов Ульяновской области</w:t>
      </w:r>
      <w:r w:rsidRPr="000E4249">
        <w:rPr>
          <w:rFonts w:ascii="PT Astra Serif" w:hAnsi="PT Astra Serif"/>
        </w:rPr>
        <w:t xml:space="preserve"> за счёт субсидии из федерального бюджета </w:t>
      </w:r>
      <w:r w:rsidR="00094DD3">
        <w:rPr>
          <w:rFonts w:ascii="PT Astra Serif" w:hAnsi="PT Astra Serif"/>
        </w:rPr>
        <w:br/>
      </w:r>
      <w:r w:rsidRPr="00094DD3">
        <w:rPr>
          <w:rFonts w:ascii="PT Astra Serif" w:hAnsi="PT Astra Serif"/>
          <w:b/>
        </w:rPr>
        <w:t>в</w:t>
      </w:r>
      <w:r w:rsidRPr="000E4249">
        <w:rPr>
          <w:rFonts w:ascii="PT Astra Serif" w:hAnsi="PT Astra Serif"/>
        </w:rPr>
        <w:t xml:space="preserve"> </w:t>
      </w:r>
      <w:r w:rsidRPr="00094DD3">
        <w:rPr>
          <w:rFonts w:ascii="PT Astra Serif" w:hAnsi="PT Astra Serif"/>
          <w:b/>
        </w:rPr>
        <w:t>2023 году</w:t>
      </w:r>
      <w:r w:rsidR="000F78BE" w:rsidRPr="000E4249">
        <w:rPr>
          <w:rFonts w:ascii="PT Astra Serif" w:hAnsi="PT Astra Serif"/>
        </w:rPr>
        <w:t xml:space="preserve"> на сумму </w:t>
      </w:r>
      <w:r w:rsidR="000F78BE" w:rsidRPr="000E4249">
        <w:rPr>
          <w:rFonts w:ascii="PT Astra Serif" w:hAnsi="PT Astra Serif"/>
          <w:b/>
        </w:rPr>
        <w:t>8434,8 тыс. рублей</w:t>
      </w:r>
      <w:r w:rsidRPr="000E4249">
        <w:rPr>
          <w:rFonts w:ascii="PT Astra Serif" w:hAnsi="PT Astra Serif"/>
        </w:rPr>
        <w:t>.</w:t>
      </w:r>
    </w:p>
    <w:p w:rsidR="00C70063" w:rsidRPr="000E4249" w:rsidRDefault="00C70063" w:rsidP="005D13DC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0E4249">
        <w:rPr>
          <w:rFonts w:ascii="PT Astra Serif" w:hAnsi="PT Astra Serif"/>
        </w:rPr>
        <w:t xml:space="preserve">В расходной части областного бюджета на эту сумму уменьшаются бюджетные ассигнования </w:t>
      </w:r>
      <w:r w:rsidR="00887DEC" w:rsidRPr="000E4249">
        <w:rPr>
          <w:rFonts w:ascii="PT Astra Serif" w:hAnsi="PT Astra Serif"/>
        </w:rPr>
        <w:t>Агентству по развитию человеческого потенциала и трудовых ресурсов Ульяновской области</w:t>
      </w:r>
      <w:r w:rsidR="00E2302B" w:rsidRPr="000E4249">
        <w:rPr>
          <w:rFonts w:ascii="PT Astra Serif" w:hAnsi="PT Astra Serif"/>
        </w:rPr>
        <w:t xml:space="preserve"> на организацию профессионального обучения и дополнительного профессионального образования работников промышленных предприятий</w:t>
      </w:r>
      <w:r w:rsidR="00852B0C" w:rsidRPr="000E4249">
        <w:rPr>
          <w:rFonts w:ascii="PT Astra Serif" w:hAnsi="PT Astra Serif"/>
        </w:rPr>
        <w:t>.</w:t>
      </w:r>
    </w:p>
    <w:p w:rsidR="005D13DC" w:rsidRPr="000E4249" w:rsidRDefault="005F58E3" w:rsidP="005D13DC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0E4249">
        <w:rPr>
          <w:rFonts w:ascii="PT Astra Serif" w:hAnsi="PT Astra Serif"/>
        </w:rPr>
        <w:t xml:space="preserve">Одновременно </w:t>
      </w:r>
      <w:r w:rsidR="001B7ACF" w:rsidRPr="000E4249">
        <w:rPr>
          <w:rFonts w:ascii="PT Astra Serif" w:hAnsi="PT Astra Serif"/>
        </w:rPr>
        <w:t xml:space="preserve">высвобождаются средства </w:t>
      </w:r>
      <w:r w:rsidRPr="000E4249">
        <w:rPr>
          <w:rFonts w:ascii="PT Astra Serif" w:hAnsi="PT Astra Serif"/>
        </w:rPr>
        <w:t xml:space="preserve">областного бюджета </w:t>
      </w:r>
      <w:r w:rsidR="00BD15A9" w:rsidRPr="000E4249">
        <w:rPr>
          <w:rFonts w:ascii="PT Astra Serif" w:hAnsi="PT Astra Serif"/>
        </w:rPr>
        <w:t xml:space="preserve">на софинансирование вышеназванных субсидий </w:t>
      </w:r>
      <w:r w:rsidR="005D13DC" w:rsidRPr="000E4249">
        <w:rPr>
          <w:rFonts w:ascii="PT Astra Serif" w:hAnsi="PT Astra Serif"/>
        </w:rPr>
        <w:t xml:space="preserve">в сумме </w:t>
      </w:r>
      <w:r w:rsidR="005D13DC" w:rsidRPr="000E4249">
        <w:rPr>
          <w:rFonts w:ascii="PT Astra Serif" w:hAnsi="PT Astra Serif"/>
          <w:b/>
        </w:rPr>
        <w:t>85,1202 тыс. рублей</w:t>
      </w:r>
      <w:r w:rsidR="005D13DC" w:rsidRPr="000E4249">
        <w:rPr>
          <w:rFonts w:ascii="PT Astra Serif" w:hAnsi="PT Astra Serif"/>
        </w:rPr>
        <w:t xml:space="preserve"> </w:t>
      </w:r>
      <w:r w:rsidR="006628BA" w:rsidRPr="000E4249">
        <w:rPr>
          <w:rFonts w:ascii="PT Astra Serif" w:hAnsi="PT Astra Serif"/>
        </w:rPr>
        <w:t>и направляются</w:t>
      </w:r>
      <w:r w:rsidR="005D13DC" w:rsidRPr="000E4249">
        <w:rPr>
          <w:rFonts w:ascii="PT Astra Serif" w:hAnsi="PT Astra Serif"/>
        </w:rPr>
        <w:t xml:space="preserve"> на оплату услуг связи подведомственного учреждения</w:t>
      </w:r>
      <w:r w:rsidR="008556E1" w:rsidRPr="008556E1">
        <w:t xml:space="preserve"> </w:t>
      </w:r>
      <w:r w:rsidR="008556E1" w:rsidRPr="008556E1">
        <w:rPr>
          <w:rFonts w:ascii="PT Astra Serif" w:hAnsi="PT Astra Serif"/>
        </w:rPr>
        <w:t>Агентств</w:t>
      </w:r>
      <w:r w:rsidR="008556E1">
        <w:rPr>
          <w:rFonts w:ascii="PT Astra Serif" w:hAnsi="PT Astra Serif"/>
        </w:rPr>
        <w:t>а</w:t>
      </w:r>
      <w:r w:rsidR="008556E1" w:rsidRPr="008556E1">
        <w:rPr>
          <w:rFonts w:ascii="PT Astra Serif" w:hAnsi="PT Astra Serif"/>
        </w:rPr>
        <w:t xml:space="preserve"> по развитию человеческого потенциала и трудовых ресурсов Ульяновской области</w:t>
      </w:r>
      <w:r w:rsidR="005D13DC" w:rsidRPr="000E4249">
        <w:rPr>
          <w:rFonts w:ascii="PT Astra Serif" w:hAnsi="PT Astra Serif"/>
        </w:rPr>
        <w:t xml:space="preserve">.    </w:t>
      </w:r>
    </w:p>
    <w:p w:rsidR="005D13DC" w:rsidRDefault="005D13DC" w:rsidP="005D13DC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0E4249">
        <w:rPr>
          <w:rFonts w:ascii="PT Astra Serif" w:hAnsi="PT Astra Serif"/>
        </w:rPr>
        <w:lastRenderedPageBreak/>
        <w:t>Соответствующие изменения вносятся в статью 1, приложения 4, 5 и 6 к Закону.</w:t>
      </w:r>
    </w:p>
    <w:p w:rsidR="004C250F" w:rsidRDefault="004C250F" w:rsidP="005D13DC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</w:p>
    <w:p w:rsidR="00C05175" w:rsidRPr="00C05175" w:rsidRDefault="009C08E9" w:rsidP="005D13DC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1</w:t>
      </w:r>
      <w:r w:rsidR="00C05175" w:rsidRPr="00C05175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4.</w:t>
      </w:r>
      <w:r w:rsidR="00C05175" w:rsidRPr="00C05175">
        <w:rPr>
          <w:rFonts w:ascii="PT Astra Serif" w:hAnsi="PT Astra Serif"/>
          <w:b/>
        </w:rPr>
        <w:t xml:space="preserve"> По Министерству социального развития Ульяновской области</w:t>
      </w:r>
      <w:r>
        <w:rPr>
          <w:rFonts w:ascii="PT Astra Serif" w:hAnsi="PT Astra Serif"/>
          <w:b/>
        </w:rPr>
        <w:t>:</w:t>
      </w:r>
    </w:p>
    <w:p w:rsidR="004C250F" w:rsidRPr="007D51CC" w:rsidRDefault="004C250F" w:rsidP="0086720A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7D51CC">
        <w:rPr>
          <w:rFonts w:ascii="PT Astra Serif" w:hAnsi="PT Astra Serif"/>
        </w:rPr>
        <w:tab/>
      </w:r>
      <w:r w:rsidR="00EF09B7" w:rsidRPr="00EF09B7">
        <w:rPr>
          <w:rFonts w:ascii="PT Astra Serif" w:hAnsi="PT Astra Serif"/>
        </w:rPr>
        <w:t xml:space="preserve">На основании распоряжения Правительства Российской Федерации от </w:t>
      </w:r>
      <w:r w:rsidR="00EF09B7" w:rsidRPr="007D51CC">
        <w:rPr>
          <w:rFonts w:ascii="PT Astra Serif" w:hAnsi="PT Astra Serif"/>
        </w:rPr>
        <w:t>27.04.2023 № 1094-р</w:t>
      </w:r>
      <w:r w:rsidR="00EF09B7" w:rsidRPr="00EF09B7">
        <w:rPr>
          <w:rFonts w:ascii="PT Astra Serif" w:hAnsi="PT Astra Serif"/>
        </w:rPr>
        <w:t xml:space="preserve"> у</w:t>
      </w:r>
      <w:r w:rsidR="00EF09B7">
        <w:rPr>
          <w:rFonts w:ascii="PT Astra Serif" w:hAnsi="PT Astra Serif"/>
        </w:rPr>
        <w:t>в</w:t>
      </w:r>
      <w:r w:rsidR="00546629">
        <w:rPr>
          <w:rFonts w:ascii="PT Astra Serif" w:hAnsi="PT Astra Serif"/>
        </w:rPr>
        <w:t>е</w:t>
      </w:r>
      <w:r w:rsidR="00EF09B7">
        <w:rPr>
          <w:rFonts w:ascii="PT Astra Serif" w:hAnsi="PT Astra Serif"/>
        </w:rPr>
        <w:t>личиваются</w:t>
      </w:r>
      <w:r w:rsidR="00EF09B7" w:rsidRPr="00EF09B7">
        <w:rPr>
          <w:rFonts w:ascii="PT Astra Serif" w:hAnsi="PT Astra Serif"/>
        </w:rPr>
        <w:t xml:space="preserve"> </w:t>
      </w:r>
      <w:r w:rsidR="00EF09B7" w:rsidRPr="00EF09B7">
        <w:rPr>
          <w:rFonts w:ascii="PT Astra Serif" w:hAnsi="PT Astra Serif"/>
          <w:b/>
        </w:rPr>
        <w:t>доходная и расходная части</w:t>
      </w:r>
      <w:r w:rsidR="00EF09B7" w:rsidRPr="00EF09B7">
        <w:rPr>
          <w:rFonts w:ascii="PT Astra Serif" w:hAnsi="PT Astra Serif"/>
        </w:rPr>
        <w:t xml:space="preserve"> областного бюджета по </w:t>
      </w:r>
      <w:r w:rsidR="00546629">
        <w:rPr>
          <w:rFonts w:ascii="PT Astra Serif" w:hAnsi="PT Astra Serif"/>
        </w:rPr>
        <w:t xml:space="preserve">Министерству социального развития </w:t>
      </w:r>
      <w:r w:rsidR="00EF09B7" w:rsidRPr="00EF09B7">
        <w:rPr>
          <w:rFonts w:ascii="PT Astra Serif" w:hAnsi="PT Astra Serif"/>
        </w:rPr>
        <w:t xml:space="preserve">Ульяновской области </w:t>
      </w:r>
      <w:r w:rsidR="0086720A" w:rsidRPr="0086720A">
        <w:rPr>
          <w:rFonts w:ascii="PT Astra Serif" w:hAnsi="PT Astra Serif"/>
        </w:rPr>
        <w:t>за счёт иных межбюджетных трансфертов</w:t>
      </w:r>
      <w:r w:rsidRPr="007D51CC">
        <w:rPr>
          <w:rFonts w:ascii="PT Astra Serif" w:hAnsi="PT Astra Serif"/>
        </w:rPr>
        <w:t xml:space="preserve"> </w:t>
      </w:r>
      <w:r w:rsidR="009C08E9">
        <w:rPr>
          <w:rFonts w:ascii="PT Astra Serif" w:hAnsi="PT Astra Serif"/>
        </w:rPr>
        <w:t xml:space="preserve">из федерального бюджета </w:t>
      </w:r>
      <w:r w:rsidRPr="007D51CC">
        <w:rPr>
          <w:rFonts w:ascii="PT Astra Serif" w:hAnsi="PT Astra Serif"/>
        </w:rPr>
        <w:t xml:space="preserve">на сумму </w:t>
      </w:r>
      <w:r w:rsidR="009C08E9">
        <w:rPr>
          <w:rFonts w:ascii="PT Astra Serif" w:hAnsi="PT Astra Serif"/>
        </w:rPr>
        <w:br/>
      </w:r>
      <w:r w:rsidRPr="0086720A">
        <w:rPr>
          <w:rFonts w:ascii="PT Astra Serif" w:hAnsi="PT Astra Serif"/>
          <w:b/>
        </w:rPr>
        <w:t>10 568,0 тыс.</w:t>
      </w:r>
      <w:r w:rsidR="00FC363E">
        <w:rPr>
          <w:rFonts w:ascii="PT Astra Serif" w:hAnsi="PT Astra Serif"/>
          <w:b/>
        </w:rPr>
        <w:t xml:space="preserve"> </w:t>
      </w:r>
      <w:r w:rsidRPr="0086720A">
        <w:rPr>
          <w:rFonts w:ascii="PT Astra Serif" w:hAnsi="PT Astra Serif"/>
          <w:b/>
        </w:rPr>
        <w:t>рублей</w:t>
      </w:r>
      <w:r w:rsidR="0086720A">
        <w:rPr>
          <w:rFonts w:ascii="PT Astra Serif" w:hAnsi="PT Astra Serif"/>
        </w:rPr>
        <w:t>.</w:t>
      </w:r>
    </w:p>
    <w:p w:rsidR="004C250F" w:rsidRPr="007D51CC" w:rsidRDefault="004C250F" w:rsidP="004C250F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7D51CC">
        <w:rPr>
          <w:rFonts w:ascii="PT Astra Serif" w:hAnsi="PT Astra Serif"/>
        </w:rPr>
        <w:tab/>
        <w:t xml:space="preserve">В расходной части на </w:t>
      </w:r>
      <w:r w:rsidR="004D0F7F">
        <w:rPr>
          <w:rFonts w:ascii="PT Astra Serif" w:hAnsi="PT Astra Serif"/>
        </w:rPr>
        <w:t>эту сумму</w:t>
      </w:r>
      <w:r w:rsidRPr="007D51CC">
        <w:rPr>
          <w:rFonts w:ascii="PT Astra Serif" w:hAnsi="PT Astra Serif"/>
        </w:rPr>
        <w:t xml:space="preserve"> увеличиваются бюджетные ассигнования Министерству социального развития Ульяновской области на оснащение нового корпуса в </w:t>
      </w:r>
      <w:proofErr w:type="spellStart"/>
      <w:r w:rsidRPr="007D51CC">
        <w:rPr>
          <w:rFonts w:ascii="PT Astra Serif" w:hAnsi="PT Astra Serif"/>
        </w:rPr>
        <w:t>с.Водорацк</w:t>
      </w:r>
      <w:proofErr w:type="spellEnd"/>
      <w:r w:rsidRPr="007D51CC">
        <w:rPr>
          <w:rFonts w:ascii="PT Astra Serif" w:hAnsi="PT Astra Serif"/>
        </w:rPr>
        <w:t xml:space="preserve"> ОГАУСО «Специальный дом интернат в </w:t>
      </w:r>
      <w:proofErr w:type="spellStart"/>
      <w:r w:rsidRPr="007D51CC">
        <w:rPr>
          <w:rFonts w:ascii="PT Astra Serif" w:hAnsi="PT Astra Serif"/>
        </w:rPr>
        <w:t>с.Акшуат</w:t>
      </w:r>
      <w:proofErr w:type="spellEnd"/>
      <w:r w:rsidRPr="007D51CC">
        <w:rPr>
          <w:rFonts w:ascii="PT Astra Serif" w:hAnsi="PT Astra Serif"/>
        </w:rPr>
        <w:t>» мягким, столовым инвентарём и прочими расходными материалами.</w:t>
      </w:r>
    </w:p>
    <w:p w:rsidR="00447300" w:rsidRDefault="004C250F" w:rsidP="00F4465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  <w:r w:rsidRPr="007D51CC">
        <w:rPr>
          <w:rFonts w:ascii="PT Astra Serif" w:hAnsi="PT Astra Serif"/>
        </w:rPr>
        <w:tab/>
      </w:r>
      <w:r w:rsidR="00622E1A" w:rsidRPr="000E4249">
        <w:rPr>
          <w:rFonts w:ascii="PT Astra Serif" w:hAnsi="PT Astra Serif"/>
        </w:rPr>
        <w:t>Соответствующие изменения вносятся</w:t>
      </w:r>
      <w:r w:rsidRPr="007D51C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статью 1</w:t>
      </w:r>
      <w:r w:rsidRPr="007D51CC">
        <w:rPr>
          <w:rFonts w:ascii="PT Astra Serif" w:hAnsi="PT Astra Serif"/>
        </w:rPr>
        <w:t xml:space="preserve">, </w:t>
      </w:r>
      <w:r w:rsidR="004D0F7F">
        <w:rPr>
          <w:rFonts w:ascii="PT Astra Serif" w:hAnsi="PT Astra Serif"/>
        </w:rPr>
        <w:t>приложения</w:t>
      </w:r>
      <w:r w:rsidRPr="007D51CC">
        <w:rPr>
          <w:rFonts w:ascii="PT Astra Serif" w:hAnsi="PT Astra Serif"/>
        </w:rPr>
        <w:t xml:space="preserve"> 4, 5</w:t>
      </w:r>
      <w:r w:rsidR="004D0F7F">
        <w:rPr>
          <w:rFonts w:ascii="PT Astra Serif" w:hAnsi="PT Astra Serif"/>
        </w:rPr>
        <w:t xml:space="preserve"> и</w:t>
      </w:r>
      <w:r w:rsidRPr="007D51CC">
        <w:rPr>
          <w:rFonts w:ascii="PT Astra Serif" w:hAnsi="PT Astra Serif"/>
        </w:rPr>
        <w:t xml:space="preserve"> 6</w:t>
      </w:r>
      <w:r w:rsidR="004D0F7F">
        <w:rPr>
          <w:rFonts w:ascii="PT Astra Serif" w:hAnsi="PT Astra Serif"/>
        </w:rPr>
        <w:t xml:space="preserve"> к Закону</w:t>
      </w:r>
      <w:r w:rsidRPr="007D51CC">
        <w:rPr>
          <w:rFonts w:ascii="PT Astra Serif" w:hAnsi="PT Astra Serif"/>
        </w:rPr>
        <w:t>.</w:t>
      </w:r>
    </w:p>
    <w:p w:rsidR="00F44653" w:rsidRPr="00F44653" w:rsidRDefault="00F44653" w:rsidP="00F44653">
      <w:pPr>
        <w:pStyle w:val="aa"/>
        <w:autoSpaceDE w:val="0"/>
        <w:autoSpaceDN w:val="0"/>
        <w:adjustRightInd w:val="0"/>
        <w:ind w:left="0" w:firstLine="708"/>
        <w:jc w:val="both"/>
        <w:outlineLvl w:val="0"/>
        <w:rPr>
          <w:rFonts w:ascii="PT Astra Serif" w:hAnsi="PT Astra Serif"/>
        </w:rPr>
      </w:pPr>
    </w:p>
    <w:p w:rsidR="00C468F3" w:rsidRPr="00F44653" w:rsidRDefault="00DD3005" w:rsidP="00F44653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E63924">
        <w:rPr>
          <w:rFonts w:ascii="PT Astra Serif" w:hAnsi="PT Astra Serif"/>
          <w:b/>
          <w:sz w:val="28"/>
          <w:szCs w:val="28"/>
        </w:rPr>
        <w:t xml:space="preserve">Раздел </w:t>
      </w:r>
      <w:r w:rsidR="00336B06">
        <w:rPr>
          <w:rFonts w:ascii="PT Astra Serif" w:hAnsi="PT Astra Serif"/>
          <w:b/>
          <w:sz w:val="28"/>
          <w:szCs w:val="28"/>
        </w:rPr>
        <w:t>2</w:t>
      </w:r>
      <w:r w:rsidRPr="00E63924">
        <w:rPr>
          <w:rFonts w:ascii="PT Astra Serif" w:hAnsi="PT Astra Serif"/>
          <w:b/>
          <w:sz w:val="28"/>
          <w:szCs w:val="28"/>
        </w:rPr>
        <w:t>. Прочие безвозмездные поступления</w:t>
      </w:r>
    </w:p>
    <w:p w:rsidR="00C468F3" w:rsidRPr="00E63924" w:rsidRDefault="00336B06" w:rsidP="00C468F3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A0DA8">
        <w:rPr>
          <w:rFonts w:ascii="PT Astra Serif" w:hAnsi="PT Astra Serif"/>
          <w:b/>
          <w:sz w:val="28"/>
          <w:szCs w:val="28"/>
        </w:rPr>
        <w:t>2</w:t>
      </w:r>
      <w:r w:rsidR="00614673" w:rsidRPr="003A0DA8">
        <w:rPr>
          <w:rFonts w:ascii="PT Astra Serif" w:hAnsi="PT Astra Serif"/>
          <w:b/>
          <w:sz w:val="28"/>
          <w:szCs w:val="28"/>
        </w:rPr>
        <w:t>.1</w:t>
      </w:r>
      <w:r w:rsidRPr="003A0DA8">
        <w:rPr>
          <w:rFonts w:ascii="PT Astra Serif" w:hAnsi="PT Astra Serif"/>
          <w:b/>
          <w:sz w:val="28"/>
          <w:szCs w:val="28"/>
        </w:rPr>
        <w:t>.</w:t>
      </w:r>
      <w:r w:rsidR="00614673">
        <w:rPr>
          <w:rFonts w:ascii="PT Astra Serif" w:hAnsi="PT Astra Serif"/>
          <w:sz w:val="28"/>
          <w:szCs w:val="28"/>
        </w:rPr>
        <w:t xml:space="preserve"> </w:t>
      </w:r>
      <w:r w:rsidR="00B56646">
        <w:rPr>
          <w:rFonts w:ascii="PT Astra Serif" w:hAnsi="PT Astra Serif"/>
          <w:sz w:val="28"/>
          <w:szCs w:val="28"/>
        </w:rPr>
        <w:t>Н</w:t>
      </w:r>
      <w:r w:rsidR="00C468F3" w:rsidRPr="00E63924">
        <w:rPr>
          <w:rFonts w:ascii="PT Astra Serif" w:hAnsi="PT Astra Serif"/>
          <w:sz w:val="28"/>
          <w:szCs w:val="28"/>
        </w:rPr>
        <w:t xml:space="preserve">а основании приказа от 20.02.2023 № 70-гр Фонда-оператора президентских грантов по развитию гражданского общества </w:t>
      </w:r>
      <w:r w:rsidR="00C468F3" w:rsidRPr="00B56646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C468F3" w:rsidRPr="00E63924">
        <w:rPr>
          <w:rFonts w:ascii="PT Astra Serif" w:hAnsi="PT Astra Serif"/>
          <w:sz w:val="28"/>
          <w:szCs w:val="28"/>
        </w:rPr>
        <w:t xml:space="preserve"> областного бюджета Ульяновской области </w:t>
      </w:r>
      <w:r w:rsidR="00C468F3" w:rsidRPr="00B56646">
        <w:rPr>
          <w:rFonts w:ascii="PT Astra Serif" w:hAnsi="PT Astra Serif"/>
          <w:b/>
          <w:sz w:val="28"/>
          <w:szCs w:val="28"/>
        </w:rPr>
        <w:t>увеличиваются</w:t>
      </w:r>
      <w:r w:rsidR="00C468F3" w:rsidRPr="00E63924">
        <w:rPr>
          <w:rFonts w:ascii="PT Astra Serif" w:hAnsi="PT Astra Serif"/>
          <w:sz w:val="28"/>
          <w:szCs w:val="28"/>
        </w:rPr>
        <w:t xml:space="preserve"> на сумму </w:t>
      </w:r>
      <w:r w:rsidR="00C468F3" w:rsidRPr="00B56646">
        <w:rPr>
          <w:rFonts w:ascii="PT Astra Serif" w:hAnsi="PT Astra Serif"/>
          <w:b/>
          <w:sz w:val="28"/>
          <w:szCs w:val="28"/>
        </w:rPr>
        <w:t>10000,0 тыс. рублей</w:t>
      </w:r>
      <w:r w:rsidR="00C468F3" w:rsidRPr="00E63924">
        <w:rPr>
          <w:rFonts w:ascii="PT Astra Serif" w:hAnsi="PT Astra Serif"/>
          <w:sz w:val="28"/>
          <w:szCs w:val="28"/>
        </w:rPr>
        <w:t xml:space="preserve"> </w:t>
      </w:r>
      <w:r w:rsidR="00C468F3" w:rsidRPr="00B56646">
        <w:rPr>
          <w:rFonts w:ascii="PT Astra Serif" w:hAnsi="PT Astra Serif"/>
          <w:b/>
          <w:sz w:val="28"/>
          <w:szCs w:val="28"/>
        </w:rPr>
        <w:t>за счёт гранта Президента Российской Федерации</w:t>
      </w:r>
      <w:r w:rsidR="00C468F3" w:rsidRPr="00E63924">
        <w:rPr>
          <w:rFonts w:ascii="PT Astra Serif" w:hAnsi="PT Astra Serif"/>
          <w:sz w:val="28"/>
          <w:szCs w:val="28"/>
        </w:rPr>
        <w:t xml:space="preserve"> на развитие гражданского общества в целях софинансирования расходов на оказание на конкурсной основе поддержки некоммерческим неправительственным организациям в Ульяновской области.</w:t>
      </w:r>
    </w:p>
    <w:p w:rsidR="00C468F3" w:rsidRPr="00E63924" w:rsidRDefault="00C468F3" w:rsidP="00C468F3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3924">
        <w:rPr>
          <w:rFonts w:ascii="PT Astra Serif" w:hAnsi="PT Astra Serif"/>
          <w:sz w:val="28"/>
          <w:szCs w:val="28"/>
        </w:rPr>
        <w:t>В расходной части на сумму 10000,0 тыс. рублей увеличиваются бюджетные ассигнования Правительству Ульяновской области на предоставление субсидий социально ориентированным некоммерческим организациям из областного бюджета в целях финансового обеспечения затрат в связи с реализацией социально ориент</w:t>
      </w:r>
      <w:r w:rsidR="00E63924">
        <w:rPr>
          <w:rFonts w:ascii="PT Astra Serif" w:hAnsi="PT Astra Serif"/>
          <w:sz w:val="28"/>
          <w:szCs w:val="28"/>
        </w:rPr>
        <w:t>ированных программ (проектов).</w:t>
      </w:r>
    </w:p>
    <w:p w:rsidR="00C468F3" w:rsidRDefault="00C468F3" w:rsidP="00C468F3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E63924">
        <w:rPr>
          <w:rFonts w:ascii="PT Astra Serif" w:hAnsi="PT Astra Serif"/>
          <w:noProof/>
          <w:sz w:val="28"/>
          <w:szCs w:val="28"/>
        </w:rPr>
        <w:t xml:space="preserve">Соответствующие изменения вносятся в статью 1 </w:t>
      </w:r>
      <w:r w:rsidR="00E63924">
        <w:rPr>
          <w:rFonts w:ascii="PT Astra Serif" w:hAnsi="PT Astra Serif"/>
          <w:noProof/>
          <w:sz w:val="28"/>
          <w:szCs w:val="28"/>
        </w:rPr>
        <w:t xml:space="preserve">текста Закона, </w:t>
      </w:r>
      <w:r w:rsidRPr="00E63924">
        <w:rPr>
          <w:rFonts w:ascii="PT Astra Serif" w:hAnsi="PT Astra Serif"/>
          <w:noProof/>
          <w:sz w:val="28"/>
          <w:szCs w:val="28"/>
        </w:rPr>
        <w:t>приложения 4, 5</w:t>
      </w:r>
      <w:r w:rsidR="00E63924">
        <w:rPr>
          <w:rFonts w:ascii="PT Astra Serif" w:hAnsi="PT Astra Serif"/>
          <w:noProof/>
          <w:sz w:val="28"/>
          <w:szCs w:val="28"/>
        </w:rPr>
        <w:t xml:space="preserve"> и </w:t>
      </w:r>
      <w:r w:rsidRPr="00E63924">
        <w:rPr>
          <w:rFonts w:ascii="PT Astra Serif" w:hAnsi="PT Astra Serif"/>
          <w:noProof/>
          <w:sz w:val="28"/>
          <w:szCs w:val="28"/>
        </w:rPr>
        <w:t>6.</w:t>
      </w:r>
    </w:p>
    <w:p w:rsidR="008D3439" w:rsidRDefault="008D3439" w:rsidP="00C468F3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8D3439" w:rsidRPr="008D3439" w:rsidRDefault="00660DAF" w:rsidP="00312E07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A0DA8">
        <w:rPr>
          <w:rFonts w:ascii="PT Astra Serif" w:hAnsi="PT Astra Serif"/>
          <w:b/>
          <w:noProof/>
          <w:sz w:val="28"/>
          <w:szCs w:val="28"/>
        </w:rPr>
        <w:t>2</w:t>
      </w:r>
      <w:r w:rsidR="008D3439" w:rsidRPr="003A0DA8">
        <w:rPr>
          <w:rFonts w:ascii="PT Astra Serif" w:hAnsi="PT Astra Serif"/>
          <w:b/>
          <w:noProof/>
          <w:sz w:val="28"/>
          <w:szCs w:val="28"/>
        </w:rPr>
        <w:t>.</w:t>
      </w:r>
      <w:r w:rsidR="00614673" w:rsidRPr="003A0DA8">
        <w:rPr>
          <w:rFonts w:ascii="PT Astra Serif" w:hAnsi="PT Astra Serif"/>
          <w:b/>
          <w:noProof/>
          <w:sz w:val="28"/>
          <w:szCs w:val="28"/>
        </w:rPr>
        <w:t>2</w:t>
      </w:r>
      <w:r w:rsidRPr="003A0DA8">
        <w:rPr>
          <w:rFonts w:ascii="PT Astra Serif" w:hAnsi="PT Astra Serif"/>
          <w:b/>
          <w:noProof/>
          <w:sz w:val="28"/>
          <w:szCs w:val="28"/>
        </w:rPr>
        <w:t>.</w:t>
      </w:r>
      <w:r w:rsidR="00614673">
        <w:rPr>
          <w:rFonts w:ascii="PT Astra Serif" w:hAnsi="PT Astra Serif"/>
          <w:noProof/>
          <w:sz w:val="28"/>
          <w:szCs w:val="28"/>
        </w:rPr>
        <w:t xml:space="preserve"> </w:t>
      </w:r>
      <w:r w:rsidR="008D3439" w:rsidRPr="008D3439">
        <w:rPr>
          <w:rFonts w:ascii="PT Astra Serif" w:hAnsi="PT Astra Serif"/>
          <w:noProof/>
          <w:sz w:val="28"/>
          <w:szCs w:val="28"/>
        </w:rPr>
        <w:t>На основании договора от 28.11.2022 № 70-2022-000545 с Фондом поддержки детей, находящихся в трудной жизненной ситуации</w:t>
      </w:r>
      <w:r w:rsidR="00312E07">
        <w:rPr>
          <w:rFonts w:ascii="PT Astra Serif" w:hAnsi="PT Astra Serif"/>
          <w:noProof/>
          <w:sz w:val="28"/>
          <w:szCs w:val="28"/>
        </w:rPr>
        <w:t>,</w:t>
      </w:r>
      <w:r w:rsidR="008D3439" w:rsidRPr="008D3439">
        <w:rPr>
          <w:rFonts w:ascii="PT Astra Serif" w:hAnsi="PT Astra Serif"/>
          <w:noProof/>
          <w:sz w:val="28"/>
          <w:szCs w:val="28"/>
        </w:rPr>
        <w:t xml:space="preserve"> и договора с Фондом поддержки гуманитарных и просветительских инициатив «Соработничес</w:t>
      </w:r>
      <w:r w:rsidR="00312E07">
        <w:rPr>
          <w:rFonts w:ascii="PT Astra Serif" w:hAnsi="PT Astra Serif"/>
          <w:noProof/>
          <w:sz w:val="28"/>
          <w:szCs w:val="28"/>
        </w:rPr>
        <w:t>тво» от 04.04.2023 № 73-2300107</w:t>
      </w:r>
      <w:r w:rsidR="008D3439" w:rsidRPr="008D3439">
        <w:rPr>
          <w:rFonts w:ascii="PT Astra Serif" w:hAnsi="PT Astra Serif"/>
          <w:noProof/>
          <w:sz w:val="28"/>
          <w:szCs w:val="28"/>
        </w:rPr>
        <w:t xml:space="preserve"> увеличиваются </w:t>
      </w:r>
      <w:r w:rsidR="008D3439" w:rsidRPr="0031500C">
        <w:rPr>
          <w:rFonts w:ascii="PT Astra Serif" w:hAnsi="PT Astra Serif"/>
          <w:b/>
          <w:noProof/>
          <w:sz w:val="28"/>
          <w:szCs w:val="28"/>
        </w:rPr>
        <w:t>доходная и расходная части</w:t>
      </w:r>
      <w:r w:rsidR="008D3439" w:rsidRPr="008D3439">
        <w:rPr>
          <w:rFonts w:ascii="PT Astra Serif" w:hAnsi="PT Astra Serif"/>
          <w:noProof/>
          <w:sz w:val="28"/>
          <w:szCs w:val="28"/>
        </w:rPr>
        <w:t xml:space="preserve"> областного бюджета на 2023 год </w:t>
      </w:r>
      <w:r w:rsidR="008D3439" w:rsidRPr="00312E07">
        <w:rPr>
          <w:rFonts w:ascii="PT Astra Serif" w:hAnsi="PT Astra Serif"/>
          <w:b/>
          <w:noProof/>
          <w:sz w:val="28"/>
          <w:szCs w:val="28"/>
        </w:rPr>
        <w:t>за счёт поступивших средств грант</w:t>
      </w:r>
      <w:r w:rsidR="0031500C" w:rsidRPr="00312E07">
        <w:rPr>
          <w:rFonts w:ascii="PT Astra Serif" w:hAnsi="PT Astra Serif"/>
          <w:b/>
          <w:noProof/>
          <w:sz w:val="28"/>
          <w:szCs w:val="28"/>
        </w:rPr>
        <w:t>ов</w:t>
      </w:r>
      <w:r w:rsidR="0031500C">
        <w:rPr>
          <w:rFonts w:ascii="PT Astra Serif" w:hAnsi="PT Astra Serif"/>
          <w:noProof/>
          <w:sz w:val="28"/>
          <w:szCs w:val="28"/>
        </w:rPr>
        <w:t xml:space="preserve"> на реализацию Комплекса мер</w:t>
      </w:r>
      <w:r w:rsidR="008D3439" w:rsidRPr="008D3439">
        <w:rPr>
          <w:rFonts w:ascii="PT Astra Serif" w:hAnsi="PT Astra Serif"/>
          <w:noProof/>
          <w:sz w:val="28"/>
          <w:szCs w:val="28"/>
        </w:rPr>
        <w:t xml:space="preserve"> Ульяновской области, направленных на оказание помощи детям, пострадавшим от жестокого обращения, обеспечения безопасности детей</w:t>
      </w:r>
      <w:r w:rsidR="00312E07">
        <w:rPr>
          <w:rFonts w:ascii="PT Astra Serif" w:hAnsi="PT Astra Serif"/>
          <w:noProof/>
          <w:sz w:val="28"/>
          <w:szCs w:val="28"/>
        </w:rPr>
        <w:t>,</w:t>
      </w:r>
      <w:r w:rsidR="008D3439" w:rsidRPr="008D3439">
        <w:rPr>
          <w:rFonts w:ascii="PT Astra Serif" w:hAnsi="PT Astra Serif"/>
          <w:noProof/>
          <w:sz w:val="28"/>
          <w:szCs w:val="28"/>
        </w:rPr>
        <w:t xml:space="preserve"> на сумму </w:t>
      </w:r>
      <w:r w:rsidR="008D3439" w:rsidRPr="00312E07">
        <w:rPr>
          <w:rFonts w:ascii="PT Astra Serif" w:hAnsi="PT Astra Serif"/>
          <w:b/>
          <w:noProof/>
          <w:sz w:val="28"/>
          <w:szCs w:val="28"/>
        </w:rPr>
        <w:t>6 535,641 тыс.рублей</w:t>
      </w:r>
      <w:r w:rsidR="008D3439" w:rsidRPr="008D3439">
        <w:rPr>
          <w:rFonts w:ascii="PT Astra Serif" w:hAnsi="PT Astra Serif"/>
          <w:noProof/>
          <w:sz w:val="28"/>
          <w:szCs w:val="28"/>
        </w:rPr>
        <w:t xml:space="preserve"> и на реализацию проекта «Православная инициатива – 2023» на сумму </w:t>
      </w:r>
      <w:r w:rsidR="00E26645">
        <w:rPr>
          <w:rFonts w:ascii="PT Astra Serif" w:hAnsi="PT Astra Serif"/>
          <w:noProof/>
          <w:sz w:val="28"/>
          <w:szCs w:val="28"/>
        </w:rPr>
        <w:br/>
      </w:r>
      <w:r w:rsidR="008D3439" w:rsidRPr="00312E07">
        <w:rPr>
          <w:rFonts w:ascii="PT Astra Serif" w:hAnsi="PT Astra Serif"/>
          <w:b/>
          <w:noProof/>
          <w:sz w:val="28"/>
          <w:szCs w:val="28"/>
        </w:rPr>
        <w:t>380,7 тыс.рублей.</w:t>
      </w:r>
    </w:p>
    <w:p w:rsidR="008D3439" w:rsidRPr="008D3439" w:rsidRDefault="008D3439" w:rsidP="008D3439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D3439">
        <w:rPr>
          <w:rFonts w:ascii="PT Astra Serif" w:hAnsi="PT Astra Serif"/>
          <w:noProof/>
          <w:sz w:val="28"/>
          <w:szCs w:val="28"/>
        </w:rPr>
        <w:lastRenderedPageBreak/>
        <w:t>При этом увеличиваются ассигнования Министерству социального развития Ульяновской области на проведение данных мероприятий в подведомственных учреждениях.</w:t>
      </w:r>
    </w:p>
    <w:p w:rsidR="008D3439" w:rsidRDefault="008D3439" w:rsidP="008D3439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D3439">
        <w:rPr>
          <w:rFonts w:ascii="PT Astra Serif" w:hAnsi="PT Astra Serif"/>
          <w:noProof/>
          <w:sz w:val="28"/>
          <w:szCs w:val="28"/>
        </w:rPr>
        <w:t>Соответствующие изменения вносятся изменения в статью 1, приложения 4, 5 и 6 к Закону.</w:t>
      </w:r>
    </w:p>
    <w:p w:rsidR="00F13BB1" w:rsidRDefault="00F13BB1" w:rsidP="008D3439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F13BB1" w:rsidRPr="00F13BB1" w:rsidRDefault="00A81692" w:rsidP="00F13BB1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3A0DA8">
        <w:rPr>
          <w:rFonts w:ascii="PT Astra Serif" w:hAnsi="PT Astra Serif"/>
          <w:b/>
          <w:noProof/>
          <w:sz w:val="28"/>
          <w:szCs w:val="28"/>
        </w:rPr>
        <w:t>2</w:t>
      </w:r>
      <w:r w:rsidR="00614673" w:rsidRPr="003A0DA8">
        <w:rPr>
          <w:rFonts w:ascii="PT Astra Serif" w:hAnsi="PT Astra Serif"/>
          <w:b/>
          <w:noProof/>
          <w:sz w:val="28"/>
          <w:szCs w:val="28"/>
        </w:rPr>
        <w:t>.3</w:t>
      </w:r>
      <w:r w:rsidRPr="003A0DA8">
        <w:rPr>
          <w:rFonts w:ascii="PT Astra Serif" w:hAnsi="PT Astra Serif"/>
          <w:b/>
          <w:noProof/>
          <w:sz w:val="28"/>
          <w:szCs w:val="28"/>
        </w:rPr>
        <w:t>.</w:t>
      </w:r>
      <w:r w:rsidR="00614673">
        <w:rPr>
          <w:rFonts w:ascii="PT Astra Serif" w:hAnsi="PT Astra Serif"/>
          <w:noProof/>
          <w:sz w:val="28"/>
          <w:szCs w:val="28"/>
        </w:rPr>
        <w:t xml:space="preserve"> </w:t>
      </w:r>
      <w:r w:rsidR="00F13BB1" w:rsidRPr="00F13BB1">
        <w:rPr>
          <w:rFonts w:ascii="PT Astra Serif" w:hAnsi="PT Astra Serif"/>
          <w:noProof/>
          <w:sz w:val="28"/>
          <w:szCs w:val="28"/>
        </w:rPr>
        <w:t xml:space="preserve">На </w:t>
      </w:r>
      <w:r w:rsidR="000D29F6">
        <w:rPr>
          <w:rFonts w:ascii="PT Astra Serif" w:hAnsi="PT Astra Serif"/>
          <w:noProof/>
          <w:sz w:val="28"/>
          <w:szCs w:val="28"/>
        </w:rPr>
        <w:t>основании</w:t>
      </w:r>
      <w:r w:rsidR="00F13BB1" w:rsidRPr="00F13BB1">
        <w:rPr>
          <w:rFonts w:ascii="PT Astra Serif" w:hAnsi="PT Astra Serif"/>
          <w:noProof/>
          <w:sz w:val="28"/>
          <w:szCs w:val="28"/>
        </w:rPr>
        <w:t xml:space="preserve"> договора от 23.06.2022 № 70-2022-000097 с Фондом поддержки детей, находящихся в трудной жизненной ситуации, увеличиваются </w:t>
      </w:r>
      <w:r w:rsidR="00F13BB1" w:rsidRPr="00F13BB1">
        <w:rPr>
          <w:rFonts w:ascii="PT Astra Serif" w:hAnsi="PT Astra Serif"/>
          <w:b/>
          <w:noProof/>
          <w:sz w:val="28"/>
          <w:szCs w:val="28"/>
        </w:rPr>
        <w:t>доходная и расходная части областного бюджета</w:t>
      </w:r>
      <w:r w:rsidR="00F13BB1" w:rsidRPr="00F13BB1">
        <w:rPr>
          <w:rFonts w:ascii="PT Astra Serif" w:hAnsi="PT Astra Serif"/>
          <w:noProof/>
          <w:sz w:val="28"/>
          <w:szCs w:val="28"/>
        </w:rPr>
        <w:t xml:space="preserve"> на 2023 год на сумму </w:t>
      </w:r>
      <w:r w:rsidR="00F13BB1" w:rsidRPr="00F13BB1">
        <w:rPr>
          <w:rFonts w:ascii="PT Astra Serif" w:hAnsi="PT Astra Serif"/>
          <w:noProof/>
          <w:sz w:val="28"/>
          <w:szCs w:val="28"/>
        </w:rPr>
        <w:br/>
      </w:r>
      <w:r w:rsidR="00F13BB1" w:rsidRPr="00F13BB1">
        <w:rPr>
          <w:rFonts w:ascii="PT Astra Serif" w:hAnsi="PT Astra Serif"/>
          <w:b/>
          <w:noProof/>
          <w:sz w:val="28"/>
          <w:szCs w:val="28"/>
        </w:rPr>
        <w:t>5 200,12 тыс.рублей</w:t>
      </w:r>
      <w:r w:rsidR="00F13BB1" w:rsidRPr="00F13BB1">
        <w:rPr>
          <w:rFonts w:ascii="PT Astra Serif" w:hAnsi="PT Astra Serif"/>
          <w:noProof/>
          <w:sz w:val="28"/>
          <w:szCs w:val="28"/>
        </w:rPr>
        <w:t xml:space="preserve"> </w:t>
      </w:r>
      <w:r w:rsidR="00F13BB1" w:rsidRPr="00903195">
        <w:rPr>
          <w:rFonts w:ascii="PT Astra Serif" w:hAnsi="PT Astra Serif"/>
          <w:b/>
          <w:noProof/>
          <w:sz w:val="28"/>
          <w:szCs w:val="28"/>
        </w:rPr>
        <w:t>за счёт поступивших средств гранта</w:t>
      </w:r>
      <w:r w:rsidR="00F13BB1" w:rsidRPr="00F13BB1">
        <w:rPr>
          <w:rFonts w:ascii="PT Astra Serif" w:hAnsi="PT Astra Serif"/>
          <w:noProof/>
          <w:sz w:val="28"/>
          <w:szCs w:val="28"/>
        </w:rPr>
        <w:t xml:space="preserve"> на реализацию Комплекса мер Ульяновской области, направленного на оказание помощи детям, пострадавшим от жестокого обращения, обеспечения безопасности детей.</w:t>
      </w:r>
    </w:p>
    <w:p w:rsidR="00F13BB1" w:rsidRPr="00F13BB1" w:rsidRDefault="00F13BB1" w:rsidP="00F13BB1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13BB1">
        <w:rPr>
          <w:rFonts w:ascii="PT Astra Serif" w:hAnsi="PT Astra Serif"/>
          <w:noProof/>
          <w:sz w:val="28"/>
          <w:szCs w:val="28"/>
        </w:rPr>
        <w:t xml:space="preserve">В расходной части увеличиваются ассигнования Министерству социального развития Ульяновской области на проведение данных мероприятий ОГБУСО КЦСО «Доверие» в г.Димитровграде на сумму </w:t>
      </w:r>
      <w:r w:rsidR="00116414">
        <w:rPr>
          <w:rFonts w:ascii="PT Astra Serif" w:hAnsi="PT Astra Serif"/>
          <w:noProof/>
          <w:sz w:val="28"/>
          <w:szCs w:val="28"/>
        </w:rPr>
        <w:br/>
      </w:r>
      <w:r w:rsidRPr="00F13BB1">
        <w:rPr>
          <w:rFonts w:ascii="PT Astra Serif" w:hAnsi="PT Astra Serif"/>
          <w:b/>
          <w:noProof/>
          <w:sz w:val="28"/>
          <w:szCs w:val="28"/>
        </w:rPr>
        <w:t>4</w:t>
      </w:r>
      <w:r w:rsidR="00116414">
        <w:rPr>
          <w:rFonts w:ascii="PT Astra Serif" w:hAnsi="PT Astra Serif"/>
          <w:b/>
          <w:noProof/>
          <w:sz w:val="28"/>
          <w:szCs w:val="28"/>
        </w:rPr>
        <w:t> </w:t>
      </w:r>
      <w:r w:rsidRPr="00F13BB1">
        <w:rPr>
          <w:rFonts w:ascii="PT Astra Serif" w:hAnsi="PT Astra Serif"/>
          <w:b/>
          <w:noProof/>
          <w:sz w:val="28"/>
          <w:szCs w:val="28"/>
        </w:rPr>
        <w:t>12</w:t>
      </w:r>
      <w:r w:rsidR="00116414">
        <w:rPr>
          <w:rFonts w:ascii="PT Astra Serif" w:hAnsi="PT Astra Serif"/>
          <w:b/>
          <w:noProof/>
          <w:sz w:val="28"/>
          <w:szCs w:val="28"/>
        </w:rPr>
        <w:t>6,</w:t>
      </w:r>
      <w:r w:rsidRPr="00F13BB1">
        <w:rPr>
          <w:rFonts w:ascii="PT Astra Serif" w:hAnsi="PT Astra Serif"/>
          <w:b/>
          <w:noProof/>
          <w:sz w:val="28"/>
          <w:szCs w:val="28"/>
        </w:rPr>
        <w:t>6 тыс.рублей</w:t>
      </w:r>
      <w:r w:rsidRPr="00F13BB1">
        <w:rPr>
          <w:rFonts w:ascii="PT Astra Serif" w:hAnsi="PT Astra Serif"/>
          <w:noProof/>
          <w:sz w:val="28"/>
          <w:szCs w:val="28"/>
        </w:rPr>
        <w:t xml:space="preserve"> и направляются межбюджетные трансферты муниципальному образованию «город Ульяновск» на сумму </w:t>
      </w:r>
      <w:r w:rsidR="00116414">
        <w:rPr>
          <w:rFonts w:ascii="PT Astra Serif" w:hAnsi="PT Astra Serif"/>
          <w:noProof/>
          <w:sz w:val="28"/>
          <w:szCs w:val="28"/>
        </w:rPr>
        <w:br/>
      </w:r>
      <w:r w:rsidRPr="00F13BB1">
        <w:rPr>
          <w:rFonts w:ascii="PT Astra Serif" w:hAnsi="PT Astra Serif"/>
          <w:b/>
          <w:noProof/>
          <w:sz w:val="28"/>
          <w:szCs w:val="28"/>
        </w:rPr>
        <w:t>1 073,52 тыс.рублей</w:t>
      </w:r>
      <w:r w:rsidR="00D03520">
        <w:rPr>
          <w:rFonts w:ascii="PT Astra Serif" w:hAnsi="PT Astra Serif"/>
          <w:noProof/>
          <w:sz w:val="28"/>
          <w:szCs w:val="28"/>
        </w:rPr>
        <w:t>.</w:t>
      </w:r>
    </w:p>
    <w:p w:rsidR="00F13BB1" w:rsidRPr="00F13BB1" w:rsidRDefault="00F13BB1" w:rsidP="00F13BB1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13BB1">
        <w:rPr>
          <w:rFonts w:ascii="PT Astra Serif" w:hAnsi="PT Astra Serif"/>
          <w:noProof/>
          <w:sz w:val="28"/>
          <w:szCs w:val="28"/>
        </w:rPr>
        <w:t xml:space="preserve">Соответствующие изменения вносятся в статью 1, приложения  4, 5 и 6 </w:t>
      </w:r>
      <w:r w:rsidRPr="00F13BB1">
        <w:rPr>
          <w:rFonts w:ascii="PT Astra Serif" w:hAnsi="PT Astra Serif"/>
          <w:noProof/>
          <w:sz w:val="28"/>
          <w:szCs w:val="28"/>
        </w:rPr>
        <w:br/>
        <w:t>к Закону.</w:t>
      </w:r>
    </w:p>
    <w:p w:rsidR="00F13BB1" w:rsidRPr="00F13BB1" w:rsidRDefault="00F13BB1" w:rsidP="00F13BB1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171C78" w:rsidRDefault="00930259" w:rsidP="00F13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A8">
        <w:rPr>
          <w:rFonts w:ascii="PT Astra Serif" w:hAnsi="PT Astra Serif"/>
          <w:b/>
          <w:sz w:val="28"/>
          <w:szCs w:val="28"/>
        </w:rPr>
        <w:t>2</w:t>
      </w:r>
      <w:r w:rsidR="00614673" w:rsidRPr="003A0DA8">
        <w:rPr>
          <w:rFonts w:ascii="PT Astra Serif" w:hAnsi="PT Astra Serif"/>
          <w:b/>
          <w:sz w:val="28"/>
          <w:szCs w:val="28"/>
        </w:rPr>
        <w:t>.4</w:t>
      </w:r>
      <w:r w:rsidRPr="003A0DA8">
        <w:rPr>
          <w:rFonts w:ascii="PT Astra Serif" w:hAnsi="PT Astra Serif"/>
          <w:b/>
          <w:sz w:val="28"/>
          <w:szCs w:val="28"/>
        </w:rPr>
        <w:t>.</w:t>
      </w:r>
      <w:r w:rsidR="00614673">
        <w:rPr>
          <w:rFonts w:ascii="PT Astra Serif" w:hAnsi="PT Astra Serif"/>
          <w:sz w:val="28"/>
          <w:szCs w:val="28"/>
        </w:rPr>
        <w:t xml:space="preserve"> </w:t>
      </w:r>
      <w:r w:rsidR="00171C78">
        <w:rPr>
          <w:rFonts w:ascii="PT Astra Serif" w:hAnsi="PT Astra Serif"/>
          <w:sz w:val="28"/>
          <w:szCs w:val="28"/>
        </w:rPr>
        <w:t>З</w:t>
      </w:r>
      <w:r w:rsidR="00171C78" w:rsidRPr="00171C78">
        <w:rPr>
          <w:rFonts w:ascii="PT Astra Serif" w:hAnsi="PT Astra Serif"/>
          <w:sz w:val="28"/>
          <w:szCs w:val="28"/>
        </w:rPr>
        <w:t xml:space="preserve">а счёт поступивших средств </w:t>
      </w:r>
      <w:r w:rsidR="00171C78" w:rsidRPr="00F13BB1">
        <w:rPr>
          <w:rFonts w:ascii="PT Astra Serif" w:hAnsi="PT Astra Serif"/>
          <w:sz w:val="28"/>
          <w:szCs w:val="28"/>
        </w:rPr>
        <w:t>публично-правовой компании – «Фонд развития территорий»</w:t>
      </w:r>
      <w:r w:rsidR="00C464F9" w:rsidRPr="00C464F9">
        <w:t xml:space="preserve"> </w:t>
      </w:r>
      <w:r w:rsidR="00C464F9" w:rsidRPr="00C464F9">
        <w:rPr>
          <w:rFonts w:ascii="PT Astra Serif" w:hAnsi="PT Astra Serif"/>
          <w:b/>
          <w:sz w:val="28"/>
          <w:szCs w:val="28"/>
        </w:rPr>
        <w:t>увеличиваются доходная и расходная части</w:t>
      </w:r>
      <w:r w:rsidR="00C464F9" w:rsidRPr="00C464F9">
        <w:rPr>
          <w:rFonts w:ascii="PT Astra Serif" w:hAnsi="PT Astra Serif"/>
          <w:sz w:val="28"/>
          <w:szCs w:val="28"/>
        </w:rPr>
        <w:t xml:space="preserve"> областного бюджета</w:t>
      </w:r>
      <w:r w:rsidR="00C464F9">
        <w:rPr>
          <w:rFonts w:ascii="PT Astra Serif" w:hAnsi="PT Astra Serif"/>
          <w:sz w:val="28"/>
          <w:szCs w:val="28"/>
        </w:rPr>
        <w:t xml:space="preserve"> </w:t>
      </w:r>
      <w:r w:rsidR="003C6AB1" w:rsidRPr="003C6AB1">
        <w:rPr>
          <w:rFonts w:ascii="PT Astra Serif" w:hAnsi="PT Astra Serif"/>
          <w:b/>
          <w:sz w:val="28"/>
          <w:szCs w:val="28"/>
        </w:rPr>
        <w:t>в 2023 году</w:t>
      </w:r>
      <w:r w:rsidR="003C6AB1">
        <w:rPr>
          <w:rFonts w:ascii="PT Astra Serif" w:hAnsi="PT Astra Serif"/>
          <w:sz w:val="28"/>
          <w:szCs w:val="28"/>
        </w:rPr>
        <w:t xml:space="preserve"> </w:t>
      </w:r>
      <w:r w:rsidR="00C464F9">
        <w:rPr>
          <w:rFonts w:ascii="PT Astra Serif" w:hAnsi="PT Astra Serif"/>
          <w:sz w:val="28"/>
          <w:szCs w:val="28"/>
        </w:rPr>
        <w:t>на общую сумм</w:t>
      </w:r>
      <w:r w:rsidR="002F59CB">
        <w:rPr>
          <w:rFonts w:ascii="PT Astra Serif" w:hAnsi="PT Astra Serif"/>
          <w:sz w:val="28"/>
          <w:szCs w:val="28"/>
        </w:rPr>
        <w:t>у</w:t>
      </w:r>
      <w:r w:rsidR="00C464F9">
        <w:rPr>
          <w:rFonts w:ascii="PT Astra Serif" w:hAnsi="PT Astra Serif"/>
          <w:sz w:val="28"/>
          <w:szCs w:val="28"/>
        </w:rPr>
        <w:t xml:space="preserve"> </w:t>
      </w:r>
      <w:r w:rsidR="003C6AB1" w:rsidRPr="003C6AB1">
        <w:rPr>
          <w:rFonts w:ascii="PT Astra Serif" w:hAnsi="PT Astra Serif"/>
          <w:b/>
          <w:sz w:val="28"/>
          <w:szCs w:val="28"/>
        </w:rPr>
        <w:t>265 817,62211 тыс. рублей</w:t>
      </w:r>
      <w:r w:rsidR="003C6AB1">
        <w:rPr>
          <w:rFonts w:ascii="PT Astra Serif" w:hAnsi="PT Astra Serif"/>
          <w:sz w:val="28"/>
          <w:szCs w:val="28"/>
        </w:rPr>
        <w:t xml:space="preserve">, в 2024 году на общую сумму </w:t>
      </w:r>
      <w:r w:rsidR="003C6AB1" w:rsidRPr="003C6AB1">
        <w:rPr>
          <w:rFonts w:ascii="PT Astra Serif" w:hAnsi="PT Astra Serif"/>
          <w:b/>
          <w:sz w:val="28"/>
          <w:szCs w:val="28"/>
        </w:rPr>
        <w:t>782 500,0 тыс. рублей</w:t>
      </w:r>
      <w:r w:rsidR="00D9488F">
        <w:rPr>
          <w:rFonts w:ascii="PT Astra Serif" w:hAnsi="PT Astra Serif"/>
          <w:b/>
          <w:sz w:val="28"/>
          <w:szCs w:val="28"/>
        </w:rPr>
        <w:t xml:space="preserve">, </w:t>
      </w:r>
      <w:r w:rsidR="00D9488F">
        <w:rPr>
          <w:rFonts w:ascii="PT Astra Serif" w:hAnsi="PT Astra Serif"/>
          <w:sz w:val="28"/>
          <w:szCs w:val="28"/>
        </w:rPr>
        <w:t>в том числе:</w:t>
      </w:r>
    </w:p>
    <w:p w:rsidR="00F13BB1" w:rsidRDefault="001E37E4" w:rsidP="001E3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</w:t>
      </w:r>
      <w:r w:rsidR="00F13BB1" w:rsidRPr="00F13BB1">
        <w:rPr>
          <w:rFonts w:ascii="PT Astra Serif" w:hAnsi="PT Astra Serif"/>
          <w:sz w:val="28"/>
          <w:szCs w:val="28"/>
        </w:rPr>
        <w:t xml:space="preserve">а основании соглашения от 16.06.2021 № 10/26/ПС к Договору от 13.05.2019 № 26/ПС о предоставлении и использовании финансовой поддержки за счёт средств публично-правовой компании – «Фонд развития территорий» </w:t>
      </w:r>
      <w:r w:rsidR="00C14B71">
        <w:rPr>
          <w:rFonts w:ascii="PT Astra Serif" w:hAnsi="PT Astra Serif"/>
          <w:sz w:val="28"/>
          <w:szCs w:val="28"/>
        </w:rPr>
        <w:t xml:space="preserve">на сумму </w:t>
      </w:r>
      <w:r w:rsidR="00F13BB1" w:rsidRPr="00F13BB1">
        <w:rPr>
          <w:rFonts w:ascii="PT Astra Serif" w:hAnsi="PT Astra Serif"/>
          <w:b/>
          <w:sz w:val="28"/>
          <w:szCs w:val="28"/>
        </w:rPr>
        <w:t>31 017,62211 тыс. рублей</w:t>
      </w:r>
      <w:r w:rsidR="00C14B71">
        <w:rPr>
          <w:rFonts w:ascii="PT Astra Serif" w:hAnsi="PT Astra Serif"/>
          <w:sz w:val="28"/>
          <w:szCs w:val="28"/>
        </w:rPr>
        <w:t>;</w:t>
      </w:r>
    </w:p>
    <w:p w:rsidR="00C14B71" w:rsidRPr="00F13BB1" w:rsidRDefault="00C14B71" w:rsidP="001E3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8B1822">
        <w:rPr>
          <w:rFonts w:ascii="PT Astra Serif" w:hAnsi="PT Astra Serif"/>
          <w:sz w:val="28"/>
          <w:szCs w:val="28"/>
        </w:rPr>
        <w:t>н</w:t>
      </w:r>
      <w:r w:rsidR="008B1822" w:rsidRPr="00F13BB1">
        <w:rPr>
          <w:rFonts w:ascii="PT Astra Serif" w:hAnsi="PT Astra Serif"/>
          <w:sz w:val="28"/>
          <w:szCs w:val="28"/>
        </w:rPr>
        <w:t xml:space="preserve">а основании </w:t>
      </w:r>
      <w:r w:rsidR="008B1822">
        <w:rPr>
          <w:rFonts w:ascii="PT Astra Serif" w:hAnsi="PT Astra Serif"/>
          <w:sz w:val="28"/>
          <w:szCs w:val="28"/>
        </w:rPr>
        <w:t xml:space="preserve">пункта 4 Протокола заседания Президиума (штаба) Правительственной комиссии по региональному развитию в Российской Федерации от 02.02.2023 № 4 </w:t>
      </w:r>
      <w:r w:rsidR="008B1822" w:rsidRPr="00217C2C">
        <w:rPr>
          <w:rFonts w:ascii="PT Astra Serif" w:hAnsi="PT Astra Serif"/>
          <w:b/>
          <w:sz w:val="28"/>
          <w:szCs w:val="28"/>
        </w:rPr>
        <w:t>в 2023 году</w:t>
      </w:r>
      <w:r w:rsidR="008B1822">
        <w:rPr>
          <w:rFonts w:ascii="PT Astra Serif" w:hAnsi="PT Astra Serif"/>
          <w:sz w:val="28"/>
          <w:szCs w:val="28"/>
        </w:rPr>
        <w:t xml:space="preserve"> на </w:t>
      </w:r>
      <w:r w:rsidR="008B1822" w:rsidRPr="00FE66DE">
        <w:rPr>
          <w:rFonts w:ascii="PT Astra Serif" w:hAnsi="PT Astra Serif"/>
          <w:b/>
          <w:sz w:val="28"/>
          <w:szCs w:val="28"/>
        </w:rPr>
        <w:t>234 800,0 тыс. рублей</w:t>
      </w:r>
      <w:r w:rsidR="008B1822">
        <w:rPr>
          <w:rFonts w:ascii="PT Astra Serif" w:hAnsi="PT Astra Serif"/>
          <w:sz w:val="28"/>
          <w:szCs w:val="28"/>
        </w:rPr>
        <w:t xml:space="preserve"> и </w:t>
      </w:r>
      <w:r w:rsidR="008B1822" w:rsidRPr="00217C2C">
        <w:rPr>
          <w:rFonts w:ascii="PT Astra Serif" w:hAnsi="PT Astra Serif"/>
          <w:b/>
          <w:sz w:val="28"/>
          <w:szCs w:val="28"/>
        </w:rPr>
        <w:t>в 2024</w:t>
      </w:r>
      <w:r w:rsidR="008B1822">
        <w:rPr>
          <w:rFonts w:ascii="PT Astra Serif" w:hAnsi="PT Astra Serif"/>
          <w:sz w:val="28"/>
          <w:szCs w:val="28"/>
        </w:rPr>
        <w:t xml:space="preserve"> году на </w:t>
      </w:r>
      <w:r w:rsidR="008B1822" w:rsidRPr="00493ADB">
        <w:rPr>
          <w:rFonts w:ascii="PT Astra Serif" w:hAnsi="PT Astra Serif"/>
          <w:b/>
          <w:sz w:val="28"/>
          <w:szCs w:val="28"/>
        </w:rPr>
        <w:t xml:space="preserve">782 500,0 тыс. </w:t>
      </w:r>
      <w:r w:rsidR="008B1822" w:rsidRPr="001E447F">
        <w:rPr>
          <w:rFonts w:ascii="PT Astra Serif" w:hAnsi="PT Astra Serif"/>
          <w:b/>
          <w:sz w:val="28"/>
          <w:szCs w:val="28"/>
        </w:rPr>
        <w:t>рублей</w:t>
      </w:r>
      <w:r w:rsidR="002B5FEF">
        <w:rPr>
          <w:rFonts w:ascii="PT Astra Serif" w:hAnsi="PT Astra Serif"/>
          <w:b/>
          <w:sz w:val="28"/>
          <w:szCs w:val="28"/>
        </w:rPr>
        <w:t>.</w:t>
      </w:r>
    </w:p>
    <w:p w:rsidR="002B5FEF" w:rsidRDefault="00F13BB1" w:rsidP="00F13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13BB1">
        <w:rPr>
          <w:rFonts w:ascii="PT Astra Serif" w:hAnsi="PT Astra Serif"/>
          <w:noProof/>
          <w:sz w:val="28"/>
          <w:szCs w:val="28"/>
        </w:rPr>
        <w:t>В расходной части увеличиваются бюджетные ассигнования Министерству жилищно-коммунального хозяйства и строительства Ульяновской области</w:t>
      </w:r>
      <w:r w:rsidR="002B5FEF">
        <w:rPr>
          <w:rFonts w:ascii="PT Astra Serif" w:hAnsi="PT Astra Serif"/>
          <w:noProof/>
          <w:sz w:val="28"/>
          <w:szCs w:val="28"/>
        </w:rPr>
        <w:t>:</w:t>
      </w:r>
    </w:p>
    <w:p w:rsidR="00F13BB1" w:rsidRDefault="002B5FEF" w:rsidP="00F13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 xml:space="preserve">- </w:t>
      </w:r>
      <w:r w:rsidR="00F13BB1" w:rsidRPr="00F13BB1">
        <w:rPr>
          <w:rFonts w:ascii="PT Astra Serif" w:hAnsi="PT Astra Serif"/>
          <w:sz w:val="28"/>
          <w:szCs w:val="28"/>
        </w:rPr>
        <w:t>на переселение граждан из аварийного жилищного фонда в рамках регионального проекта «Обеспечение устойчивого сокращения непригодного для проживания жилищного фонда»</w:t>
      </w:r>
      <w:r>
        <w:rPr>
          <w:rFonts w:ascii="PT Astra Serif" w:hAnsi="PT Astra Serif"/>
          <w:sz w:val="28"/>
          <w:szCs w:val="28"/>
        </w:rPr>
        <w:t xml:space="preserve"> </w:t>
      </w:r>
      <w:r w:rsidRPr="00F13BB1">
        <w:rPr>
          <w:rFonts w:ascii="PT Astra Serif" w:hAnsi="PT Astra Serif"/>
          <w:sz w:val="28"/>
          <w:szCs w:val="28"/>
        </w:rPr>
        <w:t xml:space="preserve">на сумму </w:t>
      </w:r>
      <w:r>
        <w:rPr>
          <w:rFonts w:ascii="PT Astra Serif" w:hAnsi="PT Astra Serif"/>
          <w:b/>
          <w:sz w:val="28"/>
          <w:szCs w:val="28"/>
        </w:rPr>
        <w:t>31 017,62211 тыс. рублей;</w:t>
      </w:r>
    </w:p>
    <w:p w:rsidR="002B5FEF" w:rsidRPr="00F13BB1" w:rsidRDefault="002B5FEF" w:rsidP="00F13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на реализацию р</w:t>
      </w:r>
      <w:r w:rsidRPr="005B3EC2">
        <w:rPr>
          <w:rFonts w:ascii="PT Astra Serif" w:hAnsi="PT Astra Serif"/>
          <w:sz w:val="28"/>
          <w:szCs w:val="28"/>
        </w:rPr>
        <w:t xml:space="preserve">егиональной программы </w:t>
      </w:r>
      <w:r>
        <w:rPr>
          <w:rFonts w:ascii="PT Astra Serif" w:hAnsi="PT Astra Serif"/>
          <w:sz w:val="28"/>
          <w:szCs w:val="28"/>
        </w:rPr>
        <w:t>«</w:t>
      </w:r>
      <w:r w:rsidRPr="005B3EC2">
        <w:rPr>
          <w:rFonts w:ascii="PT Astra Serif" w:hAnsi="PT Astra Serif"/>
          <w:sz w:val="28"/>
          <w:szCs w:val="28"/>
        </w:rPr>
        <w:t>Модернизация коммунальной инфраструктуры в Ульяновской области</w:t>
      </w:r>
      <w:r w:rsidR="006B6CA3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2A4654">
        <w:rPr>
          <w:rFonts w:ascii="PT Astra Serif" w:hAnsi="PT Astra Serif"/>
          <w:b/>
          <w:sz w:val="28"/>
          <w:szCs w:val="28"/>
        </w:rPr>
        <w:t>в 2023 году</w:t>
      </w:r>
      <w:r>
        <w:rPr>
          <w:rFonts w:ascii="PT Astra Serif" w:hAnsi="PT Astra Serif"/>
          <w:sz w:val="28"/>
          <w:szCs w:val="28"/>
        </w:rPr>
        <w:t xml:space="preserve"> на</w:t>
      </w:r>
      <w:r w:rsidR="00B75099">
        <w:rPr>
          <w:rFonts w:ascii="PT Astra Serif" w:hAnsi="PT Astra Serif"/>
          <w:sz w:val="28"/>
          <w:szCs w:val="28"/>
        </w:rPr>
        <w:t xml:space="preserve"> сумму</w:t>
      </w:r>
      <w:r>
        <w:rPr>
          <w:rFonts w:ascii="PT Astra Serif" w:hAnsi="PT Astra Serif"/>
          <w:sz w:val="28"/>
          <w:szCs w:val="28"/>
        </w:rPr>
        <w:t xml:space="preserve"> </w:t>
      </w:r>
      <w:r w:rsidRPr="00FE66DE">
        <w:rPr>
          <w:rFonts w:ascii="PT Astra Serif" w:hAnsi="PT Astra Serif"/>
          <w:b/>
          <w:sz w:val="28"/>
          <w:szCs w:val="28"/>
        </w:rPr>
        <w:t>234 800,0 тыс. рублей</w:t>
      </w:r>
      <w:r>
        <w:rPr>
          <w:rFonts w:ascii="PT Astra Serif" w:hAnsi="PT Astra Serif"/>
          <w:sz w:val="28"/>
          <w:szCs w:val="28"/>
        </w:rPr>
        <w:t xml:space="preserve"> и </w:t>
      </w:r>
      <w:r w:rsidRPr="002A4654">
        <w:rPr>
          <w:rFonts w:ascii="PT Astra Serif" w:hAnsi="PT Astra Serif"/>
          <w:b/>
          <w:sz w:val="28"/>
          <w:szCs w:val="28"/>
        </w:rPr>
        <w:t>в 2024 году</w:t>
      </w:r>
      <w:r>
        <w:rPr>
          <w:rFonts w:ascii="PT Astra Serif" w:hAnsi="PT Astra Serif"/>
          <w:sz w:val="28"/>
          <w:szCs w:val="28"/>
        </w:rPr>
        <w:t xml:space="preserve"> на </w:t>
      </w:r>
      <w:r w:rsidR="00B75099">
        <w:rPr>
          <w:rFonts w:ascii="PT Astra Serif" w:hAnsi="PT Astra Serif"/>
          <w:sz w:val="28"/>
          <w:szCs w:val="28"/>
        </w:rPr>
        <w:t xml:space="preserve">сумму </w:t>
      </w:r>
      <w:r w:rsidRPr="00493ADB">
        <w:rPr>
          <w:rFonts w:ascii="PT Astra Serif" w:hAnsi="PT Astra Serif"/>
          <w:b/>
          <w:sz w:val="28"/>
          <w:szCs w:val="28"/>
        </w:rPr>
        <w:t xml:space="preserve">782 500,0 тыс. </w:t>
      </w:r>
      <w:r w:rsidRPr="001E447F">
        <w:rPr>
          <w:rFonts w:ascii="PT Astra Serif" w:hAnsi="PT Astra Serif"/>
          <w:b/>
          <w:sz w:val="28"/>
          <w:szCs w:val="28"/>
        </w:rPr>
        <w:t>рублей</w:t>
      </w:r>
      <w:r>
        <w:rPr>
          <w:rFonts w:ascii="PT Astra Serif" w:hAnsi="PT Astra Serif"/>
          <w:b/>
          <w:sz w:val="28"/>
          <w:szCs w:val="28"/>
        </w:rPr>
        <w:t>.</w:t>
      </w:r>
    </w:p>
    <w:p w:rsidR="00A4349F" w:rsidRPr="00EB7AB0" w:rsidRDefault="00A4349F" w:rsidP="00A4349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того,</w:t>
      </w:r>
      <w:r w:rsidRPr="00EB7AB0">
        <w:rPr>
          <w:rFonts w:ascii="PT Astra Serif" w:hAnsi="PT Astra Serif"/>
          <w:sz w:val="28"/>
          <w:szCs w:val="28"/>
        </w:rPr>
        <w:t xml:space="preserve"> связи с необходимостью софинансирования мероприятий региональной программы «Модернизация коммунальной инфраструктуры в </w:t>
      </w:r>
      <w:r w:rsidRPr="00EB7AB0">
        <w:rPr>
          <w:rFonts w:ascii="PT Astra Serif" w:hAnsi="PT Astra Serif"/>
          <w:sz w:val="28"/>
          <w:szCs w:val="28"/>
        </w:rPr>
        <w:lastRenderedPageBreak/>
        <w:t>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EB7AB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Pr="00B01DF6">
        <w:rPr>
          <w:rFonts w:ascii="PT Astra Serif" w:hAnsi="PT Astra Serif"/>
          <w:b/>
          <w:sz w:val="28"/>
          <w:szCs w:val="28"/>
        </w:rPr>
        <w:t>перераспределяются</w:t>
      </w:r>
      <w:r w:rsidRPr="00EB7AB0">
        <w:rPr>
          <w:rFonts w:ascii="PT Astra Serif" w:hAnsi="PT Astra Serif"/>
          <w:sz w:val="28"/>
          <w:szCs w:val="28"/>
        </w:rPr>
        <w:t xml:space="preserve"> средства </w:t>
      </w:r>
      <w:r w:rsidRPr="007064F4">
        <w:rPr>
          <w:rFonts w:ascii="PT Astra Serif" w:hAnsi="PT Astra Serif"/>
          <w:b/>
          <w:sz w:val="28"/>
          <w:szCs w:val="28"/>
        </w:rPr>
        <w:t>в 2023 году</w:t>
      </w:r>
      <w:r w:rsidRPr="00EB7AB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сумме</w:t>
      </w:r>
      <w:r w:rsidRPr="00EB7AB0">
        <w:rPr>
          <w:rFonts w:ascii="PT Astra Serif" w:hAnsi="PT Astra Serif"/>
          <w:sz w:val="28"/>
          <w:szCs w:val="28"/>
        </w:rPr>
        <w:t xml:space="preserve"> </w:t>
      </w:r>
      <w:r w:rsidRPr="00B01DF6">
        <w:rPr>
          <w:rFonts w:ascii="PT Astra Serif" w:hAnsi="PT Astra Serif"/>
          <w:b/>
          <w:sz w:val="28"/>
          <w:szCs w:val="28"/>
        </w:rPr>
        <w:t>74 294,06446 тыс. рублей</w:t>
      </w:r>
      <w:r w:rsidRPr="00EB7AB0">
        <w:rPr>
          <w:rFonts w:ascii="PT Astra Serif" w:hAnsi="PT Astra Serif"/>
          <w:sz w:val="28"/>
          <w:szCs w:val="28"/>
        </w:rPr>
        <w:t xml:space="preserve">, </w:t>
      </w:r>
      <w:r w:rsidRPr="007064F4">
        <w:rPr>
          <w:rFonts w:ascii="PT Astra Serif" w:hAnsi="PT Astra Serif"/>
          <w:b/>
          <w:sz w:val="28"/>
          <w:szCs w:val="28"/>
        </w:rPr>
        <w:t>в 2024 году</w:t>
      </w:r>
      <w:r w:rsidRPr="00EB7AB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сумме</w:t>
      </w:r>
      <w:r w:rsidRPr="00EB7AB0">
        <w:rPr>
          <w:rFonts w:ascii="PT Astra Serif" w:hAnsi="PT Astra Serif"/>
          <w:sz w:val="28"/>
          <w:szCs w:val="28"/>
        </w:rPr>
        <w:t xml:space="preserve"> </w:t>
      </w:r>
      <w:r w:rsidRPr="00B01DF6">
        <w:rPr>
          <w:rFonts w:ascii="PT Astra Serif" w:hAnsi="PT Astra Serif"/>
          <w:b/>
          <w:sz w:val="28"/>
          <w:szCs w:val="28"/>
        </w:rPr>
        <w:t>283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B01DF6">
        <w:rPr>
          <w:rFonts w:ascii="PT Astra Serif" w:hAnsi="PT Astra Serif"/>
          <w:b/>
          <w:sz w:val="28"/>
          <w:szCs w:val="28"/>
        </w:rPr>
        <w:t>224,47 тыс. рублей</w:t>
      </w:r>
      <w:r w:rsidRPr="00EB7AB0">
        <w:rPr>
          <w:rFonts w:ascii="PT Astra Serif" w:hAnsi="PT Astra Serif"/>
          <w:sz w:val="28"/>
          <w:szCs w:val="28"/>
        </w:rPr>
        <w:t xml:space="preserve"> со следующих мероприятий:</w:t>
      </w:r>
    </w:p>
    <w:p w:rsidR="00A4349F" w:rsidRPr="00AF7DAB" w:rsidRDefault="00A4349F" w:rsidP="00A4349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AF7DAB">
        <w:rPr>
          <w:rFonts w:ascii="PT Astra Serif" w:hAnsi="PT Astra Serif"/>
          <w:b/>
          <w:sz w:val="28"/>
          <w:szCs w:val="28"/>
        </w:rPr>
        <w:t>2023 год:</w:t>
      </w:r>
    </w:p>
    <w:p w:rsidR="00A4349F" w:rsidRPr="00EB7AB0" w:rsidRDefault="00A4349F" w:rsidP="00A4349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AF7DAB">
        <w:rPr>
          <w:rFonts w:ascii="PT Astra Serif" w:hAnsi="PT Astra Serif"/>
          <w:b/>
          <w:sz w:val="28"/>
          <w:szCs w:val="28"/>
        </w:rPr>
        <w:t>74 294,06446 тыс. рублей</w:t>
      </w:r>
      <w:r w:rsidRPr="00EB7AB0">
        <w:rPr>
          <w:rFonts w:ascii="PT Astra Serif" w:hAnsi="PT Astra Serif"/>
          <w:sz w:val="28"/>
          <w:szCs w:val="28"/>
        </w:rPr>
        <w:t xml:space="preserve"> с мероприятия «Субсидии в целях софинансирования расходных обязательств, связанных с реализацией мероприятий по строительству, реконструкции, ремонту объектов водоснабжения и водоотведения, подготовке проектной документации, включая погашение кредиторской задолженности».</w:t>
      </w:r>
    </w:p>
    <w:p w:rsidR="00A4349F" w:rsidRPr="00AF7DAB" w:rsidRDefault="00A4349F" w:rsidP="00A4349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AF7DAB">
        <w:rPr>
          <w:rFonts w:ascii="PT Astra Serif" w:hAnsi="PT Astra Serif"/>
          <w:b/>
          <w:sz w:val="28"/>
          <w:szCs w:val="28"/>
        </w:rPr>
        <w:t>2024 год:</w:t>
      </w:r>
    </w:p>
    <w:p w:rsidR="00A4349F" w:rsidRPr="00EB7AB0" w:rsidRDefault="00A4349F" w:rsidP="00A4349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B7AB0">
        <w:rPr>
          <w:rFonts w:ascii="PT Astra Serif" w:hAnsi="PT Astra Serif"/>
          <w:sz w:val="28"/>
          <w:szCs w:val="28"/>
        </w:rPr>
        <w:t xml:space="preserve">- </w:t>
      </w:r>
      <w:r w:rsidRPr="00AF7DAB">
        <w:rPr>
          <w:rFonts w:ascii="PT Astra Serif" w:hAnsi="PT Astra Serif"/>
          <w:b/>
          <w:sz w:val="28"/>
          <w:szCs w:val="28"/>
        </w:rPr>
        <w:t>141 600,0 тыс. рублей</w:t>
      </w:r>
      <w:r w:rsidRPr="00EB7AB0">
        <w:rPr>
          <w:rFonts w:ascii="PT Astra Serif" w:hAnsi="PT Astra Serif"/>
          <w:sz w:val="28"/>
          <w:szCs w:val="28"/>
        </w:rPr>
        <w:t xml:space="preserve"> с субсидий на возмещение затрат, связанных с выполнением работ и оказанием услуг в сфере водоснабжения ОГКП «Ульяновский областной водоканал»;</w:t>
      </w:r>
    </w:p>
    <w:p w:rsidR="00A4349F" w:rsidRPr="00EB7AB0" w:rsidRDefault="00A4349F" w:rsidP="00A4349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B7AB0">
        <w:rPr>
          <w:rFonts w:ascii="PT Astra Serif" w:hAnsi="PT Astra Serif"/>
          <w:sz w:val="28"/>
          <w:szCs w:val="28"/>
        </w:rPr>
        <w:t xml:space="preserve">- </w:t>
      </w:r>
      <w:r w:rsidRPr="00AF7DAB">
        <w:rPr>
          <w:rFonts w:ascii="PT Astra Serif" w:hAnsi="PT Astra Serif"/>
          <w:b/>
          <w:sz w:val="28"/>
          <w:szCs w:val="28"/>
        </w:rPr>
        <w:t>141 624,47 тыс. рублей</w:t>
      </w:r>
      <w:r w:rsidRPr="00EB7AB0">
        <w:rPr>
          <w:rFonts w:ascii="PT Astra Serif" w:hAnsi="PT Astra Serif"/>
          <w:sz w:val="28"/>
          <w:szCs w:val="28"/>
        </w:rPr>
        <w:t xml:space="preserve"> с субсидий на возмещение затрат в целях возмещения затрат, связанных с выполнением работ и оказанием услуг в сфере теплоснабжения ОГКП «Корпорация развития коммунального комплекса Ульяновской области».</w:t>
      </w:r>
    </w:p>
    <w:p w:rsidR="00A4349F" w:rsidRPr="00EB7AB0" w:rsidRDefault="00A4349F" w:rsidP="00A4349F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B7AB0">
        <w:rPr>
          <w:rFonts w:ascii="PT Astra Serif" w:hAnsi="PT Astra Serif"/>
          <w:sz w:val="28"/>
          <w:szCs w:val="28"/>
        </w:rPr>
        <w:t>Данные средства направляются на реализацию региональной программы «Модернизация коммунальной инфраструктуры в Ульяновской области».</w:t>
      </w:r>
    </w:p>
    <w:p w:rsidR="00F13BB1" w:rsidRPr="00E63924" w:rsidRDefault="00F13BB1" w:rsidP="00F13BB1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13BB1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1, прилож</w:t>
      </w:r>
      <w:r w:rsidR="009E4EFB">
        <w:rPr>
          <w:rFonts w:ascii="PT Astra Serif" w:hAnsi="PT Astra Serif"/>
          <w:noProof/>
          <w:sz w:val="28"/>
          <w:szCs w:val="28"/>
        </w:rPr>
        <w:t xml:space="preserve">ения  4, 5, </w:t>
      </w:r>
      <w:r w:rsidRPr="00F13BB1">
        <w:rPr>
          <w:rFonts w:ascii="PT Astra Serif" w:hAnsi="PT Astra Serif"/>
          <w:noProof/>
          <w:sz w:val="28"/>
          <w:szCs w:val="28"/>
        </w:rPr>
        <w:t>6</w:t>
      </w:r>
      <w:r w:rsidR="009E4EFB">
        <w:rPr>
          <w:rFonts w:ascii="PT Astra Serif" w:hAnsi="PT Astra Serif"/>
          <w:noProof/>
          <w:sz w:val="28"/>
          <w:szCs w:val="28"/>
        </w:rPr>
        <w:t>, 8 и 9 к Закону</w:t>
      </w:r>
      <w:r w:rsidR="00A4349F">
        <w:rPr>
          <w:rFonts w:ascii="PT Astra Serif" w:hAnsi="PT Astra Serif"/>
          <w:noProof/>
          <w:sz w:val="28"/>
          <w:szCs w:val="28"/>
        </w:rPr>
        <w:t>,</w:t>
      </w:r>
      <w:r w:rsidR="009E4EFB" w:rsidRPr="009E4EFB">
        <w:rPr>
          <w:rFonts w:ascii="PT Astra Serif" w:hAnsi="PT Astra Serif"/>
          <w:sz w:val="28"/>
          <w:szCs w:val="28"/>
        </w:rPr>
        <w:t xml:space="preserve"> </w:t>
      </w:r>
      <w:r w:rsidR="009E4EFB">
        <w:rPr>
          <w:rFonts w:ascii="PT Astra Serif" w:hAnsi="PT Astra Serif"/>
          <w:sz w:val="28"/>
          <w:szCs w:val="28"/>
        </w:rPr>
        <w:t>таблица 2.16 приложения 10 излагается в новой редакции, приложение 10 дополняется новой таблицей 2.52</w:t>
      </w:r>
      <w:r w:rsidR="009E4EFB" w:rsidRPr="00EB7AB0">
        <w:rPr>
          <w:rFonts w:ascii="PT Astra Serif" w:hAnsi="PT Astra Serif"/>
          <w:sz w:val="28"/>
          <w:szCs w:val="28"/>
        </w:rPr>
        <w:t>.</w:t>
      </w:r>
    </w:p>
    <w:p w:rsidR="00982F91" w:rsidRPr="00F17D5F" w:rsidRDefault="00982F91" w:rsidP="00735862">
      <w:pPr>
        <w:pStyle w:val="31"/>
        <w:spacing w:after="0"/>
        <w:ind w:left="0"/>
        <w:contextualSpacing/>
        <w:jc w:val="both"/>
        <w:rPr>
          <w:rFonts w:ascii="PT Astra Serif" w:hAnsi="PT Astra Serif"/>
          <w:color w:val="FF0000"/>
          <w:sz w:val="28"/>
          <w:szCs w:val="28"/>
        </w:rPr>
      </w:pPr>
    </w:p>
    <w:p w:rsidR="00450511" w:rsidRPr="00F05D5D" w:rsidRDefault="00450511" w:rsidP="00F05D5D">
      <w:pPr>
        <w:pStyle w:val="31"/>
        <w:spacing w:after="0" w:line="360" w:lineRule="auto"/>
        <w:ind w:left="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2B620F">
        <w:rPr>
          <w:rFonts w:ascii="PT Astra Serif" w:hAnsi="PT Astra Serif"/>
          <w:b/>
          <w:sz w:val="28"/>
          <w:szCs w:val="28"/>
        </w:rPr>
        <w:t xml:space="preserve">Раздел </w:t>
      </w:r>
      <w:r w:rsidR="00306D41">
        <w:rPr>
          <w:rFonts w:ascii="PT Astra Serif" w:hAnsi="PT Astra Serif"/>
          <w:b/>
          <w:sz w:val="28"/>
          <w:szCs w:val="28"/>
        </w:rPr>
        <w:t>3</w:t>
      </w:r>
      <w:r w:rsidR="002B620F">
        <w:rPr>
          <w:rFonts w:ascii="PT Astra Serif" w:hAnsi="PT Astra Serif"/>
          <w:b/>
          <w:sz w:val="28"/>
          <w:szCs w:val="28"/>
        </w:rPr>
        <w:t>. Возврат остатков</w:t>
      </w:r>
    </w:p>
    <w:p w:rsidR="00F22826" w:rsidRPr="00F22826" w:rsidRDefault="00306D41" w:rsidP="002B620F">
      <w:pPr>
        <w:pStyle w:val="aa"/>
        <w:ind w:left="0" w:firstLine="709"/>
        <w:jc w:val="both"/>
        <w:rPr>
          <w:rFonts w:ascii="PT Astra Serif" w:hAnsi="PT Astra Serif"/>
          <w:b/>
          <w:noProof/>
        </w:rPr>
      </w:pPr>
      <w:r w:rsidRPr="00F22826">
        <w:rPr>
          <w:rFonts w:ascii="PT Astra Serif" w:hAnsi="PT Astra Serif"/>
          <w:b/>
          <w:noProof/>
        </w:rPr>
        <w:t>3</w:t>
      </w:r>
      <w:r w:rsidR="00DF0A22" w:rsidRPr="00F22826">
        <w:rPr>
          <w:rFonts w:ascii="PT Astra Serif" w:hAnsi="PT Astra Serif"/>
          <w:b/>
          <w:noProof/>
        </w:rPr>
        <w:t>.1</w:t>
      </w:r>
      <w:r w:rsidRPr="00F22826">
        <w:rPr>
          <w:rFonts w:ascii="PT Astra Serif" w:hAnsi="PT Astra Serif"/>
          <w:b/>
          <w:noProof/>
        </w:rPr>
        <w:t>.</w:t>
      </w:r>
      <w:r w:rsidR="00DF0A22" w:rsidRPr="00F22826">
        <w:rPr>
          <w:rFonts w:ascii="PT Astra Serif" w:hAnsi="PT Astra Serif"/>
          <w:b/>
          <w:noProof/>
        </w:rPr>
        <w:t xml:space="preserve"> </w:t>
      </w:r>
      <w:r w:rsidR="00F22826" w:rsidRPr="00F22826">
        <w:rPr>
          <w:rFonts w:ascii="PT Astra Serif" w:hAnsi="PT Astra Serif"/>
          <w:b/>
          <w:noProof/>
        </w:rPr>
        <w:t>По Правительству Ульяновской области:</w:t>
      </w:r>
    </w:p>
    <w:p w:rsidR="002B620F" w:rsidRPr="002B620F" w:rsidRDefault="002B620F" w:rsidP="002B620F">
      <w:pPr>
        <w:pStyle w:val="aa"/>
        <w:ind w:left="0" w:firstLine="709"/>
        <w:jc w:val="both"/>
        <w:rPr>
          <w:rFonts w:ascii="PT Astra Serif" w:hAnsi="PT Astra Serif"/>
        </w:rPr>
      </w:pPr>
      <w:r w:rsidRPr="002B620F">
        <w:rPr>
          <w:rFonts w:ascii="PT Astra Serif" w:hAnsi="PT Astra Serif"/>
          <w:noProof/>
        </w:rPr>
        <w:t>На основании обращения Правительства Ульяновской области от 04.05.2023 № 73-П-01/7581вн з</w:t>
      </w:r>
      <w:r w:rsidRPr="002B620F">
        <w:rPr>
          <w:rFonts w:ascii="PT Astra Serif" w:hAnsi="PT Astra Serif"/>
        </w:rPr>
        <w:t>а счёт возврата в доход областного бюджета неиспользованного остатка за 2022 год иных межбюджетных трансфертов, предоставляемых поселениям и городским округам Ульяновской области в целях финансового обеспечения расходных обязательств, связанных с осуществлением ежемесячных денежных выплат лицам, осуществляющим полномочия сельских старост, а также субвенций местным бюджетам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прав, и субвенций местным бюджетам на проведение на территории Ульяновско</w:t>
      </w:r>
      <w:r w:rsidR="00306D41">
        <w:rPr>
          <w:rFonts w:ascii="PT Astra Serif" w:hAnsi="PT Astra Serif"/>
        </w:rPr>
        <w:t xml:space="preserve">й области публичных мероприятий, </w:t>
      </w:r>
      <w:r w:rsidRPr="00306D41">
        <w:rPr>
          <w:rFonts w:ascii="PT Astra Serif" w:hAnsi="PT Astra Serif"/>
          <w:b/>
        </w:rPr>
        <w:t>доходная и расходная части</w:t>
      </w:r>
      <w:r w:rsidRPr="002B620F">
        <w:rPr>
          <w:rFonts w:ascii="PT Astra Serif" w:hAnsi="PT Astra Serif"/>
        </w:rPr>
        <w:t xml:space="preserve"> областного бюджета на 2023 год </w:t>
      </w:r>
      <w:r w:rsidRPr="00306D41">
        <w:rPr>
          <w:rFonts w:ascii="PT Astra Serif" w:hAnsi="PT Astra Serif"/>
          <w:b/>
        </w:rPr>
        <w:t>увеличиваются</w:t>
      </w:r>
      <w:r w:rsidRPr="002B620F">
        <w:rPr>
          <w:rFonts w:ascii="PT Astra Serif" w:hAnsi="PT Astra Serif"/>
        </w:rPr>
        <w:t xml:space="preserve"> на сумму </w:t>
      </w:r>
      <w:r w:rsidRPr="00306D41">
        <w:rPr>
          <w:rFonts w:ascii="PT Astra Serif" w:hAnsi="PT Astra Serif"/>
          <w:b/>
        </w:rPr>
        <w:t>488,2446 тыс. рублей.</w:t>
      </w:r>
      <w:r w:rsidRPr="002B620F">
        <w:rPr>
          <w:rFonts w:ascii="PT Astra Serif" w:hAnsi="PT Astra Serif"/>
        </w:rPr>
        <w:t xml:space="preserve"> В расходной части областного бюджета средства направляются на обеспечение деятельности ОГКУ «Дом прав человека в Ульяновской области»</w:t>
      </w:r>
    </w:p>
    <w:p w:rsidR="002B620F" w:rsidRPr="002B620F" w:rsidRDefault="002B620F" w:rsidP="002B620F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2B620F">
        <w:rPr>
          <w:rFonts w:ascii="PT Astra Serif" w:hAnsi="PT Astra Serif"/>
          <w:noProof/>
        </w:rPr>
        <w:t xml:space="preserve">Соответствующие изменения вносятся в статью 1 </w:t>
      </w:r>
      <w:r>
        <w:rPr>
          <w:rFonts w:ascii="PT Astra Serif" w:hAnsi="PT Astra Serif"/>
          <w:noProof/>
        </w:rPr>
        <w:t xml:space="preserve">текста </w:t>
      </w:r>
      <w:r w:rsidRPr="002B620F">
        <w:rPr>
          <w:rFonts w:ascii="PT Astra Serif" w:hAnsi="PT Astra Serif"/>
          <w:noProof/>
        </w:rPr>
        <w:t>Закона, приложения 4, 5</w:t>
      </w:r>
      <w:r>
        <w:rPr>
          <w:rFonts w:ascii="PT Astra Serif" w:hAnsi="PT Astra Serif"/>
          <w:noProof/>
        </w:rPr>
        <w:t xml:space="preserve"> и </w:t>
      </w:r>
      <w:r w:rsidRPr="002B620F">
        <w:rPr>
          <w:rFonts w:ascii="PT Astra Serif" w:hAnsi="PT Astra Serif"/>
          <w:noProof/>
        </w:rPr>
        <w:t>6.</w:t>
      </w:r>
    </w:p>
    <w:p w:rsidR="002B620F" w:rsidRDefault="002B620F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03EE9" w:rsidRDefault="00903EE9" w:rsidP="00903EE9">
      <w:pPr>
        <w:tabs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PT Astra Serif" w:hAnsi="PT Astra Serif"/>
          <w:noProof/>
          <w:sz w:val="28"/>
          <w:szCs w:val="28"/>
        </w:rPr>
      </w:pPr>
    </w:p>
    <w:p w:rsidR="009F5459" w:rsidRPr="009F5459" w:rsidRDefault="00C81499" w:rsidP="00903EE9">
      <w:pPr>
        <w:tabs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b/>
        </w:rPr>
      </w:pPr>
      <w:r w:rsidRPr="009F5459">
        <w:rPr>
          <w:rFonts w:ascii="PT Astra Serif" w:hAnsi="PT Astra Serif"/>
          <w:b/>
          <w:noProof/>
          <w:sz w:val="28"/>
          <w:szCs w:val="28"/>
        </w:rPr>
        <w:lastRenderedPageBreak/>
        <w:t>3</w:t>
      </w:r>
      <w:r w:rsidR="00DF0A22" w:rsidRPr="009F5459">
        <w:rPr>
          <w:rFonts w:ascii="PT Astra Serif" w:hAnsi="PT Astra Serif"/>
          <w:b/>
          <w:noProof/>
          <w:sz w:val="28"/>
          <w:szCs w:val="28"/>
        </w:rPr>
        <w:t>.2</w:t>
      </w:r>
      <w:r w:rsidRPr="009F5459">
        <w:rPr>
          <w:rFonts w:ascii="PT Astra Serif" w:hAnsi="PT Astra Serif"/>
          <w:b/>
          <w:noProof/>
          <w:sz w:val="28"/>
          <w:szCs w:val="28"/>
        </w:rPr>
        <w:t>.</w:t>
      </w:r>
      <w:r w:rsidR="00DF0A22" w:rsidRPr="009F5459">
        <w:rPr>
          <w:rFonts w:ascii="PT Astra Serif" w:hAnsi="PT Astra Serif"/>
          <w:b/>
          <w:noProof/>
          <w:sz w:val="28"/>
          <w:szCs w:val="28"/>
        </w:rPr>
        <w:t xml:space="preserve"> </w:t>
      </w:r>
      <w:r w:rsidR="009F5459" w:rsidRPr="009F5459">
        <w:rPr>
          <w:rFonts w:ascii="PT Astra Serif" w:hAnsi="PT Astra Serif"/>
          <w:b/>
          <w:noProof/>
          <w:sz w:val="28"/>
          <w:szCs w:val="28"/>
        </w:rPr>
        <w:t xml:space="preserve">По </w:t>
      </w:r>
      <w:r w:rsidR="009F5459" w:rsidRPr="009F5459">
        <w:rPr>
          <w:rFonts w:ascii="PT Astra Serif" w:hAnsi="PT Astra Serif"/>
          <w:b/>
          <w:sz w:val="28"/>
          <w:szCs w:val="28"/>
        </w:rPr>
        <w:t>Министерству социального развития Ульяновской области:</w:t>
      </w:r>
    </w:p>
    <w:p w:rsidR="001C7441" w:rsidRPr="001C7441" w:rsidRDefault="001C7441" w:rsidP="009F5459">
      <w:pPr>
        <w:tabs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C7441">
        <w:rPr>
          <w:rFonts w:ascii="PT Astra Serif" w:hAnsi="PT Astra Serif"/>
          <w:noProof/>
          <w:sz w:val="28"/>
          <w:szCs w:val="28"/>
        </w:rPr>
        <w:t xml:space="preserve">На основании обращения </w:t>
      </w:r>
      <w:r w:rsidRPr="001C7441">
        <w:rPr>
          <w:rFonts w:ascii="PT Astra Serif" w:hAnsi="PT Astra Serif"/>
          <w:sz w:val="28"/>
          <w:szCs w:val="28"/>
        </w:rPr>
        <w:t>Министерства социального развития Ульяновской области</w:t>
      </w:r>
      <w:r w:rsidRPr="001C7441">
        <w:rPr>
          <w:rFonts w:ascii="PT Astra Serif" w:hAnsi="PT Astra Serif"/>
          <w:noProof/>
          <w:sz w:val="28"/>
          <w:szCs w:val="28"/>
        </w:rPr>
        <w:t xml:space="preserve"> от 04.05.2023 № 73-ИОГВ-12.01/3393 </w:t>
      </w:r>
      <w:r w:rsidRPr="00172D62">
        <w:rPr>
          <w:rFonts w:ascii="PT Astra Serif" w:hAnsi="PT Astra Serif"/>
          <w:b/>
          <w:noProof/>
          <w:sz w:val="28"/>
          <w:szCs w:val="28"/>
        </w:rPr>
        <w:t>увеличивается доходная часть</w:t>
      </w:r>
      <w:r>
        <w:rPr>
          <w:rFonts w:ascii="PT Astra Serif" w:hAnsi="PT Astra Serif"/>
          <w:noProof/>
          <w:sz w:val="28"/>
          <w:szCs w:val="28"/>
        </w:rPr>
        <w:t xml:space="preserve"> областного бюджета Ульяновской области на </w:t>
      </w:r>
      <w:r w:rsidRPr="00172D62">
        <w:rPr>
          <w:rFonts w:ascii="PT Astra Serif" w:hAnsi="PT Astra Serif"/>
          <w:b/>
          <w:noProof/>
          <w:sz w:val="28"/>
          <w:szCs w:val="28"/>
        </w:rPr>
        <w:t>6 312,82482 тыс. рублей</w:t>
      </w:r>
      <w:r>
        <w:rPr>
          <w:rFonts w:ascii="PT Astra Serif" w:hAnsi="PT Astra Serif"/>
          <w:noProof/>
          <w:sz w:val="28"/>
          <w:szCs w:val="28"/>
        </w:rPr>
        <w:t xml:space="preserve"> </w:t>
      </w:r>
      <w:r w:rsidRPr="001C7441">
        <w:rPr>
          <w:rFonts w:ascii="PT Astra Serif" w:hAnsi="PT Astra Serif"/>
          <w:noProof/>
          <w:sz w:val="28"/>
          <w:szCs w:val="28"/>
        </w:rPr>
        <w:t>з</w:t>
      </w:r>
      <w:r w:rsidRPr="001C7441">
        <w:rPr>
          <w:rFonts w:ascii="PT Astra Serif" w:hAnsi="PT Astra Serif"/>
          <w:sz w:val="28"/>
          <w:szCs w:val="28"/>
        </w:rPr>
        <w:t>а счёт возврата в доход областного бюджета неиспользованного остатка за 2022 год:</w:t>
      </w:r>
    </w:p>
    <w:p w:rsidR="0067140F" w:rsidRDefault="001C7441" w:rsidP="001C7441">
      <w:pPr>
        <w:tabs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C7441">
        <w:rPr>
          <w:rFonts w:ascii="PT Astra Serif" w:hAnsi="PT Astra Serif"/>
          <w:sz w:val="28"/>
          <w:szCs w:val="28"/>
        </w:rPr>
        <w:tab/>
      </w:r>
      <w:r w:rsidR="00172D62" w:rsidRPr="001C7441">
        <w:rPr>
          <w:rFonts w:ascii="PT Astra Serif" w:hAnsi="PT Astra Serif"/>
          <w:sz w:val="28"/>
          <w:szCs w:val="28"/>
        </w:rPr>
        <w:t xml:space="preserve">- </w:t>
      </w:r>
      <w:r w:rsidR="0067140F" w:rsidRPr="001C7441">
        <w:rPr>
          <w:rFonts w:ascii="PT Astra Serif" w:hAnsi="PT Astra Serif"/>
          <w:sz w:val="28"/>
          <w:szCs w:val="28"/>
        </w:rPr>
        <w:t>субвенци</w:t>
      </w:r>
      <w:r w:rsidR="0067140F">
        <w:rPr>
          <w:rFonts w:ascii="PT Astra Serif" w:hAnsi="PT Astra Serif"/>
          <w:sz w:val="28"/>
          <w:szCs w:val="28"/>
        </w:rPr>
        <w:t>й</w:t>
      </w:r>
      <w:r w:rsidR="0067140F" w:rsidRPr="001C7441">
        <w:rPr>
          <w:rFonts w:ascii="PT Astra Serif" w:hAnsi="PT Astra Serif"/>
          <w:sz w:val="28"/>
          <w:szCs w:val="28"/>
        </w:rPr>
        <w:t xml:space="preserve"> на осуществление переданных органам местного самоуправления государственных полномочий Ульяновской области по выплате ежемесячной выплаты на содержание ребёнка опекуну (попечителю) и приёмной семье, а также по осуществлению выплаты вознаграждения, причитающегося приёмному родителю в сумме </w:t>
      </w:r>
      <w:r w:rsidR="0067140F" w:rsidRPr="00375F46">
        <w:rPr>
          <w:rFonts w:ascii="PT Astra Serif" w:hAnsi="PT Astra Serif"/>
          <w:b/>
          <w:sz w:val="28"/>
          <w:szCs w:val="28"/>
        </w:rPr>
        <w:t>3 932,48115 тыс. рублей;</w:t>
      </w:r>
    </w:p>
    <w:p w:rsidR="0067140F" w:rsidRDefault="0067140F" w:rsidP="0067140F">
      <w:pPr>
        <w:tabs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C7441">
        <w:rPr>
          <w:rFonts w:ascii="PT Astra Serif" w:hAnsi="PT Astra Serif"/>
          <w:sz w:val="28"/>
          <w:szCs w:val="28"/>
        </w:rPr>
        <w:t xml:space="preserve">- иных межбюджетных трансфертов из областного бюджета Ульяновской области бюджетам муниципальных образований Ульяновской области в целях финансового обеспечения расходных обязательств, связанных с приобретением автомобилей для организации и осуществления мероприятий по работе с семьями, имеющих детей в сумме </w:t>
      </w:r>
      <w:r w:rsidRPr="00375F46">
        <w:rPr>
          <w:rFonts w:ascii="PT Astra Serif" w:hAnsi="PT Astra Serif"/>
          <w:b/>
          <w:sz w:val="28"/>
          <w:szCs w:val="28"/>
        </w:rPr>
        <w:t>1 200,0 тыс. рублей;</w:t>
      </w:r>
    </w:p>
    <w:p w:rsidR="0067140F" w:rsidRDefault="0067140F" w:rsidP="0067140F">
      <w:pPr>
        <w:tabs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C7441">
        <w:rPr>
          <w:rFonts w:ascii="PT Astra Serif" w:hAnsi="PT Astra Serif"/>
          <w:sz w:val="28"/>
          <w:szCs w:val="28"/>
        </w:rPr>
        <w:t xml:space="preserve">- иных межбюджетных трансфертов из областного бюджета Ульяновской области бюджету муниципального образования «город Ульяновск» в целях реализации отдельных мероприятий Комплекса мер Ульяновской области по поддержке жизненного потенциала семей, воспитывающих детей с инвалидностью в сумме </w:t>
      </w:r>
      <w:r w:rsidRPr="00375F46">
        <w:rPr>
          <w:rFonts w:ascii="PT Astra Serif" w:hAnsi="PT Astra Serif"/>
          <w:b/>
          <w:sz w:val="28"/>
          <w:szCs w:val="28"/>
        </w:rPr>
        <w:t>660,88397 тыс. рублей</w:t>
      </w:r>
      <w:r>
        <w:rPr>
          <w:rFonts w:ascii="PT Astra Serif" w:hAnsi="PT Astra Serif"/>
          <w:b/>
          <w:sz w:val="28"/>
          <w:szCs w:val="28"/>
        </w:rPr>
        <w:t>;</w:t>
      </w:r>
    </w:p>
    <w:p w:rsidR="0067140F" w:rsidRPr="001C7441" w:rsidRDefault="0067140F" w:rsidP="0067140F">
      <w:pPr>
        <w:tabs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C7441">
        <w:rPr>
          <w:rFonts w:ascii="PT Astra Serif" w:hAnsi="PT Astra Serif"/>
          <w:sz w:val="28"/>
          <w:szCs w:val="28"/>
        </w:rPr>
        <w:tab/>
        <w:t>- субвенци</w:t>
      </w:r>
      <w:r>
        <w:rPr>
          <w:rFonts w:ascii="PT Astra Serif" w:hAnsi="PT Astra Serif"/>
          <w:sz w:val="28"/>
          <w:szCs w:val="28"/>
        </w:rPr>
        <w:t>й</w:t>
      </w:r>
      <w:r w:rsidRPr="001C7441">
        <w:rPr>
          <w:rFonts w:ascii="PT Astra Serif" w:hAnsi="PT Astra Serif"/>
          <w:sz w:val="28"/>
          <w:szCs w:val="28"/>
        </w:rPr>
        <w:t xml:space="preserve"> на реализацию полномочий органов опеки и попечительства в отношении несовершеннолетних в сумме </w:t>
      </w:r>
      <w:r w:rsidRPr="00375F46">
        <w:rPr>
          <w:rFonts w:ascii="PT Astra Serif" w:hAnsi="PT Astra Serif"/>
          <w:b/>
          <w:sz w:val="28"/>
          <w:szCs w:val="28"/>
        </w:rPr>
        <w:t>456,72376 тыс. рублей;</w:t>
      </w:r>
    </w:p>
    <w:p w:rsidR="001C7441" w:rsidRPr="00375F46" w:rsidRDefault="0067140F" w:rsidP="0067140F">
      <w:pPr>
        <w:tabs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C7441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1C7441" w:rsidRPr="001C7441">
        <w:rPr>
          <w:rFonts w:ascii="PT Astra Serif" w:hAnsi="PT Astra Serif"/>
          <w:sz w:val="28"/>
          <w:szCs w:val="28"/>
        </w:rPr>
        <w:t>субвенци</w:t>
      </w:r>
      <w:r w:rsidR="001C7441">
        <w:rPr>
          <w:rFonts w:ascii="PT Astra Serif" w:hAnsi="PT Astra Serif"/>
          <w:sz w:val="28"/>
          <w:szCs w:val="28"/>
        </w:rPr>
        <w:t>й</w:t>
      </w:r>
      <w:r w:rsidR="001C7441" w:rsidRPr="001C7441">
        <w:rPr>
          <w:rFonts w:ascii="PT Astra Serif" w:hAnsi="PT Astra Serif"/>
          <w:sz w:val="28"/>
          <w:szCs w:val="28"/>
        </w:rPr>
        <w:t xml:space="preserve"> на ежемесячную денежную выплату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учреждениях,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учёбы в сумме </w:t>
      </w:r>
      <w:r>
        <w:rPr>
          <w:rFonts w:ascii="PT Astra Serif" w:hAnsi="PT Astra Serif"/>
          <w:b/>
          <w:sz w:val="28"/>
          <w:szCs w:val="28"/>
        </w:rPr>
        <w:t>62,73594 тыс. рублей.</w:t>
      </w:r>
    </w:p>
    <w:p w:rsidR="001C7441" w:rsidRPr="001C7441" w:rsidRDefault="001C7441" w:rsidP="001C7441">
      <w:pPr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C26C22">
        <w:rPr>
          <w:rFonts w:ascii="PT Astra Serif" w:eastAsia="Calibri" w:hAnsi="PT Astra Serif"/>
          <w:b/>
          <w:sz w:val="28"/>
          <w:szCs w:val="28"/>
          <w:lang w:eastAsia="en-US"/>
        </w:rPr>
        <w:t>В расходной части</w:t>
      </w:r>
      <w:r w:rsidRPr="001C7441">
        <w:rPr>
          <w:rFonts w:ascii="PT Astra Serif" w:eastAsia="Calibri" w:hAnsi="PT Astra Serif"/>
          <w:sz w:val="28"/>
          <w:szCs w:val="28"/>
          <w:lang w:eastAsia="en-US"/>
        </w:rPr>
        <w:t xml:space="preserve"> областного бюджета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на </w:t>
      </w:r>
      <w:r w:rsidRPr="00375F46">
        <w:rPr>
          <w:rFonts w:ascii="PT Astra Serif" w:eastAsia="Calibri" w:hAnsi="PT Astra Serif"/>
          <w:b/>
          <w:sz w:val="28"/>
          <w:szCs w:val="28"/>
          <w:lang w:eastAsia="en-US"/>
        </w:rPr>
        <w:t>6 312,82482 тыс. рублей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увеличиваются ассигнования Министерству социального развития Ульяновской области и </w:t>
      </w:r>
      <w:r w:rsidRPr="001C7441">
        <w:rPr>
          <w:rFonts w:ascii="PT Astra Serif" w:eastAsia="Calibri" w:hAnsi="PT Astra Serif"/>
          <w:sz w:val="28"/>
          <w:szCs w:val="28"/>
          <w:lang w:eastAsia="en-US"/>
        </w:rPr>
        <w:t>направляются на:</w:t>
      </w:r>
    </w:p>
    <w:p w:rsidR="00C018F8" w:rsidRPr="001C7441" w:rsidRDefault="00C018F8" w:rsidP="00C018F8">
      <w:pPr>
        <w:spacing w:after="0" w:line="240" w:lineRule="auto"/>
        <w:ind w:firstLine="709"/>
        <w:jc w:val="both"/>
        <w:rPr>
          <w:rFonts w:ascii="PT Astra Serif" w:hAnsi="PT Astra Serif"/>
          <w:i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 xml:space="preserve">- </w:t>
      </w:r>
      <w:r w:rsidRPr="001C7441">
        <w:rPr>
          <w:rFonts w:ascii="PT Astra Serif" w:hAnsi="PT Astra Serif"/>
          <w:spacing w:val="-2"/>
          <w:sz w:val="28"/>
          <w:szCs w:val="28"/>
        </w:rPr>
        <w:t xml:space="preserve">приобретение </w:t>
      </w:r>
      <w:r>
        <w:rPr>
          <w:rFonts w:ascii="PT Astra Serif" w:hAnsi="PT Astra Serif"/>
          <w:spacing w:val="-2"/>
          <w:sz w:val="28"/>
          <w:szCs w:val="28"/>
        </w:rPr>
        <w:t>инвентаря</w:t>
      </w:r>
      <w:r w:rsidRPr="001C7441">
        <w:rPr>
          <w:rFonts w:ascii="PT Astra Serif" w:hAnsi="PT Astra Serif"/>
          <w:spacing w:val="-2"/>
          <w:sz w:val="28"/>
          <w:szCs w:val="28"/>
        </w:rPr>
        <w:t xml:space="preserve"> для обеспечения деятельности </w:t>
      </w:r>
      <w:r w:rsidRPr="001C7441">
        <w:rPr>
          <w:rFonts w:ascii="PT Astra Serif" w:hAnsi="PT Astra Serif"/>
          <w:sz w:val="28"/>
          <w:szCs w:val="28"/>
        </w:rPr>
        <w:t xml:space="preserve">жилого корпуса с пищеблоком в с. Водорацк Барышского района Ульяновской области в сумме </w:t>
      </w:r>
      <w:r w:rsidRPr="00375F46">
        <w:rPr>
          <w:rFonts w:ascii="PT Astra Serif" w:hAnsi="PT Astra Serif"/>
          <w:b/>
          <w:spacing w:val="-2"/>
          <w:sz w:val="28"/>
          <w:szCs w:val="28"/>
        </w:rPr>
        <w:t>4 451,94085 тыс. рублей</w:t>
      </w:r>
      <w:r w:rsidRPr="0029495B">
        <w:rPr>
          <w:rFonts w:ascii="PT Astra Serif" w:hAnsi="PT Astra Serif"/>
          <w:spacing w:val="-2"/>
          <w:sz w:val="28"/>
          <w:szCs w:val="28"/>
        </w:rPr>
        <w:t>;</w:t>
      </w:r>
    </w:p>
    <w:p w:rsidR="001C7441" w:rsidRPr="001C7441" w:rsidRDefault="001C7441" w:rsidP="001C74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1C7441">
        <w:rPr>
          <w:rFonts w:ascii="PT Astra Serif" w:hAnsi="PT Astra Serif"/>
          <w:sz w:val="28"/>
          <w:szCs w:val="28"/>
        </w:rPr>
        <w:t xml:space="preserve">предоставление иного межбюджетного трансферта из областного бюджета Ульяновской области бюджетам муниципальных образований </w:t>
      </w:r>
      <w:proofErr w:type="spellStart"/>
      <w:r w:rsidRPr="001C7441">
        <w:rPr>
          <w:rFonts w:ascii="PT Astra Serif" w:hAnsi="PT Astra Serif"/>
          <w:sz w:val="28"/>
          <w:szCs w:val="28"/>
        </w:rPr>
        <w:t>Чердаклинского</w:t>
      </w:r>
      <w:proofErr w:type="spellEnd"/>
      <w:r w:rsidRPr="001C7441">
        <w:rPr>
          <w:rFonts w:ascii="PT Astra Serif" w:hAnsi="PT Astra Serif"/>
          <w:sz w:val="28"/>
          <w:szCs w:val="28"/>
        </w:rPr>
        <w:t xml:space="preserve"> и Ульяновского районов в 2023 году для приобретения автомобилей в сумме </w:t>
      </w:r>
      <w:r w:rsidRPr="00375F46">
        <w:rPr>
          <w:rFonts w:ascii="PT Astra Serif" w:hAnsi="PT Astra Serif"/>
          <w:b/>
          <w:sz w:val="28"/>
          <w:szCs w:val="28"/>
        </w:rPr>
        <w:t>1 200,0 тыс. рублей</w:t>
      </w:r>
      <w:r w:rsidRPr="001C7441">
        <w:rPr>
          <w:rFonts w:ascii="PT Astra Serif" w:hAnsi="PT Astra Serif"/>
          <w:sz w:val="28"/>
          <w:szCs w:val="28"/>
        </w:rPr>
        <w:t>;</w:t>
      </w:r>
    </w:p>
    <w:p w:rsidR="001C7441" w:rsidRPr="001C7441" w:rsidRDefault="001C7441" w:rsidP="001C74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1C7441">
        <w:rPr>
          <w:rFonts w:ascii="PT Astra Serif" w:hAnsi="PT Astra Serif"/>
          <w:sz w:val="28"/>
          <w:szCs w:val="28"/>
        </w:rPr>
        <w:t xml:space="preserve">предоставление иного межбюджетного трансферта из областного бюджета Ульяновской области бюджету муниципального образования «город Ульяновск» в целях реализации отдельных мероприятий Комплекса мер Ульяновской области по поддержке жизненного потенциала семей, воспитывающих детей с инвалидностью в сумме </w:t>
      </w:r>
      <w:r w:rsidRPr="00375F46">
        <w:rPr>
          <w:rFonts w:ascii="PT Astra Serif" w:hAnsi="PT Astra Serif"/>
          <w:b/>
          <w:sz w:val="28"/>
          <w:szCs w:val="28"/>
        </w:rPr>
        <w:t>660,88397 тыс. рублей</w:t>
      </w:r>
      <w:r w:rsidR="0029495B">
        <w:rPr>
          <w:rFonts w:ascii="PT Astra Serif" w:hAnsi="PT Astra Serif"/>
          <w:sz w:val="28"/>
          <w:szCs w:val="28"/>
        </w:rPr>
        <w:t>.</w:t>
      </w:r>
    </w:p>
    <w:p w:rsidR="004229BF" w:rsidRDefault="001C7441" w:rsidP="004229BF">
      <w:pPr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noProof/>
          <w:sz w:val="28"/>
          <w:szCs w:val="28"/>
          <w:lang w:eastAsia="en-US"/>
        </w:rPr>
      </w:pPr>
      <w:r w:rsidRPr="001C7441">
        <w:rPr>
          <w:rFonts w:ascii="PT Astra Serif" w:eastAsia="Calibri" w:hAnsi="PT Astra Serif"/>
          <w:noProof/>
          <w:sz w:val="28"/>
          <w:szCs w:val="28"/>
          <w:lang w:eastAsia="en-US"/>
        </w:rPr>
        <w:lastRenderedPageBreak/>
        <w:t xml:space="preserve">Соответствующие изменения вносятся в статью 1 </w:t>
      </w:r>
      <w:r>
        <w:rPr>
          <w:rFonts w:ascii="PT Astra Serif" w:eastAsia="Calibri" w:hAnsi="PT Astra Serif"/>
          <w:noProof/>
          <w:sz w:val="28"/>
          <w:szCs w:val="28"/>
          <w:lang w:eastAsia="en-US"/>
        </w:rPr>
        <w:t xml:space="preserve">текста </w:t>
      </w:r>
      <w:r w:rsidRPr="001C7441">
        <w:rPr>
          <w:rFonts w:ascii="PT Astra Serif" w:eastAsia="Calibri" w:hAnsi="PT Astra Serif"/>
          <w:noProof/>
          <w:sz w:val="28"/>
          <w:szCs w:val="28"/>
          <w:lang w:eastAsia="en-US"/>
        </w:rPr>
        <w:t>Закона, приложения 4, 5</w:t>
      </w:r>
      <w:r>
        <w:rPr>
          <w:rFonts w:ascii="PT Astra Serif" w:eastAsia="Calibri" w:hAnsi="PT Astra Serif"/>
          <w:noProof/>
          <w:sz w:val="28"/>
          <w:szCs w:val="28"/>
          <w:lang w:eastAsia="en-US"/>
        </w:rPr>
        <w:t xml:space="preserve"> и </w:t>
      </w:r>
      <w:r w:rsidRPr="001C7441">
        <w:rPr>
          <w:rFonts w:ascii="PT Astra Serif" w:eastAsia="Calibri" w:hAnsi="PT Astra Serif"/>
          <w:noProof/>
          <w:sz w:val="28"/>
          <w:szCs w:val="28"/>
          <w:lang w:eastAsia="en-US"/>
        </w:rPr>
        <w:t>6</w:t>
      </w:r>
      <w:r>
        <w:rPr>
          <w:rFonts w:ascii="PT Astra Serif" w:eastAsia="Calibri" w:hAnsi="PT Astra Serif"/>
          <w:noProof/>
          <w:sz w:val="28"/>
          <w:szCs w:val="28"/>
          <w:lang w:eastAsia="en-US"/>
        </w:rPr>
        <w:t>. Таблица 4.1. приложения</w:t>
      </w:r>
      <w:r w:rsidRPr="001C7441">
        <w:rPr>
          <w:rFonts w:ascii="PT Astra Serif" w:eastAsia="Calibri" w:hAnsi="PT Astra Serif"/>
          <w:noProof/>
          <w:sz w:val="28"/>
          <w:szCs w:val="28"/>
          <w:lang w:eastAsia="en-US"/>
        </w:rPr>
        <w:t xml:space="preserve"> 10 </w:t>
      </w:r>
      <w:r>
        <w:rPr>
          <w:rFonts w:ascii="PT Astra Serif" w:eastAsia="Calibri" w:hAnsi="PT Astra Serif"/>
          <w:noProof/>
          <w:sz w:val="28"/>
          <w:szCs w:val="28"/>
          <w:lang w:eastAsia="en-US"/>
        </w:rPr>
        <w:t>излагается в новой редакции.</w:t>
      </w:r>
    </w:p>
    <w:p w:rsidR="00585BCD" w:rsidRDefault="00585BCD" w:rsidP="00D0182C">
      <w:pPr>
        <w:pStyle w:val="ad"/>
        <w:spacing w:after="0" w:line="240" w:lineRule="auto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E412F3" w:rsidRPr="00E412F3" w:rsidRDefault="00E412F3" w:rsidP="00D0182C">
      <w:pPr>
        <w:pStyle w:val="ad"/>
        <w:spacing w:after="0" w:line="240" w:lineRule="auto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3.3. </w:t>
      </w:r>
      <w:r w:rsidRPr="00E412F3">
        <w:rPr>
          <w:rFonts w:ascii="PT Astra Serif" w:hAnsi="PT Astra Serif" w:cs="PT Astra Serif"/>
          <w:b/>
          <w:sz w:val="28"/>
          <w:szCs w:val="28"/>
        </w:rPr>
        <w:t>По Министерству финансов Ульяновской области:</w:t>
      </w:r>
    </w:p>
    <w:p w:rsidR="00D0182C" w:rsidRPr="00415518" w:rsidRDefault="00D0182C" w:rsidP="00D0182C">
      <w:pPr>
        <w:pStyle w:val="ad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415518">
        <w:rPr>
          <w:rFonts w:ascii="PT Astra Serif" w:hAnsi="PT Astra Serif" w:cs="PT Astra Serif"/>
          <w:sz w:val="28"/>
          <w:szCs w:val="28"/>
        </w:rPr>
        <w:t>За счёт неиспользованных остатков межбюдж</w:t>
      </w:r>
      <w:r w:rsidR="008A1B5D" w:rsidRPr="00415518">
        <w:rPr>
          <w:rFonts w:ascii="PT Astra Serif" w:hAnsi="PT Astra Serif" w:cs="PT Astra Serif"/>
          <w:sz w:val="28"/>
          <w:szCs w:val="28"/>
        </w:rPr>
        <w:t xml:space="preserve">етных трансфертов, возвращённых </w:t>
      </w:r>
      <w:r w:rsidRPr="00415518">
        <w:rPr>
          <w:rFonts w:ascii="PT Astra Serif" w:hAnsi="PT Astra Serif" w:cs="PT Astra Serif"/>
          <w:sz w:val="28"/>
          <w:szCs w:val="28"/>
        </w:rPr>
        <w:t>муниципальными образованиями в областной бюджет Ульяновской области</w:t>
      </w:r>
      <w:r w:rsidR="008C580B">
        <w:rPr>
          <w:rFonts w:ascii="PT Astra Serif" w:hAnsi="PT Astra Serif" w:cs="PT Astra Serif"/>
          <w:sz w:val="28"/>
          <w:szCs w:val="28"/>
        </w:rPr>
        <w:t>,</w:t>
      </w:r>
      <w:r w:rsidRPr="00415518">
        <w:rPr>
          <w:rFonts w:ascii="PT Astra Serif" w:hAnsi="PT Astra Serif" w:cs="PT Astra Serif"/>
          <w:sz w:val="28"/>
          <w:szCs w:val="28"/>
        </w:rPr>
        <w:t xml:space="preserve"> увеличиваются </w:t>
      </w:r>
      <w:r w:rsidRPr="00415518">
        <w:rPr>
          <w:rFonts w:ascii="PT Astra Serif" w:hAnsi="PT Astra Serif" w:cs="PT Astra Serif"/>
          <w:b/>
          <w:sz w:val="28"/>
          <w:szCs w:val="28"/>
        </w:rPr>
        <w:t>доходная и расходная части</w:t>
      </w:r>
      <w:r w:rsidRPr="00415518">
        <w:rPr>
          <w:rFonts w:ascii="PT Astra Serif" w:hAnsi="PT Astra Serif" w:cs="PT Astra Serif"/>
          <w:sz w:val="28"/>
          <w:szCs w:val="28"/>
        </w:rPr>
        <w:t xml:space="preserve"> областного бюджета Ульяновской области </w:t>
      </w:r>
      <w:r w:rsidRPr="00DA138E">
        <w:rPr>
          <w:rFonts w:ascii="PT Astra Serif" w:hAnsi="PT Astra Serif" w:cs="PT Astra Serif"/>
          <w:b/>
          <w:sz w:val="28"/>
          <w:szCs w:val="28"/>
        </w:rPr>
        <w:t>в 2023 году</w:t>
      </w:r>
      <w:r w:rsidRPr="00415518">
        <w:rPr>
          <w:rFonts w:ascii="PT Astra Serif" w:hAnsi="PT Astra Serif" w:cs="PT Astra Serif"/>
          <w:sz w:val="28"/>
          <w:szCs w:val="28"/>
        </w:rPr>
        <w:t xml:space="preserve"> на </w:t>
      </w:r>
      <w:r w:rsidRPr="00415518">
        <w:rPr>
          <w:rFonts w:ascii="PT Astra Serif" w:hAnsi="PT Astra Serif" w:cs="PT Astra Serif"/>
          <w:b/>
          <w:sz w:val="28"/>
          <w:szCs w:val="28"/>
        </w:rPr>
        <w:t>7281,03077 тыс. рублей</w:t>
      </w:r>
      <w:r w:rsidRPr="00415518">
        <w:rPr>
          <w:rFonts w:ascii="PT Astra Serif" w:hAnsi="PT Astra Serif" w:cs="PT Astra Serif"/>
          <w:sz w:val="28"/>
          <w:szCs w:val="28"/>
        </w:rPr>
        <w:t>.</w:t>
      </w:r>
    </w:p>
    <w:p w:rsidR="00FA2D1C" w:rsidRPr="00275C59" w:rsidRDefault="00D0182C" w:rsidP="00E330D5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15518">
        <w:rPr>
          <w:rFonts w:ascii="PT Astra Serif" w:hAnsi="PT Astra Serif"/>
          <w:sz w:val="28"/>
          <w:szCs w:val="28"/>
        </w:rPr>
        <w:t>В расходной части областного бюджета средства направляются Министерству финансов Ульяновской области</w:t>
      </w:r>
      <w:r w:rsidR="007F5C4F" w:rsidRPr="00415518">
        <w:rPr>
          <w:rFonts w:ascii="PT Astra Serif" w:hAnsi="PT Astra Serif"/>
          <w:sz w:val="28"/>
          <w:szCs w:val="28"/>
        </w:rPr>
        <w:t xml:space="preserve"> </w:t>
      </w:r>
      <w:r w:rsidRPr="00415518">
        <w:rPr>
          <w:rFonts w:ascii="PT Astra Serif" w:hAnsi="PT Astra Serif"/>
          <w:sz w:val="28"/>
          <w:szCs w:val="28"/>
        </w:rPr>
        <w:t>на и</w:t>
      </w:r>
      <w:r w:rsidRPr="00415518">
        <w:rPr>
          <w:rFonts w:ascii="PT Astra Serif" w:hAnsi="PT Astra Serif" w:cs="PT Astra Serif"/>
          <w:sz w:val="28"/>
          <w:szCs w:val="28"/>
        </w:rPr>
        <w:t>нформационное, методологическое и программное обеспечение бюджетного процесса</w:t>
      </w:r>
      <w:r w:rsidRPr="00415518">
        <w:rPr>
          <w:rFonts w:ascii="PT Astra Serif" w:hAnsi="PT Astra Serif"/>
          <w:sz w:val="28"/>
          <w:szCs w:val="28"/>
        </w:rPr>
        <w:t xml:space="preserve"> на </w:t>
      </w:r>
      <w:r w:rsidR="00702893" w:rsidRPr="00415518">
        <w:rPr>
          <w:rFonts w:ascii="PT Astra Serif" w:hAnsi="PT Astra Serif"/>
          <w:sz w:val="28"/>
          <w:szCs w:val="28"/>
        </w:rPr>
        <w:br/>
      </w:r>
      <w:r w:rsidRPr="00415518">
        <w:rPr>
          <w:rFonts w:ascii="PT Astra Serif" w:hAnsi="PT Astra Serif"/>
          <w:sz w:val="28"/>
          <w:szCs w:val="28"/>
        </w:rPr>
        <w:t>2023 год</w:t>
      </w:r>
      <w:r w:rsidR="007F5C4F" w:rsidRPr="00415518">
        <w:rPr>
          <w:rFonts w:ascii="PT Astra Serif" w:hAnsi="PT Astra Serif"/>
          <w:sz w:val="28"/>
          <w:szCs w:val="28"/>
        </w:rPr>
        <w:t>.</w:t>
      </w:r>
      <w:r w:rsidR="00FA2D1C" w:rsidRPr="00415518">
        <w:rPr>
          <w:rFonts w:ascii="PT Astra Serif" w:hAnsi="PT Astra Serif"/>
          <w:sz w:val="28"/>
          <w:szCs w:val="28"/>
        </w:rPr>
        <w:t xml:space="preserve"> Одновременно на указанные цели направляются средства в сумме </w:t>
      </w:r>
      <w:r w:rsidR="00FA2D1C" w:rsidRPr="008E5119">
        <w:rPr>
          <w:rFonts w:ascii="PT Astra Serif" w:hAnsi="PT Astra Serif" w:cs="PT Astra Serif"/>
          <w:b/>
          <w:sz w:val="28"/>
          <w:szCs w:val="28"/>
        </w:rPr>
        <w:t>18,96923 тыс. рублей</w:t>
      </w:r>
      <w:r w:rsidR="00FA2D1C" w:rsidRPr="00415518">
        <w:rPr>
          <w:rFonts w:ascii="PT Astra Serif" w:hAnsi="PT Astra Serif" w:cs="PT Astra Serif"/>
          <w:sz w:val="28"/>
          <w:szCs w:val="28"/>
        </w:rPr>
        <w:t xml:space="preserve"> за счёт уменьшения бюджетных ассигнований на реализацию мероприятия в рамках непрограммных направлений деятельности «Расходы на закупку услуг по установлению кредитного рейтинга Ульяновской области, по организации и обслуживанию выпуска государственных ценных бумаг Ульяновской области». Таким образом, </w:t>
      </w:r>
      <w:r w:rsidR="00D1158B" w:rsidRPr="00415518">
        <w:rPr>
          <w:rFonts w:ascii="PT Astra Serif" w:hAnsi="PT Astra Serif"/>
          <w:sz w:val="28"/>
          <w:szCs w:val="28"/>
        </w:rPr>
        <w:t>на и</w:t>
      </w:r>
      <w:r w:rsidR="00D1158B" w:rsidRPr="00415518">
        <w:rPr>
          <w:rFonts w:ascii="PT Astra Serif" w:hAnsi="PT Astra Serif" w:cs="PT Astra Serif"/>
          <w:sz w:val="28"/>
          <w:szCs w:val="28"/>
        </w:rPr>
        <w:t>нформационное, методологическое и программное обеспечение бюджетного процесса</w:t>
      </w:r>
      <w:r w:rsidR="00D1158B" w:rsidRPr="00415518">
        <w:rPr>
          <w:rFonts w:ascii="PT Astra Serif" w:hAnsi="PT Astra Serif"/>
          <w:sz w:val="28"/>
          <w:szCs w:val="28"/>
        </w:rPr>
        <w:t xml:space="preserve"> на </w:t>
      </w:r>
      <w:r w:rsidR="00D1158B" w:rsidRPr="00415518">
        <w:rPr>
          <w:rFonts w:ascii="PT Astra Serif" w:hAnsi="PT Astra Serif"/>
          <w:sz w:val="28"/>
          <w:szCs w:val="28"/>
        </w:rPr>
        <w:br/>
        <w:t>2023 год</w:t>
      </w:r>
      <w:r w:rsidR="00D1158B">
        <w:rPr>
          <w:rFonts w:ascii="PT Astra Serif" w:hAnsi="PT Astra Serif" w:cs="PT Astra Serif"/>
          <w:sz w:val="28"/>
          <w:szCs w:val="28"/>
        </w:rPr>
        <w:t xml:space="preserve"> </w:t>
      </w:r>
      <w:r w:rsidR="00275C59">
        <w:rPr>
          <w:rFonts w:ascii="PT Astra Serif" w:hAnsi="PT Astra Serif" w:cs="PT Astra Serif"/>
          <w:sz w:val="28"/>
          <w:szCs w:val="28"/>
        </w:rPr>
        <w:t xml:space="preserve">в общей сумме </w:t>
      </w:r>
      <w:r w:rsidR="00533D68">
        <w:rPr>
          <w:rFonts w:ascii="PT Astra Serif" w:hAnsi="PT Astra Serif" w:cs="PT Astra Serif"/>
          <w:sz w:val="28"/>
          <w:szCs w:val="28"/>
        </w:rPr>
        <w:t>направляется</w:t>
      </w:r>
      <w:r w:rsidR="00275C59">
        <w:rPr>
          <w:rFonts w:ascii="PT Astra Serif" w:hAnsi="PT Astra Serif" w:cs="PT Astra Serif"/>
          <w:sz w:val="28"/>
          <w:szCs w:val="28"/>
        </w:rPr>
        <w:t xml:space="preserve"> </w:t>
      </w:r>
      <w:r w:rsidR="00275C59" w:rsidRPr="008D31B3">
        <w:rPr>
          <w:rFonts w:ascii="PT Astra Serif" w:hAnsi="PT Astra Serif" w:cs="PT Astra Serif"/>
          <w:b/>
          <w:sz w:val="28"/>
          <w:szCs w:val="28"/>
        </w:rPr>
        <w:t>7 300,0 тыс.</w:t>
      </w:r>
      <w:r w:rsidR="007955C4" w:rsidRPr="008D31B3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275C59" w:rsidRPr="008D31B3">
        <w:rPr>
          <w:rFonts w:ascii="PT Astra Serif" w:hAnsi="PT Astra Serif" w:cs="PT Astra Serif"/>
          <w:b/>
          <w:sz w:val="28"/>
          <w:szCs w:val="28"/>
        </w:rPr>
        <w:t>рублей</w:t>
      </w:r>
      <w:r w:rsidR="00533D68">
        <w:rPr>
          <w:rFonts w:ascii="PT Astra Serif" w:hAnsi="PT Astra Serif" w:cs="PT Astra Serif"/>
          <w:sz w:val="28"/>
          <w:szCs w:val="28"/>
        </w:rPr>
        <w:t>, з</w:t>
      </w:r>
      <w:r w:rsidR="00B3714B">
        <w:rPr>
          <w:rFonts w:ascii="PT Astra Serif" w:hAnsi="PT Astra Serif" w:cs="PT Astra Serif"/>
          <w:sz w:val="28"/>
          <w:szCs w:val="28"/>
        </w:rPr>
        <w:t xml:space="preserve">а счёт </w:t>
      </w:r>
      <w:r w:rsidR="00533D68">
        <w:rPr>
          <w:rFonts w:ascii="PT Astra Serif" w:hAnsi="PT Astra Serif" w:cs="PT Astra Serif"/>
          <w:sz w:val="28"/>
          <w:szCs w:val="28"/>
        </w:rPr>
        <w:t>которых</w:t>
      </w:r>
      <w:r w:rsidR="00B3714B">
        <w:rPr>
          <w:rFonts w:ascii="PT Astra Serif" w:hAnsi="PT Astra Serif" w:cs="PT Astra Serif"/>
          <w:sz w:val="28"/>
          <w:szCs w:val="28"/>
        </w:rPr>
        <w:t xml:space="preserve"> будет осуществлена</w:t>
      </w:r>
      <w:r w:rsidRPr="00275C59">
        <w:rPr>
          <w:rFonts w:ascii="PT Astra Serif" w:hAnsi="PT Astra Serif" w:cs="PT Astra Serif"/>
          <w:sz w:val="28"/>
          <w:szCs w:val="28"/>
        </w:rPr>
        <w:t xml:space="preserve"> модернизаци</w:t>
      </w:r>
      <w:r w:rsidR="00B3714B">
        <w:rPr>
          <w:rFonts w:ascii="PT Astra Serif" w:hAnsi="PT Astra Serif" w:cs="PT Astra Serif"/>
          <w:sz w:val="28"/>
          <w:szCs w:val="28"/>
        </w:rPr>
        <w:t>я</w:t>
      </w:r>
      <w:r w:rsidRPr="00275C59">
        <w:rPr>
          <w:rFonts w:ascii="PT Astra Serif" w:hAnsi="PT Astra Serif" w:cs="PT Astra Serif"/>
          <w:sz w:val="28"/>
          <w:szCs w:val="28"/>
        </w:rPr>
        <w:t xml:space="preserve"> программных продуктов «АЦК-Финансы» и «АЦК-Планирование» с целью автоматизации процесса заключения соглашений для проведения мониторинга достижения результатов предоставления субсидий, предоставляемых из бюджета Ульяновской области, в том числе грантов в форме субсидий, юридическим лицам, индивидуальным предпринимателям, физическим лицам - производителям товаров, работ, услуг</w:t>
      </w:r>
      <w:r w:rsidR="00275C59">
        <w:rPr>
          <w:rFonts w:ascii="PT Astra Serif" w:hAnsi="PT Astra Serif"/>
          <w:sz w:val="28"/>
          <w:szCs w:val="28"/>
        </w:rPr>
        <w:t>.</w:t>
      </w:r>
    </w:p>
    <w:p w:rsidR="00BE1A3F" w:rsidRPr="007A606E" w:rsidRDefault="00BE1A3F" w:rsidP="00BE1A3F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E1A3F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 и 6.</w:t>
      </w:r>
    </w:p>
    <w:p w:rsidR="001C7441" w:rsidRPr="001C7441" w:rsidRDefault="001C7441" w:rsidP="001C744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03EE9" w:rsidRDefault="00903EE9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9307FB" w:rsidRPr="009307FB" w:rsidRDefault="00CD6447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9307FB">
        <w:rPr>
          <w:rFonts w:ascii="PT Astra Serif" w:hAnsi="PT Astra Serif"/>
          <w:b/>
          <w:sz w:val="28"/>
          <w:szCs w:val="28"/>
        </w:rPr>
        <w:t>3</w:t>
      </w:r>
      <w:r w:rsidR="00DF0A22" w:rsidRPr="009307FB">
        <w:rPr>
          <w:rFonts w:ascii="PT Astra Serif" w:hAnsi="PT Astra Serif"/>
          <w:b/>
          <w:sz w:val="28"/>
          <w:szCs w:val="28"/>
        </w:rPr>
        <w:t>.</w:t>
      </w:r>
      <w:r w:rsidR="00E412F3">
        <w:rPr>
          <w:rFonts w:ascii="PT Astra Serif" w:hAnsi="PT Astra Serif"/>
          <w:b/>
          <w:sz w:val="28"/>
          <w:szCs w:val="28"/>
        </w:rPr>
        <w:t>4</w:t>
      </w:r>
      <w:r w:rsidRPr="009307FB">
        <w:rPr>
          <w:rFonts w:ascii="PT Astra Serif" w:hAnsi="PT Astra Serif"/>
          <w:b/>
          <w:sz w:val="28"/>
          <w:szCs w:val="28"/>
        </w:rPr>
        <w:t>.</w:t>
      </w:r>
      <w:r w:rsidR="00DF0A22" w:rsidRPr="009307FB">
        <w:rPr>
          <w:rFonts w:ascii="PT Astra Serif" w:hAnsi="PT Astra Serif"/>
          <w:b/>
          <w:sz w:val="28"/>
          <w:szCs w:val="28"/>
        </w:rPr>
        <w:t xml:space="preserve"> </w:t>
      </w:r>
      <w:r w:rsidR="009307FB" w:rsidRPr="009307FB">
        <w:rPr>
          <w:rFonts w:ascii="PT Astra Serif" w:hAnsi="PT Astra Serif"/>
          <w:b/>
          <w:sz w:val="28"/>
          <w:szCs w:val="28"/>
        </w:rPr>
        <w:t xml:space="preserve">По Агентству ветеринарии </w:t>
      </w:r>
      <w:r w:rsidR="009307FB" w:rsidRPr="00F52D4A">
        <w:rPr>
          <w:rFonts w:ascii="PT Astra Serif" w:hAnsi="PT Astra Serif"/>
          <w:b/>
          <w:sz w:val="28"/>
          <w:szCs w:val="28"/>
        </w:rPr>
        <w:t>Ульяновской о</w:t>
      </w:r>
      <w:r w:rsidR="009307FB" w:rsidRPr="009307FB">
        <w:rPr>
          <w:rFonts w:ascii="PT Astra Serif" w:hAnsi="PT Astra Serif"/>
          <w:b/>
          <w:sz w:val="28"/>
          <w:szCs w:val="28"/>
        </w:rPr>
        <w:t xml:space="preserve">бласти: </w:t>
      </w:r>
    </w:p>
    <w:p w:rsidR="001C7441" w:rsidRDefault="00BF6CE8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 основании обращения Агентства ветеринарии Ульяновской области от 15.05.2023 № 73-ИОГВ-16-01/383вн увеличивается </w:t>
      </w:r>
      <w:r w:rsidRPr="00930442">
        <w:rPr>
          <w:rFonts w:ascii="PT Astra Serif" w:hAnsi="PT Astra Serif"/>
          <w:b/>
          <w:sz w:val="28"/>
          <w:szCs w:val="28"/>
        </w:rPr>
        <w:t>доходная часть</w:t>
      </w:r>
      <w:r>
        <w:rPr>
          <w:rFonts w:ascii="PT Astra Serif" w:hAnsi="PT Astra Serif"/>
          <w:sz w:val="28"/>
          <w:szCs w:val="28"/>
        </w:rPr>
        <w:t xml:space="preserve"> областного бюджета на </w:t>
      </w:r>
      <w:r w:rsidRPr="00930442">
        <w:rPr>
          <w:rFonts w:ascii="PT Astra Serif" w:hAnsi="PT Astra Serif"/>
          <w:b/>
          <w:sz w:val="28"/>
          <w:szCs w:val="28"/>
        </w:rPr>
        <w:t>30,61507 тыс. рублей</w:t>
      </w:r>
      <w:r>
        <w:rPr>
          <w:rFonts w:ascii="PT Astra Serif" w:hAnsi="PT Astra Serif"/>
          <w:sz w:val="28"/>
          <w:szCs w:val="28"/>
        </w:rPr>
        <w:t xml:space="preserve"> за счёт возврата остатков субвенций на отлов животных без владельцев от муниципальных образований за 2022 год.</w:t>
      </w:r>
    </w:p>
    <w:p w:rsidR="00BF6CE8" w:rsidRDefault="00BF6CE8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30442">
        <w:rPr>
          <w:rFonts w:ascii="PT Astra Serif" w:hAnsi="PT Astra Serif"/>
          <w:b/>
          <w:sz w:val="28"/>
          <w:szCs w:val="28"/>
        </w:rPr>
        <w:t>В расходной части</w:t>
      </w:r>
      <w:r>
        <w:rPr>
          <w:rFonts w:ascii="PT Astra Serif" w:hAnsi="PT Astra Serif"/>
          <w:sz w:val="28"/>
          <w:szCs w:val="28"/>
        </w:rPr>
        <w:t xml:space="preserve"> на эту сумму увеличиваются ассигнования Агентству ветеринарии Ульяновской области на непрограммное мероприятие «Субвенции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области, связанных с организацией мероприятий при осуществлении деятельности по обращению с животными без владельцев».</w:t>
      </w:r>
    </w:p>
    <w:p w:rsidR="00BF6CE8" w:rsidRDefault="00BF6CE8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6, 8 и 9. Таблица 3.11 приложения 10 излагается в новой редакции.</w:t>
      </w:r>
    </w:p>
    <w:p w:rsidR="00BF6CE8" w:rsidRDefault="00BF6CE8" w:rsidP="00982F91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175076" w:rsidRPr="00175076" w:rsidRDefault="00930442" w:rsidP="00FC5E2E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175076">
        <w:rPr>
          <w:rFonts w:ascii="PT Astra Serif" w:hAnsi="PT Astra Serif"/>
          <w:b/>
          <w:sz w:val="28"/>
          <w:szCs w:val="28"/>
        </w:rPr>
        <w:lastRenderedPageBreak/>
        <w:t>3</w:t>
      </w:r>
      <w:r w:rsidR="006E3851" w:rsidRPr="00175076">
        <w:rPr>
          <w:rFonts w:ascii="PT Astra Serif" w:hAnsi="PT Astra Serif"/>
          <w:b/>
          <w:sz w:val="28"/>
          <w:szCs w:val="28"/>
        </w:rPr>
        <w:t>.</w:t>
      </w:r>
      <w:r w:rsidR="00E412F3">
        <w:rPr>
          <w:rFonts w:ascii="PT Astra Serif" w:hAnsi="PT Astra Serif"/>
          <w:b/>
          <w:sz w:val="28"/>
          <w:szCs w:val="28"/>
        </w:rPr>
        <w:t>5</w:t>
      </w:r>
      <w:r w:rsidRPr="00175076">
        <w:rPr>
          <w:rFonts w:ascii="PT Astra Serif" w:hAnsi="PT Astra Serif"/>
          <w:b/>
          <w:sz w:val="28"/>
          <w:szCs w:val="28"/>
        </w:rPr>
        <w:t>.</w:t>
      </w:r>
      <w:r w:rsidR="006E3851" w:rsidRPr="00175076">
        <w:rPr>
          <w:rFonts w:ascii="PT Astra Serif" w:hAnsi="PT Astra Serif"/>
          <w:b/>
          <w:sz w:val="28"/>
          <w:szCs w:val="28"/>
        </w:rPr>
        <w:t xml:space="preserve"> </w:t>
      </w:r>
      <w:r w:rsidR="00175076" w:rsidRPr="00175076">
        <w:rPr>
          <w:rFonts w:ascii="PT Astra Serif" w:hAnsi="PT Astra Serif"/>
          <w:b/>
          <w:sz w:val="28"/>
          <w:szCs w:val="28"/>
        </w:rPr>
        <w:t>По Министерству жилищно-коммунального хозяйства и строительства Ульяновской области:</w:t>
      </w:r>
    </w:p>
    <w:p w:rsidR="00FC5E2E" w:rsidRPr="00FC5E2E" w:rsidRDefault="00D0182C" w:rsidP="00FC5E2E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</w:t>
      </w:r>
      <w:r w:rsidR="00E412F3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.1 </w:t>
      </w:r>
      <w:r w:rsidR="00FC5E2E" w:rsidRPr="00FC5E2E">
        <w:rPr>
          <w:rFonts w:ascii="PT Astra Serif" w:hAnsi="PT Astra Serif"/>
          <w:sz w:val="28"/>
          <w:szCs w:val="28"/>
        </w:rPr>
        <w:t xml:space="preserve">На основании обращений Министерства жилищно-коммунального хозяйства и строительства Ульяновской области от 05.05.2023 №73-ИОГВ-07.01/1914вн </w:t>
      </w:r>
      <w:r w:rsidR="00FC5E2E" w:rsidRPr="00CB1EF8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FC5E2E" w:rsidRPr="00FC5E2E">
        <w:rPr>
          <w:rFonts w:ascii="PT Astra Serif" w:hAnsi="PT Astra Serif"/>
          <w:sz w:val="28"/>
          <w:szCs w:val="28"/>
        </w:rPr>
        <w:t xml:space="preserve"> областного бюджета на 2023 год </w:t>
      </w:r>
      <w:r w:rsidR="00FC5E2E" w:rsidRPr="00CB1EF8">
        <w:rPr>
          <w:rFonts w:ascii="PT Astra Serif" w:hAnsi="PT Astra Serif"/>
          <w:b/>
          <w:sz w:val="28"/>
          <w:szCs w:val="28"/>
        </w:rPr>
        <w:t>увеличиваются</w:t>
      </w:r>
      <w:r w:rsidR="00FC5E2E" w:rsidRPr="00FC5E2E">
        <w:rPr>
          <w:rFonts w:ascii="PT Astra Serif" w:hAnsi="PT Astra Serif"/>
          <w:sz w:val="28"/>
          <w:szCs w:val="28"/>
        </w:rPr>
        <w:t xml:space="preserve"> на сумму </w:t>
      </w:r>
      <w:r w:rsidR="00FC5E2E" w:rsidRPr="00CB1EF8">
        <w:rPr>
          <w:rFonts w:ascii="PT Astra Serif" w:hAnsi="PT Astra Serif"/>
          <w:b/>
          <w:sz w:val="28"/>
          <w:szCs w:val="28"/>
        </w:rPr>
        <w:t>15 185,0 тыс. рублей</w:t>
      </w:r>
      <w:r w:rsidR="00FC5E2E" w:rsidRPr="00FC5E2E">
        <w:rPr>
          <w:rFonts w:ascii="PT Astra Serif" w:hAnsi="PT Astra Serif"/>
          <w:sz w:val="28"/>
          <w:szCs w:val="28"/>
        </w:rPr>
        <w:t xml:space="preserve"> за счёт возврата в доход областного бюджета неиспользованных остатков за 2022 год, по следующим мероприятиям:</w:t>
      </w:r>
    </w:p>
    <w:p w:rsidR="00782660" w:rsidRPr="00FC5E2E" w:rsidRDefault="00782660" w:rsidP="00782660">
      <w:pPr>
        <w:pStyle w:val="aa"/>
        <w:ind w:left="0" w:firstLine="709"/>
        <w:jc w:val="both"/>
        <w:rPr>
          <w:rFonts w:ascii="PT Astra Serif" w:hAnsi="PT Astra Serif"/>
        </w:rPr>
      </w:pPr>
      <w:r w:rsidRPr="00FC5E2E">
        <w:rPr>
          <w:rFonts w:ascii="PT Astra Serif" w:hAnsi="PT Astra Serif"/>
        </w:rPr>
        <w:t xml:space="preserve">- </w:t>
      </w:r>
      <w:r w:rsidRPr="00CB1EF8">
        <w:rPr>
          <w:rFonts w:ascii="PT Astra Serif" w:hAnsi="PT Astra Serif"/>
          <w:b/>
        </w:rPr>
        <w:t>15 077,41156 тыс. рублей</w:t>
      </w:r>
      <w:r w:rsidRPr="00FC5E2E">
        <w:rPr>
          <w:rFonts w:ascii="PT Astra Serif" w:hAnsi="PT Astra Serif"/>
        </w:rPr>
        <w:t xml:space="preserve"> остаток субсидий, предоставляемых поселениям и городским округам Ульяновской области в целях софинансирования расходных обязательств, связанных с обеспечением мероприятий по переселению граждан из аварийного жилищного фонда;</w:t>
      </w:r>
    </w:p>
    <w:p w:rsidR="00782660" w:rsidRPr="00FC5E2E" w:rsidRDefault="00782660" w:rsidP="00782660">
      <w:pPr>
        <w:pStyle w:val="aa"/>
        <w:ind w:left="0" w:firstLine="709"/>
        <w:jc w:val="both"/>
        <w:rPr>
          <w:rFonts w:ascii="PT Astra Serif" w:hAnsi="PT Astra Serif"/>
        </w:rPr>
      </w:pPr>
      <w:r w:rsidRPr="00FC5E2E">
        <w:rPr>
          <w:rFonts w:ascii="PT Astra Serif" w:hAnsi="PT Astra Serif"/>
        </w:rPr>
        <w:t xml:space="preserve">- </w:t>
      </w:r>
      <w:r w:rsidRPr="00CB1EF8">
        <w:rPr>
          <w:rFonts w:ascii="PT Astra Serif" w:hAnsi="PT Astra Serif"/>
          <w:b/>
        </w:rPr>
        <w:t>106,5253 тыс. рублей</w:t>
      </w:r>
      <w:r w:rsidRPr="00FC5E2E">
        <w:rPr>
          <w:rFonts w:ascii="PT Astra Serif" w:hAnsi="PT Astra Serif"/>
        </w:rPr>
        <w:t xml:space="preserve"> остаток субсидий на реализацию мероприятий по обеспечению жильём молодых семей;</w:t>
      </w:r>
    </w:p>
    <w:p w:rsidR="00FC5E2E" w:rsidRPr="00FC5E2E" w:rsidRDefault="00FC5E2E" w:rsidP="00FC5E2E">
      <w:pPr>
        <w:pStyle w:val="aa"/>
        <w:ind w:left="0" w:firstLine="709"/>
        <w:jc w:val="both"/>
        <w:rPr>
          <w:rFonts w:ascii="PT Astra Serif" w:hAnsi="PT Astra Serif"/>
        </w:rPr>
      </w:pPr>
      <w:r w:rsidRPr="00FC5E2E">
        <w:rPr>
          <w:rFonts w:ascii="PT Astra Serif" w:hAnsi="PT Astra Serif"/>
        </w:rPr>
        <w:t xml:space="preserve">- </w:t>
      </w:r>
      <w:r w:rsidRPr="00CB1EF8">
        <w:rPr>
          <w:rFonts w:ascii="PT Astra Serif" w:hAnsi="PT Astra Serif"/>
          <w:b/>
        </w:rPr>
        <w:t>0,88515 тыс. рублей</w:t>
      </w:r>
      <w:r w:rsidRPr="00FC5E2E">
        <w:rPr>
          <w:rFonts w:ascii="PT Astra Serif" w:hAnsi="PT Astra Serif"/>
        </w:rPr>
        <w:t xml:space="preserve"> остаток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области, связанных с установлением нормативов потребления населением твёрдого топлива;</w:t>
      </w:r>
    </w:p>
    <w:p w:rsidR="00FC5E2E" w:rsidRPr="00FC5E2E" w:rsidRDefault="00FC5E2E" w:rsidP="00FC5E2E">
      <w:pPr>
        <w:pStyle w:val="aa"/>
        <w:ind w:left="0" w:firstLine="709"/>
        <w:jc w:val="both"/>
        <w:rPr>
          <w:rFonts w:ascii="PT Astra Serif" w:hAnsi="PT Astra Serif"/>
        </w:rPr>
      </w:pPr>
      <w:r w:rsidRPr="00FC5E2E">
        <w:rPr>
          <w:rFonts w:ascii="PT Astra Serif" w:hAnsi="PT Astra Serif"/>
        </w:rPr>
        <w:t xml:space="preserve">- </w:t>
      </w:r>
      <w:r w:rsidRPr="00CB1EF8">
        <w:rPr>
          <w:rFonts w:ascii="PT Astra Serif" w:hAnsi="PT Astra Serif"/>
          <w:b/>
        </w:rPr>
        <w:t>0,17799 тыс. рублей</w:t>
      </w:r>
      <w:r w:rsidRPr="00FC5E2E">
        <w:rPr>
          <w:rFonts w:ascii="PT Astra Serif" w:hAnsi="PT Astra Serif"/>
        </w:rPr>
        <w:t xml:space="preserve"> остаток субсидий на мероприятия по сокращению доли загрязнения сточных вод.</w:t>
      </w:r>
    </w:p>
    <w:p w:rsidR="00FC5E2E" w:rsidRPr="00FC5E2E" w:rsidRDefault="00FC5E2E" w:rsidP="00FC5E2E">
      <w:pPr>
        <w:pStyle w:val="aa"/>
        <w:ind w:left="0" w:firstLine="709"/>
        <w:jc w:val="both"/>
        <w:rPr>
          <w:rFonts w:ascii="PT Astra Serif" w:hAnsi="PT Astra Serif"/>
        </w:rPr>
      </w:pPr>
      <w:r w:rsidRPr="00FC5E2E">
        <w:rPr>
          <w:rFonts w:ascii="PT Astra Serif" w:hAnsi="PT Astra Serif"/>
        </w:rPr>
        <w:t>В расходной части областного бюджета средства направляются Министерству жилищно-коммунального хозяйства и строительства Ульяновской области на следующие мероприятия:</w:t>
      </w:r>
    </w:p>
    <w:p w:rsidR="00FC5E2E" w:rsidRPr="002501C4" w:rsidRDefault="00FC5E2E" w:rsidP="002501C4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2501C4">
        <w:rPr>
          <w:rFonts w:ascii="PT Astra Serif" w:hAnsi="PT Astra Serif"/>
          <w:kern w:val="32"/>
          <w:sz w:val="28"/>
          <w:szCs w:val="28"/>
        </w:rPr>
        <w:t xml:space="preserve">- </w:t>
      </w:r>
      <w:r w:rsidRPr="00122208">
        <w:rPr>
          <w:rFonts w:ascii="PT Astra Serif" w:hAnsi="PT Astra Serif"/>
          <w:b/>
          <w:kern w:val="32"/>
          <w:sz w:val="28"/>
          <w:szCs w:val="28"/>
        </w:rPr>
        <w:t>8 200,0 тыс. рублей</w:t>
      </w:r>
      <w:r w:rsidRPr="002501C4">
        <w:rPr>
          <w:rFonts w:ascii="PT Astra Serif" w:hAnsi="PT Astra Serif"/>
          <w:kern w:val="32"/>
          <w:sz w:val="28"/>
          <w:szCs w:val="28"/>
        </w:rPr>
        <w:t xml:space="preserve"> </w:t>
      </w:r>
      <w:r w:rsidRPr="002501C4">
        <w:rPr>
          <w:rFonts w:ascii="PT Astra Serif" w:hAnsi="PT Astra Serif"/>
          <w:sz w:val="28"/>
          <w:szCs w:val="28"/>
        </w:rPr>
        <w:t xml:space="preserve">на подключение и внедрение информационной системы управления проектами государственного заказчика в сфере строительства в соответствии с поручением заместителя Председателя Правительства Российской Федерации М.Ш. </w:t>
      </w:r>
      <w:proofErr w:type="spellStart"/>
      <w:r w:rsidRPr="002501C4">
        <w:rPr>
          <w:rFonts w:ascii="PT Astra Serif" w:hAnsi="PT Astra Serif"/>
          <w:sz w:val="28"/>
          <w:szCs w:val="28"/>
        </w:rPr>
        <w:t>Хуснуллина</w:t>
      </w:r>
      <w:proofErr w:type="spellEnd"/>
      <w:r w:rsidRPr="002501C4">
        <w:rPr>
          <w:rFonts w:ascii="PT Astra Serif" w:hAnsi="PT Astra Serif"/>
          <w:sz w:val="28"/>
          <w:szCs w:val="28"/>
        </w:rPr>
        <w:t xml:space="preserve"> по итогам заседания Президиума (штаба) Правительственной комиссии по региональному развитию в Российской Федерации от 09.03.2023;</w:t>
      </w:r>
    </w:p>
    <w:p w:rsidR="00FC5E2E" w:rsidRPr="002501C4" w:rsidRDefault="00FC5E2E" w:rsidP="002501C4">
      <w:pPr>
        <w:spacing w:after="0" w:line="240" w:lineRule="auto"/>
        <w:ind w:right="-1" w:firstLine="708"/>
        <w:jc w:val="both"/>
        <w:rPr>
          <w:rFonts w:ascii="PT Astra Serif" w:hAnsi="PT Astra Serif"/>
          <w:kern w:val="32"/>
          <w:sz w:val="28"/>
          <w:szCs w:val="28"/>
        </w:rPr>
      </w:pPr>
      <w:r w:rsidRPr="002501C4">
        <w:rPr>
          <w:rFonts w:ascii="PT Astra Serif" w:hAnsi="PT Astra Serif"/>
          <w:kern w:val="32"/>
          <w:sz w:val="28"/>
          <w:szCs w:val="28"/>
        </w:rPr>
        <w:t xml:space="preserve">- </w:t>
      </w:r>
      <w:r w:rsidRPr="00122208">
        <w:rPr>
          <w:rFonts w:ascii="PT Astra Serif" w:hAnsi="PT Astra Serif"/>
          <w:b/>
          <w:kern w:val="32"/>
          <w:sz w:val="28"/>
          <w:szCs w:val="28"/>
        </w:rPr>
        <w:t>4 </w:t>
      </w:r>
      <w:r w:rsidR="001C116F">
        <w:rPr>
          <w:rFonts w:ascii="PT Astra Serif" w:hAnsi="PT Astra Serif"/>
          <w:b/>
          <w:kern w:val="32"/>
          <w:sz w:val="28"/>
          <w:szCs w:val="28"/>
        </w:rPr>
        <w:t>9</w:t>
      </w:r>
      <w:r w:rsidRPr="00122208">
        <w:rPr>
          <w:rFonts w:ascii="PT Astra Serif" w:hAnsi="PT Astra Serif"/>
          <w:b/>
          <w:kern w:val="32"/>
          <w:sz w:val="28"/>
          <w:szCs w:val="28"/>
        </w:rPr>
        <w:t>45,0 тыс. рублей</w:t>
      </w:r>
      <w:r w:rsidRPr="002501C4">
        <w:rPr>
          <w:rFonts w:ascii="PT Astra Serif" w:hAnsi="PT Astra Serif"/>
          <w:kern w:val="32"/>
          <w:sz w:val="28"/>
          <w:szCs w:val="28"/>
        </w:rPr>
        <w:t xml:space="preserve"> на </w:t>
      </w:r>
      <w:r w:rsidR="001C116F">
        <w:rPr>
          <w:rFonts w:ascii="PT Astra Serif" w:hAnsi="PT Astra Serif"/>
          <w:kern w:val="32"/>
          <w:sz w:val="28"/>
          <w:szCs w:val="28"/>
        </w:rPr>
        <w:t>содержание Министерства и подведомственных учреждений</w:t>
      </w:r>
      <w:r w:rsidRPr="002501C4">
        <w:rPr>
          <w:rFonts w:ascii="PT Astra Serif" w:hAnsi="PT Astra Serif"/>
          <w:kern w:val="32"/>
          <w:sz w:val="28"/>
          <w:szCs w:val="28"/>
        </w:rPr>
        <w:t>;</w:t>
      </w:r>
    </w:p>
    <w:p w:rsidR="00FC5E2E" w:rsidRPr="002501C4" w:rsidRDefault="00FC5E2E" w:rsidP="002501C4">
      <w:pPr>
        <w:spacing w:after="0" w:line="240" w:lineRule="auto"/>
        <w:ind w:right="-1"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01C4">
        <w:rPr>
          <w:rFonts w:ascii="PT Astra Serif" w:hAnsi="PT Astra Serif"/>
          <w:kern w:val="32"/>
          <w:sz w:val="28"/>
          <w:szCs w:val="28"/>
        </w:rPr>
        <w:t xml:space="preserve">- </w:t>
      </w:r>
      <w:r w:rsidRPr="00122208">
        <w:rPr>
          <w:rFonts w:ascii="PT Astra Serif" w:hAnsi="PT Astra Serif"/>
          <w:b/>
          <w:kern w:val="32"/>
          <w:sz w:val="28"/>
          <w:szCs w:val="28"/>
        </w:rPr>
        <w:t>2 060,0 тыс. рублей</w:t>
      </w:r>
      <w:r w:rsidRPr="002501C4">
        <w:rPr>
          <w:rFonts w:ascii="PT Astra Serif" w:hAnsi="PT Astra Serif"/>
          <w:kern w:val="32"/>
          <w:sz w:val="28"/>
          <w:szCs w:val="28"/>
        </w:rPr>
        <w:t xml:space="preserve"> </w:t>
      </w:r>
      <w:r w:rsidR="001C116F">
        <w:rPr>
          <w:rFonts w:ascii="PT Astra Serif" w:hAnsi="PT Astra Serif"/>
          <w:kern w:val="32"/>
          <w:sz w:val="28"/>
          <w:szCs w:val="28"/>
        </w:rPr>
        <w:t>на аренду помещений ОГКУ «ЦУНИ».</w:t>
      </w:r>
    </w:p>
    <w:p w:rsidR="00D0182C" w:rsidRDefault="00FC5E2E" w:rsidP="00D0182C">
      <w:pPr>
        <w:pStyle w:val="aa"/>
        <w:ind w:left="0" w:right="-1" w:firstLine="709"/>
        <w:jc w:val="both"/>
        <w:rPr>
          <w:rFonts w:ascii="PT Astra Serif" w:hAnsi="PT Astra Serif"/>
          <w:noProof/>
        </w:rPr>
      </w:pPr>
      <w:r w:rsidRPr="002501C4">
        <w:rPr>
          <w:rFonts w:ascii="PT Astra Serif" w:hAnsi="PT Astra Serif"/>
          <w:noProof/>
        </w:rPr>
        <w:t xml:space="preserve">Соответствующие изменения вносятся в статью 1 </w:t>
      </w:r>
      <w:r w:rsidR="002501C4" w:rsidRPr="002501C4">
        <w:rPr>
          <w:rFonts w:ascii="PT Astra Serif" w:hAnsi="PT Astra Serif"/>
          <w:noProof/>
        </w:rPr>
        <w:t xml:space="preserve">текста </w:t>
      </w:r>
      <w:r w:rsidRPr="002501C4">
        <w:rPr>
          <w:rFonts w:ascii="PT Astra Serif" w:hAnsi="PT Astra Serif"/>
          <w:noProof/>
        </w:rPr>
        <w:t>Закона, приложения 4, 5</w:t>
      </w:r>
      <w:r w:rsidR="002501C4" w:rsidRPr="002501C4">
        <w:rPr>
          <w:rFonts w:ascii="PT Astra Serif" w:hAnsi="PT Astra Serif"/>
          <w:noProof/>
        </w:rPr>
        <w:t xml:space="preserve"> и </w:t>
      </w:r>
      <w:r w:rsidRPr="002501C4">
        <w:rPr>
          <w:rFonts w:ascii="PT Astra Serif" w:hAnsi="PT Astra Serif"/>
          <w:noProof/>
        </w:rPr>
        <w:t>6.</w:t>
      </w:r>
    </w:p>
    <w:p w:rsidR="00E35D49" w:rsidRPr="00B271CC" w:rsidRDefault="00D0182C" w:rsidP="00D0182C">
      <w:pPr>
        <w:pStyle w:val="aa"/>
        <w:ind w:left="0" w:right="-1" w:firstLine="709"/>
        <w:jc w:val="both"/>
        <w:rPr>
          <w:rFonts w:ascii="PT Astra Serif" w:hAnsi="PT Astra Serif"/>
          <w:noProof/>
        </w:rPr>
      </w:pPr>
      <w:r>
        <w:rPr>
          <w:rFonts w:ascii="PT Astra Serif" w:hAnsi="PT Astra Serif"/>
        </w:rPr>
        <w:t>3.</w:t>
      </w:r>
      <w:r w:rsidR="00E412F3">
        <w:rPr>
          <w:rFonts w:ascii="PT Astra Serif" w:hAnsi="PT Astra Serif"/>
        </w:rPr>
        <w:t>5</w:t>
      </w:r>
      <w:r>
        <w:rPr>
          <w:rFonts w:ascii="PT Astra Serif" w:hAnsi="PT Astra Serif"/>
        </w:rPr>
        <w:t xml:space="preserve">.2 </w:t>
      </w:r>
      <w:r w:rsidR="00E35D49" w:rsidRPr="00B271CC">
        <w:rPr>
          <w:rFonts w:ascii="PT Astra Serif" w:hAnsi="PT Astra Serif"/>
        </w:rPr>
        <w:t xml:space="preserve">На основании обращений Министерства жилищно-коммунального хозяйства и строительства Ульяновской области от 04.05.2023 №73-ИОГВ-07.01/1883вн, от 03.05.2023 №73-ИОГВ-07.01/1837вн увеличивается </w:t>
      </w:r>
      <w:r w:rsidR="00E35D49" w:rsidRPr="00B271CC">
        <w:rPr>
          <w:rFonts w:ascii="PT Astra Serif" w:hAnsi="PT Astra Serif"/>
          <w:b/>
        </w:rPr>
        <w:t>доходная часть областного бюджета</w:t>
      </w:r>
      <w:r w:rsidR="00E35D49" w:rsidRPr="00B271CC">
        <w:rPr>
          <w:rFonts w:ascii="PT Astra Serif" w:hAnsi="PT Astra Serif"/>
        </w:rPr>
        <w:t xml:space="preserve"> на сумму </w:t>
      </w:r>
      <w:r w:rsidR="00E35D49" w:rsidRPr="00B271CC">
        <w:rPr>
          <w:rFonts w:ascii="PT Astra Serif" w:hAnsi="PT Astra Serif"/>
          <w:b/>
        </w:rPr>
        <w:t xml:space="preserve">68 943,78445 тыс. рублей </w:t>
      </w:r>
      <w:r w:rsidR="00E35D49" w:rsidRPr="00B271CC">
        <w:rPr>
          <w:rFonts w:ascii="PT Astra Serif" w:hAnsi="PT Astra Serif"/>
        </w:rPr>
        <w:t xml:space="preserve"> за счёт </w:t>
      </w:r>
      <w:r w:rsidR="00E35D49" w:rsidRPr="00B271CC">
        <w:rPr>
          <w:rFonts w:ascii="PT Astra Serif" w:hAnsi="PT Astra Serif"/>
          <w:b/>
        </w:rPr>
        <w:t>возврата</w:t>
      </w:r>
      <w:r w:rsidR="00E35D49" w:rsidRPr="00B271CC">
        <w:rPr>
          <w:rFonts w:ascii="PT Astra Serif" w:hAnsi="PT Astra Serif"/>
        </w:rPr>
        <w:t xml:space="preserve"> </w:t>
      </w:r>
      <w:r w:rsidR="00E35D49" w:rsidRPr="00B271CC">
        <w:rPr>
          <w:rFonts w:ascii="PT Astra Serif" w:hAnsi="PT Astra Serif"/>
          <w:b/>
        </w:rPr>
        <w:t>неиспользованного остатка за 2022 год</w:t>
      </w:r>
      <w:r w:rsidR="00E35D49" w:rsidRPr="00B271CC">
        <w:rPr>
          <w:rFonts w:ascii="PT Astra Serif" w:hAnsi="PT Astra Serif"/>
        </w:rPr>
        <w:t xml:space="preserve"> субсидий, предоставляемых поселениям и городским округам Ульяновской области в целях софинансирования расходных обязательств, связанных </w:t>
      </w:r>
      <w:r w:rsidR="00E35D49" w:rsidRPr="00B271CC">
        <w:rPr>
          <w:rFonts w:ascii="PT Astra Serif" w:hAnsi="PT Astra Serif"/>
        </w:rPr>
        <w:br/>
        <w:t>с обеспечением мероприятий по переселению граждан из аварийного жилищного фонда,</w:t>
      </w:r>
      <w:r w:rsidR="00E35D49" w:rsidRPr="00B271CC">
        <w:t xml:space="preserve"> </w:t>
      </w:r>
      <w:r w:rsidR="00E35D49" w:rsidRPr="00B271CC">
        <w:rPr>
          <w:rFonts w:ascii="PT Astra Serif" w:hAnsi="PT Astra Serif"/>
        </w:rPr>
        <w:t xml:space="preserve">в том числе переселению граждан из аварийного </w:t>
      </w:r>
      <w:r w:rsidR="00E35D49" w:rsidRPr="00B271CC">
        <w:rPr>
          <w:rFonts w:ascii="PT Astra Serif" w:hAnsi="PT Astra Serif"/>
        </w:rPr>
        <w:lastRenderedPageBreak/>
        <w:t>жилищного фонда за счет средств публично-правовой компании «Фонд развития территорий»</w:t>
      </w:r>
      <w:r w:rsidR="008F55D0">
        <w:rPr>
          <w:rFonts w:ascii="PT Astra Serif" w:hAnsi="PT Astra Serif"/>
        </w:rPr>
        <w:t xml:space="preserve"> </w:t>
      </w:r>
      <w:r w:rsidR="008F55D0" w:rsidRPr="00B271CC">
        <w:rPr>
          <w:rFonts w:ascii="PT Astra Serif" w:hAnsi="PT Astra Serif"/>
          <w:b/>
        </w:rPr>
        <w:t>(</w:t>
      </w:r>
      <w:r w:rsidR="008F55D0" w:rsidRPr="00870134">
        <w:rPr>
          <w:rFonts w:ascii="PT Astra Serif" w:hAnsi="PT Astra Serif"/>
          <w:i/>
        </w:rPr>
        <w:t xml:space="preserve">из них </w:t>
      </w:r>
      <w:r w:rsidR="008F55D0" w:rsidRPr="00870134">
        <w:rPr>
          <w:rFonts w:ascii="PT Astra Serif" w:hAnsi="PT Astra Serif"/>
          <w:b/>
          <w:i/>
        </w:rPr>
        <w:t>9 187,941 тыс. рублей</w:t>
      </w:r>
      <w:r w:rsidR="008F55D0" w:rsidRPr="00870134">
        <w:rPr>
          <w:rFonts w:ascii="PT Astra Serif" w:hAnsi="PT Astra Serif"/>
          <w:i/>
        </w:rPr>
        <w:t xml:space="preserve"> за счёт средств областного бюджета, </w:t>
      </w:r>
      <w:r w:rsidR="008F55D0" w:rsidRPr="00870134">
        <w:rPr>
          <w:rFonts w:ascii="PT Astra Serif" w:eastAsia="Calibri" w:hAnsi="PT Astra Serif"/>
          <w:b/>
          <w:i/>
          <w:lang w:eastAsia="ar-SA"/>
        </w:rPr>
        <w:t>59 755,84345 тыс. рублей</w:t>
      </w:r>
      <w:r w:rsidR="008F55D0" w:rsidRPr="00870134">
        <w:rPr>
          <w:rFonts w:ascii="PT Astra Serif" w:eastAsia="Calibri" w:hAnsi="PT Astra Serif"/>
          <w:i/>
          <w:lang w:eastAsia="ar-SA"/>
        </w:rPr>
        <w:t xml:space="preserve"> </w:t>
      </w:r>
      <w:r w:rsidR="008F55D0" w:rsidRPr="00870134">
        <w:rPr>
          <w:rFonts w:ascii="PT Astra Serif" w:eastAsia="Calibri" w:hAnsi="PT Astra Serif"/>
          <w:i/>
        </w:rPr>
        <w:t>за счёт средств публично-правовой компании «Фонд развития территорий»)</w:t>
      </w:r>
      <w:r w:rsidR="006040F9" w:rsidRPr="00870134">
        <w:rPr>
          <w:rFonts w:ascii="PT Astra Serif" w:hAnsi="PT Astra Serif"/>
        </w:rPr>
        <w:t>.</w:t>
      </w:r>
    </w:p>
    <w:p w:rsidR="00E35D49" w:rsidRPr="00B271CC" w:rsidRDefault="00E35D49" w:rsidP="00E35D49">
      <w:pPr>
        <w:pStyle w:val="aa"/>
        <w:ind w:left="0" w:firstLine="709"/>
        <w:jc w:val="both"/>
        <w:rPr>
          <w:rFonts w:ascii="PT Astra Serif" w:hAnsi="PT Astra Serif"/>
        </w:rPr>
      </w:pPr>
      <w:r w:rsidRPr="00B271CC">
        <w:rPr>
          <w:rFonts w:ascii="PT Astra Serif" w:hAnsi="PT Astra Serif"/>
          <w:b/>
        </w:rPr>
        <w:t>В расходной части</w:t>
      </w:r>
      <w:r w:rsidRPr="00B271CC">
        <w:rPr>
          <w:rFonts w:ascii="PT Astra Serif" w:hAnsi="PT Astra Serif"/>
        </w:rPr>
        <w:t xml:space="preserve"> областного бюджета на эту сумму </w:t>
      </w:r>
      <w:r w:rsidRPr="00B271CC">
        <w:rPr>
          <w:rFonts w:ascii="PT Astra Serif" w:hAnsi="PT Astra Serif"/>
          <w:b/>
        </w:rPr>
        <w:t>увеличиваются</w:t>
      </w:r>
      <w:r w:rsidRPr="00B271CC">
        <w:rPr>
          <w:rFonts w:ascii="PT Astra Serif" w:hAnsi="PT Astra Serif"/>
        </w:rPr>
        <w:t xml:space="preserve"> ассигнования Министерству жилищно-коммунального хозяйства и строительства Ульяновской области и направляются на следующие мероприятия:</w:t>
      </w:r>
    </w:p>
    <w:p w:rsidR="006C21A0" w:rsidRPr="00B271CC" w:rsidRDefault="006C21A0" w:rsidP="006C21A0">
      <w:pPr>
        <w:pStyle w:val="aa"/>
        <w:ind w:left="0" w:firstLine="709"/>
        <w:jc w:val="both"/>
        <w:rPr>
          <w:rFonts w:ascii="PT Astra Serif" w:eastAsia="Calibri" w:hAnsi="PT Astra Serif"/>
        </w:rPr>
      </w:pPr>
      <w:r w:rsidRPr="00B271CC">
        <w:rPr>
          <w:rFonts w:ascii="PT Astra Serif" w:hAnsi="PT Astra Serif"/>
        </w:rPr>
        <w:t>-</w:t>
      </w:r>
      <w:r>
        <w:rPr>
          <w:rFonts w:ascii="PT Astra Serif" w:eastAsia="Calibri" w:hAnsi="PT Astra Serif"/>
          <w:b/>
          <w:lang w:eastAsia="ar-SA"/>
        </w:rPr>
        <w:t xml:space="preserve"> </w:t>
      </w:r>
      <w:r w:rsidRPr="00B271CC">
        <w:rPr>
          <w:rFonts w:ascii="PT Astra Serif" w:eastAsia="Calibri" w:hAnsi="PT Astra Serif"/>
          <w:b/>
          <w:lang w:eastAsia="ar-SA"/>
        </w:rPr>
        <w:t>59 755,84345 тыс. рублей</w:t>
      </w:r>
      <w:r w:rsidRPr="00B271CC">
        <w:rPr>
          <w:rFonts w:ascii="PT Astra Serif" w:eastAsia="Calibri" w:hAnsi="PT Astra Serif"/>
          <w:lang w:eastAsia="ar-SA"/>
        </w:rPr>
        <w:t xml:space="preserve"> </w:t>
      </w:r>
      <w:r w:rsidRPr="00B271CC">
        <w:rPr>
          <w:rFonts w:ascii="PT Astra Serif" w:eastAsia="Calibri" w:hAnsi="PT Astra Serif"/>
        </w:rPr>
        <w:t xml:space="preserve">на переселение граждан из аварийного жилищного фонда в рамках регионального проекта «Обеспечение устойчивого сокращения непригодного для проживания жилищного фонда» </w:t>
      </w:r>
      <w:r w:rsidRPr="00870134">
        <w:rPr>
          <w:rFonts w:ascii="PT Astra Serif" w:eastAsia="Calibri" w:hAnsi="PT Astra Serif"/>
        </w:rPr>
        <w:t>за счёт средств публично-правовой компании «Фонд развития территорий»</w:t>
      </w:r>
      <w:r w:rsidRPr="00B271CC">
        <w:rPr>
          <w:rFonts w:ascii="PT Astra Serif" w:eastAsia="Calibri" w:hAnsi="PT Astra Serif"/>
        </w:rPr>
        <w:t>;</w:t>
      </w:r>
    </w:p>
    <w:p w:rsidR="006C21A0" w:rsidRPr="00B271CC" w:rsidRDefault="006C21A0" w:rsidP="006C21A0">
      <w:pPr>
        <w:pStyle w:val="aa"/>
        <w:tabs>
          <w:tab w:val="left" w:pos="851"/>
        </w:tabs>
        <w:ind w:left="0" w:firstLine="709"/>
        <w:jc w:val="both"/>
        <w:rPr>
          <w:rFonts w:ascii="PT Astra Serif" w:eastAsia="Calibri" w:hAnsi="PT Astra Serif"/>
        </w:rPr>
      </w:pPr>
      <w:r w:rsidRPr="00B271CC">
        <w:rPr>
          <w:rFonts w:ascii="PT Astra Serif" w:eastAsia="Calibri" w:hAnsi="PT Astra Serif"/>
          <w:lang w:eastAsia="ar-SA"/>
        </w:rPr>
        <w:t xml:space="preserve">- </w:t>
      </w:r>
      <w:r w:rsidRPr="00B271CC">
        <w:rPr>
          <w:rFonts w:ascii="PT Astra Serif" w:eastAsia="Calibri" w:hAnsi="PT Astra Serif"/>
          <w:b/>
          <w:lang w:eastAsia="ar-SA"/>
        </w:rPr>
        <w:t>3 500,0 тыс. рублей</w:t>
      </w:r>
      <w:r w:rsidRPr="00B271CC">
        <w:rPr>
          <w:rFonts w:ascii="PT Astra Serif" w:eastAsia="Calibri" w:hAnsi="PT Astra Serif"/>
          <w:lang w:eastAsia="ar-SA"/>
        </w:rPr>
        <w:t xml:space="preserve"> на </w:t>
      </w:r>
      <w:r w:rsidRPr="00B271CC">
        <w:rPr>
          <w:rFonts w:ascii="PT Astra Serif" w:eastAsia="Calibri" w:hAnsi="PT Astra Serif"/>
        </w:rPr>
        <w:t>предоставление единовременной социальной выплаты отдельным работникам организаций, осуществляющих на территории Ульяновской области деятельность в сфере информационных те</w:t>
      </w:r>
      <w:r>
        <w:rPr>
          <w:rFonts w:ascii="PT Astra Serif" w:eastAsia="Calibri" w:hAnsi="PT Astra Serif"/>
        </w:rPr>
        <w:t>хнологий и отрасли авиастроения;</w:t>
      </w:r>
    </w:p>
    <w:p w:rsidR="00E35D49" w:rsidRPr="00B271CC" w:rsidRDefault="00E35D49" w:rsidP="00E35D49">
      <w:pPr>
        <w:pStyle w:val="aa"/>
        <w:ind w:left="0" w:firstLine="709"/>
        <w:jc w:val="both"/>
        <w:rPr>
          <w:rFonts w:ascii="PT Astra Serif" w:eastAsia="Calibri" w:hAnsi="PT Astra Serif"/>
          <w:lang w:eastAsia="ar-SA"/>
        </w:rPr>
      </w:pPr>
      <w:r w:rsidRPr="00B271CC">
        <w:rPr>
          <w:rFonts w:ascii="PT Astra Serif" w:hAnsi="PT Astra Serif"/>
        </w:rPr>
        <w:t xml:space="preserve">- </w:t>
      </w:r>
      <w:r w:rsidRPr="00B271CC">
        <w:rPr>
          <w:rFonts w:ascii="PT Astra Serif" w:hAnsi="PT Astra Serif"/>
          <w:b/>
        </w:rPr>
        <w:t>2 817,74615 тыс. рублей</w:t>
      </w:r>
      <w:r w:rsidRPr="00B271CC">
        <w:rPr>
          <w:rFonts w:ascii="PT Astra Serif" w:hAnsi="PT Astra Serif"/>
        </w:rPr>
        <w:t xml:space="preserve"> </w:t>
      </w:r>
      <w:r w:rsidRPr="00B271CC">
        <w:rPr>
          <w:rFonts w:ascii="PT Astra Serif" w:eastAsia="Calibri" w:hAnsi="PT Astra Serif"/>
        </w:rPr>
        <w:t xml:space="preserve">на переселение граждан из аварийного жилищного фонда в рамках </w:t>
      </w:r>
      <w:r w:rsidRPr="00B271CC">
        <w:rPr>
          <w:rFonts w:ascii="PT Astra Serif" w:eastAsia="Calibri" w:hAnsi="PT Astra Serif"/>
          <w:lang w:eastAsia="ar-SA"/>
        </w:rPr>
        <w:t>областной адресной программы;</w:t>
      </w:r>
    </w:p>
    <w:p w:rsidR="006C21A0" w:rsidRPr="00B271CC" w:rsidRDefault="006C21A0" w:rsidP="006C21A0">
      <w:pPr>
        <w:pStyle w:val="aa"/>
        <w:ind w:left="0" w:firstLine="709"/>
        <w:jc w:val="both"/>
        <w:rPr>
          <w:rFonts w:ascii="PT Astra Serif" w:eastAsia="Calibri" w:hAnsi="PT Astra Serif"/>
          <w:b/>
          <w:bCs/>
        </w:rPr>
      </w:pPr>
      <w:r w:rsidRPr="00B271CC">
        <w:rPr>
          <w:rFonts w:ascii="PT Astra Serif" w:eastAsia="Calibri" w:hAnsi="PT Astra Serif"/>
        </w:rPr>
        <w:t xml:space="preserve">- </w:t>
      </w:r>
      <w:r w:rsidRPr="00B271CC">
        <w:rPr>
          <w:rFonts w:ascii="PT Astra Serif" w:eastAsia="Calibri" w:hAnsi="PT Astra Serif"/>
          <w:b/>
        </w:rPr>
        <w:t>2 800,00 тыс. рублей</w:t>
      </w:r>
      <w:r w:rsidRPr="00B271CC">
        <w:rPr>
          <w:rFonts w:ascii="PT Astra Serif" w:eastAsia="Calibri" w:hAnsi="PT Astra Serif"/>
        </w:rPr>
        <w:t xml:space="preserve"> на снос </w:t>
      </w:r>
      <w:r w:rsidRPr="00B271CC">
        <w:rPr>
          <w:rFonts w:ascii="PT Astra Serif" w:eastAsia="Calibri" w:hAnsi="PT Astra Serif"/>
          <w:bCs/>
        </w:rPr>
        <w:t>аварийных расселенных многоквартирных домов, расположенных на территориях муниципальных образований Ульяновской области;</w:t>
      </w:r>
    </w:p>
    <w:p w:rsidR="006C21A0" w:rsidRPr="00B271CC" w:rsidRDefault="006C21A0" w:rsidP="006C21A0">
      <w:pPr>
        <w:pStyle w:val="aa"/>
        <w:tabs>
          <w:tab w:val="left" w:pos="851"/>
        </w:tabs>
        <w:ind w:left="0" w:firstLine="709"/>
        <w:jc w:val="both"/>
        <w:rPr>
          <w:rFonts w:ascii="PT Astra Serif" w:eastAsia="Calibri" w:hAnsi="PT Astra Serif"/>
          <w:lang w:eastAsia="ar-SA"/>
        </w:rPr>
      </w:pPr>
      <w:r w:rsidRPr="00B271CC">
        <w:rPr>
          <w:rFonts w:ascii="PT Astra Serif" w:hAnsi="PT Astra Serif"/>
        </w:rPr>
        <w:t xml:space="preserve">- </w:t>
      </w:r>
      <w:r w:rsidRPr="00B271CC">
        <w:rPr>
          <w:rFonts w:ascii="PT Astra Serif" w:hAnsi="PT Astra Serif"/>
          <w:b/>
        </w:rPr>
        <w:t xml:space="preserve">70,17685 </w:t>
      </w:r>
      <w:r w:rsidRPr="00B271CC">
        <w:rPr>
          <w:rFonts w:ascii="PT Astra Serif" w:eastAsia="Calibri" w:hAnsi="PT Astra Serif"/>
          <w:b/>
          <w:lang w:eastAsia="ar-SA"/>
        </w:rPr>
        <w:t>тыс. рублей</w:t>
      </w:r>
      <w:r w:rsidRPr="00B271CC">
        <w:rPr>
          <w:rFonts w:ascii="PT Astra Serif" w:eastAsia="Calibri" w:hAnsi="PT Astra Serif"/>
          <w:lang w:eastAsia="ar-SA"/>
        </w:rPr>
        <w:t xml:space="preserve"> для возврата сред</w:t>
      </w:r>
      <w:r w:rsidR="00AE53FC">
        <w:rPr>
          <w:rFonts w:ascii="PT Astra Serif" w:eastAsia="Calibri" w:hAnsi="PT Astra Serif"/>
          <w:lang w:eastAsia="ar-SA"/>
        </w:rPr>
        <w:t xml:space="preserve">ств в федеральный бюджет </w:t>
      </w:r>
      <w:r w:rsidR="00AE53FC">
        <w:rPr>
          <w:rFonts w:ascii="PT Astra Serif" w:eastAsia="Calibri" w:hAnsi="PT Astra Serif"/>
          <w:lang w:eastAsia="ar-SA"/>
        </w:rPr>
        <w:br/>
        <w:t xml:space="preserve">за </w:t>
      </w:r>
      <w:proofErr w:type="spellStart"/>
      <w:r w:rsidR="00AE53FC">
        <w:rPr>
          <w:rFonts w:ascii="PT Astra Serif" w:eastAsia="Calibri" w:hAnsi="PT Astra Serif"/>
          <w:lang w:eastAsia="ar-SA"/>
        </w:rPr>
        <w:t>не</w:t>
      </w:r>
      <w:r w:rsidRPr="00B271CC">
        <w:rPr>
          <w:rFonts w:ascii="PT Astra Serif" w:eastAsia="Calibri" w:hAnsi="PT Astra Serif"/>
          <w:lang w:eastAsia="ar-SA"/>
        </w:rPr>
        <w:t>достижение</w:t>
      </w:r>
      <w:proofErr w:type="spellEnd"/>
      <w:r w:rsidRPr="00B271CC">
        <w:rPr>
          <w:rFonts w:ascii="PT Astra Serif" w:eastAsia="Calibri" w:hAnsi="PT Astra Serif"/>
          <w:lang w:eastAsia="ar-SA"/>
        </w:rPr>
        <w:t xml:space="preserve"> значений результатов использования субсидий на софинансирование расходных обязательств, связанных с предоставлением социальных выплат молодым семьям на приобретение (строительство) жилых помещений за 2022 год;</w:t>
      </w:r>
    </w:p>
    <w:p w:rsidR="00E35D49" w:rsidRPr="00B271CC" w:rsidRDefault="00E35D49" w:rsidP="00E35D49">
      <w:pPr>
        <w:pStyle w:val="aa"/>
        <w:ind w:left="0" w:firstLine="709"/>
        <w:jc w:val="both"/>
        <w:rPr>
          <w:rFonts w:ascii="PT Astra Serif" w:eastAsia="Calibri" w:hAnsi="PT Astra Serif"/>
        </w:rPr>
      </w:pPr>
      <w:r w:rsidRPr="00B271CC">
        <w:rPr>
          <w:rFonts w:ascii="PT Astra Serif" w:eastAsia="Calibri" w:hAnsi="PT Astra Serif"/>
        </w:rPr>
        <w:t xml:space="preserve">- </w:t>
      </w:r>
      <w:r w:rsidRPr="00B271CC">
        <w:rPr>
          <w:rFonts w:ascii="PT Astra Serif" w:eastAsia="Calibri" w:hAnsi="PT Astra Serif"/>
          <w:b/>
        </w:rPr>
        <w:t xml:space="preserve">0,018 </w:t>
      </w:r>
      <w:r w:rsidRPr="00B271CC">
        <w:rPr>
          <w:rFonts w:ascii="PT Astra Serif" w:eastAsia="Calibri" w:hAnsi="PT Astra Serif"/>
          <w:b/>
          <w:lang w:eastAsia="ar-SA"/>
        </w:rPr>
        <w:t>тыс. рублей</w:t>
      </w:r>
      <w:r w:rsidRPr="00B271CC">
        <w:rPr>
          <w:rFonts w:ascii="PT Astra Serif" w:eastAsia="Calibri" w:hAnsi="PT Astra Serif"/>
          <w:lang w:eastAsia="ar-SA"/>
        </w:rPr>
        <w:t xml:space="preserve"> для возврата</w:t>
      </w:r>
      <w:r w:rsidRPr="00B271CC">
        <w:rPr>
          <w:rFonts w:ascii="PT Astra Serif" w:eastAsia="Calibri" w:hAnsi="PT Astra Serif"/>
          <w:b/>
          <w:lang w:eastAsia="ar-SA"/>
        </w:rPr>
        <w:t xml:space="preserve"> </w:t>
      </w:r>
      <w:r w:rsidRPr="00B271CC">
        <w:rPr>
          <w:rFonts w:ascii="PT Astra Serif" w:eastAsia="Calibri" w:hAnsi="PT Astra Serif"/>
          <w:lang w:eastAsia="ar-SA"/>
        </w:rPr>
        <w:t>средств публично-правовой комп</w:t>
      </w:r>
      <w:r w:rsidR="006C21A0">
        <w:rPr>
          <w:rFonts w:ascii="PT Astra Serif" w:eastAsia="Calibri" w:hAnsi="PT Astra Serif"/>
          <w:lang w:eastAsia="ar-SA"/>
        </w:rPr>
        <w:t>ании «Фонд развития территорий».</w:t>
      </w:r>
    </w:p>
    <w:p w:rsidR="00E35D49" w:rsidRPr="00B271CC" w:rsidRDefault="00E35D49" w:rsidP="00E35D49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B271CC">
        <w:rPr>
          <w:rFonts w:ascii="PT Astra Serif" w:hAnsi="PT Astra Serif"/>
          <w:noProof/>
        </w:rPr>
        <w:t xml:space="preserve">Соответствующие изменения вносятся в статью 1, приложения 4, 5, 6, 8 и 9 к Закону, </w:t>
      </w:r>
      <w:r w:rsidRPr="00B271CC">
        <w:rPr>
          <w:rFonts w:ascii="PT Astra Serif" w:hAnsi="PT Astra Serif"/>
        </w:rPr>
        <w:t>таблицы 2.8, 2.31, 2.32, 2.34 приложения 10 к Закону излагаются в новой редакции.</w:t>
      </w:r>
    </w:p>
    <w:p w:rsidR="00D0182C" w:rsidRPr="00DA614F" w:rsidRDefault="00D0182C" w:rsidP="00D0182C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3.</w:t>
      </w:r>
      <w:r w:rsidR="00E412F3">
        <w:rPr>
          <w:rFonts w:ascii="PT Astra Serif" w:hAnsi="PT Astra Serif"/>
        </w:rPr>
        <w:t>5</w:t>
      </w:r>
      <w:r>
        <w:rPr>
          <w:rFonts w:ascii="PT Astra Serif" w:hAnsi="PT Astra Serif"/>
        </w:rPr>
        <w:t xml:space="preserve">.3 </w:t>
      </w:r>
      <w:r w:rsidRPr="00DA614F">
        <w:rPr>
          <w:rFonts w:ascii="PT Astra Serif" w:hAnsi="PT Astra Serif"/>
        </w:rPr>
        <w:t>На основании обращени</w:t>
      </w:r>
      <w:r>
        <w:rPr>
          <w:rFonts w:ascii="PT Astra Serif" w:hAnsi="PT Astra Serif"/>
        </w:rPr>
        <w:t>я</w:t>
      </w:r>
      <w:r w:rsidRPr="00DA614F">
        <w:rPr>
          <w:rFonts w:ascii="PT Astra Serif" w:hAnsi="PT Astra Serif"/>
        </w:rPr>
        <w:t xml:space="preserve"> Министерства ж</w:t>
      </w:r>
      <w:r>
        <w:rPr>
          <w:rFonts w:ascii="PT Astra Serif" w:hAnsi="PT Astra Serif"/>
        </w:rPr>
        <w:t xml:space="preserve">илищно-коммунального хозяйства </w:t>
      </w:r>
      <w:r w:rsidRPr="00DA614F">
        <w:rPr>
          <w:rFonts w:ascii="PT Astra Serif" w:hAnsi="PT Astra Serif"/>
        </w:rPr>
        <w:t xml:space="preserve">и строительства Ульяновской области от 05.05.2023 №73-ИОГВ-07.01/1903вн </w:t>
      </w:r>
      <w:r>
        <w:rPr>
          <w:rFonts w:ascii="PT Astra Serif" w:hAnsi="PT Astra Serif"/>
          <w:b/>
        </w:rPr>
        <w:t>д</w:t>
      </w:r>
      <w:r w:rsidRPr="00CB67F3">
        <w:rPr>
          <w:rFonts w:ascii="PT Astra Serif" w:hAnsi="PT Astra Serif"/>
          <w:b/>
        </w:rPr>
        <w:t>оходная и расходная части</w:t>
      </w:r>
      <w:r w:rsidRPr="00CB67F3">
        <w:rPr>
          <w:rFonts w:ascii="PT Astra Serif" w:hAnsi="PT Astra Serif"/>
        </w:rPr>
        <w:t xml:space="preserve"> областного бюджета на 2023 год </w:t>
      </w:r>
      <w:r w:rsidRPr="00CB67F3">
        <w:rPr>
          <w:rFonts w:ascii="PT Astra Serif" w:hAnsi="PT Astra Serif"/>
          <w:b/>
        </w:rPr>
        <w:t>увеличиваются</w:t>
      </w:r>
      <w:r w:rsidRPr="00CB67F3">
        <w:rPr>
          <w:rFonts w:ascii="PT Astra Serif" w:hAnsi="PT Astra Serif"/>
        </w:rPr>
        <w:t xml:space="preserve"> на сумму </w:t>
      </w:r>
      <w:r w:rsidRPr="007A0BDB">
        <w:rPr>
          <w:rFonts w:ascii="PT Astra Serif" w:hAnsi="PT Astra Serif"/>
          <w:b/>
        </w:rPr>
        <w:t>30 505,5202 тыс. рублей</w:t>
      </w:r>
      <w:r>
        <w:rPr>
          <w:rFonts w:ascii="PT Astra Serif" w:hAnsi="PT Astra Serif"/>
        </w:rPr>
        <w:t xml:space="preserve"> з</w:t>
      </w:r>
      <w:r w:rsidRPr="00CB67F3">
        <w:rPr>
          <w:rFonts w:ascii="PT Astra Serif" w:hAnsi="PT Astra Serif"/>
        </w:rPr>
        <w:t xml:space="preserve">а счёт </w:t>
      </w:r>
      <w:r w:rsidRPr="00CB67F3">
        <w:rPr>
          <w:rFonts w:ascii="PT Astra Serif" w:hAnsi="PT Astra Serif"/>
          <w:b/>
        </w:rPr>
        <w:t>возврата</w:t>
      </w:r>
      <w:r w:rsidRPr="00CB67F3">
        <w:rPr>
          <w:rFonts w:ascii="PT Astra Serif" w:hAnsi="PT Astra Serif"/>
        </w:rPr>
        <w:t xml:space="preserve"> в доход областного бюджета </w:t>
      </w:r>
      <w:r w:rsidRPr="00CB67F3">
        <w:rPr>
          <w:rFonts w:ascii="PT Astra Serif" w:hAnsi="PT Astra Serif"/>
          <w:b/>
        </w:rPr>
        <w:t>неиспользованн</w:t>
      </w:r>
      <w:r>
        <w:rPr>
          <w:rFonts w:ascii="PT Astra Serif" w:hAnsi="PT Astra Serif"/>
          <w:b/>
        </w:rPr>
        <w:t>ых</w:t>
      </w:r>
      <w:r w:rsidRPr="00CB67F3">
        <w:rPr>
          <w:rFonts w:ascii="PT Astra Serif" w:hAnsi="PT Astra Serif"/>
          <w:b/>
        </w:rPr>
        <w:t xml:space="preserve"> остатк</w:t>
      </w:r>
      <w:r>
        <w:rPr>
          <w:rFonts w:ascii="PT Astra Serif" w:hAnsi="PT Astra Serif"/>
          <w:b/>
        </w:rPr>
        <w:t>ов</w:t>
      </w:r>
      <w:r w:rsidRPr="00CB67F3">
        <w:rPr>
          <w:rFonts w:ascii="PT Astra Serif" w:hAnsi="PT Astra Serif"/>
          <w:b/>
        </w:rPr>
        <w:t xml:space="preserve"> за 2022 год</w:t>
      </w:r>
      <w:r>
        <w:rPr>
          <w:rFonts w:ascii="PT Astra Serif" w:hAnsi="PT Astra Serif"/>
          <w:b/>
        </w:rPr>
        <w:t xml:space="preserve"> </w:t>
      </w:r>
      <w:r w:rsidRPr="003276EA">
        <w:rPr>
          <w:rFonts w:ascii="PT Astra Serif" w:hAnsi="PT Astra Serif"/>
        </w:rPr>
        <w:t>по следующим мероприятиям:</w:t>
      </w:r>
    </w:p>
    <w:p w:rsidR="00D0182C" w:rsidRDefault="00D0182C" w:rsidP="00D0182C">
      <w:pPr>
        <w:pStyle w:val="aa"/>
        <w:ind w:left="0" w:firstLine="709"/>
        <w:jc w:val="both"/>
        <w:rPr>
          <w:rFonts w:ascii="PT Astra Serif" w:hAnsi="PT Astra Serif"/>
        </w:rPr>
      </w:pPr>
      <w:r w:rsidRPr="007A180A">
        <w:rPr>
          <w:rFonts w:ascii="PT Astra Serif" w:hAnsi="PT Astra Serif"/>
        </w:rPr>
        <w:t xml:space="preserve">- </w:t>
      </w:r>
      <w:r w:rsidRPr="00C870C6">
        <w:rPr>
          <w:rFonts w:ascii="PT Astra Serif" w:hAnsi="PT Astra Serif"/>
          <w:b/>
        </w:rPr>
        <w:t>21 747,54568 тыс. рублей</w:t>
      </w:r>
      <w:r w:rsidRPr="007A180A">
        <w:rPr>
          <w:rFonts w:ascii="PT Astra Serif" w:hAnsi="PT Astra Serif"/>
        </w:rPr>
        <w:t xml:space="preserve"> остаток субсидий</w:t>
      </w:r>
      <w:r>
        <w:rPr>
          <w:rFonts w:ascii="PT Astra Serif" w:hAnsi="PT Astra Serif"/>
        </w:rPr>
        <w:t xml:space="preserve"> </w:t>
      </w:r>
      <w:r w:rsidRPr="00512D9C">
        <w:rPr>
          <w:rFonts w:ascii="PT Astra Serif" w:hAnsi="PT Astra Serif"/>
        </w:rPr>
        <w:t>на возмещение затрат, связанных с выполнением работ и оказанием услуг в сфере газификации и газоснабжения Ульяновской области</w:t>
      </w:r>
      <w:r>
        <w:rPr>
          <w:rFonts w:ascii="PT Astra Serif" w:hAnsi="PT Astra Serif"/>
        </w:rPr>
        <w:t>;</w:t>
      </w:r>
    </w:p>
    <w:p w:rsidR="00D0182C" w:rsidRDefault="00D0182C" w:rsidP="00D0182C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C870C6">
        <w:rPr>
          <w:rFonts w:ascii="PT Astra Serif" w:hAnsi="PT Astra Serif"/>
          <w:b/>
        </w:rPr>
        <w:t>8 201,3242 тыс. рублей</w:t>
      </w:r>
      <w:r w:rsidRPr="003276E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остаток </w:t>
      </w:r>
      <w:r w:rsidRPr="00CB67F3">
        <w:rPr>
          <w:rFonts w:ascii="PT Astra Serif" w:hAnsi="PT Astra Serif"/>
        </w:rPr>
        <w:t xml:space="preserve">субсидий, предоставляемых поселениям </w:t>
      </w:r>
      <w:r>
        <w:rPr>
          <w:rFonts w:ascii="PT Astra Serif" w:hAnsi="PT Astra Serif"/>
        </w:rPr>
        <w:br/>
      </w:r>
      <w:r w:rsidRPr="00CB67F3">
        <w:rPr>
          <w:rFonts w:ascii="PT Astra Serif" w:hAnsi="PT Astra Serif"/>
        </w:rPr>
        <w:t>и городским округам Ульяновской области в целях софинансирования расходных обязательств, связанных с обеспечением мероприятий по переселению граждан из аварийного жилищного фонда</w:t>
      </w:r>
      <w:r>
        <w:rPr>
          <w:rFonts w:ascii="PT Astra Serif" w:hAnsi="PT Astra Serif"/>
        </w:rPr>
        <w:t>;</w:t>
      </w:r>
    </w:p>
    <w:p w:rsidR="00D0182C" w:rsidRPr="007A180A" w:rsidRDefault="00D0182C" w:rsidP="00D0182C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- </w:t>
      </w:r>
      <w:r w:rsidRPr="00C870C6">
        <w:rPr>
          <w:rFonts w:ascii="PT Astra Serif" w:hAnsi="PT Astra Serif"/>
          <w:b/>
        </w:rPr>
        <w:t>556,65032 тыс. рублей</w:t>
      </w:r>
      <w:r w:rsidRPr="007A180A">
        <w:rPr>
          <w:rFonts w:ascii="PT Astra Serif" w:hAnsi="PT Astra Serif"/>
        </w:rPr>
        <w:t xml:space="preserve"> остаток субсидий</w:t>
      </w:r>
      <w:r>
        <w:rPr>
          <w:rFonts w:ascii="PT Astra Serif" w:hAnsi="PT Astra Serif"/>
        </w:rPr>
        <w:t xml:space="preserve"> </w:t>
      </w:r>
      <w:r w:rsidRPr="00512D9C">
        <w:rPr>
          <w:rFonts w:ascii="PT Astra Serif" w:hAnsi="PT Astra Serif"/>
        </w:rPr>
        <w:t>из областного бюджета Ульяновской области областным государственным казённым предприятиям в целях возмещения затрат, связанных с выполнением работ и оказанием услуг, необходимых для осуществления функций регионального центра компетенций по вопросам городской среды</w:t>
      </w:r>
      <w:r>
        <w:rPr>
          <w:rFonts w:ascii="PT Astra Serif" w:hAnsi="PT Astra Serif"/>
        </w:rPr>
        <w:t>.</w:t>
      </w:r>
    </w:p>
    <w:p w:rsidR="00D0182C" w:rsidRDefault="00D0182C" w:rsidP="00D0182C">
      <w:pPr>
        <w:pStyle w:val="aa"/>
        <w:ind w:left="0" w:firstLine="709"/>
        <w:jc w:val="both"/>
        <w:rPr>
          <w:rFonts w:ascii="PT Astra Serif" w:hAnsi="PT Astra Serif"/>
        </w:rPr>
      </w:pPr>
      <w:r w:rsidRPr="00512D9C">
        <w:rPr>
          <w:rFonts w:ascii="PT Astra Serif" w:hAnsi="PT Astra Serif"/>
          <w:b/>
        </w:rPr>
        <w:t>В расходной части</w:t>
      </w:r>
      <w:r w:rsidRPr="00CB67F3">
        <w:rPr>
          <w:rFonts w:ascii="PT Astra Serif" w:hAnsi="PT Astra Serif"/>
        </w:rPr>
        <w:t xml:space="preserve"> областного бюджета средства направляются Министерству жилищно-коммунального хозяйства и стр</w:t>
      </w:r>
      <w:r>
        <w:rPr>
          <w:rFonts w:ascii="PT Astra Serif" w:hAnsi="PT Astra Serif"/>
        </w:rPr>
        <w:t xml:space="preserve">оительства Ульяновской области </w:t>
      </w:r>
      <w:r w:rsidRPr="00CB67F3">
        <w:rPr>
          <w:rFonts w:ascii="PT Astra Serif" w:hAnsi="PT Astra Serif"/>
        </w:rPr>
        <w:t>на следующие мероприятия:</w:t>
      </w:r>
    </w:p>
    <w:p w:rsidR="00D0182C" w:rsidRDefault="00D0182C" w:rsidP="00D0182C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5A2172">
        <w:rPr>
          <w:rFonts w:ascii="PT Astra Serif" w:hAnsi="PT Astra Serif"/>
          <w:b/>
        </w:rPr>
        <w:t>23 738,20466 тыс. рублей</w:t>
      </w:r>
      <w:r>
        <w:rPr>
          <w:rFonts w:ascii="PT Astra Serif" w:hAnsi="PT Astra Serif"/>
        </w:rPr>
        <w:t xml:space="preserve"> </w:t>
      </w:r>
      <w:r w:rsidRPr="00512D9C">
        <w:rPr>
          <w:rFonts w:ascii="PT Astra Serif" w:hAnsi="PT Astra Serif"/>
        </w:rPr>
        <w:t>на возмещение затрат, связанных с выполнением работ и оказанием услуг в сфере водоснабжения</w:t>
      </w:r>
      <w:r>
        <w:rPr>
          <w:rFonts w:ascii="PT Astra Serif" w:hAnsi="PT Astra Serif"/>
        </w:rPr>
        <w:t xml:space="preserve"> ОГКП «</w:t>
      </w:r>
      <w:r w:rsidRPr="00512D9C">
        <w:rPr>
          <w:rFonts w:ascii="PT Astra Serif" w:hAnsi="PT Astra Serif"/>
        </w:rPr>
        <w:t>Ульяновский областной водоканал</w:t>
      </w:r>
      <w:r>
        <w:rPr>
          <w:rFonts w:ascii="PT Astra Serif" w:hAnsi="PT Astra Serif"/>
        </w:rPr>
        <w:t>»;</w:t>
      </w:r>
    </w:p>
    <w:p w:rsidR="00D0182C" w:rsidRDefault="00D0182C" w:rsidP="00D0182C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5A2172">
        <w:rPr>
          <w:rFonts w:ascii="PT Astra Serif" w:hAnsi="PT Astra Serif"/>
          <w:b/>
        </w:rPr>
        <w:t>6 767,31554 тыс. рублей</w:t>
      </w:r>
      <w:r>
        <w:rPr>
          <w:rFonts w:ascii="PT Astra Serif" w:hAnsi="PT Astra Serif"/>
        </w:rPr>
        <w:t xml:space="preserve"> на реализацию программы по модернизации систем коммунальной инфраструктуры на 2023 – 2027 годы.</w:t>
      </w:r>
    </w:p>
    <w:p w:rsidR="00E35D49" w:rsidRDefault="00D0182C" w:rsidP="00032B58">
      <w:pPr>
        <w:pStyle w:val="aa"/>
        <w:ind w:left="0" w:firstLine="709"/>
        <w:jc w:val="both"/>
        <w:rPr>
          <w:rFonts w:ascii="PT Astra Serif" w:hAnsi="PT Astra Serif"/>
        </w:rPr>
      </w:pPr>
      <w:r w:rsidRPr="00AB3E05">
        <w:rPr>
          <w:rFonts w:ascii="PT Astra Serif" w:hAnsi="PT Astra Serif"/>
        </w:rPr>
        <w:t>Соответствующие</w:t>
      </w:r>
      <w:r w:rsidR="00032B58">
        <w:rPr>
          <w:rFonts w:ascii="PT Astra Serif" w:hAnsi="PT Astra Serif"/>
        </w:rPr>
        <w:t xml:space="preserve"> </w:t>
      </w:r>
      <w:r w:rsidR="00032B58" w:rsidRPr="00AB3E05">
        <w:rPr>
          <w:rFonts w:ascii="PT Astra Serif" w:hAnsi="PT Astra Serif"/>
        </w:rPr>
        <w:t>изменения вносятся в стать</w:t>
      </w:r>
      <w:r w:rsidR="00032B58">
        <w:rPr>
          <w:rFonts w:ascii="PT Astra Serif" w:hAnsi="PT Astra Serif"/>
        </w:rPr>
        <w:t xml:space="preserve">ю 1 Закона, приложения 4, 5, 6, 8 и 9 </w:t>
      </w:r>
      <w:r w:rsidR="00032B58" w:rsidRPr="00AB3E05">
        <w:rPr>
          <w:rFonts w:ascii="PT Astra Serif" w:hAnsi="PT Astra Serif"/>
        </w:rPr>
        <w:t>к Закону.</w:t>
      </w:r>
    </w:p>
    <w:p w:rsidR="00DA2105" w:rsidRPr="00B271CC" w:rsidRDefault="00DA2105" w:rsidP="00032B58">
      <w:pPr>
        <w:pStyle w:val="aa"/>
        <w:ind w:left="0" w:firstLine="709"/>
        <w:jc w:val="both"/>
        <w:rPr>
          <w:rFonts w:ascii="PT Astra Serif" w:hAnsi="PT Astra Serif"/>
        </w:rPr>
      </w:pPr>
    </w:p>
    <w:p w:rsidR="00D0182C" w:rsidRPr="00D0182C" w:rsidRDefault="00D0182C" w:rsidP="00E35D49">
      <w:pPr>
        <w:pStyle w:val="aa"/>
        <w:ind w:left="0" w:firstLine="709"/>
        <w:jc w:val="both"/>
        <w:rPr>
          <w:rFonts w:ascii="PT Astra Serif" w:hAnsi="PT Astra Serif"/>
          <w:b/>
        </w:rPr>
      </w:pPr>
      <w:r w:rsidRPr="00D0182C">
        <w:rPr>
          <w:rFonts w:ascii="PT Astra Serif" w:hAnsi="PT Astra Serif"/>
          <w:b/>
        </w:rPr>
        <w:t>3</w:t>
      </w:r>
      <w:r w:rsidR="006E3851" w:rsidRPr="00D0182C">
        <w:rPr>
          <w:rFonts w:ascii="PT Astra Serif" w:hAnsi="PT Astra Serif"/>
          <w:b/>
        </w:rPr>
        <w:t>.</w:t>
      </w:r>
      <w:r w:rsidR="006D760C">
        <w:rPr>
          <w:rFonts w:ascii="PT Astra Serif" w:hAnsi="PT Astra Serif"/>
          <w:b/>
        </w:rPr>
        <w:t>6.</w:t>
      </w:r>
      <w:r w:rsidR="006E3851" w:rsidRPr="00D0182C">
        <w:rPr>
          <w:rFonts w:ascii="PT Astra Serif" w:hAnsi="PT Astra Serif"/>
          <w:b/>
        </w:rPr>
        <w:t xml:space="preserve"> </w:t>
      </w:r>
      <w:r w:rsidRPr="00D0182C">
        <w:rPr>
          <w:rFonts w:ascii="PT Astra Serif" w:hAnsi="PT Astra Serif"/>
          <w:b/>
        </w:rPr>
        <w:t>По Министерству здравоохранения Ульяновской области:</w:t>
      </w:r>
    </w:p>
    <w:p w:rsidR="00E35D49" w:rsidRPr="00B271CC" w:rsidRDefault="00571305" w:rsidP="00E35D49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3.6.1. </w:t>
      </w:r>
      <w:r w:rsidR="00E35D49" w:rsidRPr="00B271CC">
        <w:rPr>
          <w:rFonts w:ascii="PT Astra Serif" w:hAnsi="PT Astra Serif"/>
        </w:rPr>
        <w:t xml:space="preserve">На основании обращения Министерства здравоохранения Ульяновской области от 27.03.2023 №73-ИОГВ-11.01/2387вн увеличивается </w:t>
      </w:r>
      <w:r w:rsidR="00E35D49" w:rsidRPr="00B271CC">
        <w:rPr>
          <w:rFonts w:ascii="PT Astra Serif" w:hAnsi="PT Astra Serif"/>
          <w:b/>
        </w:rPr>
        <w:t>доходная часть областного бюджета</w:t>
      </w:r>
      <w:r w:rsidR="00E35D49" w:rsidRPr="00B271CC">
        <w:rPr>
          <w:rFonts w:ascii="PT Astra Serif" w:hAnsi="PT Astra Serif"/>
        </w:rPr>
        <w:t xml:space="preserve"> на сумму </w:t>
      </w:r>
      <w:r w:rsidR="00E35D49" w:rsidRPr="00F76FEC">
        <w:rPr>
          <w:rFonts w:ascii="PT Astra Serif" w:hAnsi="PT Astra Serif"/>
          <w:b/>
        </w:rPr>
        <w:t>9</w:t>
      </w:r>
      <w:r w:rsidR="00F76FEC" w:rsidRPr="00F76FEC">
        <w:rPr>
          <w:rFonts w:ascii="PT Astra Serif" w:hAnsi="PT Astra Serif"/>
          <w:b/>
        </w:rPr>
        <w:t> </w:t>
      </w:r>
      <w:r w:rsidR="00E35D49" w:rsidRPr="00F76FEC">
        <w:rPr>
          <w:rFonts w:ascii="PT Astra Serif" w:hAnsi="PT Astra Serif"/>
          <w:b/>
        </w:rPr>
        <w:t>151</w:t>
      </w:r>
      <w:r w:rsidR="00F76FEC" w:rsidRPr="00F76FEC">
        <w:rPr>
          <w:rFonts w:ascii="PT Astra Serif" w:hAnsi="PT Astra Serif"/>
          <w:b/>
        </w:rPr>
        <w:t>,302</w:t>
      </w:r>
      <w:r w:rsidR="00E35D49" w:rsidRPr="00F76FEC">
        <w:rPr>
          <w:rFonts w:ascii="PT Astra Serif" w:hAnsi="PT Astra Serif"/>
          <w:b/>
        </w:rPr>
        <w:t>66 тыс. рублей</w:t>
      </w:r>
      <w:r w:rsidR="00E35D49" w:rsidRPr="00B271CC">
        <w:rPr>
          <w:rFonts w:ascii="PT Astra Serif" w:hAnsi="PT Astra Serif"/>
        </w:rPr>
        <w:t xml:space="preserve"> за счёт </w:t>
      </w:r>
      <w:r w:rsidR="00E35D49" w:rsidRPr="00B271CC">
        <w:rPr>
          <w:rFonts w:ascii="PT Astra Serif" w:hAnsi="PT Astra Serif"/>
          <w:b/>
        </w:rPr>
        <w:t>возврата неиспользованного остатка средств резервного фонда Правительства Российской Федерации</w:t>
      </w:r>
      <w:r w:rsidR="00E35D49" w:rsidRPr="00B271CC">
        <w:rPr>
          <w:rFonts w:ascii="PT Astra Serif" w:hAnsi="PT Astra Serif"/>
        </w:rPr>
        <w:t>, выделенных в соответствии с распоряжением Правительства Российской Федерации от 21.12.2021 № 3739-р.</w:t>
      </w:r>
    </w:p>
    <w:p w:rsidR="00E35D49" w:rsidRPr="00B271CC" w:rsidRDefault="00E35D49" w:rsidP="00E35D49">
      <w:pPr>
        <w:pStyle w:val="aa"/>
        <w:ind w:left="0" w:firstLine="709"/>
        <w:jc w:val="both"/>
        <w:rPr>
          <w:rFonts w:ascii="PT Astra Serif" w:hAnsi="PT Astra Serif"/>
        </w:rPr>
      </w:pPr>
      <w:r w:rsidRPr="00B271CC">
        <w:rPr>
          <w:rFonts w:ascii="PT Astra Serif" w:hAnsi="PT Astra Serif"/>
          <w:b/>
        </w:rPr>
        <w:t>В расходной части</w:t>
      </w:r>
      <w:r w:rsidRPr="00B271CC">
        <w:rPr>
          <w:rFonts w:ascii="PT Astra Serif" w:hAnsi="PT Astra Serif"/>
        </w:rPr>
        <w:t xml:space="preserve"> областного бюджета на эту сумму </w:t>
      </w:r>
      <w:r w:rsidRPr="00B271CC">
        <w:rPr>
          <w:rFonts w:ascii="PT Astra Serif" w:hAnsi="PT Astra Serif"/>
          <w:b/>
        </w:rPr>
        <w:t>увеличиваются</w:t>
      </w:r>
      <w:r w:rsidRPr="00B271CC">
        <w:rPr>
          <w:rFonts w:ascii="PT Astra Serif" w:hAnsi="PT Astra Serif"/>
        </w:rPr>
        <w:t xml:space="preserve"> ассигнования Министерству здравоохранения Ульяновской области на финансовое обеспечение мероприятий по борьбе с новой коронавирусной инфекцией (COVID-19). </w:t>
      </w:r>
    </w:p>
    <w:p w:rsidR="007240B9" w:rsidRPr="003D01E0" w:rsidRDefault="00E35D49" w:rsidP="003D01E0">
      <w:pPr>
        <w:pStyle w:val="aa"/>
        <w:ind w:left="0" w:firstLine="709"/>
        <w:jc w:val="both"/>
        <w:rPr>
          <w:rFonts w:ascii="PT Astra Serif" w:hAnsi="PT Astra Serif"/>
        </w:rPr>
      </w:pPr>
      <w:r w:rsidRPr="00B271CC">
        <w:rPr>
          <w:rFonts w:ascii="PT Astra Serif" w:hAnsi="PT Astra Serif"/>
        </w:rPr>
        <w:t>Соответствующие изменения вносятся в статью 1, приложения 4, 5 и 6 к Закону.</w:t>
      </w:r>
    </w:p>
    <w:p w:rsidR="00803EDE" w:rsidRDefault="00803EDE" w:rsidP="00571305">
      <w:pPr>
        <w:pStyle w:val="ad"/>
        <w:spacing w:after="0" w:line="240" w:lineRule="auto"/>
        <w:ind w:left="0" w:firstLine="709"/>
        <w:jc w:val="both"/>
        <w:rPr>
          <w:rFonts w:ascii="PT Astra Serif" w:eastAsia="Calibri" w:hAnsi="PT Astra Serif"/>
          <w:noProof/>
          <w:sz w:val="28"/>
          <w:szCs w:val="28"/>
          <w:lang w:eastAsia="en-US"/>
        </w:rPr>
      </w:pPr>
    </w:p>
    <w:p w:rsidR="00A52F89" w:rsidRDefault="00CC34EA" w:rsidP="00571305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3.7. </w:t>
      </w:r>
      <w:r w:rsidR="00A52F89">
        <w:rPr>
          <w:rFonts w:ascii="PT Astra Serif" w:eastAsia="Calibri" w:hAnsi="PT Astra Serif"/>
          <w:noProof/>
          <w:sz w:val="28"/>
          <w:szCs w:val="28"/>
          <w:lang w:eastAsia="en-US"/>
        </w:rPr>
        <w:t xml:space="preserve">Увеличивается </w:t>
      </w:r>
      <w:r w:rsidR="00A52F89" w:rsidRPr="00257850">
        <w:rPr>
          <w:rFonts w:ascii="PT Astra Serif" w:eastAsia="Calibri" w:hAnsi="PT Astra Serif"/>
          <w:b/>
          <w:noProof/>
          <w:sz w:val="28"/>
          <w:szCs w:val="28"/>
          <w:lang w:eastAsia="en-US"/>
        </w:rPr>
        <w:t>доходная часть</w:t>
      </w:r>
      <w:r w:rsidR="00A52F89">
        <w:rPr>
          <w:rFonts w:ascii="PT Astra Serif" w:eastAsia="Calibri" w:hAnsi="PT Astra Serif"/>
          <w:noProof/>
          <w:sz w:val="28"/>
          <w:szCs w:val="28"/>
          <w:lang w:eastAsia="en-US"/>
        </w:rPr>
        <w:t xml:space="preserve"> областного бюджета </w:t>
      </w:r>
      <w:r w:rsidR="00A52F89">
        <w:rPr>
          <w:rFonts w:ascii="PT Astra Serif" w:hAnsi="PT Astra Serif"/>
          <w:sz w:val="28"/>
          <w:szCs w:val="28"/>
        </w:rPr>
        <w:t xml:space="preserve">на общую сумму </w:t>
      </w:r>
      <w:r w:rsidR="00A52F89">
        <w:rPr>
          <w:rFonts w:ascii="PT Astra Serif" w:hAnsi="PT Astra Serif"/>
          <w:b/>
          <w:sz w:val="28"/>
          <w:szCs w:val="28"/>
        </w:rPr>
        <w:t>4 105,9</w:t>
      </w:r>
      <w:r w:rsidR="00A52F89">
        <w:rPr>
          <w:rFonts w:ascii="PT Astra Serif" w:hAnsi="PT Astra Serif"/>
          <w:sz w:val="28"/>
          <w:szCs w:val="28"/>
        </w:rPr>
        <w:t xml:space="preserve"> </w:t>
      </w:r>
      <w:r w:rsidR="00A52F89" w:rsidRPr="00D04C6D">
        <w:rPr>
          <w:rFonts w:ascii="PT Astra Serif" w:hAnsi="PT Astra Serif"/>
          <w:b/>
          <w:sz w:val="28"/>
          <w:szCs w:val="28"/>
        </w:rPr>
        <w:t>тыс. рублей</w:t>
      </w:r>
      <w:r w:rsidR="00A52F89">
        <w:rPr>
          <w:rFonts w:ascii="PT Astra Serif" w:hAnsi="PT Astra Serif"/>
          <w:b/>
          <w:sz w:val="28"/>
          <w:szCs w:val="28"/>
        </w:rPr>
        <w:t xml:space="preserve"> от возврата остатков субсидий прошлых лет</w:t>
      </w:r>
      <w:r w:rsidR="00CB18A5">
        <w:rPr>
          <w:rFonts w:ascii="PT Astra Serif" w:hAnsi="PT Astra Serif"/>
          <w:b/>
          <w:sz w:val="28"/>
          <w:szCs w:val="28"/>
        </w:rPr>
        <w:t xml:space="preserve"> </w:t>
      </w:r>
      <w:r w:rsidR="00CB18A5" w:rsidRPr="00CB18A5">
        <w:rPr>
          <w:rFonts w:ascii="PT Astra Serif" w:hAnsi="PT Astra Serif"/>
          <w:sz w:val="28"/>
          <w:szCs w:val="28"/>
        </w:rPr>
        <w:t>по следующим главным администраторам доходов</w:t>
      </w:r>
      <w:r w:rsidR="00713147" w:rsidRPr="00CB18A5">
        <w:rPr>
          <w:rFonts w:ascii="PT Astra Serif" w:hAnsi="PT Astra Serif"/>
          <w:sz w:val="28"/>
          <w:szCs w:val="28"/>
        </w:rPr>
        <w:t>:</w:t>
      </w:r>
    </w:p>
    <w:p w:rsidR="0012751B" w:rsidRPr="00713147" w:rsidRDefault="001C166A" w:rsidP="00713147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1C166A">
        <w:rPr>
          <w:rFonts w:ascii="PT Astra Serif" w:hAnsi="PT Astra Serif"/>
          <w:sz w:val="28"/>
          <w:szCs w:val="28"/>
        </w:rPr>
        <w:t>3.7.1</w:t>
      </w:r>
      <w:r w:rsidR="00713147">
        <w:rPr>
          <w:rFonts w:ascii="PT Astra Serif" w:hAnsi="PT Astra Serif"/>
          <w:b/>
          <w:sz w:val="28"/>
          <w:szCs w:val="28"/>
        </w:rPr>
        <w:t xml:space="preserve"> п</w:t>
      </w:r>
      <w:r w:rsidR="00CC34EA" w:rsidRPr="00CC34EA">
        <w:rPr>
          <w:rFonts w:ascii="PT Astra Serif" w:hAnsi="PT Astra Serif"/>
          <w:b/>
          <w:sz w:val="28"/>
          <w:szCs w:val="28"/>
        </w:rPr>
        <w:t xml:space="preserve">о Министерству </w:t>
      </w:r>
      <w:r w:rsidR="001A64C1">
        <w:rPr>
          <w:rFonts w:ascii="PT Astra Serif" w:hAnsi="PT Astra Serif"/>
          <w:b/>
          <w:sz w:val="28"/>
          <w:szCs w:val="28"/>
        </w:rPr>
        <w:t>просвещения</w:t>
      </w:r>
      <w:r w:rsidR="00CC34EA" w:rsidRPr="00CC34EA">
        <w:rPr>
          <w:rFonts w:ascii="PT Astra Serif" w:hAnsi="PT Astra Serif"/>
          <w:b/>
          <w:sz w:val="28"/>
          <w:szCs w:val="28"/>
        </w:rPr>
        <w:t xml:space="preserve"> </w:t>
      </w:r>
      <w:r w:rsidR="0012751B">
        <w:rPr>
          <w:rFonts w:ascii="PT Astra Serif" w:hAnsi="PT Astra Serif"/>
          <w:b/>
          <w:sz w:val="28"/>
          <w:szCs w:val="28"/>
        </w:rPr>
        <w:t xml:space="preserve">и воспитания </w:t>
      </w:r>
      <w:r w:rsidR="00CC34EA" w:rsidRPr="00CC34EA">
        <w:rPr>
          <w:rFonts w:ascii="PT Astra Serif" w:hAnsi="PT Astra Serif"/>
          <w:b/>
          <w:sz w:val="28"/>
          <w:szCs w:val="28"/>
        </w:rPr>
        <w:t>Ульяновской области</w:t>
      </w:r>
      <w:r w:rsidR="00713147">
        <w:rPr>
          <w:rFonts w:ascii="PT Astra Serif" w:hAnsi="PT Astra Serif"/>
          <w:b/>
          <w:sz w:val="28"/>
          <w:szCs w:val="28"/>
        </w:rPr>
        <w:t xml:space="preserve"> </w:t>
      </w:r>
      <w:r w:rsidR="0012751B">
        <w:rPr>
          <w:rFonts w:ascii="PT Astra Serif" w:hAnsi="PT Astra Serif"/>
          <w:sz w:val="28"/>
          <w:szCs w:val="28"/>
        </w:rPr>
        <w:t xml:space="preserve">на общую сумму </w:t>
      </w:r>
      <w:r w:rsidR="0012751B" w:rsidRPr="00585BCD">
        <w:rPr>
          <w:rFonts w:ascii="PT Astra Serif" w:hAnsi="PT Astra Serif"/>
          <w:b/>
          <w:sz w:val="28"/>
          <w:szCs w:val="28"/>
        </w:rPr>
        <w:t>1</w:t>
      </w:r>
      <w:r w:rsidR="0012751B">
        <w:rPr>
          <w:rFonts w:ascii="PT Astra Serif" w:hAnsi="PT Astra Serif"/>
          <w:b/>
          <w:sz w:val="28"/>
          <w:szCs w:val="28"/>
        </w:rPr>
        <w:t>505</w:t>
      </w:r>
      <w:r w:rsidR="0012751B" w:rsidRPr="00585BCD">
        <w:rPr>
          <w:rFonts w:ascii="PT Astra Serif" w:hAnsi="PT Astra Serif"/>
          <w:b/>
          <w:sz w:val="28"/>
          <w:szCs w:val="28"/>
        </w:rPr>
        <w:t>,</w:t>
      </w:r>
      <w:r w:rsidR="0012751B">
        <w:rPr>
          <w:rFonts w:ascii="PT Astra Serif" w:hAnsi="PT Astra Serif"/>
          <w:b/>
          <w:sz w:val="28"/>
          <w:szCs w:val="28"/>
        </w:rPr>
        <w:t>4</w:t>
      </w:r>
      <w:r w:rsidR="0012751B">
        <w:rPr>
          <w:rFonts w:ascii="PT Astra Serif" w:hAnsi="PT Astra Serif"/>
          <w:sz w:val="28"/>
          <w:szCs w:val="28"/>
        </w:rPr>
        <w:t xml:space="preserve"> </w:t>
      </w:r>
      <w:r w:rsidR="0012751B" w:rsidRPr="00D04C6D">
        <w:rPr>
          <w:rFonts w:ascii="PT Astra Serif" w:hAnsi="PT Astra Serif"/>
          <w:b/>
          <w:sz w:val="28"/>
          <w:szCs w:val="28"/>
        </w:rPr>
        <w:t>тыс. рублей</w:t>
      </w:r>
      <w:r w:rsidR="00BE7429">
        <w:rPr>
          <w:rFonts w:ascii="PT Astra Serif" w:hAnsi="PT Astra Serif"/>
          <w:b/>
          <w:sz w:val="28"/>
          <w:szCs w:val="28"/>
        </w:rPr>
        <w:t xml:space="preserve">, </w:t>
      </w:r>
      <w:r w:rsidR="0012751B">
        <w:rPr>
          <w:rFonts w:ascii="PT Astra Serif" w:hAnsi="PT Astra Serif"/>
          <w:sz w:val="28"/>
          <w:szCs w:val="28"/>
        </w:rPr>
        <w:t>в том числе:</w:t>
      </w:r>
    </w:p>
    <w:p w:rsidR="0012751B" w:rsidRDefault="0012751B" w:rsidP="0012751B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585BCD">
        <w:rPr>
          <w:rFonts w:ascii="PT Astra Serif" w:hAnsi="PT Astra Serif"/>
          <w:sz w:val="28"/>
          <w:szCs w:val="28"/>
        </w:rPr>
        <w:t xml:space="preserve"> возврат бюджетными учреждениями остатков субсидий прошлых лет</w:t>
      </w:r>
      <w:r>
        <w:rPr>
          <w:rFonts w:ascii="PT Astra Serif" w:hAnsi="PT Astra Serif"/>
          <w:sz w:val="28"/>
          <w:szCs w:val="28"/>
        </w:rPr>
        <w:t xml:space="preserve"> в сумме </w:t>
      </w:r>
      <w:r w:rsidR="00D731A5">
        <w:rPr>
          <w:rFonts w:ascii="PT Astra Serif" w:hAnsi="PT Astra Serif"/>
          <w:b/>
          <w:sz w:val="28"/>
          <w:szCs w:val="28"/>
        </w:rPr>
        <w:t>1 293,5</w:t>
      </w:r>
      <w:r>
        <w:rPr>
          <w:rFonts w:ascii="PT Astra Serif" w:hAnsi="PT Astra Serif"/>
          <w:sz w:val="28"/>
          <w:szCs w:val="28"/>
        </w:rPr>
        <w:t xml:space="preserve"> </w:t>
      </w:r>
      <w:r w:rsidRPr="00D04C6D">
        <w:rPr>
          <w:rFonts w:ascii="PT Astra Serif" w:hAnsi="PT Astra Serif"/>
          <w:b/>
          <w:sz w:val="28"/>
          <w:szCs w:val="28"/>
        </w:rPr>
        <w:t>тыс. рублей</w:t>
      </w:r>
      <w:r>
        <w:rPr>
          <w:rFonts w:ascii="PT Astra Serif" w:hAnsi="PT Astra Serif"/>
          <w:b/>
          <w:sz w:val="28"/>
          <w:szCs w:val="28"/>
        </w:rPr>
        <w:t>;</w:t>
      </w:r>
    </w:p>
    <w:p w:rsidR="00604B57" w:rsidRDefault="0012751B" w:rsidP="00604B57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585BCD">
        <w:rPr>
          <w:rFonts w:ascii="PT Astra Serif" w:hAnsi="PT Astra Serif"/>
          <w:sz w:val="28"/>
          <w:szCs w:val="28"/>
        </w:rPr>
        <w:t xml:space="preserve"> возврат </w:t>
      </w:r>
      <w:r>
        <w:rPr>
          <w:rFonts w:ascii="PT Astra Serif" w:hAnsi="PT Astra Serif"/>
          <w:sz w:val="28"/>
          <w:szCs w:val="28"/>
        </w:rPr>
        <w:t>автономными</w:t>
      </w:r>
      <w:r w:rsidRPr="00585BCD">
        <w:rPr>
          <w:rFonts w:ascii="PT Astra Serif" w:hAnsi="PT Astra Serif"/>
          <w:sz w:val="28"/>
          <w:szCs w:val="28"/>
        </w:rPr>
        <w:t xml:space="preserve"> учреждениями остатков субсидий прошлых лет</w:t>
      </w:r>
      <w:r>
        <w:rPr>
          <w:rFonts w:ascii="PT Astra Serif" w:hAnsi="PT Astra Serif"/>
          <w:sz w:val="28"/>
          <w:szCs w:val="28"/>
        </w:rPr>
        <w:t xml:space="preserve"> в сумме </w:t>
      </w:r>
      <w:r w:rsidR="00D731A5">
        <w:rPr>
          <w:rFonts w:ascii="PT Astra Serif" w:hAnsi="PT Astra Serif"/>
          <w:b/>
          <w:sz w:val="28"/>
          <w:szCs w:val="28"/>
        </w:rPr>
        <w:t>211,9</w:t>
      </w:r>
      <w:r>
        <w:rPr>
          <w:rFonts w:ascii="PT Astra Serif" w:hAnsi="PT Astra Serif"/>
          <w:sz w:val="28"/>
          <w:szCs w:val="28"/>
        </w:rPr>
        <w:t xml:space="preserve"> </w:t>
      </w:r>
      <w:r w:rsidRPr="00D04C6D">
        <w:rPr>
          <w:rFonts w:ascii="PT Astra Serif" w:hAnsi="PT Astra Serif"/>
          <w:b/>
          <w:sz w:val="28"/>
          <w:szCs w:val="28"/>
        </w:rPr>
        <w:t>тыс. рублей</w:t>
      </w:r>
      <w:r w:rsidR="00246864">
        <w:rPr>
          <w:rFonts w:ascii="PT Astra Serif" w:hAnsi="PT Astra Serif"/>
          <w:b/>
          <w:sz w:val="28"/>
          <w:szCs w:val="28"/>
        </w:rPr>
        <w:t>;</w:t>
      </w:r>
    </w:p>
    <w:p w:rsidR="00CC34EA" w:rsidRDefault="00604B57" w:rsidP="00604B57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CB47BE">
        <w:rPr>
          <w:rFonts w:ascii="PT Astra Serif" w:hAnsi="PT Astra Serif"/>
          <w:sz w:val="28"/>
          <w:szCs w:val="28"/>
        </w:rPr>
        <w:t>3.7.2</w:t>
      </w:r>
      <w:r>
        <w:rPr>
          <w:rFonts w:ascii="PT Astra Serif" w:hAnsi="PT Astra Serif"/>
          <w:b/>
          <w:sz w:val="28"/>
          <w:szCs w:val="28"/>
        </w:rPr>
        <w:t xml:space="preserve"> п</w:t>
      </w:r>
      <w:r w:rsidR="00CC34EA" w:rsidRPr="00CC34EA">
        <w:rPr>
          <w:rFonts w:ascii="PT Astra Serif" w:hAnsi="PT Astra Serif"/>
          <w:b/>
          <w:sz w:val="28"/>
          <w:szCs w:val="28"/>
        </w:rPr>
        <w:t xml:space="preserve">о Министерству </w:t>
      </w:r>
      <w:r w:rsidR="001A64C1">
        <w:rPr>
          <w:rFonts w:ascii="PT Astra Serif" w:hAnsi="PT Astra Serif"/>
          <w:b/>
          <w:sz w:val="28"/>
          <w:szCs w:val="28"/>
        </w:rPr>
        <w:t>физической культуры и спорта</w:t>
      </w:r>
      <w:r w:rsidR="00CC34EA" w:rsidRPr="00CC34EA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AD34EF">
        <w:rPr>
          <w:rFonts w:ascii="PT Astra Serif" w:hAnsi="PT Astra Serif"/>
          <w:sz w:val="28"/>
          <w:szCs w:val="28"/>
        </w:rPr>
        <w:t xml:space="preserve">на сумму </w:t>
      </w:r>
      <w:r w:rsidR="00AD34EF">
        <w:rPr>
          <w:rFonts w:ascii="PT Astra Serif" w:hAnsi="PT Astra Serif"/>
          <w:b/>
          <w:sz w:val="28"/>
          <w:szCs w:val="28"/>
        </w:rPr>
        <w:t>2 464,0</w:t>
      </w:r>
      <w:r w:rsidR="00AD34EF">
        <w:rPr>
          <w:rFonts w:ascii="PT Astra Serif" w:hAnsi="PT Astra Serif"/>
          <w:sz w:val="28"/>
          <w:szCs w:val="28"/>
        </w:rPr>
        <w:t xml:space="preserve"> </w:t>
      </w:r>
      <w:r w:rsidR="00AD34EF" w:rsidRPr="00D04C6D">
        <w:rPr>
          <w:rFonts w:ascii="PT Astra Serif" w:hAnsi="PT Astra Serif"/>
          <w:b/>
          <w:sz w:val="28"/>
          <w:szCs w:val="28"/>
        </w:rPr>
        <w:t>тыс. рублей</w:t>
      </w:r>
      <w:r w:rsidR="00246864">
        <w:rPr>
          <w:rFonts w:ascii="PT Astra Serif" w:hAnsi="PT Astra Serif"/>
          <w:b/>
          <w:sz w:val="28"/>
          <w:szCs w:val="28"/>
        </w:rPr>
        <w:t>;</w:t>
      </w:r>
    </w:p>
    <w:p w:rsidR="00084092" w:rsidRDefault="00246864" w:rsidP="00084092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46864">
        <w:rPr>
          <w:rFonts w:ascii="PT Astra Serif" w:hAnsi="PT Astra Serif"/>
          <w:sz w:val="28"/>
          <w:szCs w:val="28"/>
        </w:rPr>
        <w:t xml:space="preserve">3.7.3 </w:t>
      </w:r>
      <w:r w:rsidR="00084092" w:rsidRPr="00084092">
        <w:rPr>
          <w:rFonts w:ascii="PT Astra Serif" w:eastAsia="Calibri" w:hAnsi="PT Astra Serif"/>
          <w:b/>
          <w:noProof/>
          <w:sz w:val="28"/>
          <w:szCs w:val="28"/>
          <w:lang w:eastAsia="en-US"/>
        </w:rPr>
        <w:t xml:space="preserve">по </w:t>
      </w:r>
      <w:r w:rsidR="00084092" w:rsidRPr="00084092">
        <w:rPr>
          <w:rFonts w:ascii="PT Astra Serif" w:hAnsi="PT Astra Serif"/>
          <w:b/>
          <w:sz w:val="28"/>
          <w:szCs w:val="28"/>
        </w:rPr>
        <w:t>Министерству социального развития Ульяновской области</w:t>
      </w:r>
      <w:r w:rsidR="00084092">
        <w:rPr>
          <w:rFonts w:ascii="PT Astra Serif" w:hAnsi="PT Astra Serif"/>
          <w:sz w:val="28"/>
          <w:szCs w:val="28"/>
        </w:rPr>
        <w:t xml:space="preserve"> на общую сумму </w:t>
      </w:r>
      <w:r w:rsidR="00084092" w:rsidRPr="00585BCD">
        <w:rPr>
          <w:rFonts w:ascii="PT Astra Serif" w:hAnsi="PT Astra Serif"/>
          <w:b/>
          <w:sz w:val="28"/>
          <w:szCs w:val="28"/>
        </w:rPr>
        <w:t>136,5</w:t>
      </w:r>
      <w:r w:rsidR="00084092">
        <w:rPr>
          <w:rFonts w:ascii="PT Astra Serif" w:hAnsi="PT Astra Serif"/>
          <w:sz w:val="28"/>
          <w:szCs w:val="28"/>
        </w:rPr>
        <w:t xml:space="preserve"> </w:t>
      </w:r>
      <w:r w:rsidR="00084092" w:rsidRPr="00D04C6D">
        <w:rPr>
          <w:rFonts w:ascii="PT Astra Serif" w:hAnsi="PT Astra Serif"/>
          <w:b/>
          <w:sz w:val="28"/>
          <w:szCs w:val="28"/>
        </w:rPr>
        <w:t xml:space="preserve">тыс. </w:t>
      </w:r>
      <w:r w:rsidR="008A73C7">
        <w:rPr>
          <w:rFonts w:ascii="PT Astra Serif" w:hAnsi="PT Astra Serif"/>
          <w:b/>
          <w:sz w:val="28"/>
          <w:szCs w:val="28"/>
        </w:rPr>
        <w:t>рублей</w:t>
      </w:r>
      <w:r w:rsidR="00084092">
        <w:rPr>
          <w:rFonts w:ascii="PT Astra Serif" w:hAnsi="PT Astra Serif"/>
          <w:b/>
          <w:sz w:val="28"/>
          <w:szCs w:val="28"/>
        </w:rPr>
        <w:t xml:space="preserve">, </w:t>
      </w:r>
      <w:r w:rsidR="00084092">
        <w:rPr>
          <w:rFonts w:ascii="PT Astra Serif" w:hAnsi="PT Astra Serif"/>
          <w:sz w:val="28"/>
          <w:szCs w:val="28"/>
        </w:rPr>
        <w:t>в том числе:</w:t>
      </w:r>
    </w:p>
    <w:p w:rsidR="00084092" w:rsidRDefault="00084092" w:rsidP="00084092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585BCD">
        <w:rPr>
          <w:rFonts w:ascii="PT Astra Serif" w:hAnsi="PT Astra Serif"/>
          <w:sz w:val="28"/>
          <w:szCs w:val="28"/>
        </w:rPr>
        <w:t xml:space="preserve"> возврат бюджетными учреждениями остатков субсидий прошлых лет</w:t>
      </w:r>
      <w:r>
        <w:rPr>
          <w:rFonts w:ascii="PT Astra Serif" w:hAnsi="PT Astra Serif"/>
          <w:sz w:val="28"/>
          <w:szCs w:val="28"/>
        </w:rPr>
        <w:t xml:space="preserve"> в сумме </w:t>
      </w:r>
      <w:r w:rsidRPr="00585BCD">
        <w:rPr>
          <w:rFonts w:ascii="PT Astra Serif" w:hAnsi="PT Astra Serif"/>
          <w:b/>
          <w:sz w:val="28"/>
          <w:szCs w:val="28"/>
        </w:rPr>
        <w:t>129,8</w:t>
      </w:r>
      <w:r>
        <w:rPr>
          <w:rFonts w:ascii="PT Astra Serif" w:hAnsi="PT Astra Serif"/>
          <w:sz w:val="28"/>
          <w:szCs w:val="28"/>
        </w:rPr>
        <w:t xml:space="preserve"> </w:t>
      </w:r>
      <w:r w:rsidRPr="00D04C6D">
        <w:rPr>
          <w:rFonts w:ascii="PT Astra Serif" w:hAnsi="PT Astra Serif"/>
          <w:b/>
          <w:sz w:val="28"/>
          <w:szCs w:val="28"/>
        </w:rPr>
        <w:t>тыс. рублей</w:t>
      </w:r>
      <w:r>
        <w:rPr>
          <w:rFonts w:ascii="PT Astra Serif" w:hAnsi="PT Astra Serif"/>
          <w:b/>
          <w:sz w:val="28"/>
          <w:szCs w:val="28"/>
        </w:rPr>
        <w:t>;</w:t>
      </w:r>
    </w:p>
    <w:p w:rsidR="00084092" w:rsidRPr="00671E7E" w:rsidRDefault="00084092" w:rsidP="00E841B4">
      <w:pPr>
        <w:pStyle w:val="ad"/>
        <w:spacing w:after="0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- </w:t>
      </w:r>
      <w:r w:rsidRPr="00585BCD">
        <w:rPr>
          <w:rFonts w:ascii="PT Astra Serif" w:hAnsi="PT Astra Serif"/>
          <w:sz w:val="28"/>
          <w:szCs w:val="28"/>
        </w:rPr>
        <w:t xml:space="preserve"> возврат </w:t>
      </w:r>
      <w:r>
        <w:rPr>
          <w:rFonts w:ascii="PT Astra Serif" w:hAnsi="PT Astra Serif"/>
          <w:sz w:val="28"/>
          <w:szCs w:val="28"/>
        </w:rPr>
        <w:t>автономными</w:t>
      </w:r>
      <w:r w:rsidRPr="00585BCD">
        <w:rPr>
          <w:rFonts w:ascii="PT Astra Serif" w:hAnsi="PT Astra Serif"/>
          <w:sz w:val="28"/>
          <w:szCs w:val="28"/>
        </w:rPr>
        <w:t xml:space="preserve"> учреждениями остатков субсидий прошлых лет</w:t>
      </w:r>
      <w:r>
        <w:rPr>
          <w:rFonts w:ascii="PT Astra Serif" w:hAnsi="PT Astra Serif"/>
          <w:sz w:val="28"/>
          <w:szCs w:val="28"/>
        </w:rPr>
        <w:t xml:space="preserve"> в сумме </w:t>
      </w:r>
      <w:r>
        <w:rPr>
          <w:rFonts w:ascii="PT Astra Serif" w:hAnsi="PT Astra Serif"/>
          <w:b/>
          <w:sz w:val="28"/>
          <w:szCs w:val="28"/>
        </w:rPr>
        <w:t>6,7</w:t>
      </w:r>
      <w:r>
        <w:rPr>
          <w:rFonts w:ascii="PT Astra Serif" w:hAnsi="PT Astra Serif"/>
          <w:sz w:val="28"/>
          <w:szCs w:val="28"/>
        </w:rPr>
        <w:t xml:space="preserve"> </w:t>
      </w:r>
      <w:r w:rsidRPr="00D04C6D">
        <w:rPr>
          <w:rFonts w:ascii="PT Astra Serif" w:hAnsi="PT Astra Serif"/>
          <w:b/>
          <w:sz w:val="28"/>
          <w:szCs w:val="28"/>
        </w:rPr>
        <w:t>тыс. рублей</w:t>
      </w:r>
      <w:r>
        <w:rPr>
          <w:rFonts w:ascii="PT Astra Serif" w:hAnsi="PT Astra Serif"/>
          <w:b/>
          <w:sz w:val="28"/>
          <w:szCs w:val="28"/>
        </w:rPr>
        <w:t>.</w:t>
      </w:r>
    </w:p>
    <w:p w:rsidR="00246864" w:rsidRPr="00246864" w:rsidRDefault="00246864" w:rsidP="00E841B4">
      <w:pPr>
        <w:pStyle w:val="ad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FB74B3" w:rsidRDefault="00FB74B3" w:rsidP="00E841B4">
      <w:pPr>
        <w:pStyle w:val="ad"/>
        <w:spacing w:after="0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803EDE">
        <w:rPr>
          <w:rFonts w:ascii="PT Astra Serif" w:eastAsia="Calibri" w:hAnsi="PT Astra Serif"/>
          <w:b/>
          <w:noProof/>
          <w:sz w:val="28"/>
          <w:szCs w:val="28"/>
          <w:lang w:eastAsia="en-US"/>
        </w:rPr>
        <w:t>3.</w:t>
      </w:r>
      <w:r>
        <w:rPr>
          <w:rFonts w:ascii="PT Astra Serif" w:eastAsia="Calibri" w:hAnsi="PT Astra Serif"/>
          <w:b/>
          <w:noProof/>
          <w:sz w:val="28"/>
          <w:szCs w:val="28"/>
          <w:lang w:eastAsia="en-US"/>
        </w:rPr>
        <w:t>8</w:t>
      </w:r>
      <w:r w:rsidRPr="00803EDE">
        <w:rPr>
          <w:rFonts w:ascii="PT Astra Serif" w:eastAsia="Calibri" w:hAnsi="PT Astra Serif"/>
          <w:b/>
          <w:noProof/>
          <w:sz w:val="28"/>
          <w:szCs w:val="28"/>
          <w:lang w:eastAsia="en-US"/>
        </w:rPr>
        <w:t>.</w:t>
      </w:r>
      <w:r>
        <w:rPr>
          <w:rFonts w:ascii="PT Astra Serif" w:eastAsia="Calibri" w:hAnsi="PT Astra Serif"/>
          <w:noProof/>
          <w:sz w:val="28"/>
          <w:szCs w:val="28"/>
          <w:lang w:eastAsia="en-US"/>
        </w:rPr>
        <w:t xml:space="preserve"> Увеличивается </w:t>
      </w:r>
      <w:r w:rsidRPr="00257850">
        <w:rPr>
          <w:rFonts w:ascii="PT Astra Serif" w:eastAsia="Calibri" w:hAnsi="PT Astra Serif"/>
          <w:b/>
          <w:noProof/>
          <w:sz w:val="28"/>
          <w:szCs w:val="28"/>
          <w:lang w:eastAsia="en-US"/>
        </w:rPr>
        <w:t>доходная часть</w:t>
      </w:r>
      <w:r>
        <w:rPr>
          <w:rFonts w:ascii="PT Astra Serif" w:eastAsia="Calibri" w:hAnsi="PT Astra Serif"/>
          <w:noProof/>
          <w:sz w:val="28"/>
          <w:szCs w:val="28"/>
          <w:lang w:eastAsia="en-US"/>
        </w:rPr>
        <w:t xml:space="preserve"> областного бюджета по главному администратору доходов - </w:t>
      </w:r>
      <w:r w:rsidRPr="00AD76FE">
        <w:rPr>
          <w:rFonts w:ascii="PT Astra Serif" w:hAnsi="PT Astra Serif"/>
          <w:sz w:val="28"/>
          <w:szCs w:val="28"/>
        </w:rPr>
        <w:t>Министерств</w:t>
      </w:r>
      <w:r>
        <w:rPr>
          <w:rFonts w:ascii="PT Astra Serif" w:hAnsi="PT Astra Serif"/>
          <w:sz w:val="28"/>
          <w:szCs w:val="28"/>
        </w:rPr>
        <w:t>у</w:t>
      </w:r>
      <w:r w:rsidRPr="00AD76FE">
        <w:rPr>
          <w:rFonts w:ascii="PT Astra Serif" w:hAnsi="PT Astra Serif"/>
          <w:sz w:val="28"/>
          <w:szCs w:val="28"/>
        </w:rPr>
        <w:t xml:space="preserve"> социального развития Ульяновской области</w:t>
      </w:r>
      <w:r>
        <w:rPr>
          <w:rFonts w:ascii="PT Astra Serif" w:hAnsi="PT Astra Serif"/>
          <w:sz w:val="28"/>
          <w:szCs w:val="28"/>
        </w:rPr>
        <w:t xml:space="preserve"> на сумму </w:t>
      </w:r>
      <w:r>
        <w:rPr>
          <w:rFonts w:ascii="PT Astra Serif" w:hAnsi="PT Astra Serif"/>
          <w:b/>
          <w:sz w:val="28"/>
          <w:szCs w:val="28"/>
        </w:rPr>
        <w:t>38 048,9</w:t>
      </w:r>
      <w:r>
        <w:rPr>
          <w:rFonts w:ascii="PT Astra Serif" w:hAnsi="PT Astra Serif"/>
          <w:sz w:val="28"/>
          <w:szCs w:val="28"/>
        </w:rPr>
        <w:t xml:space="preserve"> </w:t>
      </w:r>
      <w:r w:rsidRPr="00D04C6D">
        <w:rPr>
          <w:rFonts w:ascii="PT Astra Serif" w:hAnsi="PT Astra Serif"/>
          <w:b/>
          <w:sz w:val="28"/>
          <w:szCs w:val="28"/>
        </w:rPr>
        <w:t>тыс. рублей</w:t>
      </w:r>
      <w:r>
        <w:rPr>
          <w:rFonts w:ascii="PT Astra Serif" w:hAnsi="PT Astra Serif"/>
          <w:b/>
          <w:sz w:val="28"/>
          <w:szCs w:val="28"/>
        </w:rPr>
        <w:t xml:space="preserve"> от возврата бюджетными учреждениями остатков субсидий прошлых лет.</w:t>
      </w:r>
    </w:p>
    <w:p w:rsidR="002A0F15" w:rsidRPr="00F17D5F" w:rsidRDefault="002A0F15" w:rsidP="00E841B4">
      <w:pPr>
        <w:spacing w:after="240"/>
        <w:rPr>
          <w:rFonts w:ascii="PT Astra Serif" w:hAnsi="PT Astra Serif"/>
          <w:color w:val="FF0000"/>
          <w:sz w:val="28"/>
          <w:szCs w:val="28"/>
        </w:rPr>
      </w:pPr>
    </w:p>
    <w:p w:rsidR="007D3792" w:rsidRPr="009E605E" w:rsidRDefault="006A1F1D" w:rsidP="00137CF5">
      <w:pPr>
        <w:spacing w:line="240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9E605E">
        <w:rPr>
          <w:rFonts w:ascii="PT Astra Serif" w:hAnsi="PT Astra Serif"/>
          <w:b/>
          <w:sz w:val="28"/>
          <w:szCs w:val="28"/>
        </w:rPr>
        <w:t xml:space="preserve">Раздел </w:t>
      </w:r>
      <w:r w:rsidR="00FD05F6">
        <w:rPr>
          <w:rFonts w:ascii="PT Astra Serif" w:hAnsi="PT Astra Serif"/>
          <w:b/>
          <w:sz w:val="28"/>
          <w:szCs w:val="28"/>
        </w:rPr>
        <w:t>4</w:t>
      </w:r>
      <w:r w:rsidRPr="009E605E">
        <w:rPr>
          <w:rFonts w:ascii="PT Astra Serif" w:hAnsi="PT Astra Serif"/>
          <w:b/>
          <w:sz w:val="28"/>
          <w:szCs w:val="28"/>
        </w:rPr>
        <w:t xml:space="preserve">. </w:t>
      </w:r>
      <w:r w:rsidR="007D3792" w:rsidRPr="009E605E">
        <w:rPr>
          <w:rFonts w:ascii="PT Astra Serif" w:hAnsi="PT Astra Serif"/>
          <w:b/>
          <w:sz w:val="28"/>
          <w:szCs w:val="28"/>
        </w:rPr>
        <w:t xml:space="preserve">Налоговые и неналоговые доходы областного бюджета </w:t>
      </w:r>
      <w:r w:rsidR="007D3792" w:rsidRPr="009E605E">
        <w:rPr>
          <w:rFonts w:ascii="PT Astra Serif" w:hAnsi="PT Astra Serif"/>
          <w:b/>
          <w:sz w:val="28"/>
          <w:szCs w:val="28"/>
        </w:rPr>
        <w:br/>
        <w:t xml:space="preserve">на 2023 год </w:t>
      </w:r>
    </w:p>
    <w:p w:rsidR="00FC258A" w:rsidRDefault="00FC258A" w:rsidP="00E841B4">
      <w:pPr>
        <w:spacing w:after="0"/>
        <w:ind w:firstLine="709"/>
        <w:jc w:val="both"/>
        <w:rPr>
          <w:rFonts w:ascii="PT Astra Serif" w:hAnsi="PT Astra Serif" w:cs="Arial"/>
          <w:sz w:val="28"/>
          <w:szCs w:val="28"/>
          <w:highlight w:val="yellow"/>
        </w:rPr>
      </w:pPr>
      <w:r w:rsidRPr="000C7D12">
        <w:rPr>
          <w:rFonts w:ascii="PT Astra Serif" w:hAnsi="PT Astra Serif"/>
          <w:sz w:val="28"/>
          <w:szCs w:val="28"/>
        </w:rPr>
        <w:t>В связи с оценкой ожидаемого исполнения налоговых и неналоговых доходов областного бюджета Ульяновской области на 202</w:t>
      </w:r>
      <w:r>
        <w:rPr>
          <w:rFonts w:ascii="PT Astra Serif" w:hAnsi="PT Astra Serif"/>
          <w:sz w:val="28"/>
          <w:szCs w:val="28"/>
        </w:rPr>
        <w:t>3</w:t>
      </w:r>
      <w:r w:rsidRPr="000C7D12">
        <w:rPr>
          <w:rFonts w:ascii="PT Astra Serif" w:hAnsi="PT Astra Serif"/>
          <w:sz w:val="28"/>
          <w:szCs w:val="28"/>
        </w:rPr>
        <w:t xml:space="preserve"> год </w:t>
      </w:r>
      <w:r w:rsidRPr="00FD05F6">
        <w:rPr>
          <w:rFonts w:ascii="PT Astra Serif" w:hAnsi="PT Astra Serif"/>
          <w:b/>
          <w:sz w:val="28"/>
          <w:szCs w:val="28"/>
        </w:rPr>
        <w:t>увеличивается</w:t>
      </w:r>
      <w:r w:rsidRPr="000C7D12">
        <w:rPr>
          <w:rFonts w:ascii="PT Astra Serif" w:hAnsi="PT Astra Serif"/>
          <w:sz w:val="28"/>
          <w:szCs w:val="28"/>
        </w:rPr>
        <w:t xml:space="preserve"> </w:t>
      </w:r>
      <w:r w:rsidRPr="00FD05F6">
        <w:rPr>
          <w:rFonts w:ascii="PT Astra Serif" w:hAnsi="PT Astra Serif"/>
          <w:b/>
          <w:sz w:val="28"/>
          <w:szCs w:val="28"/>
        </w:rPr>
        <w:t>объём налоговых и неналоговых доходов</w:t>
      </w:r>
      <w:r w:rsidRPr="00E343A1">
        <w:rPr>
          <w:rFonts w:ascii="PT Astra Serif" w:hAnsi="PT Astra Serif"/>
          <w:sz w:val="28"/>
          <w:szCs w:val="28"/>
        </w:rPr>
        <w:t xml:space="preserve"> областного бюджета Ульяновской области на общую сумму </w:t>
      </w:r>
      <w:r w:rsidRPr="00FD05F6">
        <w:rPr>
          <w:rFonts w:ascii="PT Astra Serif" w:hAnsi="PT Astra Serif"/>
          <w:b/>
          <w:sz w:val="28"/>
          <w:szCs w:val="28"/>
        </w:rPr>
        <w:t>1 301 162,7 тыс. рублей</w:t>
      </w:r>
      <w:r w:rsidRPr="00E343A1">
        <w:rPr>
          <w:rFonts w:ascii="PT Astra Serif" w:hAnsi="PT Astra Serif"/>
          <w:sz w:val="28"/>
          <w:szCs w:val="28"/>
        </w:rPr>
        <w:t xml:space="preserve">. </w:t>
      </w:r>
    </w:p>
    <w:p w:rsidR="00FC258A" w:rsidRDefault="00FC258A" w:rsidP="00E841B4">
      <w:pPr>
        <w:spacing w:after="0"/>
        <w:ind w:firstLine="709"/>
        <w:jc w:val="both"/>
        <w:rPr>
          <w:rFonts w:ascii="PT Astra Serif" w:hAnsi="PT Astra Serif" w:cs="Arial"/>
          <w:sz w:val="28"/>
          <w:szCs w:val="28"/>
          <w:highlight w:val="yellow"/>
        </w:rPr>
      </w:pPr>
    </w:p>
    <w:p w:rsidR="00030E38" w:rsidRPr="007D189C" w:rsidRDefault="008A4BF8" w:rsidP="00E841B4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030E38" w:rsidRPr="007D189C">
        <w:rPr>
          <w:rFonts w:ascii="PT Astra Serif" w:hAnsi="PT Astra Serif"/>
          <w:sz w:val="28"/>
          <w:szCs w:val="28"/>
        </w:rPr>
        <w:t xml:space="preserve">.1. </w:t>
      </w:r>
      <w:r w:rsidR="00030E38" w:rsidRPr="007D189C">
        <w:rPr>
          <w:rFonts w:ascii="PT Astra Serif" w:hAnsi="PT Astra Serif"/>
          <w:color w:val="000000"/>
          <w:sz w:val="28"/>
          <w:szCs w:val="28"/>
        </w:rPr>
        <w:t xml:space="preserve">В связи с оценкой ожидаемого исполнения доходной части областного бюджета Ульяновской области на 2023 год </w:t>
      </w:r>
      <w:r w:rsidR="00030E38" w:rsidRPr="007D189C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030E38" w:rsidRPr="007D189C">
        <w:rPr>
          <w:rFonts w:ascii="PT Astra Serif" w:hAnsi="PT Astra Serif"/>
          <w:sz w:val="28"/>
          <w:szCs w:val="28"/>
        </w:rPr>
        <w:t xml:space="preserve"> областного бюджета Ульяновской области </w:t>
      </w:r>
      <w:r w:rsidR="00030E38" w:rsidRPr="007D189C">
        <w:rPr>
          <w:rFonts w:ascii="PT Astra Serif" w:hAnsi="PT Astra Serif"/>
          <w:b/>
          <w:sz w:val="28"/>
          <w:szCs w:val="28"/>
        </w:rPr>
        <w:t>за счёт налоговых и неналоговых доходов</w:t>
      </w:r>
      <w:r w:rsidR="00030E38" w:rsidRPr="007D189C">
        <w:rPr>
          <w:rFonts w:ascii="PT Astra Serif" w:hAnsi="PT Astra Serif"/>
          <w:sz w:val="28"/>
          <w:szCs w:val="28"/>
        </w:rPr>
        <w:t xml:space="preserve"> </w:t>
      </w:r>
      <w:r w:rsidR="00030E38" w:rsidRPr="007D189C">
        <w:rPr>
          <w:rFonts w:ascii="PT Astra Serif" w:hAnsi="PT Astra Serif"/>
          <w:color w:val="000000"/>
          <w:sz w:val="28"/>
          <w:szCs w:val="28"/>
        </w:rPr>
        <w:t xml:space="preserve">на сумму </w:t>
      </w:r>
      <w:r w:rsidR="00030E38" w:rsidRPr="007D189C">
        <w:rPr>
          <w:rFonts w:ascii="PT Astra Serif" w:hAnsi="PT Astra Serif"/>
          <w:b/>
          <w:color w:val="000000"/>
          <w:sz w:val="28"/>
          <w:szCs w:val="28"/>
        </w:rPr>
        <w:t>1 206 079,18907 тыс. рублей</w:t>
      </w:r>
      <w:r w:rsidR="00030E38" w:rsidRPr="007D189C">
        <w:rPr>
          <w:rFonts w:ascii="PT Astra Serif" w:hAnsi="PT Astra Serif"/>
          <w:color w:val="000000"/>
          <w:sz w:val="28"/>
          <w:szCs w:val="28"/>
        </w:rPr>
        <w:t>,  согласно таблице: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2"/>
        <w:gridCol w:w="2967"/>
      </w:tblGrid>
      <w:tr w:rsidR="00030E38" w:rsidRPr="000C510F" w:rsidTr="00902576"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38" w:rsidRPr="007D189C" w:rsidRDefault="00083392" w:rsidP="0090257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605E">
              <w:rPr>
                <w:rFonts w:ascii="PT Astra Serif" w:hAnsi="PT Astra Serif"/>
                <w:sz w:val="28"/>
                <w:szCs w:val="28"/>
              </w:rPr>
              <w:t>Наименование налогов и доходов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189C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</w:tr>
      <w:tr w:rsidR="00030E38" w:rsidRPr="000C510F" w:rsidTr="00902576">
        <w:trPr>
          <w:trHeight w:val="419"/>
        </w:trPr>
        <w:tc>
          <w:tcPr>
            <w:tcW w:w="6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7D189C">
              <w:rPr>
                <w:rFonts w:ascii="PT Astra Serif" w:hAnsi="PT Astra Serif"/>
                <w:i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center"/>
              <w:rPr>
                <w:rFonts w:ascii="PT Astra Serif" w:hAnsi="PT Astra Serif"/>
                <w:i/>
                <w:sz w:val="28"/>
                <w:szCs w:val="28"/>
              </w:rPr>
            </w:pPr>
            <w:r w:rsidRPr="007D189C">
              <w:rPr>
                <w:rFonts w:ascii="PT Astra Serif" w:hAnsi="PT Astra Serif"/>
                <w:i/>
                <w:sz w:val="28"/>
                <w:szCs w:val="28"/>
              </w:rPr>
              <w:t xml:space="preserve">+1 206 079,18907 </w:t>
            </w:r>
          </w:p>
        </w:tc>
      </w:tr>
      <w:tr w:rsidR="00030E38" w:rsidRPr="000C510F" w:rsidTr="00902576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D189C">
              <w:rPr>
                <w:rFonts w:ascii="PT Astra Serif" w:hAnsi="PT Astra Serif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189C">
              <w:rPr>
                <w:rFonts w:ascii="PT Astra Serif" w:hAnsi="PT Astra Serif"/>
                <w:sz w:val="28"/>
                <w:szCs w:val="28"/>
              </w:rPr>
              <w:t>+</w:t>
            </w:r>
            <w:r>
              <w:rPr>
                <w:rFonts w:ascii="PT Astra Serif" w:hAnsi="PT Astra Serif"/>
                <w:sz w:val="28"/>
                <w:szCs w:val="28"/>
              </w:rPr>
              <w:t>930 911,2</w:t>
            </w:r>
          </w:p>
        </w:tc>
      </w:tr>
      <w:tr w:rsidR="00030E38" w:rsidRPr="000C510F" w:rsidTr="00902576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D189C">
              <w:rPr>
                <w:rFonts w:ascii="PT Astra Serif" w:hAnsi="PT Astra Serif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189C">
              <w:rPr>
                <w:rFonts w:ascii="PT Astra Serif" w:hAnsi="PT Astra Serif"/>
                <w:sz w:val="28"/>
                <w:szCs w:val="28"/>
              </w:rPr>
              <w:t>+115 506,4</w:t>
            </w:r>
          </w:p>
        </w:tc>
      </w:tr>
      <w:tr w:rsidR="00030E38" w:rsidRPr="000C510F" w:rsidTr="00902576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7D189C">
              <w:rPr>
                <w:rFonts w:ascii="PT Astra Serif" w:hAnsi="PT Astra Serif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D189C">
              <w:rPr>
                <w:rFonts w:ascii="PT Astra Serif" w:hAnsi="PT Astra Serif"/>
                <w:sz w:val="28"/>
                <w:szCs w:val="28"/>
              </w:rPr>
              <w:t>+151 413,</w:t>
            </w:r>
            <w:r>
              <w:rPr>
                <w:rFonts w:ascii="PT Astra Serif" w:hAnsi="PT Astra Serif"/>
                <w:sz w:val="28"/>
                <w:szCs w:val="28"/>
              </w:rPr>
              <w:t>58907</w:t>
            </w:r>
          </w:p>
        </w:tc>
      </w:tr>
      <w:tr w:rsidR="00030E38" w:rsidRPr="000C510F" w:rsidTr="00902576">
        <w:trPr>
          <w:trHeight w:val="333"/>
        </w:trPr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Pr="007D189C" w:rsidRDefault="00030E38" w:rsidP="00902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38" w:rsidRDefault="00030E38" w:rsidP="0090257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030E38" w:rsidRPr="007D189C" w:rsidRDefault="00030E38" w:rsidP="0090257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+8 248,0</w:t>
            </w:r>
          </w:p>
        </w:tc>
      </w:tr>
    </w:tbl>
    <w:p w:rsidR="00030E38" w:rsidRDefault="00030E38" w:rsidP="00FD05F6">
      <w:pPr>
        <w:spacing w:before="24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15CC5">
        <w:rPr>
          <w:rFonts w:ascii="PT Astra Serif" w:hAnsi="PT Astra Serif"/>
          <w:sz w:val="28"/>
          <w:szCs w:val="28"/>
        </w:rPr>
        <w:t>В расходной части средства направляются на первоочередные расходы.</w:t>
      </w:r>
    </w:p>
    <w:p w:rsidR="00030E38" w:rsidRDefault="00030E38" w:rsidP="00FC258A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  <w:highlight w:val="yellow"/>
        </w:rPr>
      </w:pPr>
    </w:p>
    <w:p w:rsidR="00030E38" w:rsidRDefault="008A4BF8" w:rsidP="00E841B4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030E38" w:rsidRPr="007479CC">
        <w:rPr>
          <w:rFonts w:ascii="PT Astra Serif" w:hAnsi="PT Astra Serif"/>
          <w:sz w:val="28"/>
          <w:szCs w:val="28"/>
        </w:rPr>
        <w:t>.</w:t>
      </w:r>
      <w:r w:rsidR="00030E38">
        <w:rPr>
          <w:rFonts w:ascii="PT Astra Serif" w:hAnsi="PT Astra Serif"/>
          <w:sz w:val="28"/>
          <w:szCs w:val="28"/>
        </w:rPr>
        <w:t>2.</w:t>
      </w:r>
      <w:r w:rsidR="00030E38" w:rsidRPr="007479CC">
        <w:rPr>
          <w:rFonts w:ascii="PT Astra Serif" w:hAnsi="PT Astra Serif"/>
          <w:sz w:val="28"/>
          <w:szCs w:val="28"/>
        </w:rPr>
        <w:t xml:space="preserve"> В связи с фактическим поступлением прочих доходов от компенсации затрат бюджетов субъектов Российской Федерации, </w:t>
      </w:r>
      <w:r w:rsidR="00030E38" w:rsidRPr="007479CC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030E38" w:rsidRPr="007479CC">
        <w:rPr>
          <w:rFonts w:ascii="PT Astra Serif" w:hAnsi="PT Astra Serif"/>
          <w:sz w:val="28"/>
          <w:szCs w:val="28"/>
        </w:rPr>
        <w:t xml:space="preserve"> областного бюджета Ульяновской области </w:t>
      </w:r>
      <w:r w:rsidR="00030E38" w:rsidRPr="007479CC">
        <w:rPr>
          <w:rFonts w:ascii="PT Astra Serif" w:hAnsi="PT Astra Serif"/>
          <w:b/>
          <w:sz w:val="28"/>
          <w:szCs w:val="28"/>
        </w:rPr>
        <w:t>за счёт налоговых и неналоговых доходов</w:t>
      </w:r>
      <w:r w:rsidR="00030E38" w:rsidRPr="007479CC">
        <w:rPr>
          <w:rFonts w:ascii="PT Astra Serif" w:hAnsi="PT Astra Serif"/>
          <w:sz w:val="28"/>
          <w:szCs w:val="28"/>
        </w:rPr>
        <w:t xml:space="preserve"> на сумму </w:t>
      </w:r>
      <w:r w:rsidR="00030E38" w:rsidRPr="00A4423A">
        <w:rPr>
          <w:rFonts w:ascii="PT Astra Serif" w:hAnsi="PT Astra Serif"/>
          <w:b/>
          <w:sz w:val="28"/>
          <w:szCs w:val="28"/>
        </w:rPr>
        <w:t>64961,57556 тыс. рублей</w:t>
      </w:r>
      <w:r w:rsidR="00810CC8">
        <w:rPr>
          <w:rFonts w:ascii="PT Astra Serif" w:hAnsi="PT Astra Serif"/>
          <w:sz w:val="28"/>
          <w:szCs w:val="28"/>
        </w:rPr>
        <w:t>.</w:t>
      </w:r>
    </w:p>
    <w:p w:rsidR="00EE5E87" w:rsidRPr="005B1142" w:rsidRDefault="00EE5E87" w:rsidP="00E841B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15CC5">
        <w:rPr>
          <w:rFonts w:ascii="PT Astra Serif" w:hAnsi="PT Astra Serif"/>
          <w:sz w:val="28"/>
          <w:szCs w:val="28"/>
        </w:rPr>
        <w:t>В расходной части средства направляются на первоочередные расходы.</w:t>
      </w:r>
    </w:p>
    <w:p w:rsidR="00030E38" w:rsidRDefault="00810CC8" w:rsidP="00E841B4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030E38" w:rsidRPr="0097682A">
        <w:rPr>
          <w:rFonts w:ascii="PT Astra Serif" w:hAnsi="PT Astra Serif"/>
          <w:sz w:val="28"/>
          <w:szCs w:val="28"/>
        </w:rPr>
        <w:t>.</w:t>
      </w:r>
      <w:r w:rsidR="009D008F">
        <w:rPr>
          <w:rFonts w:ascii="PT Astra Serif" w:hAnsi="PT Astra Serif"/>
          <w:sz w:val="28"/>
          <w:szCs w:val="28"/>
        </w:rPr>
        <w:t xml:space="preserve">3. </w:t>
      </w:r>
      <w:r w:rsidR="00030E38" w:rsidRPr="0097682A">
        <w:rPr>
          <w:rFonts w:ascii="PT Astra Serif" w:hAnsi="PT Astra Serif"/>
          <w:sz w:val="28"/>
          <w:szCs w:val="28"/>
        </w:rPr>
        <w:t xml:space="preserve">В связи с фактическим поступлением доходов от операций по управлению остатками средств на едином казначейском счёте, зачисляемые в бюджеты субъектов Российской Федерации, </w:t>
      </w:r>
      <w:r w:rsidR="00030E38" w:rsidRPr="00A4423A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030E38" w:rsidRPr="0097682A">
        <w:rPr>
          <w:rFonts w:ascii="PT Astra Serif" w:hAnsi="PT Astra Serif"/>
          <w:sz w:val="28"/>
          <w:szCs w:val="28"/>
        </w:rPr>
        <w:t xml:space="preserve"> </w:t>
      </w:r>
      <w:r w:rsidR="00030E38" w:rsidRPr="0097682A">
        <w:rPr>
          <w:rFonts w:ascii="PT Astra Serif" w:hAnsi="PT Astra Serif"/>
          <w:sz w:val="28"/>
          <w:szCs w:val="28"/>
        </w:rPr>
        <w:lastRenderedPageBreak/>
        <w:t xml:space="preserve">областного бюджета Ульяновской области </w:t>
      </w:r>
      <w:r w:rsidR="00030E38" w:rsidRPr="007479CC">
        <w:rPr>
          <w:rFonts w:ascii="PT Astra Serif" w:hAnsi="PT Astra Serif"/>
          <w:b/>
          <w:sz w:val="28"/>
          <w:szCs w:val="28"/>
        </w:rPr>
        <w:t>за счёт налоговых и неналоговых доходов</w:t>
      </w:r>
      <w:r w:rsidR="00030E38" w:rsidRPr="007479CC">
        <w:rPr>
          <w:rFonts w:ascii="PT Astra Serif" w:hAnsi="PT Astra Serif"/>
          <w:sz w:val="28"/>
          <w:szCs w:val="28"/>
        </w:rPr>
        <w:t xml:space="preserve"> на сумму</w:t>
      </w:r>
      <w:r w:rsidR="00030E38" w:rsidRPr="0097682A">
        <w:rPr>
          <w:rFonts w:ascii="PT Astra Serif" w:hAnsi="PT Astra Serif"/>
          <w:sz w:val="28"/>
          <w:szCs w:val="28"/>
        </w:rPr>
        <w:t xml:space="preserve"> </w:t>
      </w:r>
      <w:r w:rsidR="00030E38" w:rsidRPr="00A4423A">
        <w:rPr>
          <w:rFonts w:ascii="PT Astra Serif" w:hAnsi="PT Astra Serif"/>
          <w:b/>
          <w:sz w:val="28"/>
          <w:szCs w:val="28"/>
        </w:rPr>
        <w:t>5 714,89553 тыс. рублей</w:t>
      </w:r>
      <w:r w:rsidR="00C40E9B">
        <w:rPr>
          <w:rFonts w:ascii="PT Astra Serif" w:hAnsi="PT Astra Serif"/>
          <w:sz w:val="28"/>
          <w:szCs w:val="28"/>
        </w:rPr>
        <w:t>.</w:t>
      </w:r>
    </w:p>
    <w:p w:rsidR="00030E38" w:rsidRPr="00C40E9B" w:rsidRDefault="00C40E9B" w:rsidP="00E841B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15CC5">
        <w:rPr>
          <w:rFonts w:ascii="PT Astra Serif" w:hAnsi="PT Astra Serif"/>
          <w:sz w:val="28"/>
          <w:szCs w:val="28"/>
        </w:rPr>
        <w:t>В расходной части средства направляются на первоочередные расходы.</w:t>
      </w:r>
    </w:p>
    <w:p w:rsidR="007479CC" w:rsidRPr="009E605E" w:rsidRDefault="005A4522" w:rsidP="00E841B4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E3851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4.</w:t>
      </w:r>
      <w:r w:rsidR="006E3851">
        <w:rPr>
          <w:rFonts w:ascii="PT Astra Serif" w:hAnsi="PT Astra Serif"/>
          <w:sz w:val="28"/>
          <w:szCs w:val="28"/>
        </w:rPr>
        <w:t xml:space="preserve"> </w:t>
      </w:r>
      <w:r w:rsidR="007479CC" w:rsidRPr="009E605E">
        <w:rPr>
          <w:rFonts w:ascii="PT Astra Serif" w:hAnsi="PT Astra Serif"/>
          <w:sz w:val="28"/>
          <w:szCs w:val="28"/>
        </w:rPr>
        <w:t>В связи с фактическим поступлением прочих доходов от компенсации затрат бюджетов субъектов Российской Федерации,</w:t>
      </w:r>
      <w:r w:rsidR="00855025">
        <w:rPr>
          <w:rFonts w:ascii="PT Astra Serif" w:hAnsi="PT Astra Serif"/>
          <w:sz w:val="28"/>
          <w:szCs w:val="28"/>
        </w:rPr>
        <w:t xml:space="preserve"> п</w:t>
      </w:r>
      <w:r w:rsidR="00855025" w:rsidRPr="00087EED">
        <w:rPr>
          <w:rFonts w:ascii="PT Astra Serif" w:hAnsi="PT Astra Serif"/>
          <w:sz w:val="28"/>
          <w:szCs w:val="28"/>
        </w:rPr>
        <w:t>латеж</w:t>
      </w:r>
      <w:r w:rsidR="00855025">
        <w:rPr>
          <w:rFonts w:ascii="PT Astra Serif" w:hAnsi="PT Astra Serif"/>
          <w:sz w:val="28"/>
          <w:szCs w:val="28"/>
        </w:rPr>
        <w:t>ей</w:t>
      </w:r>
      <w:r w:rsidR="00855025" w:rsidRPr="00087EED">
        <w:rPr>
          <w:rFonts w:ascii="PT Astra Serif" w:hAnsi="PT Astra Serif"/>
          <w:sz w:val="28"/>
          <w:szCs w:val="28"/>
        </w:rPr>
        <w:t xml:space="preserve"> в целях</w:t>
      </w:r>
      <w:r w:rsidR="00855025">
        <w:rPr>
          <w:rFonts w:ascii="PT Astra Serif" w:hAnsi="PT Astra Serif"/>
          <w:sz w:val="28"/>
          <w:szCs w:val="28"/>
        </w:rPr>
        <w:t xml:space="preserve"> возмещения причиненного ущерба, </w:t>
      </w:r>
      <w:r w:rsidR="00855025">
        <w:rPr>
          <w:rFonts w:ascii="PT Astra Serif" w:hAnsi="PT Astra Serif"/>
          <w:color w:val="000000"/>
          <w:sz w:val="28"/>
          <w:szCs w:val="28"/>
        </w:rPr>
        <w:t>д</w:t>
      </w:r>
      <w:r w:rsidR="00855025" w:rsidRPr="00E72C8E">
        <w:rPr>
          <w:rFonts w:ascii="PT Astra Serif" w:hAnsi="PT Astra Serif"/>
          <w:color w:val="000000"/>
          <w:sz w:val="28"/>
          <w:szCs w:val="28"/>
        </w:rPr>
        <w:t>оход</w:t>
      </w:r>
      <w:r w:rsidR="00AB34C7">
        <w:rPr>
          <w:rFonts w:ascii="PT Astra Serif" w:hAnsi="PT Astra Serif"/>
          <w:color w:val="000000"/>
          <w:sz w:val="28"/>
          <w:szCs w:val="28"/>
        </w:rPr>
        <w:t>ов</w:t>
      </w:r>
      <w:r w:rsidR="00855025" w:rsidRPr="00E72C8E">
        <w:rPr>
          <w:rFonts w:ascii="PT Astra Serif" w:hAnsi="PT Astra Serif"/>
          <w:color w:val="000000"/>
          <w:sz w:val="28"/>
          <w:szCs w:val="28"/>
        </w:rPr>
        <w:t xml:space="preserve"> от реализации имущества, находящегося в государственной и муниципальной собственности</w:t>
      </w:r>
      <w:r w:rsidR="00AB34C7">
        <w:rPr>
          <w:rFonts w:ascii="PT Astra Serif" w:hAnsi="PT Astra Serif"/>
          <w:color w:val="000000"/>
          <w:sz w:val="28"/>
          <w:szCs w:val="28"/>
        </w:rPr>
        <w:t>,</w:t>
      </w:r>
      <w:r w:rsidR="00855025" w:rsidRPr="00E72C8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479CC" w:rsidRPr="009E605E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7479CC" w:rsidRPr="009E605E">
        <w:rPr>
          <w:rFonts w:ascii="PT Astra Serif" w:hAnsi="PT Astra Serif"/>
          <w:sz w:val="28"/>
          <w:szCs w:val="28"/>
        </w:rPr>
        <w:t xml:space="preserve"> областного бюджета Ульяновской области </w:t>
      </w:r>
      <w:r w:rsidR="007479CC" w:rsidRPr="009E605E">
        <w:rPr>
          <w:rFonts w:ascii="PT Astra Serif" w:hAnsi="PT Astra Serif"/>
          <w:b/>
          <w:sz w:val="28"/>
          <w:szCs w:val="28"/>
        </w:rPr>
        <w:t>за счёт налоговых и неналоговых доходов</w:t>
      </w:r>
      <w:r w:rsidR="007479CC" w:rsidRPr="009E605E">
        <w:rPr>
          <w:rFonts w:ascii="PT Astra Serif" w:hAnsi="PT Astra Serif"/>
          <w:sz w:val="28"/>
          <w:szCs w:val="28"/>
        </w:rPr>
        <w:t xml:space="preserve"> на сумму </w:t>
      </w:r>
      <w:r w:rsidR="009E605E" w:rsidRPr="009E605E">
        <w:rPr>
          <w:rFonts w:ascii="PT Astra Serif" w:hAnsi="PT Astra Serif"/>
          <w:b/>
          <w:sz w:val="28"/>
          <w:szCs w:val="28"/>
        </w:rPr>
        <w:t>20 </w:t>
      </w:r>
      <w:r w:rsidR="003237DE">
        <w:rPr>
          <w:rFonts w:ascii="PT Astra Serif" w:hAnsi="PT Astra Serif"/>
          <w:b/>
          <w:sz w:val="28"/>
          <w:szCs w:val="28"/>
        </w:rPr>
        <w:t>629</w:t>
      </w:r>
      <w:r w:rsidR="009E605E" w:rsidRPr="009E605E">
        <w:rPr>
          <w:rFonts w:ascii="PT Astra Serif" w:hAnsi="PT Astra Serif"/>
          <w:b/>
          <w:sz w:val="28"/>
          <w:szCs w:val="28"/>
        </w:rPr>
        <w:t>,</w:t>
      </w:r>
      <w:r w:rsidR="003237DE">
        <w:rPr>
          <w:rFonts w:ascii="PT Astra Serif" w:hAnsi="PT Astra Serif"/>
          <w:b/>
          <w:sz w:val="28"/>
          <w:szCs w:val="28"/>
        </w:rPr>
        <w:t>92</w:t>
      </w:r>
      <w:r w:rsidR="009E605E" w:rsidRPr="009E605E">
        <w:rPr>
          <w:rFonts w:ascii="PT Astra Serif" w:hAnsi="PT Astra Serif"/>
          <w:b/>
          <w:sz w:val="28"/>
          <w:szCs w:val="28"/>
        </w:rPr>
        <w:t>845</w:t>
      </w:r>
      <w:r w:rsidR="007479CC" w:rsidRPr="009E605E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7479CC" w:rsidRPr="009E605E">
        <w:rPr>
          <w:rFonts w:ascii="PT Astra Serif" w:hAnsi="PT Astra Serif"/>
          <w:sz w:val="28"/>
          <w:szCs w:val="28"/>
        </w:rPr>
        <w:t>, согласно таблице: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7479CC" w:rsidRPr="009E605E" w:rsidTr="00C63DB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9CC" w:rsidRPr="009E605E" w:rsidRDefault="007479CC" w:rsidP="00093579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605E">
              <w:rPr>
                <w:rFonts w:ascii="PT Astra Serif" w:hAnsi="PT Astra Serif"/>
                <w:sz w:val="28"/>
                <w:szCs w:val="28"/>
              </w:rPr>
              <w:t>Наименование налогов и доходов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9CC" w:rsidRPr="009E605E" w:rsidRDefault="007479CC" w:rsidP="009E01C3">
            <w:pPr>
              <w:spacing w:line="240" w:lineRule="auto"/>
              <w:ind w:firstLine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605E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</w:tr>
      <w:tr w:rsidR="007479CC" w:rsidRPr="00CC6D0D" w:rsidTr="00C63DBA">
        <w:trPr>
          <w:trHeight w:val="419"/>
        </w:trPr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9CC" w:rsidRPr="00CC6D0D" w:rsidRDefault="007479CC" w:rsidP="009E01C3">
            <w:pPr>
              <w:spacing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CC6D0D">
              <w:rPr>
                <w:rFonts w:ascii="PT Astra Serif" w:hAnsi="PT Astra Serif"/>
                <w:b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CC" w:rsidRPr="00CC6D0D" w:rsidRDefault="009E605E" w:rsidP="00CC6D0D">
            <w:pPr>
              <w:spacing w:line="240" w:lineRule="auto"/>
              <w:ind w:firstLine="3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C6D0D">
              <w:rPr>
                <w:rFonts w:ascii="PT Astra Serif" w:hAnsi="PT Astra Serif"/>
                <w:b/>
                <w:sz w:val="28"/>
                <w:szCs w:val="28"/>
              </w:rPr>
              <w:t>+20 </w:t>
            </w:r>
            <w:r w:rsidR="00CC6D0D">
              <w:rPr>
                <w:rFonts w:ascii="PT Astra Serif" w:hAnsi="PT Astra Serif"/>
                <w:b/>
                <w:sz w:val="28"/>
                <w:szCs w:val="28"/>
              </w:rPr>
              <w:t>629</w:t>
            </w:r>
            <w:r w:rsidRPr="00CC6D0D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="00CC6D0D">
              <w:rPr>
                <w:rFonts w:ascii="PT Astra Serif" w:hAnsi="PT Astra Serif"/>
                <w:b/>
                <w:sz w:val="28"/>
                <w:szCs w:val="28"/>
              </w:rPr>
              <w:t>92</w:t>
            </w:r>
            <w:r w:rsidRPr="00CC6D0D">
              <w:rPr>
                <w:rFonts w:ascii="PT Astra Serif" w:hAnsi="PT Astra Serif"/>
                <w:b/>
                <w:sz w:val="28"/>
                <w:szCs w:val="28"/>
              </w:rPr>
              <w:t>845</w:t>
            </w:r>
          </w:p>
        </w:tc>
      </w:tr>
      <w:tr w:rsidR="007479CC" w:rsidRPr="006641CD" w:rsidTr="00C63DBA">
        <w:trPr>
          <w:trHeight w:val="33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9CC" w:rsidRPr="009E605E" w:rsidRDefault="007479CC" w:rsidP="009E01C3">
            <w:pPr>
              <w:spacing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E605E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CC" w:rsidRPr="009E605E" w:rsidRDefault="009E605E" w:rsidP="009E01C3">
            <w:pPr>
              <w:spacing w:line="240" w:lineRule="auto"/>
              <w:ind w:firstLine="3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605E">
              <w:rPr>
                <w:rFonts w:ascii="PT Astra Serif" w:hAnsi="PT Astra Serif"/>
                <w:sz w:val="28"/>
                <w:szCs w:val="28"/>
              </w:rPr>
              <w:t>+20 615,67845</w:t>
            </w:r>
          </w:p>
        </w:tc>
      </w:tr>
      <w:tr w:rsidR="009F693B" w:rsidRPr="009F693B" w:rsidTr="00C63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3B" w:rsidRPr="00087EED" w:rsidRDefault="009F693B" w:rsidP="009F693B">
            <w:pPr>
              <w:spacing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693B">
              <w:rPr>
                <w:rFonts w:ascii="PT Astra Serif" w:hAnsi="PT Astra Serif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93B" w:rsidRPr="00087EED" w:rsidRDefault="009F693B" w:rsidP="009F693B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7EED">
              <w:rPr>
                <w:rFonts w:ascii="PT Astra Serif" w:hAnsi="PT Astra Serif"/>
                <w:sz w:val="28"/>
                <w:szCs w:val="28"/>
              </w:rPr>
              <w:t>+7,6</w:t>
            </w:r>
          </w:p>
        </w:tc>
      </w:tr>
      <w:tr w:rsidR="009F693B" w:rsidRPr="009F693B" w:rsidTr="00C63D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3B" w:rsidRPr="009F693B" w:rsidRDefault="009F693B" w:rsidP="00496BD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693B">
              <w:rPr>
                <w:rFonts w:ascii="PT Astra Serif" w:hAnsi="PT Astra Serif"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93B" w:rsidRPr="009F693B" w:rsidRDefault="009F693B" w:rsidP="00496BD0">
            <w:pPr>
              <w:pStyle w:val="21"/>
              <w:spacing w:after="0" w:line="240" w:lineRule="auto"/>
              <w:ind w:left="34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F693B">
              <w:rPr>
                <w:rFonts w:ascii="PT Astra Serif" w:hAnsi="PT Astra Serif"/>
                <w:bCs/>
                <w:sz w:val="28"/>
                <w:szCs w:val="28"/>
              </w:rPr>
              <w:t>+6,650</w:t>
            </w:r>
          </w:p>
        </w:tc>
      </w:tr>
    </w:tbl>
    <w:p w:rsidR="00154248" w:rsidRDefault="000E1D57" w:rsidP="00E841B4">
      <w:pPr>
        <w:spacing w:before="240" w:after="0"/>
        <w:jc w:val="both"/>
        <w:rPr>
          <w:rFonts w:ascii="PT Astra Serif" w:hAnsi="PT Astra Serif"/>
          <w:sz w:val="28"/>
          <w:szCs w:val="28"/>
        </w:rPr>
      </w:pPr>
      <w:r w:rsidRPr="00227CBF">
        <w:rPr>
          <w:rFonts w:ascii="PT Astra Serif" w:hAnsi="PT Astra Serif"/>
          <w:sz w:val="28"/>
          <w:szCs w:val="28"/>
        </w:rPr>
        <w:tab/>
      </w:r>
      <w:r w:rsidRPr="00203ED5">
        <w:rPr>
          <w:rFonts w:ascii="PT Astra Serif" w:hAnsi="PT Astra Serif"/>
          <w:b/>
          <w:sz w:val="28"/>
          <w:szCs w:val="28"/>
        </w:rPr>
        <w:t>В расходной части</w:t>
      </w:r>
      <w:r w:rsidRPr="00227CBF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154248">
        <w:rPr>
          <w:rFonts w:ascii="PT Astra Serif" w:hAnsi="PT Astra Serif"/>
          <w:sz w:val="28"/>
          <w:szCs w:val="28"/>
        </w:rPr>
        <w:t>средства направляются:</w:t>
      </w:r>
    </w:p>
    <w:p w:rsidR="007D3792" w:rsidRDefault="00154248" w:rsidP="00E841B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227CBF" w:rsidRPr="00227CBF">
        <w:rPr>
          <w:rFonts w:ascii="PT Astra Serif" w:hAnsi="PT Astra Serif"/>
          <w:sz w:val="28"/>
          <w:szCs w:val="28"/>
        </w:rPr>
        <w:t xml:space="preserve"> Министерству жилищно-коммунального хозяйства и строительства Ульяновской области на финансовое обеспечение выполнения государственного (муниципального) задания ОГАУ «Корпорация развития строительства и инфраструктурных проектов Ульяновской области «Дом.73» на разработку проектной документации по объекту берегоукрепительные сооружения на Куйбышевском водохранилище вторая очередь р.п. С.Майна, а также берегоукрепительные сооружения на Куйбышев</w:t>
      </w:r>
      <w:r>
        <w:rPr>
          <w:rFonts w:ascii="PT Astra Serif" w:hAnsi="PT Astra Serif"/>
          <w:sz w:val="28"/>
          <w:szCs w:val="28"/>
        </w:rPr>
        <w:t>ском водохранилище Ст. Белый Яр</w:t>
      </w:r>
      <w:r w:rsidR="00166E36">
        <w:rPr>
          <w:rFonts w:ascii="PT Astra Serif" w:hAnsi="PT Astra Serif"/>
          <w:sz w:val="28"/>
          <w:szCs w:val="28"/>
        </w:rPr>
        <w:t xml:space="preserve"> в сумме </w:t>
      </w:r>
      <w:r w:rsidR="00166E36" w:rsidRPr="00166E36">
        <w:rPr>
          <w:rFonts w:ascii="PT Astra Serif" w:hAnsi="PT Astra Serif"/>
          <w:b/>
          <w:sz w:val="28"/>
          <w:szCs w:val="28"/>
        </w:rPr>
        <w:t>20 615,67845 тыс. рублей</w:t>
      </w:r>
      <w:r w:rsidR="00FC22DD">
        <w:rPr>
          <w:rFonts w:ascii="PT Astra Serif" w:hAnsi="PT Astra Serif"/>
          <w:b/>
          <w:sz w:val="28"/>
          <w:szCs w:val="28"/>
        </w:rPr>
        <w:t xml:space="preserve"> </w:t>
      </w:r>
      <w:r w:rsidR="00FC22DD" w:rsidRPr="00FC22DD">
        <w:rPr>
          <w:rFonts w:ascii="PT Astra Serif" w:hAnsi="PT Astra Serif"/>
          <w:sz w:val="28"/>
          <w:szCs w:val="28"/>
        </w:rPr>
        <w:t>(за счёт возврата средств, выделенных на эти цели в 2022 году)</w:t>
      </w:r>
      <w:r w:rsidRPr="00FC22DD">
        <w:rPr>
          <w:rFonts w:ascii="PT Astra Serif" w:hAnsi="PT Astra Serif"/>
          <w:sz w:val="28"/>
          <w:szCs w:val="28"/>
        </w:rPr>
        <w:t>;</w:t>
      </w:r>
    </w:p>
    <w:p w:rsidR="00154248" w:rsidRDefault="00154248" w:rsidP="00E841B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677634">
        <w:rPr>
          <w:rFonts w:ascii="PT Astra Serif" w:hAnsi="PT Astra Serif"/>
          <w:sz w:val="28"/>
          <w:szCs w:val="28"/>
        </w:rPr>
        <w:t>Министерству социального развития Ульяновской области на содержание подведомственных учреждений социального обслуживания</w:t>
      </w:r>
      <w:r w:rsidR="00166E36">
        <w:rPr>
          <w:rFonts w:ascii="PT Astra Serif" w:hAnsi="PT Astra Serif"/>
          <w:sz w:val="28"/>
          <w:szCs w:val="28"/>
        </w:rPr>
        <w:t xml:space="preserve"> в сумме </w:t>
      </w:r>
      <w:r w:rsidR="00166E36" w:rsidRPr="00166E36">
        <w:rPr>
          <w:rFonts w:ascii="PT Astra Serif" w:hAnsi="PT Astra Serif"/>
          <w:b/>
          <w:sz w:val="28"/>
          <w:szCs w:val="28"/>
        </w:rPr>
        <w:t>14,25 тыс. рублей</w:t>
      </w:r>
      <w:r>
        <w:rPr>
          <w:rFonts w:ascii="PT Astra Serif" w:hAnsi="PT Astra Serif"/>
          <w:sz w:val="28"/>
          <w:szCs w:val="28"/>
        </w:rPr>
        <w:t>.</w:t>
      </w:r>
    </w:p>
    <w:p w:rsidR="000E1D57" w:rsidRPr="00227CBF" w:rsidRDefault="00227CBF" w:rsidP="00E841B4">
      <w:pPr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Соответствующие изменения вносятся в статью 1 тек</w:t>
      </w:r>
      <w:r w:rsidR="00E3271E">
        <w:rPr>
          <w:rFonts w:ascii="PT Astra Serif" w:hAnsi="PT Astra Serif"/>
          <w:sz w:val="28"/>
          <w:szCs w:val="28"/>
        </w:rPr>
        <w:t>ста Закона, приложения 4, 5 и 6.</w:t>
      </w:r>
    </w:p>
    <w:p w:rsidR="00901118" w:rsidRDefault="00901118" w:rsidP="00E841B4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</w:p>
    <w:p w:rsidR="00C52EEB" w:rsidRDefault="00083392" w:rsidP="00E841B4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E3851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5.</w:t>
      </w:r>
      <w:r w:rsidR="006E3851">
        <w:rPr>
          <w:rFonts w:ascii="PT Astra Serif" w:hAnsi="PT Astra Serif"/>
          <w:sz w:val="28"/>
          <w:szCs w:val="28"/>
        </w:rPr>
        <w:t xml:space="preserve"> </w:t>
      </w:r>
      <w:r w:rsidR="00CF7CB0">
        <w:rPr>
          <w:rFonts w:ascii="PT Astra Serif" w:hAnsi="PT Astra Serif"/>
          <w:sz w:val="28"/>
          <w:szCs w:val="28"/>
        </w:rPr>
        <w:t xml:space="preserve">В связи с оценкой ожидаемого исполнения налоговых и неналоговых доходов областного бюджета Ульяновской области на 2023 год и фактическим поступлением по прочим доходам от компенсации затрат бюджетов субъектов </w:t>
      </w:r>
      <w:r w:rsidR="00CF7CB0">
        <w:rPr>
          <w:rFonts w:ascii="PT Astra Serif" w:hAnsi="PT Astra Serif"/>
          <w:sz w:val="28"/>
          <w:szCs w:val="28"/>
        </w:rPr>
        <w:lastRenderedPageBreak/>
        <w:t xml:space="preserve">Российской Федерации </w:t>
      </w:r>
      <w:r w:rsidR="00CF7CB0" w:rsidRPr="00083392">
        <w:rPr>
          <w:rFonts w:ascii="PT Astra Serif" w:hAnsi="PT Astra Serif"/>
          <w:b/>
          <w:sz w:val="28"/>
          <w:szCs w:val="28"/>
        </w:rPr>
        <w:t>увеличивается доходная часть</w:t>
      </w:r>
      <w:r w:rsidR="00CF7CB0">
        <w:rPr>
          <w:rFonts w:ascii="PT Astra Serif" w:hAnsi="PT Astra Serif"/>
          <w:sz w:val="28"/>
          <w:szCs w:val="28"/>
        </w:rPr>
        <w:t xml:space="preserve"> областного бюдж</w:t>
      </w:r>
      <w:r>
        <w:rPr>
          <w:rFonts w:ascii="PT Astra Serif" w:hAnsi="PT Astra Serif"/>
          <w:sz w:val="28"/>
          <w:szCs w:val="28"/>
        </w:rPr>
        <w:t>ета на 11 106,68078 тыс. рублей, согласно таблице:</w:t>
      </w:r>
    </w:p>
    <w:p w:rsidR="00E841B4" w:rsidRDefault="00E841B4" w:rsidP="00C52EEB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6"/>
        <w:gridCol w:w="4111"/>
      </w:tblGrid>
      <w:tr w:rsidR="00CF7CB0" w:rsidRPr="00087EED" w:rsidTr="00101AFF">
        <w:trPr>
          <w:trHeight w:val="760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B0" w:rsidRPr="00087EED" w:rsidRDefault="00083392" w:rsidP="00101AF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605E">
              <w:rPr>
                <w:rFonts w:ascii="PT Astra Serif" w:hAnsi="PT Astra Serif"/>
                <w:sz w:val="28"/>
                <w:szCs w:val="28"/>
              </w:rPr>
              <w:t>Наименование налогов и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B0" w:rsidRPr="00087EED" w:rsidRDefault="00CF7CB0" w:rsidP="00101AF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</w:t>
            </w:r>
            <w:r w:rsidRPr="00087EED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  <w:tr w:rsidR="00CF7CB0" w:rsidRPr="00756A34" w:rsidTr="00101AFF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0" w:rsidRPr="00756A34" w:rsidRDefault="00CF7CB0" w:rsidP="00E841B4">
            <w:pPr>
              <w:spacing w:after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56A34">
              <w:rPr>
                <w:rFonts w:ascii="PT Astra Serif" w:hAnsi="PT Astra Serif"/>
                <w:b/>
                <w:sz w:val="28"/>
                <w:szCs w:val="28"/>
              </w:rPr>
              <w:t>Налоговые и неналоговые доходы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, в том числе: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B0" w:rsidRPr="00756A34" w:rsidRDefault="00CF7CB0" w:rsidP="00E841B4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+11 106,68078</w:t>
            </w:r>
          </w:p>
        </w:tc>
      </w:tr>
      <w:tr w:rsidR="00CF7CB0" w:rsidRPr="00756A34" w:rsidTr="00CF7CB0">
        <w:trPr>
          <w:trHeight w:val="176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0" w:rsidRPr="00756A34" w:rsidRDefault="00CF7CB0" w:rsidP="00E841B4">
            <w:pPr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B0" w:rsidRPr="00756A34" w:rsidRDefault="00CF7CB0" w:rsidP="00E841B4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+10 000,0</w:t>
            </w:r>
          </w:p>
        </w:tc>
      </w:tr>
      <w:tr w:rsidR="00CF7CB0" w:rsidRPr="00756A34" w:rsidTr="00CF7CB0">
        <w:trPr>
          <w:trHeight w:val="176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0" w:rsidRPr="00756A34" w:rsidRDefault="00CF7CB0" w:rsidP="00E841B4">
            <w:pPr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B0" w:rsidRPr="00756A34" w:rsidRDefault="00CF7CB0" w:rsidP="00E841B4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+1 106,6</w:t>
            </w:r>
          </w:p>
        </w:tc>
      </w:tr>
      <w:tr w:rsidR="00CF7CB0" w:rsidRPr="00087EED" w:rsidTr="00CF7CB0">
        <w:trPr>
          <w:trHeight w:val="176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0" w:rsidRPr="00087EED" w:rsidRDefault="00CF7CB0" w:rsidP="00E841B4">
            <w:pPr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B0" w:rsidRPr="00087EED" w:rsidRDefault="00CF7CB0" w:rsidP="00E841B4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+0,08078</w:t>
            </w:r>
          </w:p>
        </w:tc>
      </w:tr>
    </w:tbl>
    <w:p w:rsidR="00E841B4" w:rsidRDefault="00E841B4" w:rsidP="00286546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01118" w:rsidRDefault="00BC622F" w:rsidP="00286546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Одновременно, н</w:t>
      </w:r>
      <w:r w:rsidR="00901118" w:rsidRPr="00901118">
        <w:rPr>
          <w:rFonts w:ascii="PT Astra Serif" w:hAnsi="PT Astra Serif"/>
          <w:sz w:val="28"/>
          <w:szCs w:val="28"/>
        </w:rPr>
        <w:t>а основании письма УМВД России</w:t>
      </w:r>
      <w:r w:rsidR="00901118">
        <w:rPr>
          <w:rFonts w:ascii="PT Astra Serif" w:hAnsi="PT Astra Serif"/>
          <w:sz w:val="28"/>
          <w:szCs w:val="28"/>
        </w:rPr>
        <w:t xml:space="preserve"> по Ульяновской области от 16.01.2023 № 13/26 в связи с уточнением </w:t>
      </w:r>
      <w:r w:rsidR="00756A34">
        <w:rPr>
          <w:rFonts w:ascii="PT Astra Serif" w:hAnsi="PT Astra Serif"/>
          <w:sz w:val="28"/>
          <w:szCs w:val="28"/>
        </w:rPr>
        <w:t>бюджетных</w:t>
      </w:r>
      <w:r w:rsidR="00901118">
        <w:rPr>
          <w:rFonts w:ascii="PT Astra Serif" w:hAnsi="PT Astra Serif"/>
          <w:sz w:val="28"/>
          <w:szCs w:val="28"/>
        </w:rPr>
        <w:t xml:space="preserve"> назначений текущего года </w:t>
      </w:r>
      <w:r w:rsidR="00901118" w:rsidRPr="00286546">
        <w:rPr>
          <w:rFonts w:ascii="PT Astra Serif" w:hAnsi="PT Astra Serif"/>
          <w:b/>
          <w:sz w:val="28"/>
          <w:szCs w:val="28"/>
        </w:rPr>
        <w:t>уменьшается доходная часть</w:t>
      </w:r>
      <w:r w:rsidR="00901118">
        <w:rPr>
          <w:rFonts w:ascii="PT Astra Serif" w:hAnsi="PT Astra Serif"/>
          <w:sz w:val="28"/>
          <w:szCs w:val="28"/>
        </w:rPr>
        <w:t xml:space="preserve"> областного бюджета Ульяновской области на </w:t>
      </w:r>
      <w:r w:rsidR="00901118" w:rsidRPr="00286546">
        <w:rPr>
          <w:rFonts w:ascii="PT Astra Serif" w:hAnsi="PT Astra Serif"/>
          <w:b/>
          <w:sz w:val="28"/>
          <w:szCs w:val="28"/>
        </w:rPr>
        <w:t>10010,05 тыс. рублей,</w:t>
      </w:r>
      <w:r w:rsidR="00901118">
        <w:rPr>
          <w:rFonts w:ascii="PT Astra Serif" w:hAnsi="PT Astra Serif"/>
          <w:sz w:val="28"/>
          <w:szCs w:val="28"/>
        </w:rPr>
        <w:t xml:space="preserve"> в том числе уменьшаются бюджетные назначения по ад</w:t>
      </w:r>
      <w:r w:rsidR="00756A34">
        <w:rPr>
          <w:rFonts w:ascii="PT Astra Serif" w:hAnsi="PT Astra Serif"/>
          <w:sz w:val="28"/>
          <w:szCs w:val="28"/>
        </w:rPr>
        <w:t>м</w:t>
      </w:r>
      <w:r w:rsidR="00901118">
        <w:rPr>
          <w:rFonts w:ascii="PT Astra Serif" w:hAnsi="PT Astra Serif"/>
          <w:sz w:val="28"/>
          <w:szCs w:val="28"/>
        </w:rPr>
        <w:t>и</w:t>
      </w:r>
      <w:r w:rsidR="00756A34">
        <w:rPr>
          <w:rFonts w:ascii="PT Astra Serif" w:hAnsi="PT Astra Serif"/>
          <w:sz w:val="28"/>
          <w:szCs w:val="28"/>
        </w:rPr>
        <w:t>нистративным</w:t>
      </w:r>
      <w:r w:rsidR="00901118">
        <w:rPr>
          <w:rFonts w:ascii="PT Astra Serif" w:hAnsi="PT Astra Serif"/>
          <w:sz w:val="28"/>
          <w:szCs w:val="28"/>
        </w:rPr>
        <w:t xml:space="preserve"> штрафам</w:t>
      </w:r>
      <w:r w:rsidR="00756A34">
        <w:rPr>
          <w:rFonts w:ascii="PT Astra Serif" w:hAnsi="PT Astra Serif"/>
          <w:sz w:val="28"/>
          <w:szCs w:val="28"/>
        </w:rPr>
        <w:t>, установленные главой 12 Кодекса Российской Федерации за административные правонарушения в области дорожного движения, формирующие Дорожный Фонд Ульяновской области на</w:t>
      </w:r>
      <w:proofErr w:type="gramEnd"/>
      <w:r w:rsidR="00756A34">
        <w:rPr>
          <w:rFonts w:ascii="PT Astra Serif" w:hAnsi="PT Astra Serif"/>
          <w:sz w:val="28"/>
          <w:szCs w:val="28"/>
        </w:rPr>
        <w:t xml:space="preserve"> 10000,0 тыс. рублей, согласно таблице:</w:t>
      </w:r>
    </w:p>
    <w:p w:rsidR="00E841B4" w:rsidRDefault="00E841B4" w:rsidP="00286546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6"/>
        <w:gridCol w:w="4111"/>
      </w:tblGrid>
      <w:tr w:rsidR="00756A34" w:rsidRPr="00087EED" w:rsidTr="00756A34">
        <w:trPr>
          <w:trHeight w:val="760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34" w:rsidRPr="00087EED" w:rsidRDefault="00222F1B" w:rsidP="00756A3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E605E">
              <w:rPr>
                <w:rFonts w:ascii="PT Astra Serif" w:hAnsi="PT Astra Serif"/>
                <w:sz w:val="28"/>
                <w:szCs w:val="28"/>
              </w:rPr>
              <w:t>Наименование налогов и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34" w:rsidRPr="00087EED" w:rsidRDefault="00756A34" w:rsidP="00756A3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2023</w:t>
            </w:r>
            <w:r w:rsidRPr="00087EED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  <w:tr w:rsidR="00756A34" w:rsidRPr="00756A34" w:rsidTr="00756A34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A34" w:rsidRPr="00756A34" w:rsidRDefault="00756A34" w:rsidP="00E841B4">
            <w:pPr>
              <w:spacing w:after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56A34">
              <w:rPr>
                <w:rFonts w:ascii="PT Astra Serif" w:hAnsi="PT Astra Serif"/>
                <w:b/>
                <w:sz w:val="28"/>
                <w:szCs w:val="28"/>
              </w:rPr>
              <w:t>Налоговые и неналоговые доходы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, в том числе: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34" w:rsidRPr="00756A34" w:rsidRDefault="00756A34" w:rsidP="00E841B4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-10 010,05</w:t>
            </w:r>
          </w:p>
        </w:tc>
      </w:tr>
      <w:tr w:rsidR="00756A34" w:rsidRPr="00756A34" w:rsidTr="00756A34">
        <w:trPr>
          <w:trHeight w:val="176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A34" w:rsidRPr="00756A34" w:rsidRDefault="00756A34" w:rsidP="00E841B4">
            <w:pPr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34" w:rsidRPr="00756A34" w:rsidRDefault="00756A34" w:rsidP="00E841B4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-10,05</w:t>
            </w:r>
          </w:p>
        </w:tc>
      </w:tr>
      <w:tr w:rsidR="00756A34" w:rsidRPr="00087EED" w:rsidTr="00756A34">
        <w:trPr>
          <w:trHeight w:val="176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A34" w:rsidRPr="00087EED" w:rsidRDefault="00756A34" w:rsidP="00E841B4">
            <w:pPr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56A34">
              <w:rPr>
                <w:rFonts w:ascii="PT Astra Serif" w:hAnsi="PT Astra Serif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34" w:rsidRPr="00087EED" w:rsidRDefault="00756A34" w:rsidP="00E841B4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-10 000,0</w:t>
            </w:r>
          </w:p>
        </w:tc>
      </w:tr>
    </w:tbl>
    <w:p w:rsidR="00E841B4" w:rsidRDefault="00E841B4" w:rsidP="000E1F18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before="24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13725E" w:rsidRDefault="0013725E" w:rsidP="0013725E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before="24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 счёт превышения доходов над расходами дорожного фонда в 2022 году в соответствии со статьёй 179 Бюджетного кодекса Российской Федерации </w:t>
      </w:r>
      <w:r>
        <w:rPr>
          <w:rFonts w:ascii="PT Astra Serif" w:hAnsi="PT Astra Serif"/>
          <w:sz w:val="28"/>
          <w:szCs w:val="28"/>
        </w:rPr>
        <w:t>восстанавливаются</w:t>
      </w:r>
      <w:r>
        <w:rPr>
          <w:rFonts w:ascii="PT Astra Serif" w:hAnsi="PT Astra Serif"/>
          <w:sz w:val="28"/>
          <w:szCs w:val="28"/>
        </w:rPr>
        <w:t xml:space="preserve"> средства дорожного фонда в сумме 10 000,0 тыс. рублей. Таким образом, объём дорожного фонда не меняется.</w:t>
      </w:r>
    </w:p>
    <w:p w:rsidR="00E841B4" w:rsidRDefault="00E841B4" w:rsidP="000E1F18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before="24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F36300" w:rsidRDefault="00C50F90" w:rsidP="00901118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Средства в сумме </w:t>
      </w:r>
      <w:r w:rsidRPr="00C50F90">
        <w:rPr>
          <w:rFonts w:ascii="PT Astra Serif" w:hAnsi="PT Astra Serif"/>
          <w:b/>
          <w:sz w:val="28"/>
          <w:szCs w:val="28"/>
        </w:rPr>
        <w:t>1 096,63078 тыс. рублей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расходной части областного бюджета направляются Министерству социального развития Ульяновской области</w:t>
      </w:r>
      <w:r w:rsidR="00E841B4">
        <w:rPr>
          <w:rFonts w:ascii="PT Astra Serif" w:hAnsi="PT Astra Serif"/>
          <w:sz w:val="28"/>
          <w:szCs w:val="28"/>
        </w:rPr>
        <w:t xml:space="preserve"> на реализацию Комплекса мер в Ульяновской области, направленных на оказание помощи детям, пострадавшим от жестокого обращения, обеспечения безопасности детей.</w:t>
      </w:r>
    </w:p>
    <w:p w:rsidR="00625516" w:rsidRPr="00C50F90" w:rsidRDefault="00625516" w:rsidP="00901118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856415" w:rsidRDefault="003451B1" w:rsidP="00173061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E3851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6.</w:t>
      </w:r>
      <w:r w:rsidR="006E3851">
        <w:rPr>
          <w:rFonts w:ascii="PT Astra Serif" w:hAnsi="PT Astra Serif"/>
          <w:sz w:val="28"/>
          <w:szCs w:val="28"/>
        </w:rPr>
        <w:t xml:space="preserve"> </w:t>
      </w:r>
      <w:r w:rsidR="00856415" w:rsidRPr="00856415">
        <w:rPr>
          <w:rFonts w:ascii="PT Astra Serif" w:hAnsi="PT Astra Serif"/>
          <w:sz w:val="28"/>
          <w:szCs w:val="28"/>
        </w:rPr>
        <w:t xml:space="preserve">На основании </w:t>
      </w:r>
      <w:r w:rsidR="003A0CF1" w:rsidRPr="00856415">
        <w:rPr>
          <w:rFonts w:ascii="PT Astra Serif" w:hAnsi="PT Astra Serif"/>
          <w:sz w:val="28"/>
          <w:szCs w:val="28"/>
        </w:rPr>
        <w:t>Фе</w:t>
      </w:r>
      <w:r w:rsidR="006B3AE6">
        <w:rPr>
          <w:rFonts w:ascii="PT Astra Serif" w:hAnsi="PT Astra Serif"/>
          <w:sz w:val="28"/>
          <w:szCs w:val="28"/>
        </w:rPr>
        <w:t xml:space="preserve">дерального закона от 29.12.2012 </w:t>
      </w:r>
      <w:r w:rsidR="003A0CF1" w:rsidRPr="00856415">
        <w:rPr>
          <w:rFonts w:ascii="PT Astra Serif" w:hAnsi="PT Astra Serif"/>
          <w:sz w:val="28"/>
          <w:szCs w:val="28"/>
        </w:rPr>
        <w:t xml:space="preserve">№ 275-ФЗ </w:t>
      </w:r>
      <w:r w:rsidR="003954C4">
        <w:rPr>
          <w:rFonts w:ascii="PT Astra Serif" w:hAnsi="PT Astra Serif"/>
          <w:sz w:val="28"/>
          <w:szCs w:val="28"/>
        </w:rPr>
        <w:br/>
      </w:r>
      <w:r w:rsidR="003A0CF1" w:rsidRPr="00856415">
        <w:rPr>
          <w:rFonts w:ascii="PT Astra Serif" w:hAnsi="PT Astra Serif"/>
          <w:sz w:val="28"/>
          <w:szCs w:val="28"/>
        </w:rPr>
        <w:t>«О государственном оборонном заказе»</w:t>
      </w:r>
      <w:r w:rsidR="00BE65C7">
        <w:rPr>
          <w:rFonts w:ascii="PT Astra Serif" w:hAnsi="PT Astra Serif"/>
          <w:sz w:val="28"/>
          <w:szCs w:val="28"/>
        </w:rPr>
        <w:t xml:space="preserve">, </w:t>
      </w:r>
      <w:r w:rsidR="003A0CF1" w:rsidRPr="00856415">
        <w:rPr>
          <w:rFonts w:ascii="PT Astra Serif" w:hAnsi="PT Astra Serif"/>
          <w:sz w:val="28"/>
          <w:szCs w:val="28"/>
        </w:rPr>
        <w:t>государственн</w:t>
      </w:r>
      <w:r w:rsidR="00BE65C7">
        <w:rPr>
          <w:rFonts w:ascii="PT Astra Serif" w:hAnsi="PT Astra Serif"/>
          <w:sz w:val="28"/>
          <w:szCs w:val="28"/>
        </w:rPr>
        <w:t>ого</w:t>
      </w:r>
      <w:r w:rsidR="003A0CF1" w:rsidRPr="00856415">
        <w:rPr>
          <w:rFonts w:ascii="PT Astra Serif" w:hAnsi="PT Astra Serif"/>
          <w:sz w:val="28"/>
          <w:szCs w:val="28"/>
        </w:rPr>
        <w:t xml:space="preserve"> контракт</w:t>
      </w:r>
      <w:r w:rsidR="00BE65C7">
        <w:rPr>
          <w:rFonts w:ascii="PT Astra Serif" w:hAnsi="PT Astra Serif"/>
          <w:sz w:val="28"/>
          <w:szCs w:val="28"/>
        </w:rPr>
        <w:t>а</w:t>
      </w:r>
      <w:r w:rsidR="003A0CF1" w:rsidRPr="00856415">
        <w:rPr>
          <w:rFonts w:ascii="PT Astra Serif" w:hAnsi="PT Astra Serif"/>
          <w:sz w:val="28"/>
          <w:szCs w:val="28"/>
        </w:rPr>
        <w:t xml:space="preserve"> от </w:t>
      </w:r>
      <w:r w:rsidR="003A0CF1" w:rsidRPr="00856415">
        <w:rPr>
          <w:rFonts w:ascii="PT Astra Serif" w:hAnsi="PT Astra Serif"/>
          <w:sz w:val="28"/>
          <w:szCs w:val="28"/>
        </w:rPr>
        <w:lastRenderedPageBreak/>
        <w:t xml:space="preserve">20.12.2022 № 2224171300022526009593400/2 </w:t>
      </w:r>
      <w:r w:rsidR="00737921">
        <w:rPr>
          <w:rFonts w:ascii="PT Astra Serif" w:hAnsi="PT Astra Serif"/>
          <w:sz w:val="28"/>
          <w:szCs w:val="28"/>
        </w:rPr>
        <w:t xml:space="preserve">и </w:t>
      </w:r>
      <w:r w:rsidR="00856415" w:rsidRPr="00856415">
        <w:rPr>
          <w:rFonts w:ascii="PT Astra Serif" w:hAnsi="PT Astra Serif"/>
          <w:sz w:val="28"/>
          <w:szCs w:val="28"/>
        </w:rPr>
        <w:t xml:space="preserve">обращения Министерства </w:t>
      </w:r>
      <w:r w:rsidR="00856415" w:rsidRPr="00E841B4">
        <w:rPr>
          <w:rFonts w:ascii="PT Astra Serif" w:hAnsi="PT Astra Serif"/>
          <w:sz w:val="28"/>
          <w:szCs w:val="28"/>
        </w:rPr>
        <w:t>здравоохранения Ульяновской области от 17.05.2023 № 73-ИОГВ-11.01/4144вн</w:t>
      </w:r>
      <w:r w:rsidR="00856415" w:rsidRPr="00856415">
        <w:rPr>
          <w:rFonts w:ascii="PT Astra Serif" w:hAnsi="PT Astra Serif"/>
          <w:sz w:val="28"/>
          <w:szCs w:val="28"/>
        </w:rPr>
        <w:t xml:space="preserve"> увеличива</w:t>
      </w:r>
      <w:r w:rsidR="003A0CF1">
        <w:rPr>
          <w:rFonts w:ascii="PT Astra Serif" w:hAnsi="PT Astra Serif"/>
          <w:sz w:val="28"/>
          <w:szCs w:val="28"/>
        </w:rPr>
        <w:t>е</w:t>
      </w:r>
      <w:r w:rsidR="00856415" w:rsidRPr="00856415">
        <w:rPr>
          <w:rFonts w:ascii="PT Astra Serif" w:hAnsi="PT Astra Serif"/>
          <w:sz w:val="28"/>
          <w:szCs w:val="28"/>
        </w:rPr>
        <w:t xml:space="preserve">тся </w:t>
      </w:r>
      <w:r w:rsidR="00856415" w:rsidRPr="005A3CB4">
        <w:rPr>
          <w:rFonts w:ascii="PT Astra Serif" w:hAnsi="PT Astra Serif"/>
          <w:b/>
          <w:sz w:val="28"/>
          <w:szCs w:val="28"/>
        </w:rPr>
        <w:t>доход</w:t>
      </w:r>
      <w:r w:rsidR="003954C4" w:rsidRPr="005A3CB4">
        <w:rPr>
          <w:rFonts w:ascii="PT Astra Serif" w:hAnsi="PT Astra Serif"/>
          <w:b/>
          <w:sz w:val="28"/>
          <w:szCs w:val="28"/>
        </w:rPr>
        <w:t>ная часть</w:t>
      </w:r>
      <w:r w:rsidR="003954C4">
        <w:rPr>
          <w:rFonts w:ascii="PT Astra Serif" w:hAnsi="PT Astra Serif"/>
          <w:sz w:val="28"/>
          <w:szCs w:val="28"/>
        </w:rPr>
        <w:t xml:space="preserve"> областного бюджета на</w:t>
      </w:r>
      <w:r w:rsidR="003954C4" w:rsidRPr="00856415">
        <w:rPr>
          <w:rFonts w:ascii="PT Astra Serif" w:hAnsi="PT Astra Serif"/>
          <w:sz w:val="28"/>
          <w:szCs w:val="28"/>
        </w:rPr>
        <w:t xml:space="preserve"> </w:t>
      </w:r>
      <w:r w:rsidR="003954C4" w:rsidRPr="00A52AAF">
        <w:rPr>
          <w:rFonts w:ascii="PT Astra Serif" w:hAnsi="PT Astra Serif"/>
          <w:b/>
          <w:sz w:val="28"/>
          <w:szCs w:val="28"/>
        </w:rPr>
        <w:t>2 680,5 тыс. рублей</w:t>
      </w:r>
      <w:r w:rsidR="003954C4" w:rsidRPr="00856415">
        <w:rPr>
          <w:rFonts w:ascii="PT Astra Serif" w:hAnsi="PT Astra Serif"/>
          <w:sz w:val="28"/>
          <w:szCs w:val="28"/>
        </w:rPr>
        <w:t xml:space="preserve"> </w:t>
      </w:r>
      <w:r w:rsidR="005A3CB4">
        <w:rPr>
          <w:rFonts w:ascii="PT Astra Serif" w:hAnsi="PT Astra Serif"/>
          <w:sz w:val="28"/>
          <w:szCs w:val="28"/>
        </w:rPr>
        <w:t xml:space="preserve">за счёт </w:t>
      </w:r>
      <w:r w:rsidR="003954C4" w:rsidRPr="00856415">
        <w:rPr>
          <w:rFonts w:ascii="PT Astra Serif" w:hAnsi="PT Astra Serif"/>
          <w:sz w:val="28"/>
          <w:szCs w:val="28"/>
        </w:rPr>
        <w:t>дополнительных сре</w:t>
      </w:r>
      <w:bookmarkStart w:id="0" w:name="_GoBack"/>
      <w:bookmarkEnd w:id="0"/>
      <w:r w:rsidR="003954C4" w:rsidRPr="00856415">
        <w:rPr>
          <w:rFonts w:ascii="PT Astra Serif" w:hAnsi="PT Astra Serif"/>
          <w:sz w:val="28"/>
          <w:szCs w:val="28"/>
        </w:rPr>
        <w:t>дств из федерального бюджета ГКУЗ «Областной медицинский центр мобилизационных резервов «Резерв»</w:t>
      </w:r>
      <w:r w:rsidR="00500F39">
        <w:rPr>
          <w:rFonts w:ascii="PT Astra Serif" w:hAnsi="PT Astra Serif"/>
          <w:sz w:val="28"/>
          <w:szCs w:val="28"/>
        </w:rPr>
        <w:t>.</w:t>
      </w:r>
    </w:p>
    <w:p w:rsidR="00856415" w:rsidRPr="00856415" w:rsidRDefault="00856415" w:rsidP="00B421F0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before="24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6415">
        <w:rPr>
          <w:rFonts w:ascii="PT Astra Serif" w:hAnsi="PT Astra Serif"/>
          <w:sz w:val="28"/>
          <w:szCs w:val="28"/>
        </w:rPr>
        <w:t xml:space="preserve">В </w:t>
      </w:r>
      <w:r w:rsidRPr="004B3F23">
        <w:rPr>
          <w:rFonts w:ascii="PT Astra Serif" w:hAnsi="PT Astra Serif"/>
          <w:b/>
          <w:sz w:val="28"/>
          <w:szCs w:val="28"/>
        </w:rPr>
        <w:t>расходной части</w:t>
      </w:r>
      <w:r w:rsidRPr="00856415">
        <w:rPr>
          <w:rFonts w:ascii="PT Astra Serif" w:hAnsi="PT Astra Serif"/>
          <w:sz w:val="28"/>
          <w:szCs w:val="28"/>
        </w:rPr>
        <w:t xml:space="preserve"> областного бюджета на эту же сумму </w:t>
      </w:r>
      <w:r w:rsidRPr="004B3F23">
        <w:rPr>
          <w:rFonts w:ascii="PT Astra Serif" w:hAnsi="PT Astra Serif"/>
          <w:b/>
          <w:sz w:val="28"/>
          <w:szCs w:val="28"/>
        </w:rPr>
        <w:t>увеличиваются</w:t>
      </w:r>
      <w:r w:rsidRPr="00856415">
        <w:rPr>
          <w:rFonts w:ascii="PT Astra Serif" w:hAnsi="PT Astra Serif"/>
          <w:sz w:val="28"/>
          <w:szCs w:val="28"/>
        </w:rPr>
        <w:t xml:space="preserve"> ассигнования Министерству здравоохранения Ульяновской области</w:t>
      </w:r>
      <w:r w:rsidR="004B3F23">
        <w:rPr>
          <w:rFonts w:ascii="PT Astra Serif" w:hAnsi="PT Astra Serif"/>
          <w:sz w:val="28"/>
          <w:szCs w:val="28"/>
        </w:rPr>
        <w:t xml:space="preserve"> </w:t>
      </w:r>
      <w:r w:rsidRPr="00856415">
        <w:rPr>
          <w:rFonts w:ascii="PT Astra Serif" w:hAnsi="PT Astra Serif"/>
          <w:sz w:val="28"/>
          <w:szCs w:val="28"/>
        </w:rPr>
        <w:t>на обеспечение деятельности государственных учреждений здравоохранения</w:t>
      </w:r>
      <w:r w:rsidR="00F369BB">
        <w:rPr>
          <w:rFonts w:ascii="PT Astra Serif" w:hAnsi="PT Astra Serif"/>
          <w:sz w:val="28"/>
          <w:szCs w:val="28"/>
        </w:rPr>
        <w:t xml:space="preserve"> </w:t>
      </w:r>
      <w:r w:rsidRPr="00856415">
        <w:rPr>
          <w:rFonts w:ascii="PT Astra Serif" w:hAnsi="PT Astra Serif"/>
          <w:sz w:val="28"/>
          <w:szCs w:val="28"/>
        </w:rPr>
        <w:t>(приобретение каменного угля).</w:t>
      </w:r>
    </w:p>
    <w:p w:rsidR="00F36300" w:rsidRPr="00901118" w:rsidRDefault="00856415" w:rsidP="00F15394">
      <w:pPr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6415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</w:t>
      </w:r>
      <w:r w:rsidR="00F15394">
        <w:rPr>
          <w:rFonts w:ascii="PT Astra Serif" w:hAnsi="PT Astra Serif"/>
          <w:sz w:val="28"/>
          <w:szCs w:val="28"/>
        </w:rPr>
        <w:t>в статью 1, приложения 4, 5 и</w:t>
      </w:r>
      <w:r w:rsidRPr="00856415">
        <w:rPr>
          <w:rFonts w:ascii="PT Astra Serif" w:hAnsi="PT Astra Serif"/>
          <w:sz w:val="28"/>
          <w:szCs w:val="28"/>
        </w:rPr>
        <w:t xml:space="preserve"> 6 к Закону</w:t>
      </w:r>
      <w:r w:rsidR="00F15394">
        <w:rPr>
          <w:rFonts w:ascii="PT Astra Serif" w:hAnsi="PT Astra Serif"/>
          <w:sz w:val="28"/>
          <w:szCs w:val="28"/>
        </w:rPr>
        <w:t>.</w:t>
      </w:r>
    </w:p>
    <w:p w:rsidR="009F298A" w:rsidRDefault="009F298A" w:rsidP="000E0CBB">
      <w:pPr>
        <w:spacing w:after="0"/>
        <w:rPr>
          <w:rFonts w:ascii="PT Astra Serif" w:hAnsi="PT Astra Serif"/>
          <w:b/>
          <w:color w:val="FF0000"/>
          <w:sz w:val="28"/>
          <w:szCs w:val="28"/>
        </w:rPr>
      </w:pPr>
    </w:p>
    <w:p w:rsidR="00030E38" w:rsidRPr="00FE2E01" w:rsidRDefault="003634C3" w:rsidP="00030E3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5. </w:t>
      </w:r>
      <w:r w:rsidR="00030E38" w:rsidRPr="00FE2E01">
        <w:rPr>
          <w:rFonts w:ascii="PT Astra Serif" w:hAnsi="PT Astra Serif"/>
          <w:b/>
          <w:sz w:val="28"/>
          <w:szCs w:val="28"/>
        </w:rPr>
        <w:t xml:space="preserve">Увеличение бюджетных ассигнований </w:t>
      </w:r>
      <w:r w:rsidR="00030E38" w:rsidRPr="00FE2E01">
        <w:rPr>
          <w:rFonts w:ascii="PT Astra Serif" w:hAnsi="PT Astra Serif"/>
          <w:b/>
          <w:sz w:val="28"/>
          <w:szCs w:val="28"/>
        </w:rPr>
        <w:br/>
        <w:t>на первоочередные расходы</w:t>
      </w:r>
    </w:p>
    <w:p w:rsidR="00030E38" w:rsidRPr="008A2351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512A4">
        <w:rPr>
          <w:rFonts w:ascii="PT Astra Serif" w:hAnsi="PT Astra Serif"/>
          <w:sz w:val="28"/>
          <w:szCs w:val="28"/>
        </w:rPr>
        <w:t xml:space="preserve">За счёт увеличения доходной части областного бюджета Ульяновской области на сумму </w:t>
      </w:r>
      <w:r w:rsidRPr="007512A4">
        <w:rPr>
          <w:rFonts w:ascii="PT Astra Serif" w:hAnsi="PT Astra Serif"/>
          <w:b/>
          <w:sz w:val="28"/>
          <w:szCs w:val="28"/>
        </w:rPr>
        <w:t xml:space="preserve">1 318 910,46016 тыс. рублей </w:t>
      </w:r>
      <w:r w:rsidRPr="007512A4">
        <w:rPr>
          <w:rFonts w:ascii="PT Astra Serif" w:hAnsi="PT Astra Serif"/>
          <w:sz w:val="28"/>
          <w:szCs w:val="28"/>
        </w:rPr>
        <w:t xml:space="preserve">(в том числе увеличения налоговых и неналоговых доходов на общую сумму </w:t>
      </w:r>
      <w:r w:rsidRPr="007512A4">
        <w:rPr>
          <w:rFonts w:ascii="PT Astra Serif" w:hAnsi="PT Astra Serif"/>
          <w:b/>
          <w:sz w:val="28"/>
          <w:szCs w:val="28"/>
        </w:rPr>
        <w:t>1 206 079,18907</w:t>
      </w:r>
      <w:r w:rsidRPr="007512A4">
        <w:rPr>
          <w:rFonts w:ascii="PT Astra Serif" w:hAnsi="PT Astra Serif"/>
          <w:sz w:val="28"/>
          <w:szCs w:val="28"/>
        </w:rPr>
        <w:t xml:space="preserve"> </w:t>
      </w:r>
      <w:r w:rsidRPr="007512A4">
        <w:rPr>
          <w:rFonts w:ascii="PT Astra Serif" w:hAnsi="PT Astra Serif"/>
          <w:b/>
          <w:sz w:val="28"/>
          <w:szCs w:val="28"/>
        </w:rPr>
        <w:t>тыс. рублей</w:t>
      </w:r>
      <w:r w:rsidRPr="007512A4">
        <w:rPr>
          <w:rFonts w:ascii="PT Astra Serif" w:hAnsi="PT Astra Serif"/>
          <w:sz w:val="28"/>
          <w:szCs w:val="28"/>
        </w:rPr>
        <w:t xml:space="preserve"> (</w:t>
      </w:r>
      <w:r w:rsidRPr="007512A4">
        <w:rPr>
          <w:rFonts w:ascii="PT Astra Serif" w:hAnsi="PT Astra Serif"/>
          <w:i/>
          <w:sz w:val="28"/>
          <w:szCs w:val="28"/>
        </w:rPr>
        <w:t xml:space="preserve">пункт </w:t>
      </w:r>
      <w:r w:rsidR="005C75E6">
        <w:rPr>
          <w:rFonts w:ascii="PT Astra Serif" w:hAnsi="PT Astra Serif"/>
          <w:i/>
          <w:sz w:val="28"/>
          <w:szCs w:val="28"/>
        </w:rPr>
        <w:t>4.1</w:t>
      </w:r>
      <w:r w:rsidRPr="007512A4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Pr="007512A4">
        <w:rPr>
          <w:rFonts w:ascii="PT Astra Serif" w:hAnsi="PT Astra Serif"/>
          <w:sz w:val="28"/>
          <w:szCs w:val="28"/>
        </w:rPr>
        <w:t xml:space="preserve">)), </w:t>
      </w:r>
      <w:r w:rsidR="005C75E6">
        <w:rPr>
          <w:rFonts w:ascii="PT Astra Serif" w:hAnsi="PT Astra Serif"/>
          <w:sz w:val="28"/>
          <w:szCs w:val="28"/>
        </w:rPr>
        <w:t>прочих доходов от компенсации затрат</w:t>
      </w:r>
      <w:r w:rsidRPr="007512A4">
        <w:rPr>
          <w:rFonts w:ascii="PT Astra Serif" w:hAnsi="PT Astra Serif"/>
          <w:sz w:val="28"/>
          <w:szCs w:val="28"/>
        </w:rPr>
        <w:t xml:space="preserve"> в сумме </w:t>
      </w:r>
      <w:r w:rsidRPr="007512A4">
        <w:rPr>
          <w:rFonts w:ascii="PT Astra Serif" w:hAnsi="PT Astra Serif"/>
          <w:b/>
          <w:sz w:val="28"/>
          <w:szCs w:val="28"/>
        </w:rPr>
        <w:t>64 961,57556 тыс. рублей</w:t>
      </w:r>
      <w:r w:rsidR="005C75E6">
        <w:rPr>
          <w:rFonts w:ascii="PT Astra Serif" w:hAnsi="PT Astra Serif"/>
          <w:b/>
          <w:sz w:val="28"/>
          <w:szCs w:val="28"/>
        </w:rPr>
        <w:t xml:space="preserve"> </w:t>
      </w:r>
      <w:r w:rsidR="005C75E6" w:rsidRPr="007512A4">
        <w:rPr>
          <w:rFonts w:ascii="PT Astra Serif" w:hAnsi="PT Astra Serif"/>
          <w:sz w:val="28"/>
          <w:szCs w:val="28"/>
        </w:rPr>
        <w:t>(</w:t>
      </w:r>
      <w:r w:rsidR="005C75E6" w:rsidRPr="007512A4">
        <w:rPr>
          <w:rFonts w:ascii="PT Astra Serif" w:hAnsi="PT Astra Serif"/>
          <w:i/>
          <w:sz w:val="28"/>
          <w:szCs w:val="28"/>
        </w:rPr>
        <w:t xml:space="preserve">пункт </w:t>
      </w:r>
      <w:r w:rsidR="005C75E6">
        <w:rPr>
          <w:rFonts w:ascii="PT Astra Serif" w:hAnsi="PT Astra Serif"/>
          <w:i/>
          <w:sz w:val="28"/>
          <w:szCs w:val="28"/>
        </w:rPr>
        <w:t>4.2</w:t>
      </w:r>
      <w:r w:rsidR="005C75E6" w:rsidRPr="007512A4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="005C75E6" w:rsidRPr="007512A4">
        <w:rPr>
          <w:rFonts w:ascii="PT Astra Serif" w:hAnsi="PT Astra Serif"/>
          <w:sz w:val="28"/>
          <w:szCs w:val="28"/>
        </w:rPr>
        <w:t>)</w:t>
      </w:r>
      <w:r w:rsidRPr="007512A4">
        <w:rPr>
          <w:rFonts w:ascii="PT Astra Serif" w:hAnsi="PT Astra Serif"/>
          <w:sz w:val="28"/>
          <w:szCs w:val="28"/>
        </w:rPr>
        <w:t>,</w:t>
      </w:r>
      <w:r w:rsidRPr="007512A4">
        <w:rPr>
          <w:rFonts w:ascii="PT Astra Serif" w:hAnsi="PT Astra Serif"/>
          <w:b/>
          <w:sz w:val="28"/>
          <w:szCs w:val="28"/>
        </w:rPr>
        <w:t xml:space="preserve"> </w:t>
      </w:r>
      <w:r w:rsidRPr="007512A4">
        <w:rPr>
          <w:rFonts w:ascii="PT Astra Serif" w:hAnsi="PT Astra Serif"/>
          <w:sz w:val="28"/>
          <w:szCs w:val="28"/>
        </w:rPr>
        <w:t>доходов от управления остатками</w:t>
      </w:r>
      <w:r w:rsidRPr="007512A4">
        <w:rPr>
          <w:rFonts w:ascii="PT Astra Serif" w:hAnsi="PT Astra Serif"/>
          <w:b/>
          <w:sz w:val="28"/>
          <w:szCs w:val="28"/>
        </w:rPr>
        <w:t xml:space="preserve"> </w:t>
      </w:r>
      <w:r w:rsidRPr="007512A4">
        <w:rPr>
          <w:rFonts w:ascii="PT Astra Serif" w:hAnsi="PT Astra Serif"/>
          <w:sz w:val="28"/>
          <w:szCs w:val="28"/>
        </w:rPr>
        <w:t>в сумме</w:t>
      </w:r>
      <w:r w:rsidRPr="007512A4">
        <w:rPr>
          <w:rFonts w:ascii="PT Astra Serif" w:hAnsi="PT Astra Serif"/>
          <w:b/>
          <w:sz w:val="28"/>
          <w:szCs w:val="28"/>
        </w:rPr>
        <w:t xml:space="preserve"> 5 714,89553 тыс. рублей</w:t>
      </w:r>
      <w:r w:rsidR="005C75E6">
        <w:rPr>
          <w:rFonts w:ascii="PT Astra Serif" w:hAnsi="PT Astra Serif"/>
          <w:b/>
          <w:sz w:val="28"/>
          <w:szCs w:val="28"/>
        </w:rPr>
        <w:t xml:space="preserve"> </w:t>
      </w:r>
      <w:r w:rsidR="005C75E6" w:rsidRPr="007512A4">
        <w:rPr>
          <w:rFonts w:ascii="PT Astra Serif" w:hAnsi="PT Astra Serif"/>
          <w:sz w:val="28"/>
          <w:szCs w:val="28"/>
        </w:rPr>
        <w:t>(</w:t>
      </w:r>
      <w:r w:rsidR="005C75E6" w:rsidRPr="007512A4">
        <w:rPr>
          <w:rFonts w:ascii="PT Astra Serif" w:hAnsi="PT Astra Serif"/>
          <w:i/>
          <w:sz w:val="28"/>
          <w:szCs w:val="28"/>
        </w:rPr>
        <w:t xml:space="preserve">пункт </w:t>
      </w:r>
      <w:r w:rsidR="005C75E6">
        <w:rPr>
          <w:rFonts w:ascii="PT Astra Serif" w:hAnsi="PT Astra Serif"/>
          <w:i/>
          <w:sz w:val="28"/>
          <w:szCs w:val="28"/>
        </w:rPr>
        <w:t>4.3</w:t>
      </w:r>
      <w:r w:rsidR="005C75E6" w:rsidRPr="007512A4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="005C75E6" w:rsidRPr="007512A4">
        <w:rPr>
          <w:rFonts w:ascii="PT Astra Serif" w:hAnsi="PT Astra Serif"/>
          <w:sz w:val="28"/>
          <w:szCs w:val="28"/>
        </w:rPr>
        <w:t>)</w:t>
      </w:r>
      <w:r w:rsidRPr="007512A4">
        <w:rPr>
          <w:rFonts w:ascii="PT Astra Serif" w:hAnsi="PT Astra Serif"/>
          <w:b/>
          <w:sz w:val="28"/>
          <w:szCs w:val="28"/>
        </w:rPr>
        <w:t xml:space="preserve">, </w:t>
      </w:r>
      <w:r w:rsidRPr="007512A4">
        <w:rPr>
          <w:rFonts w:ascii="PT Astra Serif" w:hAnsi="PT Astra Serif"/>
          <w:sz w:val="28"/>
          <w:szCs w:val="28"/>
        </w:rPr>
        <w:t>доходов от возврата бюджетными и автономными учреждениями</w:t>
      </w:r>
      <w:r w:rsidRPr="007512A4">
        <w:rPr>
          <w:rFonts w:ascii="PT Astra Serif" w:hAnsi="PT Astra Serif"/>
          <w:b/>
          <w:sz w:val="28"/>
          <w:szCs w:val="28"/>
        </w:rPr>
        <w:t xml:space="preserve"> </w:t>
      </w:r>
      <w:r w:rsidRPr="007512A4">
        <w:rPr>
          <w:rFonts w:ascii="PT Astra Serif" w:hAnsi="PT Astra Serif"/>
          <w:sz w:val="28"/>
          <w:szCs w:val="28"/>
        </w:rPr>
        <w:t>остатков субсидий прошлых лет в сумме</w:t>
      </w:r>
      <w:r w:rsidRPr="007512A4">
        <w:rPr>
          <w:rFonts w:ascii="PT Astra Serif" w:hAnsi="PT Astra Serif"/>
          <w:b/>
          <w:sz w:val="28"/>
          <w:szCs w:val="28"/>
        </w:rPr>
        <w:t xml:space="preserve"> 4 105,9 тыс. рублей</w:t>
      </w:r>
      <w:r w:rsidR="00151E97">
        <w:rPr>
          <w:rFonts w:ascii="PT Astra Serif" w:hAnsi="PT Astra Serif"/>
          <w:b/>
          <w:sz w:val="28"/>
          <w:szCs w:val="28"/>
        </w:rPr>
        <w:t xml:space="preserve"> </w:t>
      </w:r>
      <w:r w:rsidR="00151E97" w:rsidRPr="007512A4">
        <w:rPr>
          <w:rFonts w:ascii="PT Astra Serif" w:hAnsi="PT Astra Serif"/>
          <w:sz w:val="28"/>
          <w:szCs w:val="28"/>
        </w:rPr>
        <w:t>(</w:t>
      </w:r>
      <w:r w:rsidR="00151E97" w:rsidRPr="007512A4">
        <w:rPr>
          <w:rFonts w:ascii="PT Astra Serif" w:hAnsi="PT Astra Serif"/>
          <w:i/>
          <w:sz w:val="28"/>
          <w:szCs w:val="28"/>
        </w:rPr>
        <w:t xml:space="preserve">пункт </w:t>
      </w:r>
      <w:r w:rsidR="00151E97">
        <w:rPr>
          <w:rFonts w:ascii="PT Astra Serif" w:hAnsi="PT Astra Serif"/>
          <w:i/>
          <w:sz w:val="28"/>
          <w:szCs w:val="28"/>
        </w:rPr>
        <w:t>3.7</w:t>
      </w:r>
      <w:r w:rsidR="00151E97" w:rsidRPr="007512A4">
        <w:rPr>
          <w:rFonts w:ascii="PT Astra Serif" w:hAnsi="PT Astra Serif"/>
          <w:i/>
          <w:sz w:val="28"/>
          <w:szCs w:val="28"/>
        </w:rPr>
        <w:t xml:space="preserve"> пояснительной записки</w:t>
      </w:r>
      <w:r w:rsidR="00151E97" w:rsidRPr="007512A4">
        <w:rPr>
          <w:rFonts w:ascii="PT Astra Serif" w:hAnsi="PT Astra Serif"/>
          <w:sz w:val="28"/>
          <w:szCs w:val="28"/>
        </w:rPr>
        <w:t>)</w:t>
      </w:r>
      <w:r w:rsidRPr="007512A4">
        <w:rPr>
          <w:rFonts w:ascii="PT Astra Serif" w:hAnsi="PT Astra Serif"/>
          <w:b/>
          <w:sz w:val="28"/>
          <w:szCs w:val="28"/>
        </w:rPr>
        <w:t xml:space="preserve">, </w:t>
      </w:r>
      <w:r w:rsidRPr="007512A4">
        <w:rPr>
          <w:rFonts w:ascii="PT Astra Serif" w:hAnsi="PT Astra Serif"/>
          <w:sz w:val="28"/>
          <w:szCs w:val="28"/>
        </w:rPr>
        <w:t>доходов от возврата бюджетными учреждениями остатков субсидий прошлых лет (от Министерства здравоохранения Ульяновской области) в сумме</w:t>
      </w:r>
      <w:r w:rsidRPr="007512A4">
        <w:rPr>
          <w:rFonts w:ascii="PT Astra Serif" w:hAnsi="PT Astra Serif"/>
          <w:b/>
          <w:sz w:val="28"/>
          <w:szCs w:val="28"/>
        </w:rPr>
        <w:t xml:space="preserve"> 38 048,9 тыс. рублей</w:t>
      </w:r>
      <w:r w:rsidRPr="007512A4">
        <w:rPr>
          <w:rFonts w:ascii="PT Astra Serif" w:hAnsi="PT Astra Serif"/>
          <w:sz w:val="28"/>
          <w:szCs w:val="28"/>
        </w:rPr>
        <w:t>)</w:t>
      </w:r>
      <w:r w:rsidR="00151E97" w:rsidRPr="00151E97">
        <w:rPr>
          <w:rFonts w:ascii="PT Astra Serif" w:hAnsi="PT Astra Serif"/>
          <w:sz w:val="28"/>
          <w:szCs w:val="28"/>
        </w:rPr>
        <w:t xml:space="preserve"> </w:t>
      </w:r>
      <w:r w:rsidR="00151E97" w:rsidRPr="007512A4">
        <w:rPr>
          <w:rFonts w:ascii="PT Astra Serif" w:hAnsi="PT Astra Serif"/>
          <w:sz w:val="28"/>
          <w:szCs w:val="28"/>
        </w:rPr>
        <w:t>(</w:t>
      </w:r>
      <w:r w:rsidR="00151E97" w:rsidRPr="007512A4">
        <w:rPr>
          <w:rFonts w:ascii="PT Astra Serif" w:hAnsi="PT Astra Serif"/>
          <w:i/>
          <w:sz w:val="28"/>
          <w:szCs w:val="28"/>
        </w:rPr>
        <w:t xml:space="preserve">пункт </w:t>
      </w:r>
      <w:r w:rsidR="00151E97">
        <w:rPr>
          <w:rFonts w:ascii="PT Astra Serif" w:hAnsi="PT Astra Serif"/>
          <w:i/>
          <w:sz w:val="28"/>
          <w:szCs w:val="28"/>
        </w:rPr>
        <w:t>3</w:t>
      </w:r>
      <w:r w:rsidR="005D70A0">
        <w:rPr>
          <w:rFonts w:ascii="PT Astra Serif" w:hAnsi="PT Astra Serif"/>
          <w:i/>
          <w:sz w:val="28"/>
          <w:szCs w:val="28"/>
        </w:rPr>
        <w:t>.</w:t>
      </w:r>
      <w:r w:rsidR="00151E97">
        <w:rPr>
          <w:rFonts w:ascii="PT Astra Serif" w:hAnsi="PT Astra Serif"/>
          <w:i/>
          <w:sz w:val="28"/>
          <w:szCs w:val="28"/>
        </w:rPr>
        <w:t>8</w:t>
      </w:r>
      <w:r w:rsidR="005D70A0">
        <w:rPr>
          <w:rFonts w:ascii="PT Astra Serif" w:hAnsi="PT Astra Serif"/>
          <w:i/>
          <w:sz w:val="28"/>
          <w:szCs w:val="28"/>
        </w:rPr>
        <w:t xml:space="preserve"> </w:t>
      </w:r>
      <w:r w:rsidR="00151E97" w:rsidRPr="007512A4">
        <w:rPr>
          <w:rFonts w:ascii="PT Astra Serif" w:hAnsi="PT Astra Serif"/>
          <w:i/>
          <w:sz w:val="28"/>
          <w:szCs w:val="28"/>
        </w:rPr>
        <w:t>пояснительной записки</w:t>
      </w:r>
      <w:r w:rsidR="00151E97" w:rsidRPr="007512A4">
        <w:rPr>
          <w:rFonts w:ascii="PT Astra Serif" w:hAnsi="PT Astra Serif"/>
          <w:sz w:val="28"/>
          <w:szCs w:val="28"/>
        </w:rPr>
        <w:t>)</w:t>
      </w:r>
      <w:r w:rsidRPr="007512A4">
        <w:rPr>
          <w:rFonts w:ascii="PT Astra Serif" w:hAnsi="PT Astra Serif"/>
          <w:b/>
          <w:sz w:val="28"/>
          <w:szCs w:val="28"/>
        </w:rPr>
        <w:t xml:space="preserve"> </w:t>
      </w:r>
      <w:r w:rsidRPr="008A2351">
        <w:rPr>
          <w:rFonts w:ascii="PT Astra Serif" w:hAnsi="PT Astra Serif"/>
          <w:b/>
          <w:sz w:val="28"/>
          <w:szCs w:val="28"/>
        </w:rPr>
        <w:t>расходная часть областного бюджета увеличивается на общую сумму</w:t>
      </w:r>
      <w:r w:rsidRPr="008A2351">
        <w:rPr>
          <w:rFonts w:ascii="PT Astra Serif" w:hAnsi="PT Astra Serif"/>
          <w:sz w:val="28"/>
          <w:szCs w:val="28"/>
        </w:rPr>
        <w:t xml:space="preserve"> </w:t>
      </w:r>
      <w:r w:rsidRPr="008A2351">
        <w:rPr>
          <w:rFonts w:ascii="PT Astra Serif" w:hAnsi="PT Astra Serif"/>
          <w:b/>
          <w:sz w:val="28"/>
          <w:szCs w:val="28"/>
        </w:rPr>
        <w:t>1 31</w:t>
      </w:r>
      <w:r>
        <w:rPr>
          <w:rFonts w:ascii="PT Astra Serif" w:hAnsi="PT Astra Serif"/>
          <w:b/>
          <w:sz w:val="28"/>
          <w:szCs w:val="28"/>
        </w:rPr>
        <w:t>8</w:t>
      </w:r>
      <w:r w:rsidRPr="008A2351">
        <w:rPr>
          <w:rFonts w:ascii="PT Astra Serif" w:hAnsi="PT Astra Serif"/>
          <w:b/>
          <w:sz w:val="28"/>
          <w:szCs w:val="28"/>
        </w:rPr>
        <w:t> </w:t>
      </w:r>
      <w:r>
        <w:rPr>
          <w:rFonts w:ascii="PT Astra Serif" w:hAnsi="PT Astra Serif"/>
          <w:b/>
          <w:sz w:val="28"/>
          <w:szCs w:val="28"/>
        </w:rPr>
        <w:t>910</w:t>
      </w:r>
      <w:r w:rsidRPr="008A2351">
        <w:rPr>
          <w:rFonts w:ascii="PT Astra Serif" w:hAnsi="PT Astra Serif"/>
          <w:b/>
          <w:sz w:val="28"/>
          <w:szCs w:val="28"/>
        </w:rPr>
        <w:t>,</w:t>
      </w:r>
      <w:r>
        <w:rPr>
          <w:rFonts w:ascii="PT Astra Serif" w:hAnsi="PT Astra Serif"/>
          <w:b/>
          <w:sz w:val="28"/>
          <w:szCs w:val="28"/>
        </w:rPr>
        <w:t>46016</w:t>
      </w:r>
      <w:r w:rsidRPr="008A2351">
        <w:rPr>
          <w:rFonts w:ascii="PT Astra Serif" w:hAnsi="PT Astra Serif"/>
          <w:b/>
          <w:sz w:val="28"/>
          <w:szCs w:val="28"/>
        </w:rPr>
        <w:t xml:space="preserve"> тыс. рублей. 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61444">
        <w:rPr>
          <w:rFonts w:ascii="PT Astra Serif" w:hAnsi="PT Astra Serif"/>
          <w:sz w:val="28"/>
          <w:szCs w:val="28"/>
        </w:rPr>
        <w:t>Средства направляются: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673C8">
        <w:rPr>
          <w:rFonts w:ascii="PT Astra Serif" w:hAnsi="PT Astra Serif"/>
          <w:i/>
          <w:sz w:val="28"/>
          <w:szCs w:val="28"/>
        </w:rPr>
        <w:t>Министерству жилищно-коммунального хозяйства и строительства Ульяновской области</w:t>
      </w:r>
      <w:r>
        <w:rPr>
          <w:rFonts w:ascii="PT Astra Serif" w:hAnsi="PT Astra Serif"/>
          <w:sz w:val="28"/>
          <w:szCs w:val="28"/>
        </w:rPr>
        <w:t xml:space="preserve"> – </w:t>
      </w:r>
      <w:r w:rsidRPr="008673C8">
        <w:rPr>
          <w:rFonts w:ascii="PT Astra Serif" w:hAnsi="PT Astra Serif"/>
          <w:b/>
          <w:sz w:val="28"/>
          <w:szCs w:val="28"/>
        </w:rPr>
        <w:t>372 350,0 тыс. рублей</w:t>
      </w:r>
      <w:r>
        <w:rPr>
          <w:rFonts w:ascii="PT Astra Serif" w:hAnsi="PT Astra Serif"/>
          <w:sz w:val="28"/>
          <w:szCs w:val="28"/>
        </w:rPr>
        <w:t>, в том числе: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предоставление с</w:t>
      </w:r>
      <w:r w:rsidRPr="00F121CA">
        <w:rPr>
          <w:rFonts w:ascii="PT Astra Serif" w:hAnsi="PT Astra Serif"/>
          <w:sz w:val="28"/>
          <w:szCs w:val="28"/>
        </w:rPr>
        <w:t>убсиди</w:t>
      </w:r>
      <w:r>
        <w:rPr>
          <w:rFonts w:ascii="PT Astra Serif" w:hAnsi="PT Astra Serif"/>
          <w:sz w:val="28"/>
          <w:szCs w:val="28"/>
        </w:rPr>
        <w:t>й</w:t>
      </w:r>
      <w:r w:rsidRPr="00F121CA">
        <w:rPr>
          <w:rFonts w:ascii="PT Astra Serif" w:hAnsi="PT Astra Serif"/>
          <w:sz w:val="28"/>
          <w:szCs w:val="28"/>
        </w:rPr>
        <w:t xml:space="preserve"> ОГКП </w:t>
      </w:r>
      <w:r>
        <w:rPr>
          <w:rFonts w:ascii="PT Astra Serif" w:hAnsi="PT Astra Serif"/>
          <w:sz w:val="28"/>
          <w:szCs w:val="28"/>
        </w:rPr>
        <w:t>«</w:t>
      </w:r>
      <w:r w:rsidRPr="00F121CA">
        <w:rPr>
          <w:rFonts w:ascii="PT Astra Serif" w:hAnsi="PT Astra Serif"/>
          <w:sz w:val="28"/>
          <w:szCs w:val="28"/>
        </w:rPr>
        <w:t>Корпорация развития коммунального комплекса Ульяновской области</w:t>
      </w:r>
      <w:r>
        <w:rPr>
          <w:rFonts w:ascii="PT Astra Serif" w:hAnsi="PT Astra Serif"/>
          <w:sz w:val="28"/>
          <w:szCs w:val="28"/>
        </w:rPr>
        <w:t xml:space="preserve">» в целях погашения задолженности </w:t>
      </w:r>
      <w:r w:rsidRPr="00334250">
        <w:rPr>
          <w:rFonts w:ascii="PT Astra Serif" w:hAnsi="PT Astra Serif"/>
          <w:sz w:val="28"/>
          <w:szCs w:val="28"/>
        </w:rPr>
        <w:t xml:space="preserve">за потреблённый природный газ </w:t>
      </w:r>
      <w:r>
        <w:rPr>
          <w:rFonts w:ascii="PT Astra Serif" w:hAnsi="PT Astra Serif"/>
          <w:sz w:val="28"/>
          <w:szCs w:val="28"/>
        </w:rPr>
        <w:t xml:space="preserve">по </w:t>
      </w:r>
      <w:r w:rsidRPr="00334250">
        <w:rPr>
          <w:rFonts w:ascii="PT Astra Serif" w:hAnsi="PT Astra Serif"/>
          <w:sz w:val="28"/>
          <w:szCs w:val="28"/>
        </w:rPr>
        <w:t>Соглашени</w:t>
      </w:r>
      <w:r>
        <w:rPr>
          <w:rFonts w:ascii="PT Astra Serif" w:hAnsi="PT Astra Serif"/>
          <w:sz w:val="28"/>
          <w:szCs w:val="28"/>
        </w:rPr>
        <w:t>ю</w:t>
      </w:r>
      <w:r w:rsidRPr="00334250">
        <w:rPr>
          <w:rFonts w:ascii="PT Astra Serif" w:hAnsi="PT Astra Serif"/>
          <w:sz w:val="28"/>
          <w:szCs w:val="28"/>
        </w:rPr>
        <w:t xml:space="preserve"> от 23.12.2022 </w:t>
      </w:r>
      <w:r>
        <w:rPr>
          <w:rFonts w:ascii="PT Astra Serif" w:hAnsi="PT Astra Serif"/>
          <w:sz w:val="28"/>
          <w:szCs w:val="28"/>
        </w:rPr>
        <w:br/>
      </w:r>
      <w:r w:rsidRPr="00334250">
        <w:rPr>
          <w:rFonts w:ascii="PT Astra Serif" w:hAnsi="PT Astra Serif"/>
          <w:sz w:val="28"/>
          <w:szCs w:val="28"/>
        </w:rPr>
        <w:t>№219-ПЛ</w:t>
      </w:r>
      <w:r>
        <w:rPr>
          <w:rFonts w:ascii="PT Astra Serif" w:hAnsi="PT Astra Serif"/>
          <w:sz w:val="28"/>
          <w:szCs w:val="28"/>
        </w:rPr>
        <w:t xml:space="preserve"> - </w:t>
      </w:r>
      <w:r w:rsidRPr="001D1906">
        <w:rPr>
          <w:rFonts w:ascii="PT Astra Serif" w:hAnsi="PT Astra Serif"/>
          <w:b/>
          <w:sz w:val="28"/>
          <w:szCs w:val="28"/>
        </w:rPr>
        <w:t>150 000,0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на мероприятия по обеспечению жилыми помещениями детей-сирот - </w:t>
      </w:r>
      <w:r w:rsidRPr="001D1906">
        <w:rPr>
          <w:rFonts w:ascii="PT Astra Serif" w:hAnsi="PT Astra Serif"/>
          <w:b/>
          <w:sz w:val="28"/>
          <w:szCs w:val="28"/>
        </w:rPr>
        <w:t>68 750,0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предоставление с</w:t>
      </w:r>
      <w:r w:rsidRPr="00F121CA">
        <w:rPr>
          <w:rFonts w:ascii="PT Astra Serif" w:hAnsi="PT Astra Serif"/>
          <w:sz w:val="28"/>
          <w:szCs w:val="28"/>
        </w:rPr>
        <w:t>убсиди</w:t>
      </w:r>
      <w:r>
        <w:rPr>
          <w:rFonts w:ascii="PT Astra Serif" w:hAnsi="PT Astra Serif"/>
          <w:sz w:val="28"/>
          <w:szCs w:val="28"/>
        </w:rPr>
        <w:t>й</w:t>
      </w:r>
      <w:r w:rsidRPr="00F121CA">
        <w:rPr>
          <w:rFonts w:ascii="PT Astra Serif" w:hAnsi="PT Astra Serif"/>
          <w:sz w:val="28"/>
          <w:szCs w:val="28"/>
        </w:rPr>
        <w:t xml:space="preserve"> на возмещение затрат </w:t>
      </w:r>
      <w:r>
        <w:rPr>
          <w:rFonts w:ascii="PT Astra Serif" w:hAnsi="PT Astra Serif"/>
          <w:sz w:val="28"/>
          <w:szCs w:val="28"/>
        </w:rPr>
        <w:br/>
      </w:r>
      <w:r w:rsidRPr="00F121CA">
        <w:rPr>
          <w:rFonts w:ascii="PT Astra Serif" w:hAnsi="PT Astra Serif"/>
          <w:sz w:val="28"/>
          <w:szCs w:val="28"/>
        </w:rPr>
        <w:t xml:space="preserve">в сфере теплоснабжения ОГКП </w:t>
      </w:r>
      <w:r>
        <w:rPr>
          <w:rFonts w:ascii="PT Astra Serif" w:hAnsi="PT Astra Serif"/>
          <w:sz w:val="28"/>
          <w:szCs w:val="28"/>
        </w:rPr>
        <w:t>«</w:t>
      </w:r>
      <w:r w:rsidRPr="00F121CA">
        <w:rPr>
          <w:rFonts w:ascii="PT Astra Serif" w:hAnsi="PT Astra Serif"/>
          <w:sz w:val="28"/>
          <w:szCs w:val="28"/>
        </w:rPr>
        <w:t>Корпорация развития коммунального комплекса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F121CA">
        <w:rPr>
          <w:rFonts w:ascii="PT Astra Serif" w:hAnsi="PT Astra Serif"/>
          <w:sz w:val="28"/>
          <w:szCs w:val="28"/>
        </w:rPr>
        <w:t>, в том числе обеспечение</w:t>
      </w:r>
      <w:r>
        <w:rPr>
          <w:rFonts w:ascii="PT Astra Serif" w:hAnsi="PT Astra Serif"/>
          <w:sz w:val="28"/>
          <w:szCs w:val="28"/>
        </w:rPr>
        <w:t xml:space="preserve"> теплоснабжения в р.п. Сурское - </w:t>
      </w:r>
      <w:r w:rsidRPr="001D1906">
        <w:rPr>
          <w:rFonts w:ascii="PT Astra Serif" w:hAnsi="PT Astra Serif"/>
          <w:b/>
          <w:sz w:val="28"/>
          <w:szCs w:val="28"/>
        </w:rPr>
        <w:t>53 600,0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на мероприятия по ремонту объектов водоснабжения в муниципальных образованиях - </w:t>
      </w:r>
      <w:r w:rsidRPr="001D1906">
        <w:rPr>
          <w:rFonts w:ascii="PT Astra Serif" w:hAnsi="PT Astra Serif"/>
          <w:b/>
          <w:sz w:val="28"/>
          <w:szCs w:val="28"/>
        </w:rPr>
        <w:t>50 000,0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- на предоставление с</w:t>
      </w:r>
      <w:r w:rsidRPr="00F121CA">
        <w:rPr>
          <w:rFonts w:ascii="PT Astra Serif" w:hAnsi="PT Astra Serif"/>
          <w:sz w:val="28"/>
          <w:szCs w:val="28"/>
        </w:rPr>
        <w:t>убсиди</w:t>
      </w:r>
      <w:r>
        <w:rPr>
          <w:rFonts w:ascii="PT Astra Serif" w:hAnsi="PT Astra Serif"/>
          <w:sz w:val="28"/>
          <w:szCs w:val="28"/>
        </w:rPr>
        <w:t xml:space="preserve">й </w:t>
      </w:r>
      <w:r w:rsidRPr="00753DAF">
        <w:rPr>
          <w:rFonts w:ascii="PT Astra Serif" w:hAnsi="PT Astra Serif"/>
          <w:sz w:val="28"/>
          <w:szCs w:val="28"/>
        </w:rPr>
        <w:t>ОГКП</w:t>
      </w:r>
      <w:r>
        <w:rPr>
          <w:rFonts w:ascii="PT Astra Serif" w:hAnsi="PT Astra Serif"/>
          <w:sz w:val="28"/>
          <w:szCs w:val="28"/>
        </w:rPr>
        <w:t xml:space="preserve"> «</w:t>
      </w:r>
      <w:r w:rsidRPr="00753DAF">
        <w:rPr>
          <w:rFonts w:ascii="PT Astra Serif" w:hAnsi="PT Astra Serif"/>
          <w:sz w:val="28"/>
          <w:szCs w:val="28"/>
        </w:rPr>
        <w:t>Ульяновский областной водоканал</w:t>
      </w:r>
      <w:r>
        <w:rPr>
          <w:rFonts w:ascii="PT Astra Serif" w:hAnsi="PT Astra Serif"/>
          <w:sz w:val="28"/>
          <w:szCs w:val="28"/>
        </w:rPr>
        <w:t xml:space="preserve">» в целях реализации </w:t>
      </w:r>
      <w:r w:rsidRPr="00753DAF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753DAF">
        <w:rPr>
          <w:rFonts w:ascii="PT Astra Serif" w:hAnsi="PT Astra Serif"/>
          <w:sz w:val="28"/>
          <w:szCs w:val="28"/>
        </w:rPr>
        <w:t xml:space="preserve">от 29.08.22 года №71-ЗО </w:t>
      </w:r>
      <w:r>
        <w:rPr>
          <w:rFonts w:ascii="PT Astra Serif" w:hAnsi="PT Astra Serif"/>
          <w:sz w:val="28"/>
          <w:szCs w:val="28"/>
        </w:rPr>
        <w:t>«</w:t>
      </w:r>
      <w:r w:rsidRPr="00753DAF">
        <w:rPr>
          <w:rFonts w:ascii="PT Astra Serif" w:hAnsi="PT Astra Serif"/>
          <w:sz w:val="28"/>
          <w:szCs w:val="28"/>
        </w:rPr>
        <w:t>О льготных тарифах в сфере теплоснабжения, водоснабжения и водоотведения на территории Ульяновской области</w:t>
      </w:r>
      <w:r>
        <w:rPr>
          <w:rFonts w:ascii="PT Astra Serif" w:hAnsi="PT Astra Serif"/>
          <w:sz w:val="28"/>
          <w:szCs w:val="28"/>
        </w:rPr>
        <w:t xml:space="preserve">» - </w:t>
      </w:r>
      <w:r w:rsidRPr="001D1906">
        <w:rPr>
          <w:rFonts w:ascii="PT Astra Serif" w:hAnsi="PT Astra Serif"/>
          <w:b/>
          <w:sz w:val="28"/>
          <w:szCs w:val="28"/>
        </w:rPr>
        <w:t>41 752,0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A2461A">
        <w:rPr>
          <w:rFonts w:ascii="PT Astra Serif" w:hAnsi="PT Astra Serif"/>
          <w:sz w:val="28"/>
          <w:szCs w:val="28"/>
        </w:rPr>
        <w:t xml:space="preserve">на оплату реструктуризированной задолженности за природный газ ПАО </w:t>
      </w:r>
      <w:r>
        <w:rPr>
          <w:rFonts w:ascii="PT Astra Serif" w:hAnsi="PT Astra Serif"/>
          <w:sz w:val="28"/>
          <w:szCs w:val="28"/>
        </w:rPr>
        <w:t>«</w:t>
      </w:r>
      <w:r w:rsidRPr="00A2461A">
        <w:rPr>
          <w:rFonts w:ascii="PT Astra Serif" w:hAnsi="PT Astra Serif"/>
          <w:sz w:val="28"/>
          <w:szCs w:val="28"/>
        </w:rPr>
        <w:t>Газпром</w:t>
      </w:r>
      <w:r>
        <w:rPr>
          <w:rFonts w:ascii="PT Astra Serif" w:hAnsi="PT Astra Serif"/>
          <w:sz w:val="28"/>
          <w:szCs w:val="28"/>
        </w:rPr>
        <w:t>»</w:t>
      </w:r>
      <w:r w:rsidRPr="00A2461A">
        <w:rPr>
          <w:rFonts w:ascii="PT Astra Serif" w:hAnsi="PT Astra Serif"/>
          <w:sz w:val="28"/>
          <w:szCs w:val="28"/>
        </w:rPr>
        <w:t xml:space="preserve"> через ОГКП </w:t>
      </w:r>
      <w:r>
        <w:rPr>
          <w:rFonts w:ascii="PT Astra Serif" w:hAnsi="PT Astra Serif"/>
          <w:sz w:val="28"/>
          <w:szCs w:val="28"/>
        </w:rPr>
        <w:t xml:space="preserve">«Агентство стратегического консалтинга» - </w:t>
      </w:r>
      <w:r w:rsidRPr="00A2461A">
        <w:rPr>
          <w:rFonts w:ascii="PT Astra Serif" w:hAnsi="PT Astra Serif"/>
          <w:b/>
          <w:sz w:val="28"/>
          <w:szCs w:val="28"/>
        </w:rPr>
        <w:t>8 248,0 тыс. рублей</w:t>
      </w:r>
      <w:r w:rsidRPr="00A2461A"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30E38" w:rsidRDefault="00030E38" w:rsidP="00030E38">
      <w:pPr>
        <w:pStyle w:val="31"/>
        <w:spacing w:after="0"/>
        <w:ind w:left="0" w:firstLine="992"/>
        <w:contextualSpacing/>
        <w:jc w:val="both"/>
        <w:rPr>
          <w:rFonts w:ascii="PT Astra Serif" w:hAnsi="PT Astra Serif"/>
          <w:sz w:val="28"/>
          <w:szCs w:val="28"/>
        </w:rPr>
      </w:pPr>
      <w:r w:rsidRPr="008065A0">
        <w:rPr>
          <w:rFonts w:ascii="PT Astra Serif" w:hAnsi="PT Astra Serif"/>
          <w:i/>
          <w:sz w:val="28"/>
          <w:szCs w:val="28"/>
        </w:rPr>
        <w:t>Министерству здравоохранения Ульяновской области</w:t>
      </w:r>
      <w:r w:rsidRPr="008065A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</w:t>
      </w:r>
      <w:r w:rsidRPr="008065A0">
        <w:rPr>
          <w:rFonts w:ascii="PT Astra Serif" w:hAnsi="PT Astra Serif"/>
          <w:sz w:val="28"/>
          <w:szCs w:val="28"/>
        </w:rPr>
        <w:t xml:space="preserve"> </w:t>
      </w:r>
      <w:r w:rsidRPr="008065A0">
        <w:rPr>
          <w:rFonts w:ascii="PT Astra Serif" w:hAnsi="PT Astra Serif"/>
          <w:b/>
          <w:sz w:val="28"/>
          <w:szCs w:val="28"/>
        </w:rPr>
        <w:t>225 084,5 тыс. рублей</w:t>
      </w:r>
      <w:r w:rsidRPr="008065A0">
        <w:rPr>
          <w:rFonts w:ascii="PT Astra Serif" w:hAnsi="PT Astra Serif"/>
          <w:sz w:val="28"/>
          <w:szCs w:val="28"/>
        </w:rPr>
        <w:t>, в том числе: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8065A0">
        <w:rPr>
          <w:rFonts w:ascii="PT Astra Serif" w:hAnsi="PT Astra Serif"/>
          <w:sz w:val="28"/>
          <w:szCs w:val="28"/>
        </w:rPr>
        <w:t xml:space="preserve"> на исполнение решений судов в части лекарственного обеспечения граждан, страдающих редкими жизнеугрожающими заболеваниями в рамках непрограммных расходов - </w:t>
      </w:r>
      <w:r w:rsidRPr="008065A0">
        <w:rPr>
          <w:rFonts w:ascii="PT Astra Serif" w:hAnsi="PT Astra Serif"/>
          <w:b/>
          <w:sz w:val="28"/>
          <w:szCs w:val="28"/>
        </w:rPr>
        <w:t>170 000,0 тыс. рублей</w:t>
      </w:r>
      <w:r w:rsidRPr="008065A0">
        <w:rPr>
          <w:rFonts w:ascii="PT Astra Serif" w:hAnsi="PT Astra Serif"/>
          <w:sz w:val="28"/>
          <w:szCs w:val="28"/>
        </w:rPr>
        <w:t>;</w:t>
      </w:r>
    </w:p>
    <w:p w:rsidR="00030E38" w:rsidRPr="008065A0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065A0">
        <w:rPr>
          <w:rFonts w:ascii="PT Astra Serif" w:hAnsi="PT Astra Serif"/>
          <w:sz w:val="28"/>
          <w:szCs w:val="28"/>
        </w:rPr>
        <w:t>- на содержание подведомственных учреждений здравоохранения (обеспечение пациентов горячим питанием, медикам</w:t>
      </w:r>
      <w:r>
        <w:rPr>
          <w:rFonts w:ascii="PT Astra Serif" w:hAnsi="PT Astra Serif"/>
          <w:sz w:val="28"/>
          <w:szCs w:val="28"/>
        </w:rPr>
        <w:t xml:space="preserve">ентами) – </w:t>
      </w:r>
      <w:r w:rsidRPr="008065A0">
        <w:rPr>
          <w:rFonts w:ascii="PT Astra Serif" w:hAnsi="PT Astra Serif"/>
          <w:b/>
          <w:sz w:val="28"/>
          <w:szCs w:val="28"/>
        </w:rPr>
        <w:t>30 000,0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Pr="008065A0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065A0">
        <w:rPr>
          <w:rFonts w:ascii="PT Astra Serif" w:hAnsi="PT Astra Serif"/>
          <w:sz w:val="28"/>
          <w:szCs w:val="28"/>
        </w:rPr>
        <w:t xml:space="preserve">- на специальные социальные выплаты отдельным категориям медицинских работников государственных медицинских организаций, оказывающих медицинскую помощь, не входящую в базовую программу обязательного медицинского страхования – </w:t>
      </w:r>
      <w:r w:rsidRPr="008065A0">
        <w:rPr>
          <w:rFonts w:ascii="PT Astra Serif" w:hAnsi="PT Astra Serif"/>
          <w:b/>
          <w:sz w:val="28"/>
          <w:szCs w:val="28"/>
        </w:rPr>
        <w:t>25 084,5 тыс. рублей</w:t>
      </w:r>
      <w:r w:rsidRPr="008065A0">
        <w:rPr>
          <w:rFonts w:ascii="PT Astra Serif" w:hAnsi="PT Astra Serif"/>
          <w:sz w:val="28"/>
          <w:szCs w:val="28"/>
        </w:rPr>
        <w:t xml:space="preserve">; 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30E38" w:rsidRPr="005008EA" w:rsidRDefault="00030E38" w:rsidP="00030E38">
      <w:pPr>
        <w:pStyle w:val="aa"/>
        <w:ind w:left="0" w:firstLine="709"/>
        <w:jc w:val="both"/>
        <w:rPr>
          <w:rFonts w:ascii="PT Astra Serif" w:hAnsi="PT Astra Serif"/>
          <w:szCs w:val="26"/>
        </w:rPr>
      </w:pPr>
      <w:r w:rsidRPr="005008EA">
        <w:rPr>
          <w:rFonts w:ascii="PT Astra Serif" w:hAnsi="PT Astra Serif"/>
          <w:i/>
          <w:szCs w:val="26"/>
        </w:rPr>
        <w:t>Правительству Ульяновской области</w:t>
      </w:r>
      <w:r w:rsidRPr="005008EA">
        <w:rPr>
          <w:rFonts w:ascii="PT Astra Serif" w:hAnsi="PT Astra Serif"/>
          <w:szCs w:val="26"/>
        </w:rPr>
        <w:t xml:space="preserve"> – в сумме </w:t>
      </w:r>
      <w:r w:rsidRPr="005008EA">
        <w:rPr>
          <w:rFonts w:ascii="PT Astra Serif" w:hAnsi="PT Astra Serif"/>
          <w:b/>
          <w:szCs w:val="26"/>
        </w:rPr>
        <w:t>21</w:t>
      </w:r>
      <w:r>
        <w:rPr>
          <w:rFonts w:ascii="PT Astra Serif" w:hAnsi="PT Astra Serif"/>
          <w:b/>
          <w:szCs w:val="26"/>
        </w:rPr>
        <w:t>8 691,26016</w:t>
      </w:r>
      <w:r w:rsidRPr="005008EA">
        <w:rPr>
          <w:rFonts w:ascii="PT Astra Serif" w:hAnsi="PT Astra Serif"/>
          <w:b/>
          <w:szCs w:val="26"/>
        </w:rPr>
        <w:t xml:space="preserve"> тыс. рублей</w:t>
      </w:r>
      <w:r w:rsidRPr="005008EA">
        <w:rPr>
          <w:rFonts w:ascii="PT Astra Serif" w:hAnsi="PT Astra Serif"/>
          <w:szCs w:val="26"/>
        </w:rPr>
        <w:t>, в том числе: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92635">
        <w:rPr>
          <w:rFonts w:ascii="PT Astra Serif" w:hAnsi="PT Astra Serif"/>
        </w:rPr>
        <w:t xml:space="preserve">- обеспечение функционирования системы видеонаблюдения «Безопасный город» - </w:t>
      </w:r>
      <w:r w:rsidRPr="005008EA">
        <w:rPr>
          <w:rFonts w:ascii="PT Astra Serif" w:hAnsi="PT Astra Serif"/>
          <w:b/>
        </w:rPr>
        <w:t>77 996,26993 тыс. рублей</w:t>
      </w:r>
      <w:r w:rsidRPr="00E92635">
        <w:rPr>
          <w:rFonts w:ascii="PT Astra Serif" w:hAnsi="PT Astra Serif"/>
        </w:rPr>
        <w:t>, в том числе погашение кредиторской задолженности – 44</w:t>
      </w:r>
      <w:r>
        <w:rPr>
          <w:rFonts w:ascii="PT Astra Serif" w:hAnsi="PT Astra Serif"/>
        </w:rPr>
        <w:t> </w:t>
      </w:r>
      <w:r w:rsidRPr="00E92635">
        <w:rPr>
          <w:rFonts w:ascii="PT Astra Serif" w:hAnsi="PT Astra Serif"/>
        </w:rPr>
        <w:t>743</w:t>
      </w:r>
      <w:r>
        <w:rPr>
          <w:rFonts w:ascii="PT Astra Serif" w:hAnsi="PT Astra Serif"/>
        </w:rPr>
        <w:t>,</w:t>
      </w:r>
      <w:r w:rsidRPr="00E92635">
        <w:rPr>
          <w:rFonts w:ascii="PT Astra Serif" w:hAnsi="PT Astra Serif"/>
        </w:rPr>
        <w:t>8117 тыс. рублей</w:t>
      </w:r>
      <w:r>
        <w:rPr>
          <w:rFonts w:ascii="PT Astra Serif" w:hAnsi="PT Astra Serif"/>
        </w:rPr>
        <w:t>;</w:t>
      </w:r>
    </w:p>
    <w:p w:rsidR="00030E38" w:rsidRPr="00E92635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sz w:val="26"/>
          <w:szCs w:val="26"/>
        </w:rPr>
        <w:t xml:space="preserve">- на </w:t>
      </w:r>
      <w:proofErr w:type="spellStart"/>
      <w:r>
        <w:rPr>
          <w:sz w:val="26"/>
          <w:szCs w:val="26"/>
        </w:rPr>
        <w:t>грантовую</w:t>
      </w:r>
      <w:proofErr w:type="spellEnd"/>
      <w:r>
        <w:rPr>
          <w:sz w:val="26"/>
          <w:szCs w:val="26"/>
        </w:rPr>
        <w:t xml:space="preserve"> поддержку в области электронных и печатных средств массовой информации – </w:t>
      </w:r>
      <w:r w:rsidRPr="00B35C6B">
        <w:rPr>
          <w:b/>
          <w:sz w:val="26"/>
          <w:szCs w:val="26"/>
        </w:rPr>
        <w:t>34</w:t>
      </w:r>
      <w:r>
        <w:rPr>
          <w:b/>
          <w:sz w:val="26"/>
          <w:szCs w:val="26"/>
        </w:rPr>
        <w:t> </w:t>
      </w:r>
      <w:r w:rsidRPr="00B35C6B">
        <w:rPr>
          <w:b/>
          <w:sz w:val="26"/>
          <w:szCs w:val="26"/>
        </w:rPr>
        <w:t>000</w:t>
      </w:r>
      <w:r>
        <w:rPr>
          <w:b/>
          <w:sz w:val="26"/>
          <w:szCs w:val="26"/>
        </w:rPr>
        <w:t>,</w:t>
      </w:r>
      <w:r w:rsidRPr="00B35C6B">
        <w:rPr>
          <w:b/>
          <w:sz w:val="26"/>
          <w:szCs w:val="26"/>
        </w:rPr>
        <w:t>0 тыс.</w:t>
      </w:r>
      <w:r>
        <w:rPr>
          <w:b/>
          <w:sz w:val="26"/>
          <w:szCs w:val="26"/>
        </w:rPr>
        <w:t xml:space="preserve"> </w:t>
      </w:r>
      <w:r w:rsidRPr="00B35C6B">
        <w:rPr>
          <w:b/>
          <w:sz w:val="26"/>
          <w:szCs w:val="26"/>
        </w:rPr>
        <w:t>рублей</w:t>
      </w:r>
      <w:r>
        <w:rPr>
          <w:sz w:val="26"/>
          <w:szCs w:val="26"/>
        </w:rPr>
        <w:t>, из электронных СМИ – 31 000,0 тыс. рублей, на печатных СМИ – 3 000,0 тыс. рублей;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92635">
        <w:rPr>
          <w:rFonts w:ascii="PT Astra Serif" w:hAnsi="PT Astra Serif"/>
        </w:rPr>
        <w:t xml:space="preserve">- обеспечение функционирования системы обеспечения вызова экстренных оперативных служб по единому номеру «112» - </w:t>
      </w:r>
      <w:r w:rsidRPr="005008EA">
        <w:rPr>
          <w:rFonts w:ascii="PT Astra Serif" w:hAnsi="PT Astra Serif"/>
          <w:b/>
        </w:rPr>
        <w:t>22 003,73007 тыс. рублей</w:t>
      </w:r>
      <w:r w:rsidRPr="00E92635">
        <w:rPr>
          <w:rFonts w:ascii="PT Astra Serif" w:hAnsi="PT Astra Serif"/>
        </w:rPr>
        <w:t>, в том числе погашение кредиторской задолженности – 12</w:t>
      </w:r>
      <w:r>
        <w:rPr>
          <w:rFonts w:ascii="PT Astra Serif" w:hAnsi="PT Astra Serif"/>
        </w:rPr>
        <w:t> </w:t>
      </w:r>
      <w:r w:rsidRPr="00E92635">
        <w:rPr>
          <w:rFonts w:ascii="PT Astra Serif" w:hAnsi="PT Astra Serif"/>
        </w:rPr>
        <w:t>003</w:t>
      </w:r>
      <w:r>
        <w:rPr>
          <w:rFonts w:ascii="PT Astra Serif" w:hAnsi="PT Astra Serif"/>
        </w:rPr>
        <w:t>,</w:t>
      </w:r>
      <w:r w:rsidRPr="00E92635">
        <w:rPr>
          <w:rFonts w:ascii="PT Astra Serif" w:hAnsi="PT Astra Serif"/>
        </w:rPr>
        <w:t>73007 тыс. рублей</w:t>
      </w:r>
      <w:r>
        <w:rPr>
          <w:rFonts w:ascii="PT Astra Serif" w:hAnsi="PT Astra Serif"/>
        </w:rPr>
        <w:t>;</w:t>
      </w:r>
    </w:p>
    <w:p w:rsidR="00030E38" w:rsidRPr="00E92635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на первоочередные расходы ОГКУ «Правительство для граждан» (в том числе </w:t>
      </w:r>
      <w:r w:rsidRPr="00215A10">
        <w:rPr>
          <w:rFonts w:ascii="PT Astra Serif" w:hAnsi="PT Astra Serif"/>
        </w:rPr>
        <w:t xml:space="preserve">на обслуживание и техническое сопровождение </w:t>
      </w:r>
      <w:r>
        <w:rPr>
          <w:rFonts w:ascii="PT Astra Serif" w:hAnsi="PT Astra Serif"/>
        </w:rPr>
        <w:t xml:space="preserve">электронной </w:t>
      </w:r>
      <w:r w:rsidRPr="00215A10">
        <w:rPr>
          <w:rFonts w:ascii="PT Astra Serif" w:hAnsi="PT Astra Serif"/>
        </w:rPr>
        <w:t>систем</w:t>
      </w:r>
      <w:r>
        <w:rPr>
          <w:rFonts w:ascii="PT Astra Serif" w:hAnsi="PT Astra Serif"/>
        </w:rPr>
        <w:t xml:space="preserve">ы «СЭД») – </w:t>
      </w:r>
      <w:r w:rsidRPr="00A82161">
        <w:rPr>
          <w:rFonts w:ascii="PT Astra Serif" w:hAnsi="PT Astra Serif"/>
          <w:b/>
        </w:rPr>
        <w:t>28 000,0 тыс. рублей</w:t>
      </w:r>
      <w:r>
        <w:rPr>
          <w:rFonts w:ascii="PT Astra Serif" w:hAnsi="PT Astra Serif"/>
        </w:rPr>
        <w:t>;</w:t>
      </w:r>
    </w:p>
    <w:p w:rsidR="00030E38" w:rsidRPr="00E92635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92635">
        <w:rPr>
          <w:rFonts w:ascii="PT Astra Serif" w:hAnsi="PT Astra Serif"/>
        </w:rPr>
        <w:t xml:space="preserve">- обеспечение деятельности ОГКУ «Управление делами Ульяновской области» – </w:t>
      </w:r>
      <w:r w:rsidRPr="005008EA">
        <w:rPr>
          <w:rFonts w:ascii="PT Astra Serif" w:hAnsi="PT Astra Serif"/>
          <w:b/>
        </w:rPr>
        <w:t>19 000,0 тыс. рублей</w:t>
      </w:r>
      <w:r w:rsidRPr="00E92635">
        <w:rPr>
          <w:rFonts w:ascii="PT Astra Serif" w:hAnsi="PT Astra Serif"/>
        </w:rPr>
        <w:t xml:space="preserve">, в том числе оплата аренды и охрана </w:t>
      </w:r>
      <w:r>
        <w:rPr>
          <w:rFonts w:ascii="PT Astra Serif" w:hAnsi="PT Astra Serif"/>
        </w:rPr>
        <w:br/>
      </w:r>
      <w:r w:rsidRPr="00E92635">
        <w:rPr>
          <w:rFonts w:ascii="PT Astra Serif" w:hAnsi="PT Astra Serif"/>
        </w:rPr>
        <w:t>объектов – 17</w:t>
      </w:r>
      <w:r>
        <w:rPr>
          <w:rFonts w:ascii="PT Astra Serif" w:hAnsi="PT Astra Serif"/>
        </w:rPr>
        <w:t> </w:t>
      </w:r>
      <w:r w:rsidRPr="00E92635">
        <w:rPr>
          <w:rFonts w:ascii="PT Astra Serif" w:hAnsi="PT Astra Serif"/>
        </w:rPr>
        <w:t>000</w:t>
      </w:r>
      <w:r>
        <w:rPr>
          <w:rFonts w:ascii="PT Astra Serif" w:hAnsi="PT Astra Serif"/>
        </w:rPr>
        <w:t>,</w:t>
      </w:r>
      <w:r w:rsidRPr="00E92635">
        <w:rPr>
          <w:rFonts w:ascii="PT Astra Serif" w:hAnsi="PT Astra Serif"/>
        </w:rPr>
        <w:t>0 тыс. рублей, информирование населения Ульяновской области о преимуществах службы по контракту, выплатах и мерах поддержки военнослужащих и их семей – 2</w:t>
      </w:r>
      <w:r>
        <w:rPr>
          <w:rFonts w:ascii="PT Astra Serif" w:hAnsi="PT Astra Serif"/>
        </w:rPr>
        <w:t> </w:t>
      </w:r>
      <w:r w:rsidRPr="00E92635">
        <w:rPr>
          <w:rFonts w:ascii="PT Astra Serif" w:hAnsi="PT Astra Serif"/>
        </w:rPr>
        <w:t>000</w:t>
      </w:r>
      <w:r>
        <w:rPr>
          <w:rFonts w:ascii="PT Astra Serif" w:hAnsi="PT Astra Serif"/>
        </w:rPr>
        <w:t>,</w:t>
      </w:r>
      <w:r w:rsidRPr="00E92635">
        <w:rPr>
          <w:rFonts w:ascii="PT Astra Serif" w:hAnsi="PT Astra Serif"/>
        </w:rPr>
        <w:t>0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92635">
        <w:rPr>
          <w:rFonts w:ascii="PT Astra Serif" w:hAnsi="PT Astra Serif"/>
        </w:rPr>
        <w:t xml:space="preserve">- субсидии АНО ОДПО «Корпоративный университет Ульяновской области» на выплату заработной платы до конца года и расходы на обеспечение деятельности – </w:t>
      </w:r>
      <w:r w:rsidRPr="005008EA">
        <w:rPr>
          <w:rFonts w:ascii="PT Astra Serif" w:hAnsi="PT Astra Serif"/>
          <w:b/>
        </w:rPr>
        <w:t>8 050,0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- субсидии Общественно-полезному фонду «Фонд креативных индустрий Ульяновской области» (заработная плата до конца года) – </w:t>
      </w:r>
      <w:r w:rsidRPr="007F5276">
        <w:rPr>
          <w:rFonts w:ascii="PT Astra Serif" w:hAnsi="PT Astra Serif"/>
          <w:b/>
        </w:rPr>
        <w:t>7 750,0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92635">
        <w:rPr>
          <w:rFonts w:ascii="PT Astra Serif" w:hAnsi="PT Astra Serif"/>
        </w:rPr>
        <w:t xml:space="preserve">- субсидии Ульяновскому общественному фонду «Региональная аналитика. Профессиональные исследования. Рейтинги» - </w:t>
      </w:r>
      <w:r w:rsidRPr="005008EA">
        <w:rPr>
          <w:rFonts w:ascii="PT Astra Serif" w:hAnsi="PT Astra Serif"/>
          <w:b/>
        </w:rPr>
        <w:t>5 000,0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субсидии автономной некоммерческой организации дополнительного образования «Агентство технологического развития Ульяновской области» (заработная плата до конца года) – </w:t>
      </w:r>
      <w:r w:rsidRPr="00215A10">
        <w:rPr>
          <w:rFonts w:ascii="PT Astra Serif" w:hAnsi="PT Astra Serif"/>
          <w:b/>
        </w:rPr>
        <w:t>4 300,0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B13A59">
        <w:rPr>
          <w:rFonts w:ascii="PT Astra Serif" w:hAnsi="PT Astra Serif"/>
        </w:rPr>
        <w:t xml:space="preserve">- на выполнение государственного задания ОАУ «Государственная корпорация СМИ «Медиа 73» в сумме </w:t>
      </w:r>
      <w:r w:rsidRPr="00B13A59">
        <w:rPr>
          <w:rFonts w:ascii="PT Astra Serif" w:hAnsi="PT Astra Serif"/>
          <w:b/>
        </w:rPr>
        <w:t>3 600,0 тыс. рублей</w:t>
      </w:r>
      <w:r w:rsidRPr="00B13A59">
        <w:rPr>
          <w:rFonts w:ascii="PT Astra Serif" w:hAnsi="PT Astra Serif"/>
        </w:rPr>
        <w:t xml:space="preserve"> для создания проектного офиса «</w:t>
      </w:r>
      <w:proofErr w:type="spellStart"/>
      <w:r w:rsidRPr="00B13A59">
        <w:rPr>
          <w:rFonts w:ascii="PT Astra Serif" w:hAnsi="PT Astra Serif"/>
        </w:rPr>
        <w:t>Госпаблик</w:t>
      </w:r>
      <w:proofErr w:type="spellEnd"/>
      <w:r w:rsidRPr="00B13A59">
        <w:rPr>
          <w:rFonts w:ascii="PT Astra Serif" w:hAnsi="PT Astra Serif"/>
        </w:rPr>
        <w:t>»;</w:t>
      </w:r>
    </w:p>
    <w:p w:rsidR="00030E38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92635">
        <w:rPr>
          <w:rFonts w:ascii="PT Astra Serif" w:hAnsi="PT Astra Serif"/>
        </w:rPr>
        <w:t>- субсидии АНО «</w:t>
      </w:r>
      <w:r>
        <w:rPr>
          <w:rFonts w:ascii="PT Astra Serif" w:hAnsi="PT Astra Serif"/>
        </w:rPr>
        <w:t xml:space="preserve">Дирекция социально-значимых и </w:t>
      </w:r>
      <w:proofErr w:type="spellStart"/>
      <w:r>
        <w:rPr>
          <w:rFonts w:ascii="PT Astra Serif" w:hAnsi="PT Astra Serif"/>
        </w:rPr>
        <w:t>конгрессных</w:t>
      </w:r>
      <w:proofErr w:type="spellEnd"/>
      <w:r>
        <w:rPr>
          <w:rFonts w:ascii="PT Astra Serif" w:hAnsi="PT Astra Serif"/>
        </w:rPr>
        <w:t xml:space="preserve"> мероприятий</w:t>
      </w:r>
      <w:r w:rsidRPr="00E92635">
        <w:rPr>
          <w:rFonts w:ascii="PT Astra Serif" w:hAnsi="PT Astra Serif"/>
        </w:rPr>
        <w:t xml:space="preserve">» на погашение кредиторской задолженности в целях её ликвидации – </w:t>
      </w:r>
      <w:r w:rsidRPr="008F0510">
        <w:rPr>
          <w:rFonts w:ascii="PT Astra Serif" w:hAnsi="PT Astra Serif"/>
          <w:b/>
        </w:rPr>
        <w:t>3 213,02016 тыс. рублей</w:t>
      </w:r>
      <w:r w:rsidRPr="00E92635">
        <w:rPr>
          <w:rFonts w:ascii="PT Astra Serif" w:hAnsi="PT Astra Serif"/>
        </w:rPr>
        <w:t>,</w:t>
      </w:r>
    </w:p>
    <w:p w:rsidR="00030E38" w:rsidRPr="00B13A59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B13A59">
        <w:rPr>
          <w:rFonts w:ascii="PT Astra Serif" w:hAnsi="PT Astra Serif"/>
        </w:rPr>
        <w:t xml:space="preserve">- на выполнение государственного задания ОГАУ «Издательский дом «Ульяновская правда» в сумме </w:t>
      </w:r>
      <w:r w:rsidRPr="00B13A59">
        <w:rPr>
          <w:rFonts w:ascii="PT Astra Serif" w:hAnsi="PT Astra Serif"/>
          <w:b/>
        </w:rPr>
        <w:t>2 100,0 тыс. рублей</w:t>
      </w:r>
      <w:r w:rsidRPr="00B13A59">
        <w:rPr>
          <w:rFonts w:ascii="PT Astra Serif" w:hAnsi="PT Astra Serif"/>
        </w:rPr>
        <w:t>, из них на ведение публичной страницы в социальных сетях (паблик) - 600,0 тыс. рублей, на увеличение периодичности выхода издания газеты «Димитровград» - 1500,0 тыс. рублей;</w:t>
      </w:r>
    </w:p>
    <w:p w:rsidR="00030E38" w:rsidRPr="00E92635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B13A59">
        <w:rPr>
          <w:rFonts w:ascii="PT Astra Serif" w:hAnsi="PT Astra Serif"/>
        </w:rPr>
        <w:t>- субсидии АНО «Агентство здорового и социального питания» на</w:t>
      </w:r>
      <w:r w:rsidRPr="00E92635">
        <w:rPr>
          <w:rFonts w:ascii="PT Astra Serif" w:hAnsi="PT Astra Serif"/>
        </w:rPr>
        <w:t xml:space="preserve"> погашение кредиторской задолженности в целях её ликвидации – </w:t>
      </w:r>
      <w:r w:rsidRPr="005008EA">
        <w:rPr>
          <w:rFonts w:ascii="PT Astra Serif" w:hAnsi="PT Astra Serif"/>
          <w:b/>
        </w:rPr>
        <w:t>1 878,24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E92635">
        <w:rPr>
          <w:rFonts w:ascii="PT Astra Serif" w:hAnsi="PT Astra Serif"/>
          <w:sz w:val="28"/>
          <w:szCs w:val="28"/>
        </w:rPr>
        <w:t xml:space="preserve">- закупка аппаратов защиты органов дыхания и зрения личного состава в рамках расходов на обеспечение деятельности ОГКУ «Служба гражданской защиты и пожарной безопасности Ульяновской области» – </w:t>
      </w:r>
      <w:r w:rsidRPr="005008EA">
        <w:rPr>
          <w:rFonts w:ascii="PT Astra Serif" w:hAnsi="PT Astra Serif"/>
          <w:b/>
          <w:sz w:val="28"/>
          <w:szCs w:val="28"/>
        </w:rPr>
        <w:t>1 200,0 тыс. рублей</w:t>
      </w:r>
      <w:r>
        <w:rPr>
          <w:rFonts w:ascii="PT Astra Serif" w:hAnsi="PT Astra Serif"/>
          <w:b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E92635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на первоочередные расходы ОГКУ «Агентство по туризму Ульяновской области</w:t>
      </w:r>
      <w:r w:rsidRPr="00E92635"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b/>
          <w:sz w:val="28"/>
          <w:szCs w:val="28"/>
        </w:rPr>
        <w:t>6</w:t>
      </w:r>
      <w:r w:rsidRPr="005008EA">
        <w:rPr>
          <w:rFonts w:ascii="PT Astra Serif" w:hAnsi="PT Astra Serif"/>
          <w:b/>
          <w:sz w:val="28"/>
          <w:szCs w:val="28"/>
        </w:rPr>
        <w:t>00,0 тыс. рублей</w:t>
      </w:r>
      <w:r>
        <w:rPr>
          <w:rFonts w:ascii="PT Astra Serif" w:hAnsi="PT Astra Serif"/>
          <w:b/>
          <w:sz w:val="28"/>
          <w:szCs w:val="28"/>
        </w:rPr>
        <w:t>;</w:t>
      </w:r>
    </w:p>
    <w:p w:rsidR="00030E38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30E38" w:rsidRPr="00282181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25351">
        <w:rPr>
          <w:rFonts w:ascii="PT Astra Serif" w:hAnsi="PT Astra Serif"/>
          <w:i/>
          <w:sz w:val="28"/>
          <w:szCs w:val="28"/>
        </w:rPr>
        <w:t>Министерств</w:t>
      </w:r>
      <w:r>
        <w:rPr>
          <w:rFonts w:ascii="PT Astra Serif" w:hAnsi="PT Astra Serif"/>
          <w:i/>
          <w:sz w:val="28"/>
          <w:szCs w:val="28"/>
        </w:rPr>
        <w:t>у</w:t>
      </w:r>
      <w:r w:rsidRPr="00825351">
        <w:rPr>
          <w:rFonts w:ascii="PT Astra Serif" w:hAnsi="PT Astra Serif"/>
          <w:i/>
          <w:sz w:val="28"/>
          <w:szCs w:val="28"/>
        </w:rPr>
        <w:t xml:space="preserve"> транспорта Ульяновской области</w:t>
      </w:r>
      <w:r w:rsidRPr="0082535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</w:t>
      </w:r>
      <w:r w:rsidRPr="00825351">
        <w:rPr>
          <w:rFonts w:ascii="PT Astra Serif" w:hAnsi="PT Astra Serif"/>
          <w:sz w:val="28"/>
          <w:szCs w:val="28"/>
        </w:rPr>
        <w:t xml:space="preserve"> </w:t>
      </w:r>
      <w:r w:rsidRPr="00825351">
        <w:rPr>
          <w:rFonts w:ascii="PT Astra Serif" w:hAnsi="PT Astra Serif"/>
          <w:b/>
          <w:sz w:val="28"/>
          <w:szCs w:val="28"/>
        </w:rPr>
        <w:t>160</w:t>
      </w:r>
      <w:r>
        <w:rPr>
          <w:rFonts w:ascii="PT Astra Serif" w:hAnsi="PT Astra Serif"/>
          <w:b/>
          <w:sz w:val="28"/>
          <w:szCs w:val="28"/>
        </w:rPr>
        <w:t> </w:t>
      </w:r>
      <w:r w:rsidRPr="00825351">
        <w:rPr>
          <w:rFonts w:ascii="PT Astra Serif" w:hAnsi="PT Astra Serif"/>
          <w:b/>
          <w:sz w:val="28"/>
          <w:szCs w:val="28"/>
        </w:rPr>
        <w:t>000</w:t>
      </w:r>
      <w:r>
        <w:rPr>
          <w:rFonts w:ascii="PT Astra Serif" w:hAnsi="PT Astra Serif"/>
          <w:b/>
          <w:sz w:val="28"/>
          <w:szCs w:val="28"/>
        </w:rPr>
        <w:t>,</w:t>
      </w:r>
      <w:r w:rsidRPr="00825351">
        <w:rPr>
          <w:rFonts w:ascii="PT Astra Serif" w:hAnsi="PT Astra Serif"/>
          <w:b/>
          <w:sz w:val="28"/>
          <w:szCs w:val="28"/>
        </w:rPr>
        <w:t>0 тыс.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25351">
        <w:rPr>
          <w:rFonts w:ascii="PT Astra Serif" w:hAnsi="PT Astra Serif"/>
          <w:b/>
          <w:sz w:val="28"/>
          <w:szCs w:val="28"/>
        </w:rPr>
        <w:t>рублей</w:t>
      </w:r>
      <w:r>
        <w:rPr>
          <w:rFonts w:ascii="PT Astra Serif" w:hAnsi="PT Astra Serif"/>
          <w:b/>
          <w:sz w:val="28"/>
          <w:szCs w:val="28"/>
        </w:rPr>
        <w:t xml:space="preserve">, </w:t>
      </w:r>
      <w:r w:rsidRPr="00282181">
        <w:rPr>
          <w:rFonts w:ascii="PT Astra Serif" w:hAnsi="PT Astra Serif"/>
          <w:sz w:val="28"/>
          <w:szCs w:val="28"/>
        </w:rPr>
        <w:t>в том числе:</w:t>
      </w:r>
    </w:p>
    <w:p w:rsidR="00030E38" w:rsidRPr="00825351" w:rsidRDefault="00030E38" w:rsidP="00030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5351">
        <w:rPr>
          <w:rFonts w:ascii="PT Astra Serif" w:eastAsia="Calibri" w:hAnsi="PT Astra Serif"/>
          <w:b/>
          <w:sz w:val="28"/>
          <w:szCs w:val="28"/>
        </w:rPr>
        <w:t>1)</w:t>
      </w:r>
      <w:r w:rsidRPr="00825351">
        <w:rPr>
          <w:rFonts w:ascii="PT Astra Serif" w:eastAsia="Calibri" w:hAnsi="PT Astra Serif"/>
          <w:sz w:val="28"/>
          <w:szCs w:val="28"/>
        </w:rPr>
        <w:t xml:space="preserve"> в целях возмещения затрат в связи с выполнением перевозок пассажиров автомобильным транспортом </w:t>
      </w:r>
      <w:r>
        <w:rPr>
          <w:rFonts w:ascii="PT Astra Serif" w:eastAsia="Calibri" w:hAnsi="PT Astra Serif"/>
          <w:sz w:val="28"/>
          <w:szCs w:val="28"/>
        </w:rPr>
        <w:t>-</w:t>
      </w:r>
      <w:r w:rsidRPr="00825351">
        <w:rPr>
          <w:rFonts w:ascii="PT Astra Serif" w:eastAsia="Calibri" w:hAnsi="PT Astra Serif"/>
          <w:sz w:val="28"/>
          <w:szCs w:val="28"/>
        </w:rPr>
        <w:t xml:space="preserve"> </w:t>
      </w:r>
      <w:r w:rsidRPr="00825351">
        <w:rPr>
          <w:rFonts w:ascii="PT Astra Serif" w:eastAsia="Calibri" w:hAnsi="PT Astra Serif"/>
          <w:b/>
          <w:sz w:val="28"/>
          <w:szCs w:val="28"/>
        </w:rPr>
        <w:t>100 000,0</w:t>
      </w:r>
      <w:r w:rsidRPr="00825351">
        <w:rPr>
          <w:rFonts w:ascii="PT Astra Serif" w:eastAsia="Calibri" w:hAnsi="PT Astra Serif"/>
          <w:sz w:val="28"/>
          <w:szCs w:val="28"/>
        </w:rPr>
        <w:t xml:space="preserve"> тыс. рублей, в том числе:</w:t>
      </w:r>
    </w:p>
    <w:p w:rsidR="00030E38" w:rsidRPr="00825351" w:rsidRDefault="00030E38" w:rsidP="00030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5351">
        <w:rPr>
          <w:rFonts w:ascii="PT Astra Serif" w:eastAsia="Calibri" w:hAnsi="PT Astra Serif"/>
          <w:sz w:val="28"/>
          <w:szCs w:val="28"/>
        </w:rPr>
        <w:t>- предоставление субсидий из областного бюджета юридическим лицам, индивидуальным предпринимателям в целях возмещения затрат в связи</w:t>
      </w:r>
      <w:r w:rsidRPr="00825351">
        <w:rPr>
          <w:rFonts w:ascii="PT Astra Serif" w:eastAsia="Calibri" w:hAnsi="PT Astra Serif"/>
          <w:sz w:val="28"/>
          <w:szCs w:val="28"/>
        </w:rPr>
        <w:br/>
        <w:t>с выполнением перевозки пассажиров автомобильным транспортом</w:t>
      </w:r>
      <w:r w:rsidRPr="00825351">
        <w:rPr>
          <w:rFonts w:ascii="PT Astra Serif" w:eastAsia="Calibri" w:hAnsi="PT Astra Serif"/>
          <w:sz w:val="28"/>
          <w:szCs w:val="28"/>
        </w:rPr>
        <w:br/>
        <w:t xml:space="preserve">в сумме </w:t>
      </w:r>
      <w:r w:rsidRPr="00825351">
        <w:rPr>
          <w:rFonts w:ascii="PT Astra Serif" w:eastAsia="Calibri" w:hAnsi="PT Astra Serif"/>
          <w:b/>
          <w:sz w:val="28"/>
          <w:szCs w:val="28"/>
        </w:rPr>
        <w:t>56 419,4 тыс. рублей</w:t>
      </w:r>
      <w:r w:rsidRPr="00825351">
        <w:rPr>
          <w:rFonts w:ascii="PT Astra Serif" w:eastAsia="Calibri" w:hAnsi="PT Astra Serif"/>
          <w:sz w:val="28"/>
          <w:szCs w:val="28"/>
        </w:rPr>
        <w:t>;</w:t>
      </w:r>
    </w:p>
    <w:p w:rsidR="00030E38" w:rsidRPr="00825351" w:rsidRDefault="00030E38" w:rsidP="00030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5351">
        <w:rPr>
          <w:rFonts w:ascii="PT Astra Serif" w:eastAsia="Calibri" w:hAnsi="PT Astra Serif"/>
          <w:sz w:val="28"/>
          <w:szCs w:val="28"/>
        </w:rPr>
        <w:t>- оплата юридическим лицам, индивидуальным предпринимателям,</w:t>
      </w:r>
      <w:r w:rsidRPr="00825351">
        <w:rPr>
          <w:rFonts w:ascii="PT Astra Serif" w:eastAsia="Calibri" w:hAnsi="PT Astra Serif"/>
          <w:sz w:val="28"/>
          <w:szCs w:val="28"/>
        </w:rPr>
        <w:br/>
        <w:t>с которыми заключен государственный контракт на выполнение работ (услуг), связанных с осуществлением регулярных перевозок пассажиров и багажа автомобильным транспортом по регулируемым тарифам, в соответствии</w:t>
      </w:r>
      <w:r w:rsidRPr="00825351">
        <w:rPr>
          <w:rFonts w:ascii="PT Astra Serif" w:eastAsia="Calibri" w:hAnsi="PT Astra Serif"/>
          <w:sz w:val="28"/>
          <w:szCs w:val="28"/>
        </w:rPr>
        <w:br/>
        <w:t xml:space="preserve">с требованиями, установленными государственным заказчиком в сумме </w:t>
      </w:r>
      <w:r w:rsidRPr="00825351">
        <w:rPr>
          <w:rFonts w:ascii="PT Astra Serif" w:eastAsia="Calibri" w:hAnsi="PT Astra Serif"/>
          <w:b/>
          <w:sz w:val="28"/>
          <w:szCs w:val="28"/>
        </w:rPr>
        <w:t>17 022,5 тыс. рублей</w:t>
      </w:r>
      <w:r w:rsidRPr="00825351">
        <w:rPr>
          <w:rFonts w:ascii="PT Astra Serif" w:eastAsia="Calibri" w:hAnsi="PT Astra Serif"/>
          <w:sz w:val="28"/>
          <w:szCs w:val="28"/>
        </w:rPr>
        <w:t>;</w:t>
      </w:r>
    </w:p>
    <w:p w:rsidR="00030E38" w:rsidRPr="00825351" w:rsidRDefault="00030E38" w:rsidP="00030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5351">
        <w:rPr>
          <w:rFonts w:ascii="PT Astra Serif" w:eastAsia="Calibri" w:hAnsi="PT Astra Serif"/>
          <w:sz w:val="28"/>
          <w:szCs w:val="28"/>
        </w:rPr>
        <w:t xml:space="preserve">- предоставление субсидий бюджетам муниципальных районов (городских округов) Ульяновской области в целях софинансирования расходных обязательств, связанных с организацией регулярных перевозок </w:t>
      </w:r>
      <w:r w:rsidRPr="00825351">
        <w:rPr>
          <w:rFonts w:ascii="PT Astra Serif" w:eastAsia="Calibri" w:hAnsi="PT Astra Serif"/>
          <w:sz w:val="28"/>
          <w:szCs w:val="28"/>
        </w:rPr>
        <w:lastRenderedPageBreak/>
        <w:t xml:space="preserve">пассажиров и багажа автомобильным транспортом по регулируемым тарифам по муниципальным маршрутам в сумме </w:t>
      </w:r>
      <w:r w:rsidRPr="00825351">
        <w:rPr>
          <w:rFonts w:ascii="PT Astra Serif" w:eastAsia="Calibri" w:hAnsi="PT Astra Serif"/>
          <w:b/>
          <w:sz w:val="28"/>
          <w:szCs w:val="28"/>
        </w:rPr>
        <w:t>26 058,1 тыс. рублей</w:t>
      </w:r>
      <w:r w:rsidRPr="00825351">
        <w:rPr>
          <w:rFonts w:ascii="PT Astra Serif" w:eastAsia="Calibri" w:hAnsi="PT Astra Serif"/>
          <w:sz w:val="28"/>
          <w:szCs w:val="28"/>
        </w:rPr>
        <w:t>;</w:t>
      </w:r>
    </w:p>
    <w:p w:rsidR="00030E38" w:rsidRPr="00825351" w:rsidRDefault="00030E38" w:rsidP="00030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5351">
        <w:rPr>
          <w:rFonts w:ascii="PT Astra Serif" w:eastAsia="Calibri" w:hAnsi="PT Astra Serif"/>
          <w:sz w:val="28"/>
          <w:szCs w:val="28"/>
        </w:rPr>
        <w:t xml:space="preserve">- предоставление субсидий юридическим лицам (за исключением государственных (муниципальных) учреждений), являющимся владельцами объектов транспортной инфраструктуры в границах территории Ульяновской области, в целях возмещения затрат, связанных с обеспечением транспортной безопасности и антитеррористической защищенности на автовокзалах, автостанциях и кассовых пунктах, расположенных на территории Ульяновской области в сумме </w:t>
      </w:r>
      <w:r w:rsidRPr="00825351">
        <w:rPr>
          <w:rFonts w:ascii="PT Astra Serif" w:eastAsia="Calibri" w:hAnsi="PT Astra Serif"/>
          <w:b/>
          <w:sz w:val="28"/>
          <w:szCs w:val="28"/>
        </w:rPr>
        <w:t>500,0 тыс. рублей</w:t>
      </w:r>
      <w:r w:rsidRPr="00825351">
        <w:rPr>
          <w:rFonts w:ascii="PT Astra Serif" w:eastAsia="Calibri" w:hAnsi="PT Astra Serif"/>
          <w:sz w:val="28"/>
          <w:szCs w:val="28"/>
        </w:rPr>
        <w:t>.</w:t>
      </w:r>
    </w:p>
    <w:p w:rsidR="00030E38" w:rsidRPr="00825351" w:rsidRDefault="00030E38" w:rsidP="00030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5351">
        <w:rPr>
          <w:rFonts w:ascii="PT Astra Serif" w:hAnsi="PT Astra Serif"/>
          <w:b/>
          <w:sz w:val="28"/>
          <w:szCs w:val="28"/>
        </w:rPr>
        <w:t>2)</w:t>
      </w:r>
      <w:r w:rsidRPr="00825351">
        <w:rPr>
          <w:rFonts w:ascii="PT Astra Serif" w:hAnsi="PT Astra Serif"/>
          <w:sz w:val="28"/>
          <w:szCs w:val="28"/>
        </w:rPr>
        <w:t xml:space="preserve"> </w:t>
      </w:r>
      <w:r w:rsidRPr="00825351">
        <w:rPr>
          <w:rFonts w:ascii="PT Astra Serif" w:eastAsia="Calibri" w:hAnsi="PT Astra Serif"/>
          <w:sz w:val="28"/>
          <w:szCs w:val="28"/>
        </w:rPr>
        <w:t xml:space="preserve">в целях возмещения недополученных доходов, связанных с перевозкой пассажиров железнодорожным транспортом общего пользования в пригородном сообщении </w:t>
      </w:r>
      <w:r>
        <w:rPr>
          <w:rFonts w:ascii="PT Astra Serif" w:eastAsia="Calibri" w:hAnsi="PT Astra Serif"/>
          <w:sz w:val="28"/>
          <w:szCs w:val="28"/>
        </w:rPr>
        <w:t>-</w:t>
      </w:r>
      <w:r w:rsidRPr="00825351">
        <w:rPr>
          <w:rFonts w:ascii="PT Astra Serif" w:eastAsia="Calibri" w:hAnsi="PT Astra Serif"/>
          <w:sz w:val="28"/>
          <w:szCs w:val="28"/>
        </w:rPr>
        <w:t xml:space="preserve"> </w:t>
      </w:r>
      <w:r w:rsidRPr="00825351">
        <w:rPr>
          <w:rFonts w:ascii="PT Astra Serif" w:eastAsia="Calibri" w:hAnsi="PT Astra Serif"/>
          <w:b/>
          <w:sz w:val="28"/>
          <w:szCs w:val="28"/>
        </w:rPr>
        <w:t>50 000</w:t>
      </w:r>
      <w:r w:rsidRPr="00825351">
        <w:rPr>
          <w:rFonts w:ascii="PT Astra Serif" w:eastAsia="Calibri" w:hAnsi="PT Astra Serif"/>
          <w:sz w:val="28"/>
          <w:szCs w:val="28"/>
        </w:rPr>
        <w:t xml:space="preserve"> тыс. рублей, в том числе:</w:t>
      </w:r>
    </w:p>
    <w:p w:rsidR="00030E38" w:rsidRPr="00825351" w:rsidRDefault="00030E38" w:rsidP="00030E38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25351">
        <w:rPr>
          <w:rFonts w:ascii="PT Astra Serif" w:hAnsi="PT Astra Serif"/>
          <w:sz w:val="28"/>
          <w:szCs w:val="28"/>
        </w:rPr>
        <w:t>- предоставление субсидий из областного бюджета Ульяновской области юридическим лицам в целях возмещения недополученных доходов, связанных</w:t>
      </w:r>
      <w:r w:rsidRPr="00825351">
        <w:rPr>
          <w:rFonts w:ascii="PT Astra Serif" w:hAnsi="PT Astra Serif"/>
          <w:sz w:val="28"/>
          <w:szCs w:val="28"/>
        </w:rPr>
        <w:br/>
        <w:t>с перевозкой пассажиров железнодорожным транспортом общего пользования</w:t>
      </w:r>
      <w:r w:rsidRPr="00825351">
        <w:rPr>
          <w:rFonts w:ascii="PT Astra Serif" w:hAnsi="PT Astra Serif"/>
          <w:sz w:val="28"/>
          <w:szCs w:val="28"/>
        </w:rPr>
        <w:br/>
        <w:t xml:space="preserve">в пригородном сообщении в сумме </w:t>
      </w:r>
      <w:r w:rsidRPr="00825351">
        <w:rPr>
          <w:rFonts w:ascii="PT Astra Serif" w:hAnsi="PT Astra Serif"/>
          <w:b/>
          <w:sz w:val="28"/>
          <w:szCs w:val="28"/>
        </w:rPr>
        <w:t>33 212,32696 тыс. рублей</w:t>
      </w:r>
      <w:r w:rsidRPr="00825351">
        <w:rPr>
          <w:rFonts w:ascii="PT Astra Serif" w:hAnsi="PT Astra Serif"/>
          <w:sz w:val="28"/>
          <w:szCs w:val="28"/>
        </w:rPr>
        <w:t>;</w:t>
      </w:r>
    </w:p>
    <w:p w:rsidR="00030E38" w:rsidRPr="00825351" w:rsidRDefault="00030E38" w:rsidP="00030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25351">
        <w:rPr>
          <w:rFonts w:ascii="PT Astra Serif" w:eastAsia="Calibri" w:hAnsi="PT Astra Serif"/>
          <w:sz w:val="28"/>
          <w:szCs w:val="28"/>
        </w:rPr>
        <w:t xml:space="preserve">- выплаты юридическим лицам в соответствии с соглашением на компенсацию убытков, возникших в результате государственного регулирования тарифов на перевозки пассажиров железнодорожным транспортом в пригородном сообщении, в 2011-2014 годах в сумме </w:t>
      </w:r>
      <w:r w:rsidRPr="00825351">
        <w:rPr>
          <w:rFonts w:ascii="PT Astra Serif" w:eastAsia="Calibri" w:hAnsi="PT Astra Serif"/>
          <w:b/>
          <w:sz w:val="28"/>
          <w:szCs w:val="28"/>
        </w:rPr>
        <w:t>16 787,67304 тыс. рублей</w:t>
      </w:r>
      <w:r w:rsidRPr="00825351">
        <w:rPr>
          <w:rFonts w:ascii="PT Astra Serif" w:eastAsia="Calibri" w:hAnsi="PT Astra Serif"/>
          <w:sz w:val="28"/>
          <w:szCs w:val="28"/>
        </w:rPr>
        <w:t>.</w:t>
      </w:r>
    </w:p>
    <w:p w:rsidR="00030E38" w:rsidRPr="00825351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25351">
        <w:rPr>
          <w:rFonts w:ascii="PT Astra Serif" w:eastAsia="Calibri" w:hAnsi="PT Astra Serif"/>
          <w:b/>
          <w:sz w:val="28"/>
          <w:szCs w:val="28"/>
        </w:rPr>
        <w:t>3)</w:t>
      </w:r>
      <w:r w:rsidRPr="00825351">
        <w:rPr>
          <w:rFonts w:ascii="PT Astra Serif" w:eastAsia="Calibri" w:hAnsi="PT Astra Serif"/>
          <w:sz w:val="28"/>
          <w:szCs w:val="28"/>
        </w:rPr>
        <w:t xml:space="preserve"> в целях возмещения затрат в связи с выполнением внутренних региональных перевозок пассажиров воздушным транспортом в сумме </w:t>
      </w:r>
      <w:r w:rsidRPr="00825351">
        <w:rPr>
          <w:rFonts w:ascii="PT Astra Serif" w:eastAsia="Calibri" w:hAnsi="PT Astra Serif"/>
          <w:b/>
          <w:sz w:val="28"/>
          <w:szCs w:val="28"/>
        </w:rPr>
        <w:t>10 000</w:t>
      </w:r>
      <w:r w:rsidRPr="00825351">
        <w:rPr>
          <w:rFonts w:ascii="PT Astra Serif" w:eastAsia="Calibri" w:hAnsi="PT Astra Serif"/>
          <w:sz w:val="28"/>
          <w:szCs w:val="28"/>
        </w:rPr>
        <w:t xml:space="preserve"> </w:t>
      </w:r>
      <w:r w:rsidRPr="00347001">
        <w:rPr>
          <w:rFonts w:ascii="PT Astra Serif" w:eastAsia="Calibri" w:hAnsi="PT Astra Serif"/>
          <w:b/>
          <w:sz w:val="28"/>
          <w:szCs w:val="28"/>
        </w:rPr>
        <w:t>тыс. рублей</w:t>
      </w:r>
      <w:r w:rsidRPr="00825351">
        <w:rPr>
          <w:rFonts w:ascii="PT Astra Serif" w:eastAsia="Calibri" w:hAnsi="PT Astra Serif"/>
          <w:sz w:val="28"/>
          <w:szCs w:val="28"/>
        </w:rPr>
        <w:t>.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030E38" w:rsidRPr="00C627DF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627DF">
        <w:rPr>
          <w:rFonts w:ascii="PT Astra Serif" w:hAnsi="PT Astra Serif"/>
          <w:i/>
          <w:sz w:val="28"/>
          <w:szCs w:val="28"/>
        </w:rPr>
        <w:t xml:space="preserve">Министерству физической культуры и спорта Ульяновской области -  </w:t>
      </w:r>
      <w:r w:rsidRPr="00C627DF">
        <w:rPr>
          <w:rFonts w:ascii="PT Astra Serif" w:hAnsi="PT Astra Serif"/>
          <w:b/>
          <w:sz w:val="28"/>
          <w:szCs w:val="28"/>
        </w:rPr>
        <w:t>84 125,0 тыс. рублей</w:t>
      </w:r>
      <w:r w:rsidRPr="00C627DF">
        <w:rPr>
          <w:rFonts w:ascii="PT Astra Serif" w:hAnsi="PT Astra Serif"/>
          <w:sz w:val="28"/>
          <w:szCs w:val="28"/>
        </w:rPr>
        <w:t>, в том числе:</w:t>
      </w:r>
    </w:p>
    <w:p w:rsidR="00030E38" w:rsidRPr="00C627DF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627DF">
        <w:rPr>
          <w:rFonts w:ascii="PT Astra Serif" w:hAnsi="PT Astra Serif"/>
          <w:sz w:val="28"/>
          <w:szCs w:val="28"/>
        </w:rPr>
        <w:t xml:space="preserve">- на финансовое обеспечение участия спортивных клубов по игровым видам спорта в соответствующих спортивных мероприятиях </w:t>
      </w:r>
      <w:r w:rsidR="00D35BC9">
        <w:rPr>
          <w:rFonts w:ascii="PT Astra Serif" w:hAnsi="PT Astra Serif"/>
          <w:sz w:val="28"/>
          <w:szCs w:val="28"/>
        </w:rPr>
        <w:t xml:space="preserve">(в том числе фонд оплаты труда) </w:t>
      </w:r>
      <w:r w:rsidRPr="00C627DF">
        <w:rPr>
          <w:rFonts w:ascii="PT Astra Serif" w:hAnsi="PT Astra Serif"/>
          <w:sz w:val="28"/>
          <w:szCs w:val="28"/>
        </w:rPr>
        <w:t xml:space="preserve">– </w:t>
      </w:r>
      <w:r w:rsidRPr="00C627DF">
        <w:rPr>
          <w:rFonts w:ascii="PT Astra Serif" w:hAnsi="PT Astra Serif"/>
          <w:b/>
          <w:sz w:val="28"/>
          <w:szCs w:val="28"/>
        </w:rPr>
        <w:t>30 000,0 тыс. рублей</w:t>
      </w:r>
      <w:r w:rsidRPr="00C627DF">
        <w:rPr>
          <w:rFonts w:ascii="PT Astra Serif" w:hAnsi="PT Astra Serif"/>
          <w:sz w:val="28"/>
          <w:szCs w:val="28"/>
        </w:rPr>
        <w:t>;</w:t>
      </w:r>
    </w:p>
    <w:p w:rsidR="00030E38" w:rsidRPr="006B081E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B081E">
        <w:rPr>
          <w:rFonts w:ascii="PT Astra Serif" w:hAnsi="PT Astra Serif"/>
          <w:sz w:val="28"/>
          <w:szCs w:val="28"/>
        </w:rPr>
        <w:t xml:space="preserve">- на финансирование Единого календарного плана межрегиональных, всероссийских и международных спортивных мероприятий – </w:t>
      </w:r>
      <w:r w:rsidRPr="006B081E">
        <w:rPr>
          <w:rFonts w:ascii="PT Astra Serif" w:hAnsi="PT Astra Serif"/>
          <w:b/>
          <w:sz w:val="28"/>
          <w:szCs w:val="28"/>
        </w:rPr>
        <w:t>20 000,0 тыс. рублей</w:t>
      </w:r>
      <w:r w:rsidRPr="006B081E">
        <w:rPr>
          <w:rFonts w:ascii="PT Astra Serif" w:hAnsi="PT Astra Serif"/>
          <w:sz w:val="28"/>
          <w:szCs w:val="28"/>
        </w:rPr>
        <w:t>;</w:t>
      </w:r>
    </w:p>
    <w:p w:rsidR="00030E38" w:rsidRPr="00825351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25351">
        <w:rPr>
          <w:rFonts w:ascii="PT Astra Serif" w:hAnsi="PT Astra Serif"/>
          <w:sz w:val="28"/>
          <w:szCs w:val="28"/>
        </w:rPr>
        <w:t xml:space="preserve">- на обеспечение деятельности экспериментальных групп спортивной подготовки – </w:t>
      </w:r>
      <w:r w:rsidRPr="006B081E">
        <w:rPr>
          <w:rFonts w:ascii="PT Astra Serif" w:hAnsi="PT Astra Serif"/>
          <w:b/>
          <w:sz w:val="28"/>
          <w:szCs w:val="28"/>
        </w:rPr>
        <w:t>10 000,0 тыс. рублей</w:t>
      </w:r>
      <w:r w:rsidRPr="00825351">
        <w:rPr>
          <w:rFonts w:ascii="PT Astra Serif" w:hAnsi="PT Astra Serif"/>
          <w:sz w:val="28"/>
          <w:szCs w:val="28"/>
        </w:rPr>
        <w:t>;</w:t>
      </w:r>
    </w:p>
    <w:p w:rsidR="00030E38" w:rsidRPr="006B081E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B081E">
        <w:rPr>
          <w:rFonts w:ascii="PT Astra Serif" w:hAnsi="PT Astra Serif"/>
          <w:sz w:val="28"/>
          <w:szCs w:val="28"/>
        </w:rPr>
        <w:t xml:space="preserve">- на дополнительное материальное обеспечение спортсменов, имеющих выдающиеся достижения в области физической культуры и спорта – </w:t>
      </w:r>
      <w:r w:rsidRPr="006B081E">
        <w:rPr>
          <w:rFonts w:ascii="PT Astra Serif" w:hAnsi="PT Astra Serif"/>
          <w:b/>
          <w:sz w:val="28"/>
          <w:szCs w:val="28"/>
        </w:rPr>
        <w:t>10 000,0 тыс. рублей</w:t>
      </w:r>
      <w:r w:rsidRPr="006B081E">
        <w:rPr>
          <w:rFonts w:ascii="PT Astra Serif" w:hAnsi="PT Astra Serif"/>
          <w:sz w:val="28"/>
          <w:szCs w:val="28"/>
        </w:rPr>
        <w:t>;</w:t>
      </w:r>
    </w:p>
    <w:p w:rsidR="00030E38" w:rsidRPr="00C627DF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627DF">
        <w:rPr>
          <w:rFonts w:ascii="PT Astra Serif" w:hAnsi="PT Astra Serif"/>
          <w:sz w:val="28"/>
          <w:szCs w:val="28"/>
        </w:rPr>
        <w:t xml:space="preserve">- на проведение мероприятий для получения областными детско-юношескими спортивными  школами лицензии на ведение образовательной деятельности  – </w:t>
      </w:r>
      <w:r w:rsidRPr="006B081E">
        <w:rPr>
          <w:rFonts w:ascii="PT Astra Serif" w:hAnsi="PT Astra Serif"/>
          <w:b/>
          <w:sz w:val="28"/>
          <w:szCs w:val="28"/>
        </w:rPr>
        <w:t>7 000,0 тыс. рублей</w:t>
      </w:r>
      <w:r w:rsidRPr="00C627DF">
        <w:rPr>
          <w:rFonts w:ascii="PT Astra Serif" w:hAnsi="PT Astra Serif"/>
          <w:sz w:val="28"/>
          <w:szCs w:val="28"/>
        </w:rPr>
        <w:t>;</w:t>
      </w:r>
    </w:p>
    <w:p w:rsidR="00030E38" w:rsidRPr="00C627DF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627DF">
        <w:rPr>
          <w:rFonts w:ascii="PT Astra Serif" w:hAnsi="PT Astra Serif"/>
          <w:sz w:val="28"/>
          <w:szCs w:val="28"/>
        </w:rPr>
        <w:t>- на предоставление субсиди</w:t>
      </w:r>
      <w:r>
        <w:rPr>
          <w:rFonts w:ascii="PT Astra Serif" w:hAnsi="PT Astra Serif"/>
          <w:sz w:val="28"/>
          <w:szCs w:val="28"/>
        </w:rPr>
        <w:t>й</w:t>
      </w:r>
      <w:r w:rsidRPr="00C627DF">
        <w:rPr>
          <w:rFonts w:ascii="PT Astra Serif" w:hAnsi="PT Astra Serif"/>
          <w:sz w:val="28"/>
          <w:szCs w:val="28"/>
        </w:rPr>
        <w:t xml:space="preserve"> Фонду «Развитие физической культуры и спорта «Триумф» на внедрение Всероссийского физкультурно-спортивного комплекса ГТО – </w:t>
      </w:r>
      <w:r w:rsidRPr="006B081E">
        <w:rPr>
          <w:rFonts w:ascii="PT Astra Serif" w:hAnsi="PT Astra Serif"/>
          <w:b/>
          <w:sz w:val="28"/>
          <w:szCs w:val="28"/>
        </w:rPr>
        <w:t>5 125,0 тыс. рублей</w:t>
      </w:r>
      <w:r w:rsidRPr="00C627DF">
        <w:rPr>
          <w:rFonts w:ascii="PT Astra Serif" w:hAnsi="PT Astra Serif"/>
          <w:sz w:val="28"/>
          <w:szCs w:val="28"/>
        </w:rPr>
        <w:t>;</w:t>
      </w:r>
    </w:p>
    <w:p w:rsidR="00030E38" w:rsidRPr="00C627DF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627DF">
        <w:rPr>
          <w:rFonts w:ascii="PT Astra Serif" w:hAnsi="PT Astra Serif"/>
          <w:sz w:val="28"/>
          <w:szCs w:val="28"/>
        </w:rPr>
        <w:lastRenderedPageBreak/>
        <w:t xml:space="preserve">- на предоставление субсидий Фонду «Развитие физической культуры и спорта «Триумф» на проведение спортивных мероприятий – </w:t>
      </w:r>
      <w:r w:rsidRPr="006B081E">
        <w:rPr>
          <w:rFonts w:ascii="PT Astra Serif" w:hAnsi="PT Astra Serif"/>
          <w:b/>
          <w:sz w:val="28"/>
          <w:szCs w:val="28"/>
        </w:rPr>
        <w:t>2 000,0 тыс. рублей</w:t>
      </w:r>
      <w:r w:rsidRPr="00C627DF"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green"/>
        </w:rPr>
      </w:pP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green"/>
        </w:rPr>
      </w:pPr>
      <w:r w:rsidRPr="00EA7F04">
        <w:rPr>
          <w:rFonts w:ascii="PT Astra Serif" w:hAnsi="PT Astra Serif"/>
          <w:i/>
          <w:sz w:val="28"/>
          <w:szCs w:val="28"/>
        </w:rPr>
        <w:t>Министерству социального развития Ульяновской области</w:t>
      </w:r>
      <w:r w:rsidRPr="00EA7F04">
        <w:rPr>
          <w:rFonts w:ascii="PT Astra Serif" w:hAnsi="PT Astra Serif"/>
          <w:sz w:val="28"/>
          <w:szCs w:val="28"/>
        </w:rPr>
        <w:t xml:space="preserve"> - </w:t>
      </w:r>
      <w:r w:rsidRPr="00EA7F04">
        <w:rPr>
          <w:rFonts w:ascii="PT Astra Serif" w:hAnsi="PT Astra Serif"/>
          <w:b/>
          <w:sz w:val="28"/>
          <w:szCs w:val="28"/>
        </w:rPr>
        <w:t>75 000,0 тыс. рублей</w:t>
      </w:r>
      <w:r w:rsidRPr="00EA7F04">
        <w:rPr>
          <w:rFonts w:ascii="PT Astra Serif" w:hAnsi="PT Astra Serif"/>
          <w:sz w:val="28"/>
          <w:szCs w:val="28"/>
        </w:rPr>
        <w:t xml:space="preserve"> на оснащение вновь открываемого медицинского отделения в ОГАУСО СРЦ им. </w:t>
      </w:r>
      <w:proofErr w:type="spellStart"/>
      <w:r w:rsidRPr="00EA7F04">
        <w:rPr>
          <w:rFonts w:ascii="PT Astra Serif" w:hAnsi="PT Astra Serif"/>
          <w:sz w:val="28"/>
          <w:szCs w:val="28"/>
        </w:rPr>
        <w:t>Чучкалова</w:t>
      </w:r>
      <w:proofErr w:type="spellEnd"/>
      <w:r w:rsidRPr="00EA7F04">
        <w:rPr>
          <w:rFonts w:ascii="PT Astra Serif" w:hAnsi="PT Astra Serif"/>
          <w:sz w:val="28"/>
          <w:szCs w:val="28"/>
        </w:rPr>
        <w:t xml:space="preserve"> (корпус №3 - бывший профилакторий ОАО УАЗ) необходимым медицинским оборудованием</w:t>
      </w:r>
      <w:r>
        <w:rPr>
          <w:rFonts w:ascii="PT Astra Serif" w:hAnsi="PT Astra Serif"/>
          <w:sz w:val="28"/>
          <w:szCs w:val="28"/>
        </w:rPr>
        <w:t>.</w:t>
      </w:r>
    </w:p>
    <w:p w:rsidR="00030E38" w:rsidRPr="00F338D5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green"/>
        </w:rPr>
      </w:pPr>
    </w:p>
    <w:p w:rsidR="00030E38" w:rsidRPr="00144F76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44F76">
        <w:rPr>
          <w:rFonts w:ascii="PT Astra Serif" w:hAnsi="PT Astra Serif"/>
          <w:i/>
          <w:sz w:val="28"/>
          <w:szCs w:val="28"/>
        </w:rPr>
        <w:t xml:space="preserve">Министерству экономического развития и промышленности Ульяновской области – </w:t>
      </w:r>
      <w:r w:rsidRPr="00144F76">
        <w:rPr>
          <w:rFonts w:ascii="PT Astra Serif" w:hAnsi="PT Astra Serif"/>
          <w:b/>
          <w:sz w:val="28"/>
          <w:szCs w:val="28"/>
        </w:rPr>
        <w:t xml:space="preserve">55 000,0 тыс. рублей, </w:t>
      </w:r>
      <w:r w:rsidRPr="00144F76">
        <w:rPr>
          <w:rFonts w:ascii="PT Astra Serif" w:hAnsi="PT Astra Serif"/>
          <w:sz w:val="28"/>
          <w:szCs w:val="28"/>
        </w:rPr>
        <w:t>в том числе:</w:t>
      </w:r>
    </w:p>
    <w:p w:rsidR="00030E38" w:rsidRPr="00144F76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44F76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144F76">
        <w:rPr>
          <w:rFonts w:ascii="PT Astra Serif" w:hAnsi="PT Astra Serif"/>
          <w:sz w:val="28"/>
          <w:szCs w:val="28"/>
        </w:rPr>
        <w:t>предоставление субсидий АНО «Региональный центр поддержки и сопровождения предпринимательства» в целях финансового обеспечения затрат, связанных с обеспечением деятельности (развитием) регионального центра координации поддержки экспортно</w:t>
      </w:r>
      <w:r>
        <w:rPr>
          <w:rFonts w:ascii="PT Astra Serif" w:hAnsi="PT Astra Serif"/>
          <w:sz w:val="28"/>
          <w:szCs w:val="28"/>
        </w:rPr>
        <w:t>-</w:t>
      </w:r>
      <w:r w:rsidRPr="00144F76">
        <w:rPr>
          <w:rFonts w:ascii="PT Astra Serif" w:hAnsi="PT Astra Serif"/>
          <w:sz w:val="28"/>
          <w:szCs w:val="28"/>
        </w:rPr>
        <w:t xml:space="preserve">ориентированных субъектов малого и среднего предпринимательства в целях софинансирования национального проекта «Малое и среднее предпринимательство и поддержка индивидуальной предпринимательской инициативы» </w:t>
      </w:r>
      <w:r>
        <w:rPr>
          <w:rFonts w:ascii="PT Astra Serif" w:hAnsi="PT Astra Serif"/>
          <w:sz w:val="28"/>
          <w:szCs w:val="28"/>
        </w:rPr>
        <w:t>-</w:t>
      </w:r>
      <w:r w:rsidRPr="00144F76">
        <w:rPr>
          <w:rFonts w:ascii="PT Astra Serif" w:hAnsi="PT Astra Serif"/>
          <w:sz w:val="28"/>
          <w:szCs w:val="28"/>
        </w:rPr>
        <w:t xml:space="preserve"> </w:t>
      </w:r>
      <w:r w:rsidRPr="00144F76">
        <w:rPr>
          <w:rFonts w:ascii="PT Astra Serif" w:hAnsi="PT Astra Serif"/>
          <w:b/>
          <w:sz w:val="28"/>
          <w:szCs w:val="28"/>
        </w:rPr>
        <w:t>20 000 тыс. рубле</w:t>
      </w:r>
      <w:r>
        <w:rPr>
          <w:rFonts w:ascii="PT Astra Serif" w:hAnsi="PT Astra Serif"/>
          <w:sz w:val="28"/>
          <w:szCs w:val="28"/>
        </w:rPr>
        <w:t>й</w:t>
      </w:r>
      <w:r w:rsidRPr="00144F76">
        <w:rPr>
          <w:rFonts w:ascii="PT Astra Serif" w:hAnsi="PT Astra Serif"/>
          <w:sz w:val="28"/>
          <w:szCs w:val="28"/>
        </w:rPr>
        <w:t xml:space="preserve">; </w:t>
      </w:r>
    </w:p>
    <w:p w:rsidR="00030E38" w:rsidRPr="00144F76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44F76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144F76">
        <w:rPr>
          <w:rFonts w:ascii="PT Astra Serif" w:hAnsi="PT Astra Serif"/>
          <w:sz w:val="28"/>
          <w:szCs w:val="28"/>
        </w:rPr>
        <w:t xml:space="preserve">предоставление субсидий организациям, осуществляющим деятельность в сфере развития промышленности, направленную на развитие промышленного потенциала Ульяновской области </w:t>
      </w:r>
      <w:r>
        <w:rPr>
          <w:rFonts w:ascii="PT Astra Serif" w:hAnsi="PT Astra Serif"/>
          <w:sz w:val="28"/>
          <w:szCs w:val="28"/>
        </w:rPr>
        <w:t>-</w:t>
      </w:r>
      <w:r w:rsidRPr="00144F76">
        <w:rPr>
          <w:rFonts w:ascii="PT Astra Serif" w:hAnsi="PT Astra Serif"/>
          <w:sz w:val="28"/>
          <w:szCs w:val="28"/>
        </w:rPr>
        <w:t xml:space="preserve"> </w:t>
      </w:r>
      <w:r w:rsidRPr="00144F76">
        <w:rPr>
          <w:rFonts w:ascii="PT Astra Serif" w:hAnsi="PT Astra Serif"/>
          <w:b/>
          <w:sz w:val="28"/>
          <w:szCs w:val="28"/>
        </w:rPr>
        <w:t>10 000,0 тыс. рублей</w:t>
      </w:r>
      <w:r w:rsidRPr="00144F76">
        <w:rPr>
          <w:rFonts w:ascii="PT Astra Serif" w:hAnsi="PT Astra Serif"/>
          <w:sz w:val="28"/>
          <w:szCs w:val="28"/>
        </w:rPr>
        <w:t>;</w:t>
      </w:r>
    </w:p>
    <w:p w:rsidR="00030E38" w:rsidRPr="00144F76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44F76">
        <w:rPr>
          <w:rFonts w:ascii="PT Astra Serif" w:hAnsi="PT Astra Serif"/>
          <w:sz w:val="28"/>
          <w:szCs w:val="28"/>
        </w:rPr>
        <w:t xml:space="preserve">- предоставление субсидий организациям, которым в соответствии с Законом Ульяновской области от 15.03.2005 № 019-ЗО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зон, в целях возмещения части затрат в связи с осуществлением мероприятий по формированию и развитию инфраструктуры промышленных зон и функций (субсидии АО «Корпорация развития Ульяновской области») </w:t>
      </w:r>
      <w:r>
        <w:rPr>
          <w:rFonts w:ascii="PT Astra Serif" w:hAnsi="PT Astra Serif"/>
          <w:sz w:val="28"/>
          <w:szCs w:val="28"/>
        </w:rPr>
        <w:t>-</w:t>
      </w:r>
      <w:r w:rsidRPr="00144F76">
        <w:rPr>
          <w:rFonts w:ascii="PT Astra Serif" w:hAnsi="PT Astra Serif"/>
          <w:sz w:val="28"/>
          <w:szCs w:val="28"/>
        </w:rPr>
        <w:t xml:space="preserve"> </w:t>
      </w:r>
      <w:r w:rsidRPr="00144F76">
        <w:rPr>
          <w:rFonts w:ascii="PT Astra Serif" w:hAnsi="PT Astra Serif"/>
          <w:b/>
          <w:sz w:val="28"/>
          <w:szCs w:val="28"/>
        </w:rPr>
        <w:t>10 000,0 тыс. рублей</w:t>
      </w:r>
      <w:r w:rsidRPr="00144F76"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44F76">
        <w:rPr>
          <w:rFonts w:ascii="PT Astra Serif" w:hAnsi="PT Astra Serif"/>
          <w:sz w:val="28"/>
          <w:szCs w:val="28"/>
        </w:rPr>
        <w:t xml:space="preserve">- предоставление субсидий из областного бюджета Ульяновской области Акционерному обществу «Корпорация развития Ульяновской области» на финансовое обеспечение затрат, связанных с обеспечением организации участия Ульяновской области в Международной выставке-форуме «Россия» и представлении лучших практик и достижений в различных отраслях </w:t>
      </w:r>
      <w:r>
        <w:rPr>
          <w:rFonts w:ascii="PT Astra Serif" w:hAnsi="PT Astra Serif"/>
          <w:sz w:val="28"/>
          <w:szCs w:val="28"/>
        </w:rPr>
        <w:br/>
      </w:r>
      <w:r w:rsidRPr="00144F76">
        <w:rPr>
          <w:rFonts w:ascii="PT Astra Serif" w:hAnsi="PT Astra Serif"/>
          <w:sz w:val="28"/>
          <w:szCs w:val="28"/>
        </w:rPr>
        <w:t xml:space="preserve">экономики </w:t>
      </w:r>
      <w:r>
        <w:rPr>
          <w:rFonts w:ascii="PT Astra Serif" w:hAnsi="PT Astra Serif"/>
          <w:sz w:val="28"/>
          <w:szCs w:val="28"/>
        </w:rPr>
        <w:t>-</w:t>
      </w:r>
      <w:r w:rsidRPr="00144F76">
        <w:rPr>
          <w:rFonts w:ascii="PT Astra Serif" w:hAnsi="PT Astra Serif"/>
          <w:sz w:val="28"/>
          <w:szCs w:val="28"/>
        </w:rPr>
        <w:t xml:space="preserve"> </w:t>
      </w:r>
      <w:r w:rsidRPr="00144F76">
        <w:rPr>
          <w:rFonts w:ascii="PT Astra Serif" w:hAnsi="PT Astra Serif"/>
          <w:b/>
          <w:sz w:val="28"/>
          <w:szCs w:val="28"/>
        </w:rPr>
        <w:t>15 000,0 тыс. рублей</w:t>
      </w:r>
      <w:r w:rsidRPr="00144F76">
        <w:rPr>
          <w:rFonts w:ascii="PT Astra Serif" w:hAnsi="PT Astra Serif"/>
          <w:sz w:val="28"/>
          <w:szCs w:val="28"/>
        </w:rPr>
        <w:t>.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E38" w:rsidRDefault="00030E38" w:rsidP="00030E38">
      <w:pPr>
        <w:pStyle w:val="aa"/>
        <w:spacing w:after="240"/>
        <w:ind w:left="0" w:firstLine="705"/>
        <w:jc w:val="both"/>
        <w:rPr>
          <w:rFonts w:ascii="PT Astra Serif" w:hAnsi="PT Astra Serif"/>
        </w:rPr>
      </w:pPr>
      <w:r w:rsidRPr="00EA7F04">
        <w:rPr>
          <w:rFonts w:ascii="PT Astra Serif" w:hAnsi="PT Astra Serif"/>
          <w:i/>
        </w:rPr>
        <w:t>Министерству искусства и культурной политики Ульяновской области</w:t>
      </w:r>
      <w:r w:rsidRPr="00DA3CBF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- </w:t>
      </w:r>
      <w:r w:rsidRPr="00EA7F04">
        <w:rPr>
          <w:rFonts w:ascii="PT Astra Serif" w:hAnsi="PT Astra Serif"/>
          <w:b/>
        </w:rPr>
        <w:t>40 000,0 тыс. рублей</w:t>
      </w:r>
      <w:r>
        <w:rPr>
          <w:rFonts w:ascii="PT Astra Serif" w:hAnsi="PT Astra Serif"/>
        </w:rPr>
        <w:t>, в том числе</w:t>
      </w:r>
      <w:r w:rsidRPr="006C5F04">
        <w:rPr>
          <w:rFonts w:ascii="PT Astra Serif" w:hAnsi="PT Astra Serif"/>
        </w:rPr>
        <w:t>:</w:t>
      </w:r>
    </w:p>
    <w:p w:rsidR="00030E38" w:rsidRDefault="00030E38" w:rsidP="00030E3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на с</w:t>
      </w:r>
      <w:r w:rsidRPr="00F84AFA">
        <w:rPr>
          <w:rFonts w:ascii="PT Astra Serif" w:hAnsi="PT Astra Serif"/>
        </w:rPr>
        <w:t>одержание подведомственных</w:t>
      </w:r>
      <w:r>
        <w:rPr>
          <w:rFonts w:ascii="PT Astra Serif" w:hAnsi="PT Astra Serif"/>
        </w:rPr>
        <w:t xml:space="preserve"> </w:t>
      </w:r>
      <w:r w:rsidRPr="00F84AFA">
        <w:rPr>
          <w:rFonts w:ascii="PT Astra Serif" w:hAnsi="PT Astra Serif"/>
        </w:rPr>
        <w:t xml:space="preserve"> учреждений культуры (в том числ</w:t>
      </w:r>
      <w:r>
        <w:rPr>
          <w:rFonts w:ascii="PT Astra Serif" w:hAnsi="PT Astra Serif"/>
        </w:rPr>
        <w:t>е расходы на коммунальные услуги</w:t>
      </w:r>
      <w:r w:rsidRPr="00F84AFA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– </w:t>
      </w:r>
      <w:r w:rsidRPr="00EA7F04">
        <w:rPr>
          <w:rFonts w:ascii="PT Astra Serif" w:hAnsi="PT Astra Serif"/>
          <w:b/>
        </w:rPr>
        <w:t>28 630,7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на п</w:t>
      </w:r>
      <w:r w:rsidRPr="009A01CB">
        <w:rPr>
          <w:rFonts w:ascii="PT Astra Serif" w:hAnsi="PT Astra Serif"/>
        </w:rPr>
        <w:t>роведение социально-значимых мероприятий в сфере культуры, в том числе государственных праздников</w:t>
      </w:r>
      <w:r>
        <w:rPr>
          <w:rFonts w:ascii="PT Astra Serif" w:hAnsi="PT Astra Serif"/>
        </w:rPr>
        <w:t xml:space="preserve"> – </w:t>
      </w:r>
      <w:r w:rsidRPr="00EA7F04">
        <w:rPr>
          <w:rFonts w:ascii="PT Astra Serif" w:hAnsi="PT Astra Serif"/>
          <w:b/>
        </w:rPr>
        <w:t>10 000,0 тыс. рублей</w:t>
      </w:r>
      <w:r>
        <w:rPr>
          <w:rFonts w:ascii="PT Astra Serif" w:hAnsi="PT Astra Serif"/>
        </w:rPr>
        <w:t>;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EA7F04">
        <w:rPr>
          <w:rFonts w:ascii="PT Astra Serif" w:hAnsi="PT Astra Serif"/>
          <w:sz w:val="28"/>
          <w:szCs w:val="28"/>
        </w:rPr>
        <w:t xml:space="preserve"> на предоставление субсидий бюджету  муниципального образования «Тимирязевское сельское поселение» муниципального образования  </w:t>
      </w:r>
      <w:r>
        <w:rPr>
          <w:rFonts w:ascii="PT Astra Serif" w:hAnsi="PT Astra Serif"/>
          <w:sz w:val="28"/>
          <w:szCs w:val="28"/>
        </w:rPr>
        <w:lastRenderedPageBreak/>
        <w:t>«</w:t>
      </w:r>
      <w:r w:rsidRPr="00EA7F04">
        <w:rPr>
          <w:rFonts w:ascii="PT Astra Serif" w:hAnsi="PT Astra Serif"/>
          <w:sz w:val="28"/>
          <w:szCs w:val="28"/>
        </w:rPr>
        <w:t>Ульяновский район</w:t>
      </w:r>
      <w:r>
        <w:rPr>
          <w:rFonts w:ascii="PT Astra Serif" w:hAnsi="PT Astra Serif"/>
          <w:sz w:val="28"/>
          <w:szCs w:val="28"/>
        </w:rPr>
        <w:t>»</w:t>
      </w:r>
      <w:r w:rsidRPr="00EA7F04">
        <w:rPr>
          <w:rFonts w:ascii="PT Astra Serif" w:hAnsi="PT Astra Serif"/>
          <w:sz w:val="28"/>
          <w:szCs w:val="28"/>
        </w:rPr>
        <w:t xml:space="preserve"> на ремонт системы отопления МБУ ДО </w:t>
      </w:r>
      <w:r>
        <w:rPr>
          <w:rFonts w:ascii="PT Astra Serif" w:hAnsi="PT Astra Serif"/>
          <w:sz w:val="28"/>
          <w:szCs w:val="28"/>
        </w:rPr>
        <w:t>«</w:t>
      </w:r>
      <w:proofErr w:type="spellStart"/>
      <w:r w:rsidRPr="00EA7F04">
        <w:rPr>
          <w:rFonts w:ascii="PT Astra Serif" w:hAnsi="PT Astra Serif"/>
          <w:sz w:val="28"/>
          <w:szCs w:val="28"/>
        </w:rPr>
        <w:t>Тимирязевская</w:t>
      </w:r>
      <w:proofErr w:type="spellEnd"/>
      <w:r w:rsidRPr="00EA7F04">
        <w:rPr>
          <w:rFonts w:ascii="PT Astra Serif" w:hAnsi="PT Astra Serif"/>
          <w:sz w:val="28"/>
          <w:szCs w:val="28"/>
        </w:rPr>
        <w:t xml:space="preserve"> детская школа искусств</w:t>
      </w:r>
      <w:r>
        <w:rPr>
          <w:rFonts w:ascii="PT Astra Serif" w:hAnsi="PT Astra Serif"/>
          <w:sz w:val="28"/>
          <w:szCs w:val="28"/>
        </w:rPr>
        <w:t>»</w:t>
      </w:r>
      <w:r w:rsidRPr="00EA7F04">
        <w:rPr>
          <w:rFonts w:ascii="PT Astra Serif" w:hAnsi="PT Astra Serif"/>
          <w:sz w:val="28"/>
          <w:szCs w:val="28"/>
        </w:rPr>
        <w:t xml:space="preserve"> – 1 369,3 тыс. рублей.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E38" w:rsidRPr="00EA7F04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82181">
        <w:rPr>
          <w:rFonts w:ascii="PT Astra Serif" w:hAnsi="PT Astra Serif"/>
          <w:i/>
          <w:sz w:val="28"/>
          <w:szCs w:val="28"/>
        </w:rPr>
        <w:t>Министерству финансов Ульяновской области</w:t>
      </w:r>
      <w:r>
        <w:rPr>
          <w:rFonts w:ascii="PT Astra Serif" w:hAnsi="PT Astra Serif"/>
          <w:sz w:val="28"/>
          <w:szCs w:val="28"/>
        </w:rPr>
        <w:t xml:space="preserve"> – </w:t>
      </w:r>
      <w:r w:rsidRPr="00282181">
        <w:rPr>
          <w:rFonts w:ascii="PT Astra Serif" w:hAnsi="PT Astra Serif"/>
          <w:b/>
          <w:sz w:val="28"/>
          <w:szCs w:val="28"/>
        </w:rPr>
        <w:t>30 000,0 тыс. рублей</w:t>
      </w:r>
      <w:r>
        <w:rPr>
          <w:rFonts w:ascii="PT Astra Serif" w:hAnsi="PT Astra Serif"/>
          <w:sz w:val="28"/>
          <w:szCs w:val="28"/>
        </w:rPr>
        <w:t xml:space="preserve"> на пополнение средств резервного фонда Правительства Ульяновской области.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030E38" w:rsidRPr="00623CCF" w:rsidRDefault="00030E38" w:rsidP="00030E38">
      <w:pPr>
        <w:pStyle w:val="aa"/>
        <w:ind w:left="0" w:firstLine="708"/>
        <w:jc w:val="both"/>
        <w:rPr>
          <w:rFonts w:ascii="PT Astra Serif" w:hAnsi="PT Astra Serif"/>
        </w:rPr>
      </w:pPr>
      <w:r w:rsidRPr="00623CCF">
        <w:rPr>
          <w:rFonts w:ascii="PT Astra Serif" w:hAnsi="PT Astra Serif"/>
          <w:i/>
        </w:rPr>
        <w:t>Агентству по развитию человеческого потенциала и трудовых ресурсов Ульяновской области</w:t>
      </w:r>
      <w:r w:rsidRPr="00623CCF">
        <w:rPr>
          <w:rFonts w:ascii="PT Astra Serif" w:hAnsi="PT Astra Serif"/>
        </w:rPr>
        <w:t xml:space="preserve"> – </w:t>
      </w:r>
      <w:r w:rsidRPr="00623CCF">
        <w:rPr>
          <w:rFonts w:ascii="PT Astra Serif" w:hAnsi="PT Astra Serif"/>
          <w:b/>
          <w:i/>
        </w:rPr>
        <w:t>16 015,0 тыс. рублей</w:t>
      </w:r>
      <w:r w:rsidRPr="00623CCF">
        <w:rPr>
          <w:rFonts w:ascii="PT Astra Serif" w:eastAsia="Cambria" w:hAnsi="PT Astra Serif"/>
        </w:rPr>
        <w:t>, в том числе</w:t>
      </w:r>
      <w:r w:rsidRPr="00623CCF">
        <w:rPr>
          <w:rFonts w:ascii="PT Astra Serif" w:hAnsi="PT Astra Serif"/>
        </w:rPr>
        <w:t>:</w:t>
      </w:r>
    </w:p>
    <w:p w:rsidR="00030E38" w:rsidRPr="00623CCF" w:rsidRDefault="00030E38" w:rsidP="00030E38">
      <w:pPr>
        <w:pStyle w:val="aa"/>
        <w:ind w:left="0" w:firstLine="708"/>
        <w:jc w:val="both"/>
        <w:rPr>
          <w:rFonts w:ascii="PT Astra Serif" w:eastAsia="Cambria" w:hAnsi="PT Astra Serif"/>
        </w:rPr>
      </w:pPr>
      <w:r w:rsidRPr="00623CCF">
        <w:rPr>
          <w:rFonts w:ascii="PT Astra Serif" w:hAnsi="PT Astra Serif"/>
        </w:rPr>
        <w:tab/>
        <w:t xml:space="preserve">- </w:t>
      </w:r>
      <w:r w:rsidRPr="00623CCF">
        <w:rPr>
          <w:rFonts w:ascii="PT Astra Serif" w:eastAsia="Cambria" w:hAnsi="PT Astra Serif"/>
        </w:rPr>
        <w:t xml:space="preserve">для организации временного трудоустройства несовершеннолетних граждан в возрасте от 14 до 18 лет, желающих работать в свободное от учёбы время – </w:t>
      </w:r>
      <w:r w:rsidRPr="00623CCF">
        <w:rPr>
          <w:rFonts w:ascii="PT Astra Serif" w:eastAsia="Cambria" w:hAnsi="PT Astra Serif"/>
          <w:b/>
        </w:rPr>
        <w:t>4 500,0 тыс. рублей</w:t>
      </w:r>
      <w:r w:rsidRPr="00623CCF">
        <w:rPr>
          <w:rFonts w:ascii="PT Astra Serif" w:eastAsia="Cambria" w:hAnsi="PT Astra Serif"/>
        </w:rPr>
        <w:t>;</w:t>
      </w:r>
    </w:p>
    <w:p w:rsidR="00030E38" w:rsidRPr="00623CCF" w:rsidRDefault="00030E38" w:rsidP="00030E38">
      <w:pPr>
        <w:pStyle w:val="aa"/>
        <w:ind w:left="0" w:firstLine="708"/>
        <w:jc w:val="both"/>
        <w:rPr>
          <w:rFonts w:ascii="PT Astra Serif" w:eastAsia="Cambria" w:hAnsi="PT Astra Serif"/>
        </w:rPr>
      </w:pPr>
      <w:r w:rsidRPr="00623CCF">
        <w:rPr>
          <w:rFonts w:ascii="PT Astra Serif" w:eastAsia="Cambria" w:hAnsi="PT Astra Serif"/>
        </w:rPr>
        <w:tab/>
        <w:t xml:space="preserve">- ежегодная областная премия имени М.И. </w:t>
      </w:r>
      <w:proofErr w:type="spellStart"/>
      <w:r w:rsidRPr="00623CCF">
        <w:rPr>
          <w:rFonts w:ascii="PT Astra Serif" w:eastAsia="Cambria" w:hAnsi="PT Astra Serif"/>
        </w:rPr>
        <w:t>Лимасова</w:t>
      </w:r>
      <w:proofErr w:type="spellEnd"/>
      <w:r w:rsidRPr="00623CCF">
        <w:rPr>
          <w:rFonts w:ascii="PT Astra Serif" w:eastAsia="Cambria" w:hAnsi="PT Astra Serif"/>
        </w:rPr>
        <w:t xml:space="preserve"> </w:t>
      </w:r>
      <w:r>
        <w:rPr>
          <w:rFonts w:ascii="PT Astra Serif" w:eastAsia="Cambria" w:hAnsi="PT Astra Serif"/>
        </w:rPr>
        <w:t xml:space="preserve"> - </w:t>
      </w:r>
      <w:r w:rsidRPr="00623CCF">
        <w:rPr>
          <w:rFonts w:ascii="PT Astra Serif" w:eastAsia="Cambria" w:hAnsi="PT Astra Serif"/>
          <w:b/>
        </w:rPr>
        <w:t>200,0 тыс. рублей</w:t>
      </w:r>
      <w:r w:rsidRPr="00623CCF">
        <w:rPr>
          <w:rFonts w:ascii="PT Astra Serif" w:eastAsia="Cambria" w:hAnsi="PT Astra Serif"/>
        </w:rPr>
        <w:t xml:space="preserve">; </w:t>
      </w:r>
    </w:p>
    <w:p w:rsidR="00030E38" w:rsidRPr="00623CCF" w:rsidRDefault="00030E38" w:rsidP="00030E38">
      <w:pPr>
        <w:pStyle w:val="aa"/>
        <w:ind w:left="0" w:firstLine="708"/>
        <w:jc w:val="both"/>
        <w:rPr>
          <w:rFonts w:ascii="PT Astra Serif" w:eastAsia="Cambria" w:hAnsi="PT Astra Serif"/>
        </w:rPr>
      </w:pPr>
      <w:r w:rsidRPr="00623CCF">
        <w:rPr>
          <w:rFonts w:ascii="PT Astra Serif" w:eastAsia="Cambria" w:hAnsi="PT Astra Serif"/>
        </w:rPr>
        <w:tab/>
      </w:r>
      <w:r w:rsidRPr="00623CCF">
        <w:rPr>
          <w:rFonts w:ascii="PT Astra Serif" w:hAnsi="PT Astra Serif"/>
        </w:rPr>
        <w:t xml:space="preserve">- </w:t>
      </w:r>
      <w:r w:rsidRPr="00623CCF">
        <w:rPr>
          <w:rFonts w:ascii="PT Astra Serif" w:eastAsia="Cambria" w:hAnsi="PT Astra Serif"/>
        </w:rPr>
        <w:t xml:space="preserve">на первоочередные расходы </w:t>
      </w:r>
      <w:r w:rsidRPr="00623CCF">
        <w:rPr>
          <w:rFonts w:ascii="PT Astra Serif" w:hAnsi="PT Astra Serif"/>
        </w:rPr>
        <w:t>ОГКУ КЦ Ульяновской области</w:t>
      </w:r>
      <w:r w:rsidRPr="00623CCF">
        <w:rPr>
          <w:rFonts w:ascii="PT Astra Serif" w:eastAsia="Cambria" w:hAnsi="PT Astra Serif"/>
        </w:rPr>
        <w:t xml:space="preserve"> (оплата услуг связи, коммунальных услуг, оплата аренды и уборки помещений, обслуживание ПК Катарсис, канцтовары) </w:t>
      </w:r>
      <w:r>
        <w:rPr>
          <w:rFonts w:ascii="PT Astra Serif" w:eastAsia="Cambria" w:hAnsi="PT Astra Serif"/>
        </w:rPr>
        <w:t xml:space="preserve">- </w:t>
      </w:r>
      <w:r w:rsidRPr="00623CCF">
        <w:rPr>
          <w:rFonts w:ascii="PT Astra Serif" w:eastAsia="Cambria" w:hAnsi="PT Astra Serif"/>
          <w:b/>
        </w:rPr>
        <w:t>11 165,0 тыс. рублей</w:t>
      </w:r>
      <w:r w:rsidRPr="00623CCF">
        <w:rPr>
          <w:rFonts w:ascii="PT Astra Serif" w:eastAsia="Cambria" w:hAnsi="PT Astra Serif"/>
        </w:rPr>
        <w:t>;</w:t>
      </w:r>
    </w:p>
    <w:p w:rsidR="00030E38" w:rsidRPr="00C806DC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623CCF">
        <w:rPr>
          <w:rFonts w:ascii="PT Astra Serif" w:eastAsia="Cambria" w:hAnsi="PT Astra Serif"/>
          <w:sz w:val="28"/>
          <w:szCs w:val="28"/>
        </w:rPr>
        <w:tab/>
        <w:t xml:space="preserve">- на первоочередные расходы Агентства для оплаты </w:t>
      </w:r>
      <w:r w:rsidRPr="00623CCF">
        <w:rPr>
          <w:rFonts w:ascii="PT Astra Serif" w:hAnsi="PT Astra Serif" w:cs="Arial"/>
          <w:color w:val="202122"/>
          <w:sz w:val="28"/>
          <w:szCs w:val="28"/>
          <w:shd w:val="clear" w:color="auto" w:fill="FFFFFF"/>
        </w:rPr>
        <w:t>справочной правовой системы</w:t>
      </w:r>
      <w:r w:rsidRPr="00623CCF">
        <w:rPr>
          <w:rFonts w:ascii="PT Astra Serif" w:eastAsia="Cambria" w:hAnsi="PT Astra Serif"/>
          <w:sz w:val="28"/>
          <w:szCs w:val="28"/>
        </w:rPr>
        <w:t xml:space="preserve"> </w:t>
      </w:r>
      <w:proofErr w:type="spellStart"/>
      <w:r w:rsidRPr="00623CCF">
        <w:rPr>
          <w:rFonts w:ascii="PT Astra Serif" w:eastAsia="Cambria" w:hAnsi="PT Astra Serif"/>
          <w:sz w:val="28"/>
          <w:szCs w:val="28"/>
        </w:rPr>
        <w:t>КонсультантПлюс</w:t>
      </w:r>
      <w:proofErr w:type="spellEnd"/>
      <w:r w:rsidRPr="00623CCF">
        <w:rPr>
          <w:rFonts w:ascii="PT Astra Serif" w:eastAsia="Cambria" w:hAnsi="PT Astra Serif"/>
          <w:sz w:val="28"/>
          <w:szCs w:val="28"/>
        </w:rPr>
        <w:t xml:space="preserve"> </w:t>
      </w:r>
      <w:r>
        <w:rPr>
          <w:rFonts w:ascii="PT Astra Serif" w:eastAsia="Cambria" w:hAnsi="PT Astra Serif"/>
          <w:sz w:val="28"/>
          <w:szCs w:val="28"/>
        </w:rPr>
        <w:t xml:space="preserve">- </w:t>
      </w:r>
      <w:r w:rsidRPr="00623CCF">
        <w:rPr>
          <w:rFonts w:ascii="PT Astra Serif" w:eastAsia="Cambria" w:hAnsi="PT Astra Serif"/>
          <w:b/>
          <w:sz w:val="28"/>
          <w:szCs w:val="28"/>
        </w:rPr>
        <w:t>150,0 тыс. рублей</w:t>
      </w:r>
      <w:r w:rsidRPr="00623CCF">
        <w:rPr>
          <w:rFonts w:ascii="PT Astra Serif" w:eastAsia="Cambria" w:hAnsi="PT Astra Serif"/>
          <w:sz w:val="28"/>
          <w:szCs w:val="28"/>
        </w:rPr>
        <w:t>.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030E38" w:rsidRPr="00732A6B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  <w:r w:rsidRPr="008A2351">
        <w:rPr>
          <w:rFonts w:ascii="PT Astra Serif" w:hAnsi="PT Astra Serif"/>
          <w:i/>
          <w:sz w:val="28"/>
          <w:szCs w:val="28"/>
        </w:rPr>
        <w:t xml:space="preserve">Министерству просвещения и воспитания Ульяновской области </w:t>
      </w:r>
      <w:r w:rsidRPr="008A2351">
        <w:rPr>
          <w:rFonts w:ascii="PT Astra Serif" w:hAnsi="PT Astra Serif"/>
          <w:i/>
          <w:sz w:val="28"/>
          <w:szCs w:val="28"/>
        </w:rPr>
        <w:br/>
      </w:r>
      <w:r w:rsidRPr="00732A6B">
        <w:rPr>
          <w:rFonts w:ascii="PT Astra Serif" w:hAnsi="PT Astra Serif"/>
          <w:b/>
          <w:sz w:val="28"/>
          <w:szCs w:val="28"/>
        </w:rPr>
        <w:t>14 000,0 тыс. рублей</w:t>
      </w:r>
      <w:r w:rsidRPr="00732A6B">
        <w:rPr>
          <w:rFonts w:ascii="PT Astra Serif" w:hAnsi="PT Astra Serif"/>
          <w:sz w:val="28"/>
          <w:szCs w:val="28"/>
        </w:rPr>
        <w:t>, в том числе:</w:t>
      </w:r>
    </w:p>
    <w:p w:rsidR="00030E38" w:rsidRPr="00B96B1E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96B1E">
        <w:rPr>
          <w:rFonts w:ascii="PT Astra Serif" w:hAnsi="PT Astra Serif"/>
          <w:sz w:val="28"/>
          <w:szCs w:val="28"/>
        </w:rPr>
        <w:t xml:space="preserve">- на выплату стипендий талантливым и одарённым обучающимся, педагогическим и научным работникам образовательных организаций по сентябрь – </w:t>
      </w:r>
      <w:r w:rsidRPr="00B96B1E">
        <w:rPr>
          <w:rFonts w:ascii="PT Astra Serif" w:hAnsi="PT Astra Serif"/>
          <w:b/>
          <w:sz w:val="28"/>
          <w:szCs w:val="28"/>
        </w:rPr>
        <w:t>5 546,0 тыс. рублей</w:t>
      </w:r>
      <w:r w:rsidRPr="00B96B1E">
        <w:rPr>
          <w:rFonts w:ascii="PT Astra Serif" w:hAnsi="PT Astra Serif"/>
          <w:sz w:val="28"/>
          <w:szCs w:val="28"/>
        </w:rPr>
        <w:t>;</w:t>
      </w:r>
    </w:p>
    <w:p w:rsidR="00030E38" w:rsidRPr="00BB715F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B715F">
        <w:rPr>
          <w:rFonts w:ascii="PT Astra Serif" w:hAnsi="PT Astra Serif"/>
          <w:sz w:val="28"/>
          <w:szCs w:val="28"/>
        </w:rPr>
        <w:t xml:space="preserve">- на проведение мероприятий для детей и молодёжи – </w:t>
      </w:r>
      <w:r w:rsidRPr="00BB715F">
        <w:rPr>
          <w:rFonts w:ascii="PT Astra Serif" w:hAnsi="PT Astra Serif"/>
          <w:b/>
          <w:sz w:val="28"/>
          <w:szCs w:val="28"/>
        </w:rPr>
        <w:t>5 000,0 тыс. рублей</w:t>
      </w:r>
      <w:r w:rsidRPr="00BB715F">
        <w:rPr>
          <w:rFonts w:ascii="PT Astra Serif" w:hAnsi="PT Astra Serif"/>
          <w:sz w:val="28"/>
          <w:szCs w:val="28"/>
        </w:rPr>
        <w:t>;</w:t>
      </w:r>
    </w:p>
    <w:p w:rsidR="00030E38" w:rsidRPr="00BB715F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B715F">
        <w:rPr>
          <w:rFonts w:ascii="PT Astra Serif" w:hAnsi="PT Astra Serif"/>
          <w:sz w:val="28"/>
          <w:szCs w:val="28"/>
        </w:rPr>
        <w:t xml:space="preserve">- </w:t>
      </w:r>
      <w:r w:rsidRPr="00BB715F">
        <w:rPr>
          <w:rFonts w:ascii="PT Astra Serif" w:hAnsi="PT Astra Serif"/>
          <w:sz w:val="28"/>
          <w:szCs w:val="26"/>
        </w:rPr>
        <w:t xml:space="preserve">на предоставление грантов в форме субсидий из областного бюджета Ульяновской области образовательным организациям высшего образования, находящимся на территории Ульяновской области, </w:t>
      </w:r>
      <w:r>
        <w:rPr>
          <w:rFonts w:ascii="PT Astra Serif" w:hAnsi="PT Astra Serif"/>
          <w:sz w:val="28"/>
          <w:szCs w:val="26"/>
        </w:rPr>
        <w:t>на обеспечение</w:t>
      </w:r>
      <w:r w:rsidRPr="00BB715F">
        <w:rPr>
          <w:rFonts w:ascii="PT Astra Serif" w:hAnsi="PT Astra Serif"/>
          <w:sz w:val="28"/>
          <w:szCs w:val="26"/>
        </w:rPr>
        <w:t xml:space="preserve"> функционирования ключевого центра дополнительного образования детей, реализующего дополнительные общеобразовательные программы</w:t>
      </w:r>
      <w:r w:rsidRPr="00BB715F">
        <w:rPr>
          <w:rFonts w:ascii="PT Astra Serif" w:hAnsi="PT Astra Serif"/>
          <w:sz w:val="32"/>
          <w:szCs w:val="28"/>
        </w:rPr>
        <w:t xml:space="preserve"> </w:t>
      </w:r>
      <w:r w:rsidRPr="00BB715F">
        <w:rPr>
          <w:rFonts w:ascii="PT Astra Serif" w:hAnsi="PT Astra Serif"/>
          <w:sz w:val="28"/>
          <w:szCs w:val="28"/>
        </w:rPr>
        <w:t xml:space="preserve">(на базе </w:t>
      </w:r>
      <w:proofErr w:type="spellStart"/>
      <w:r w:rsidRPr="00BB715F">
        <w:rPr>
          <w:rFonts w:ascii="PT Astra Serif" w:hAnsi="PT Astra Serif"/>
          <w:sz w:val="28"/>
          <w:szCs w:val="28"/>
        </w:rPr>
        <w:t>УлГУ</w:t>
      </w:r>
      <w:proofErr w:type="spellEnd"/>
      <w:r w:rsidRPr="00BB715F">
        <w:rPr>
          <w:rFonts w:ascii="PT Astra Serif" w:hAnsi="PT Astra Serif"/>
          <w:sz w:val="28"/>
          <w:szCs w:val="28"/>
        </w:rPr>
        <w:t xml:space="preserve">) – </w:t>
      </w:r>
      <w:r w:rsidRPr="00BB715F">
        <w:rPr>
          <w:rFonts w:ascii="PT Astra Serif" w:hAnsi="PT Astra Serif"/>
          <w:b/>
          <w:sz w:val="28"/>
          <w:szCs w:val="28"/>
        </w:rPr>
        <w:t>2 500,0 тыс. рублей</w:t>
      </w:r>
      <w:r w:rsidRPr="00BB715F">
        <w:rPr>
          <w:rFonts w:ascii="PT Astra Serif" w:hAnsi="PT Astra Serif"/>
          <w:sz w:val="28"/>
          <w:szCs w:val="28"/>
        </w:rPr>
        <w:t>,</w:t>
      </w:r>
    </w:p>
    <w:p w:rsidR="00030E38" w:rsidRPr="00B96B1E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B715F">
        <w:rPr>
          <w:rFonts w:ascii="PT Astra Serif" w:hAnsi="PT Astra Serif"/>
          <w:sz w:val="28"/>
          <w:szCs w:val="28"/>
        </w:rPr>
        <w:t>- на выплату стипендии «Призывник» для обучающихся по очной форме</w:t>
      </w:r>
      <w:r w:rsidRPr="00B96B1E">
        <w:rPr>
          <w:rFonts w:ascii="PT Astra Serif" w:hAnsi="PT Astra Serif"/>
          <w:sz w:val="28"/>
          <w:szCs w:val="28"/>
        </w:rPr>
        <w:t xml:space="preserve"> обучения в государственных профессиональных образовательных организациях либо государственных образовательных организациях высшего образования, уволенных с военной службы по призыву </w:t>
      </w:r>
      <w:r>
        <w:rPr>
          <w:rFonts w:ascii="PT Astra Serif" w:hAnsi="PT Astra Serif"/>
          <w:sz w:val="28"/>
          <w:szCs w:val="28"/>
        </w:rPr>
        <w:t xml:space="preserve">(в соответствии с Законом Ульяновской области от 07.08.2020 № 73-ЗО) </w:t>
      </w:r>
      <w:r w:rsidRPr="00B96B1E">
        <w:rPr>
          <w:rFonts w:ascii="PT Astra Serif" w:hAnsi="PT Astra Serif"/>
          <w:sz w:val="28"/>
          <w:szCs w:val="28"/>
        </w:rPr>
        <w:t xml:space="preserve">– </w:t>
      </w:r>
      <w:r w:rsidRPr="00B96B1E">
        <w:rPr>
          <w:rFonts w:ascii="PT Astra Serif" w:hAnsi="PT Astra Serif"/>
          <w:b/>
          <w:sz w:val="28"/>
          <w:szCs w:val="28"/>
        </w:rPr>
        <w:t>954,0 тыс. рублей</w:t>
      </w:r>
      <w:r w:rsidRPr="00B96B1E">
        <w:rPr>
          <w:rFonts w:ascii="PT Astra Serif" w:hAnsi="PT Astra Serif"/>
          <w:sz w:val="28"/>
          <w:szCs w:val="28"/>
        </w:rPr>
        <w:t>;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  <w:highlight w:val="green"/>
        </w:rPr>
      </w:pPr>
    </w:p>
    <w:p w:rsidR="00030E38" w:rsidRPr="00E41F2C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41F2C">
        <w:rPr>
          <w:rFonts w:ascii="PT Astra Serif" w:hAnsi="PT Astra Serif"/>
          <w:i/>
        </w:rPr>
        <w:t xml:space="preserve">Агентству </w:t>
      </w:r>
      <w:r>
        <w:rPr>
          <w:rFonts w:ascii="PT Astra Serif" w:hAnsi="PT Astra Serif"/>
          <w:i/>
        </w:rPr>
        <w:t>по обеспечению деятельности мировых судей</w:t>
      </w:r>
      <w:r w:rsidRPr="00E41F2C">
        <w:rPr>
          <w:rFonts w:ascii="PT Astra Serif" w:hAnsi="PT Astra Serif"/>
          <w:i/>
        </w:rPr>
        <w:t xml:space="preserve"> Ульяновской области</w:t>
      </w:r>
      <w:r w:rsidRPr="00E41F2C">
        <w:rPr>
          <w:rFonts w:ascii="PT Astra Serif" w:hAnsi="PT Astra Serif"/>
        </w:rPr>
        <w:t xml:space="preserve"> – </w:t>
      </w:r>
      <w:r>
        <w:rPr>
          <w:rFonts w:ascii="PT Astra Serif" w:hAnsi="PT Astra Serif"/>
          <w:b/>
        </w:rPr>
        <w:t>8 000,0</w:t>
      </w:r>
      <w:r w:rsidRPr="00E41F2C">
        <w:rPr>
          <w:rFonts w:ascii="PT Astra Serif" w:hAnsi="PT Astra Serif"/>
          <w:b/>
        </w:rPr>
        <w:t xml:space="preserve">  тыс. рублей</w:t>
      </w:r>
      <w:r w:rsidRPr="00E41F2C">
        <w:rPr>
          <w:rFonts w:ascii="PT Astra Serif" w:hAnsi="PT Astra Serif"/>
        </w:rPr>
        <w:t>, в том числе: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на обеспечение деятельности ГКУУО «Обеспечение судебных участков» – </w:t>
      </w:r>
      <w:r>
        <w:rPr>
          <w:rFonts w:ascii="PT Astra Serif" w:hAnsi="PT Astra Serif"/>
          <w:b/>
          <w:sz w:val="28"/>
          <w:szCs w:val="28"/>
        </w:rPr>
        <w:t>6 684,4</w:t>
      </w:r>
      <w:r w:rsidRPr="00E41F2C">
        <w:rPr>
          <w:rFonts w:ascii="PT Astra Serif" w:hAnsi="PT Astra Serif"/>
          <w:b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Pr="00E41F2C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на обеспечение деятельности Агентства – </w:t>
      </w:r>
      <w:r>
        <w:rPr>
          <w:rFonts w:ascii="PT Astra Serif" w:hAnsi="PT Astra Serif"/>
          <w:b/>
          <w:sz w:val="28"/>
          <w:szCs w:val="28"/>
        </w:rPr>
        <w:t>1 315,6</w:t>
      </w:r>
      <w:r w:rsidRPr="00E41F2C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E41F2C">
        <w:rPr>
          <w:rFonts w:ascii="PT Astra Serif" w:hAnsi="PT Astra Serif"/>
          <w:sz w:val="28"/>
          <w:szCs w:val="28"/>
        </w:rPr>
        <w:t>.</w:t>
      </w:r>
    </w:p>
    <w:p w:rsidR="00030E38" w:rsidRPr="00F338D5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  <w:highlight w:val="green"/>
        </w:rPr>
      </w:pPr>
    </w:p>
    <w:p w:rsidR="00030E38" w:rsidRPr="00884978" w:rsidRDefault="00030E38" w:rsidP="00030E38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84978">
        <w:rPr>
          <w:rFonts w:ascii="PT Astra Serif" w:hAnsi="PT Astra Serif"/>
          <w:i/>
          <w:sz w:val="28"/>
          <w:szCs w:val="28"/>
        </w:rPr>
        <w:t>Министерству имущественных отношений и архитектуры Ульяновской области</w:t>
      </w:r>
      <w:r w:rsidRPr="008849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</w:t>
      </w:r>
      <w:r w:rsidRPr="00884978">
        <w:rPr>
          <w:rFonts w:ascii="PT Astra Serif" w:hAnsi="PT Astra Serif"/>
          <w:sz w:val="28"/>
          <w:szCs w:val="28"/>
        </w:rPr>
        <w:t xml:space="preserve"> </w:t>
      </w:r>
      <w:r w:rsidRPr="00884978">
        <w:rPr>
          <w:rFonts w:ascii="PT Astra Serif" w:hAnsi="PT Astra Serif"/>
          <w:b/>
          <w:sz w:val="28"/>
          <w:szCs w:val="28"/>
        </w:rPr>
        <w:t>7</w:t>
      </w:r>
      <w:r>
        <w:rPr>
          <w:rFonts w:ascii="PT Astra Serif" w:hAnsi="PT Astra Serif"/>
          <w:b/>
          <w:sz w:val="28"/>
          <w:szCs w:val="28"/>
        </w:rPr>
        <w:t> </w:t>
      </w:r>
      <w:r w:rsidRPr="00884978">
        <w:rPr>
          <w:rFonts w:ascii="PT Astra Serif" w:hAnsi="PT Astra Serif"/>
          <w:b/>
          <w:sz w:val="28"/>
          <w:szCs w:val="28"/>
        </w:rPr>
        <w:t>672</w:t>
      </w:r>
      <w:r>
        <w:rPr>
          <w:rFonts w:ascii="PT Astra Serif" w:hAnsi="PT Astra Serif"/>
          <w:b/>
          <w:sz w:val="28"/>
          <w:szCs w:val="28"/>
        </w:rPr>
        <w:t>,</w:t>
      </w:r>
      <w:r w:rsidRPr="00884978">
        <w:rPr>
          <w:rFonts w:ascii="PT Astra Serif" w:hAnsi="PT Astra Serif"/>
          <w:b/>
          <w:sz w:val="28"/>
          <w:szCs w:val="28"/>
        </w:rPr>
        <w:t>0 тыс.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84978">
        <w:rPr>
          <w:rFonts w:ascii="PT Astra Serif" w:hAnsi="PT Astra Serif"/>
          <w:b/>
          <w:sz w:val="28"/>
          <w:szCs w:val="28"/>
        </w:rPr>
        <w:t>рублей</w:t>
      </w:r>
      <w:r>
        <w:rPr>
          <w:rFonts w:ascii="PT Astra Serif" w:hAnsi="PT Astra Serif"/>
          <w:sz w:val="28"/>
          <w:szCs w:val="28"/>
        </w:rPr>
        <w:t>, в том числе</w:t>
      </w:r>
      <w:r w:rsidRPr="00884978">
        <w:rPr>
          <w:rFonts w:ascii="PT Astra Serif" w:hAnsi="PT Astra Serif"/>
          <w:sz w:val="28"/>
          <w:szCs w:val="28"/>
        </w:rPr>
        <w:t>: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-</w:t>
      </w:r>
      <w:r w:rsidRPr="008849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 с</w:t>
      </w:r>
      <w:r w:rsidRPr="00884978">
        <w:rPr>
          <w:rFonts w:ascii="PT Astra Serif" w:hAnsi="PT Astra Serif"/>
          <w:sz w:val="28"/>
          <w:szCs w:val="28"/>
        </w:rPr>
        <w:t xml:space="preserve">одержание подведомственной сети в части уплаты расходов по аренде ОГКУ «Региональный земельно-имущественный информационный центр» – </w:t>
      </w:r>
      <w:r>
        <w:rPr>
          <w:rFonts w:ascii="PT Astra Serif" w:hAnsi="PT Astra Serif"/>
          <w:sz w:val="28"/>
          <w:szCs w:val="28"/>
        </w:rPr>
        <w:t xml:space="preserve"> </w:t>
      </w:r>
      <w:r w:rsidRPr="00884978">
        <w:rPr>
          <w:rFonts w:ascii="PT Astra Serif" w:hAnsi="PT Astra Serif"/>
          <w:b/>
          <w:sz w:val="28"/>
          <w:szCs w:val="28"/>
        </w:rPr>
        <w:t>4</w:t>
      </w:r>
      <w:r>
        <w:rPr>
          <w:rFonts w:ascii="PT Astra Serif" w:hAnsi="PT Astra Serif"/>
          <w:b/>
          <w:sz w:val="28"/>
          <w:szCs w:val="28"/>
        </w:rPr>
        <w:t> </w:t>
      </w:r>
      <w:r w:rsidRPr="00884978">
        <w:rPr>
          <w:rFonts w:ascii="PT Astra Serif" w:hAnsi="PT Astra Serif"/>
          <w:b/>
          <w:sz w:val="28"/>
          <w:szCs w:val="28"/>
        </w:rPr>
        <w:t>372</w:t>
      </w:r>
      <w:r>
        <w:rPr>
          <w:rFonts w:ascii="PT Astra Serif" w:hAnsi="PT Astra Serif"/>
          <w:b/>
          <w:sz w:val="28"/>
          <w:szCs w:val="28"/>
        </w:rPr>
        <w:t>,</w:t>
      </w:r>
      <w:r w:rsidRPr="00884978">
        <w:rPr>
          <w:rFonts w:ascii="PT Astra Serif" w:hAnsi="PT Astra Serif"/>
          <w:b/>
          <w:sz w:val="28"/>
          <w:szCs w:val="28"/>
        </w:rPr>
        <w:t>0 тыс.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84978">
        <w:rPr>
          <w:rFonts w:ascii="PT Astra Serif" w:hAnsi="PT Astra Serif"/>
          <w:b/>
          <w:sz w:val="28"/>
          <w:szCs w:val="28"/>
        </w:rPr>
        <w:t>рублей</w:t>
      </w:r>
      <w:r w:rsidRPr="00884978">
        <w:rPr>
          <w:rFonts w:ascii="PT Astra Serif" w:hAnsi="PT Astra Serif"/>
          <w:sz w:val="28"/>
          <w:szCs w:val="28"/>
        </w:rPr>
        <w:t>;</w:t>
      </w:r>
    </w:p>
    <w:p w:rsidR="00030E38" w:rsidRPr="00884978" w:rsidRDefault="00030E38" w:rsidP="00030E38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8849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</w:t>
      </w:r>
      <w:r w:rsidRPr="00884978">
        <w:rPr>
          <w:rFonts w:ascii="PT Astra Serif" w:hAnsi="PT Astra Serif"/>
          <w:sz w:val="28"/>
          <w:szCs w:val="28"/>
        </w:rPr>
        <w:t xml:space="preserve">а приобретение и установку программно-аппаратных средств, подготовку и загрузку картографических данных, необходимых для создания, развития, ввода в эксплуатацию и эксплуатацию государственной информационной системы обеспечения градостроительной деятельности Ульяновской области (ГИСОГД) – </w:t>
      </w:r>
      <w:r w:rsidRPr="00884978">
        <w:rPr>
          <w:rFonts w:ascii="PT Astra Serif" w:hAnsi="PT Astra Serif"/>
          <w:b/>
          <w:sz w:val="28"/>
          <w:szCs w:val="28"/>
        </w:rPr>
        <w:t>2</w:t>
      </w:r>
      <w:r>
        <w:rPr>
          <w:rFonts w:ascii="PT Astra Serif" w:hAnsi="PT Astra Serif"/>
          <w:b/>
          <w:sz w:val="28"/>
          <w:szCs w:val="28"/>
        </w:rPr>
        <w:t> </w:t>
      </w:r>
      <w:r w:rsidRPr="00884978">
        <w:rPr>
          <w:rFonts w:ascii="PT Astra Serif" w:hAnsi="PT Astra Serif"/>
          <w:b/>
          <w:sz w:val="28"/>
          <w:szCs w:val="28"/>
        </w:rPr>
        <w:t>300</w:t>
      </w:r>
      <w:r>
        <w:rPr>
          <w:rFonts w:ascii="PT Astra Serif" w:hAnsi="PT Astra Serif"/>
          <w:b/>
          <w:sz w:val="28"/>
          <w:szCs w:val="28"/>
        </w:rPr>
        <w:t>,</w:t>
      </w:r>
      <w:r w:rsidRPr="00884978">
        <w:rPr>
          <w:rFonts w:ascii="PT Astra Serif" w:hAnsi="PT Astra Serif"/>
          <w:b/>
          <w:sz w:val="28"/>
          <w:szCs w:val="28"/>
        </w:rPr>
        <w:t>0 тыс.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84978">
        <w:rPr>
          <w:rFonts w:ascii="PT Astra Serif" w:hAnsi="PT Astra Serif"/>
          <w:b/>
          <w:sz w:val="28"/>
          <w:szCs w:val="28"/>
        </w:rPr>
        <w:t>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Pr="00884978" w:rsidRDefault="00030E38" w:rsidP="00030E38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8849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</w:t>
      </w:r>
      <w:r w:rsidRPr="00884978">
        <w:rPr>
          <w:rFonts w:ascii="PT Astra Serif" w:hAnsi="PT Astra Serif"/>
          <w:sz w:val="28"/>
          <w:szCs w:val="28"/>
        </w:rPr>
        <w:t xml:space="preserve">а оплату исполнительных листов в сфере управления земельными участками, расположенными в границах Ульяновской области – </w:t>
      </w:r>
      <w:r w:rsidRPr="00884978">
        <w:rPr>
          <w:rFonts w:ascii="PT Astra Serif" w:hAnsi="PT Astra Serif"/>
          <w:b/>
          <w:sz w:val="28"/>
          <w:szCs w:val="28"/>
        </w:rPr>
        <w:t>500,0 тыс.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84978">
        <w:rPr>
          <w:rFonts w:ascii="PT Astra Serif" w:hAnsi="PT Astra Serif"/>
          <w:b/>
          <w:sz w:val="28"/>
          <w:szCs w:val="28"/>
        </w:rPr>
        <w:t>рублей</w:t>
      </w:r>
      <w:r>
        <w:rPr>
          <w:rFonts w:ascii="PT Astra Serif" w:hAnsi="PT Astra Serif"/>
          <w:sz w:val="28"/>
          <w:szCs w:val="28"/>
        </w:rPr>
        <w:t>;</w:t>
      </w:r>
    </w:p>
    <w:p w:rsidR="00030E38" w:rsidRPr="00884978" w:rsidRDefault="00030E38" w:rsidP="00030E38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8849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</w:t>
      </w:r>
      <w:r w:rsidRPr="00884978">
        <w:rPr>
          <w:rFonts w:ascii="PT Astra Serif" w:hAnsi="PT Astra Serif"/>
          <w:sz w:val="28"/>
          <w:szCs w:val="28"/>
        </w:rPr>
        <w:t xml:space="preserve">а первоочередные расходы по содержанию аппарата Министерства – </w:t>
      </w:r>
      <w:r w:rsidRPr="00884978">
        <w:rPr>
          <w:rFonts w:ascii="PT Astra Serif" w:hAnsi="PT Astra Serif"/>
          <w:b/>
          <w:sz w:val="28"/>
          <w:szCs w:val="28"/>
        </w:rPr>
        <w:t>500,0 тыс.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84978">
        <w:rPr>
          <w:rFonts w:ascii="PT Astra Serif" w:hAnsi="PT Astra Serif"/>
          <w:b/>
          <w:sz w:val="28"/>
          <w:szCs w:val="28"/>
        </w:rPr>
        <w:t>рублей.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E38" w:rsidRPr="00E41F2C" w:rsidRDefault="00030E38" w:rsidP="00030E38">
      <w:pPr>
        <w:pStyle w:val="aa"/>
        <w:ind w:left="0" w:firstLine="709"/>
        <w:jc w:val="both"/>
        <w:rPr>
          <w:rFonts w:ascii="PT Astra Serif" w:hAnsi="PT Astra Serif"/>
        </w:rPr>
      </w:pPr>
      <w:r w:rsidRPr="00E41F2C">
        <w:rPr>
          <w:rFonts w:ascii="PT Astra Serif" w:hAnsi="PT Astra Serif"/>
          <w:i/>
        </w:rPr>
        <w:t>Агентству государственных закупок Ульяновской области</w:t>
      </w:r>
      <w:r w:rsidRPr="00E41F2C">
        <w:rPr>
          <w:rFonts w:ascii="PT Astra Serif" w:hAnsi="PT Astra Serif"/>
        </w:rPr>
        <w:t xml:space="preserve"> – </w:t>
      </w:r>
      <w:r w:rsidRPr="00E41F2C">
        <w:rPr>
          <w:rFonts w:ascii="PT Astra Serif" w:hAnsi="PT Astra Serif"/>
          <w:b/>
        </w:rPr>
        <w:t>4 772,7  тыс. рублей</w:t>
      </w:r>
      <w:r w:rsidRPr="00E41F2C">
        <w:rPr>
          <w:rFonts w:ascii="PT Astra Serif" w:hAnsi="PT Astra Serif"/>
        </w:rPr>
        <w:t>, в том числе: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E41F2C">
        <w:rPr>
          <w:rFonts w:ascii="PT Astra Serif" w:hAnsi="PT Astra Serif"/>
          <w:sz w:val="28"/>
          <w:szCs w:val="28"/>
        </w:rPr>
        <w:t xml:space="preserve">- на  сопровождение ГИС «АЦК – Госзаказ» до конца года, включая конструктор контрактов </w:t>
      </w:r>
      <w:r>
        <w:rPr>
          <w:rFonts w:ascii="PT Astra Serif" w:hAnsi="PT Astra Serif"/>
          <w:sz w:val="28"/>
          <w:szCs w:val="28"/>
        </w:rPr>
        <w:t xml:space="preserve">– </w:t>
      </w:r>
      <w:r w:rsidRPr="00E41F2C">
        <w:rPr>
          <w:rFonts w:ascii="PT Astra Serif" w:hAnsi="PT Astra Serif"/>
          <w:b/>
          <w:sz w:val="28"/>
          <w:szCs w:val="28"/>
        </w:rPr>
        <w:t>3 886,4 тыс. рублей</w:t>
      </w:r>
      <w:r w:rsidRPr="00E41F2C">
        <w:rPr>
          <w:rFonts w:ascii="PT Astra Serif" w:hAnsi="PT Astra Serif"/>
          <w:sz w:val="28"/>
          <w:szCs w:val="28"/>
        </w:rPr>
        <w:t xml:space="preserve">, 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на </w:t>
      </w:r>
      <w:r w:rsidRPr="00E41F2C">
        <w:rPr>
          <w:rFonts w:ascii="PT Astra Serif" w:hAnsi="PT Astra Serif"/>
          <w:sz w:val="28"/>
          <w:szCs w:val="28"/>
        </w:rPr>
        <w:t>замен</w:t>
      </w:r>
      <w:r>
        <w:rPr>
          <w:rFonts w:ascii="PT Astra Serif" w:hAnsi="PT Astra Serif"/>
          <w:sz w:val="28"/>
          <w:szCs w:val="28"/>
        </w:rPr>
        <w:t>у</w:t>
      </w:r>
      <w:r w:rsidRPr="00E41F2C">
        <w:rPr>
          <w:rFonts w:ascii="PT Astra Serif" w:hAnsi="PT Astra Serif"/>
          <w:sz w:val="28"/>
          <w:szCs w:val="28"/>
        </w:rPr>
        <w:t xml:space="preserve"> светильников </w:t>
      </w:r>
      <w:r>
        <w:rPr>
          <w:rFonts w:ascii="PT Astra Serif" w:hAnsi="PT Astra Serif"/>
          <w:sz w:val="28"/>
          <w:szCs w:val="28"/>
        </w:rPr>
        <w:t xml:space="preserve">в помещениях </w:t>
      </w:r>
      <w:r w:rsidRPr="00E41F2C">
        <w:rPr>
          <w:rFonts w:ascii="PT Astra Serif" w:hAnsi="PT Astra Serif"/>
          <w:sz w:val="28"/>
          <w:szCs w:val="28"/>
        </w:rPr>
        <w:t>ОГКУ «Центр по сопровождению закупок»</w:t>
      </w:r>
      <w:r>
        <w:rPr>
          <w:rFonts w:ascii="PT Astra Serif" w:hAnsi="PT Astra Serif"/>
          <w:sz w:val="28"/>
          <w:szCs w:val="28"/>
        </w:rPr>
        <w:t xml:space="preserve"> - </w:t>
      </w:r>
      <w:r w:rsidRPr="00E41F2C">
        <w:rPr>
          <w:rFonts w:ascii="PT Astra Serif" w:hAnsi="PT Astra Serif"/>
          <w:b/>
          <w:sz w:val="28"/>
          <w:szCs w:val="28"/>
        </w:rPr>
        <w:t>886,3 тыс. рублей</w:t>
      </w:r>
      <w:r w:rsidRPr="00E41F2C">
        <w:rPr>
          <w:rFonts w:ascii="PT Astra Serif" w:hAnsi="PT Astra Serif"/>
          <w:sz w:val="28"/>
          <w:szCs w:val="28"/>
        </w:rPr>
        <w:t>.</w:t>
      </w: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6"/>
        </w:rPr>
      </w:pPr>
      <w:r w:rsidRPr="00347001">
        <w:rPr>
          <w:rFonts w:ascii="PT Astra Serif" w:hAnsi="PT Astra Serif"/>
          <w:i/>
          <w:sz w:val="28"/>
          <w:szCs w:val="26"/>
        </w:rPr>
        <w:t>Агентству ветеринарии Ульяновской области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-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 w:rsidRPr="00347001">
        <w:rPr>
          <w:rFonts w:ascii="PT Astra Serif" w:hAnsi="PT Astra Serif"/>
          <w:b/>
          <w:sz w:val="28"/>
          <w:szCs w:val="26"/>
        </w:rPr>
        <w:t>3</w:t>
      </w:r>
      <w:r>
        <w:rPr>
          <w:rFonts w:ascii="PT Astra Serif" w:hAnsi="PT Astra Serif"/>
          <w:b/>
          <w:sz w:val="28"/>
          <w:szCs w:val="26"/>
        </w:rPr>
        <w:t> </w:t>
      </w:r>
      <w:r w:rsidRPr="00347001">
        <w:rPr>
          <w:rFonts w:ascii="PT Astra Serif" w:hAnsi="PT Astra Serif"/>
          <w:b/>
          <w:sz w:val="28"/>
          <w:szCs w:val="26"/>
        </w:rPr>
        <w:t>000</w:t>
      </w:r>
      <w:r>
        <w:rPr>
          <w:rFonts w:ascii="PT Astra Serif" w:hAnsi="PT Astra Serif"/>
          <w:b/>
          <w:sz w:val="28"/>
          <w:szCs w:val="26"/>
        </w:rPr>
        <w:t>,</w:t>
      </w:r>
      <w:r w:rsidRPr="00347001">
        <w:rPr>
          <w:rFonts w:ascii="PT Astra Serif" w:hAnsi="PT Astra Serif"/>
          <w:b/>
          <w:sz w:val="28"/>
          <w:szCs w:val="26"/>
        </w:rPr>
        <w:t>0 тыс.</w:t>
      </w:r>
      <w:r>
        <w:rPr>
          <w:rFonts w:ascii="PT Astra Serif" w:hAnsi="PT Astra Serif"/>
          <w:b/>
          <w:sz w:val="28"/>
          <w:szCs w:val="26"/>
        </w:rPr>
        <w:t xml:space="preserve"> </w:t>
      </w:r>
      <w:r w:rsidRPr="00347001">
        <w:rPr>
          <w:rFonts w:ascii="PT Astra Serif" w:hAnsi="PT Astra Serif"/>
          <w:b/>
          <w:sz w:val="28"/>
          <w:szCs w:val="26"/>
        </w:rPr>
        <w:t>рублей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на</w:t>
      </w:r>
      <w:r w:rsidRPr="00347001">
        <w:rPr>
          <w:rFonts w:ascii="PT Astra Serif" w:hAnsi="PT Astra Serif"/>
          <w:sz w:val="28"/>
          <w:szCs w:val="26"/>
        </w:rPr>
        <w:t xml:space="preserve"> предоставлени</w:t>
      </w:r>
      <w:r>
        <w:rPr>
          <w:rFonts w:ascii="PT Astra Serif" w:hAnsi="PT Astra Serif"/>
          <w:sz w:val="28"/>
          <w:szCs w:val="26"/>
        </w:rPr>
        <w:t>е</w:t>
      </w:r>
      <w:r w:rsidRPr="00347001">
        <w:rPr>
          <w:rFonts w:ascii="PT Astra Serif" w:hAnsi="PT Astra Serif"/>
          <w:sz w:val="28"/>
          <w:szCs w:val="26"/>
        </w:rPr>
        <w:t xml:space="preserve"> субвенций муниципальным образованиям Ульяновской области на организацию мероприятий по обращению с животными без владельцев</w:t>
      </w:r>
      <w:r>
        <w:rPr>
          <w:rFonts w:ascii="PT Astra Serif" w:hAnsi="PT Astra Serif"/>
          <w:sz w:val="28"/>
          <w:szCs w:val="26"/>
        </w:rPr>
        <w:t>.</w:t>
      </w:r>
    </w:p>
    <w:p w:rsidR="00030E38" w:rsidRPr="00E41F2C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6"/>
        </w:rPr>
      </w:pPr>
      <w:r w:rsidRPr="00347001">
        <w:rPr>
          <w:rFonts w:ascii="PT Astra Serif" w:hAnsi="PT Astra Serif"/>
          <w:i/>
          <w:sz w:val="28"/>
          <w:szCs w:val="26"/>
        </w:rPr>
        <w:t xml:space="preserve">Агентству </w:t>
      </w:r>
      <w:r>
        <w:rPr>
          <w:rFonts w:ascii="PT Astra Serif" w:hAnsi="PT Astra Serif"/>
          <w:i/>
          <w:sz w:val="28"/>
          <w:szCs w:val="26"/>
        </w:rPr>
        <w:t>ЗАГС</w:t>
      </w:r>
      <w:r w:rsidRPr="00347001">
        <w:rPr>
          <w:rFonts w:ascii="PT Astra Serif" w:hAnsi="PT Astra Serif"/>
          <w:i/>
          <w:sz w:val="28"/>
          <w:szCs w:val="26"/>
        </w:rPr>
        <w:t xml:space="preserve"> Ульяновской области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–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b/>
          <w:sz w:val="28"/>
          <w:szCs w:val="26"/>
        </w:rPr>
        <w:t>2 800,0</w:t>
      </w:r>
      <w:r w:rsidRPr="00347001">
        <w:rPr>
          <w:rFonts w:ascii="PT Astra Serif" w:hAnsi="PT Astra Serif"/>
          <w:b/>
          <w:sz w:val="28"/>
          <w:szCs w:val="26"/>
        </w:rPr>
        <w:t xml:space="preserve"> тыс.</w:t>
      </w:r>
      <w:r>
        <w:rPr>
          <w:rFonts w:ascii="PT Astra Serif" w:hAnsi="PT Astra Serif"/>
          <w:b/>
          <w:sz w:val="28"/>
          <w:szCs w:val="26"/>
        </w:rPr>
        <w:t xml:space="preserve"> </w:t>
      </w:r>
      <w:r w:rsidRPr="00347001">
        <w:rPr>
          <w:rFonts w:ascii="PT Astra Serif" w:hAnsi="PT Astra Serif"/>
          <w:b/>
          <w:sz w:val="28"/>
          <w:szCs w:val="26"/>
        </w:rPr>
        <w:t>рублей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на</w:t>
      </w:r>
      <w:r w:rsidRPr="00347001">
        <w:rPr>
          <w:rFonts w:ascii="PT Astra Serif" w:hAnsi="PT Astra Serif"/>
          <w:sz w:val="28"/>
          <w:szCs w:val="26"/>
        </w:rPr>
        <w:t xml:space="preserve"> предоставлени</w:t>
      </w:r>
      <w:r>
        <w:rPr>
          <w:rFonts w:ascii="PT Astra Serif" w:hAnsi="PT Astra Serif"/>
          <w:sz w:val="28"/>
          <w:szCs w:val="26"/>
        </w:rPr>
        <w:t>е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субсидий подведомственному учреждению ОГБУ «Сервис–ЗАГС» для финансового обеспечения.</w:t>
      </w:r>
    </w:p>
    <w:p w:rsidR="00030E38" w:rsidRPr="00E41F2C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E38" w:rsidRDefault="00030E38" w:rsidP="00030E3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6"/>
        </w:rPr>
      </w:pPr>
      <w:r w:rsidRPr="00F04DA0">
        <w:rPr>
          <w:rFonts w:ascii="PT Astra Serif" w:hAnsi="PT Astra Serif"/>
          <w:i/>
          <w:sz w:val="28"/>
          <w:szCs w:val="26"/>
        </w:rPr>
        <w:t>Агентству по регулированию цен и тарифов</w:t>
      </w:r>
      <w:r w:rsidRPr="00347001">
        <w:rPr>
          <w:rFonts w:ascii="PT Astra Serif" w:hAnsi="PT Astra Serif"/>
          <w:i/>
          <w:sz w:val="28"/>
          <w:szCs w:val="26"/>
        </w:rPr>
        <w:t xml:space="preserve"> Ульяновской области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>–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b/>
          <w:sz w:val="28"/>
          <w:szCs w:val="26"/>
        </w:rPr>
        <w:t>2 400,0</w:t>
      </w:r>
      <w:r w:rsidRPr="00347001">
        <w:rPr>
          <w:rFonts w:ascii="PT Astra Serif" w:hAnsi="PT Astra Serif"/>
          <w:b/>
          <w:sz w:val="28"/>
          <w:szCs w:val="26"/>
        </w:rPr>
        <w:t xml:space="preserve"> тыс.</w:t>
      </w:r>
      <w:r>
        <w:rPr>
          <w:rFonts w:ascii="PT Astra Serif" w:hAnsi="PT Astra Serif"/>
          <w:b/>
          <w:sz w:val="28"/>
          <w:szCs w:val="26"/>
        </w:rPr>
        <w:t xml:space="preserve"> </w:t>
      </w:r>
      <w:r w:rsidRPr="00347001">
        <w:rPr>
          <w:rFonts w:ascii="PT Astra Serif" w:hAnsi="PT Astra Serif"/>
          <w:b/>
          <w:sz w:val="28"/>
          <w:szCs w:val="26"/>
        </w:rPr>
        <w:t>рублей</w:t>
      </w:r>
      <w:r w:rsidRPr="00347001">
        <w:rPr>
          <w:rFonts w:ascii="PT Astra Serif" w:hAnsi="PT Astra Serif"/>
          <w:sz w:val="28"/>
          <w:szCs w:val="26"/>
        </w:rPr>
        <w:t xml:space="preserve"> </w:t>
      </w:r>
      <w:r w:rsidRPr="00F04DA0">
        <w:rPr>
          <w:rFonts w:ascii="PT Astra Serif" w:hAnsi="PT Astra Serif"/>
          <w:sz w:val="28"/>
          <w:szCs w:val="26"/>
        </w:rPr>
        <w:t>для заключения государственного контракта на лицензионное использование компьютерного программного обеспечения для автоматизации функции тарифного регулирования на территории Ульяновской области ОГКУ «Центр мониторинга деятельности регулируемых организаций Ульяновской области»</w:t>
      </w:r>
      <w:r>
        <w:rPr>
          <w:rFonts w:ascii="PT Astra Serif" w:hAnsi="PT Astra Serif"/>
          <w:sz w:val="28"/>
          <w:szCs w:val="26"/>
        </w:rPr>
        <w:t>.</w:t>
      </w:r>
    </w:p>
    <w:p w:rsidR="006F0CF4" w:rsidRPr="00F17D5F" w:rsidRDefault="006F0CF4" w:rsidP="009E2BF7">
      <w:pPr>
        <w:spacing w:after="0" w:line="240" w:lineRule="auto"/>
        <w:contextualSpacing/>
        <w:rPr>
          <w:rFonts w:ascii="PT Astra Serif" w:hAnsi="PT Astra Serif"/>
          <w:b/>
          <w:color w:val="FF0000"/>
          <w:sz w:val="28"/>
          <w:szCs w:val="28"/>
        </w:rPr>
      </w:pPr>
    </w:p>
    <w:p w:rsidR="00272583" w:rsidRPr="005F4468" w:rsidRDefault="001B151E" w:rsidP="00137CF5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F4468">
        <w:rPr>
          <w:rFonts w:ascii="PT Astra Serif" w:hAnsi="PT Astra Serif"/>
          <w:b/>
          <w:sz w:val="28"/>
          <w:szCs w:val="28"/>
        </w:rPr>
        <w:t>Раздел</w:t>
      </w:r>
      <w:r w:rsidR="003124AE">
        <w:rPr>
          <w:rFonts w:ascii="PT Astra Serif" w:hAnsi="PT Astra Serif"/>
          <w:b/>
          <w:sz w:val="28"/>
          <w:szCs w:val="28"/>
        </w:rPr>
        <w:t xml:space="preserve"> 6</w:t>
      </w:r>
      <w:r w:rsidRPr="005F4468">
        <w:rPr>
          <w:rFonts w:ascii="PT Astra Serif" w:hAnsi="PT Astra Serif"/>
          <w:b/>
          <w:sz w:val="28"/>
          <w:szCs w:val="28"/>
        </w:rPr>
        <w:t xml:space="preserve">. </w:t>
      </w:r>
      <w:r w:rsidR="00272583" w:rsidRPr="005F4468">
        <w:rPr>
          <w:rFonts w:ascii="PT Astra Serif" w:hAnsi="PT Astra Serif"/>
          <w:b/>
          <w:sz w:val="28"/>
          <w:szCs w:val="28"/>
        </w:rPr>
        <w:t>П</w:t>
      </w:r>
      <w:r w:rsidR="00B12589" w:rsidRPr="005F4468">
        <w:rPr>
          <w:rFonts w:ascii="PT Astra Serif" w:hAnsi="PT Astra Serif"/>
          <w:b/>
          <w:sz w:val="28"/>
          <w:szCs w:val="28"/>
        </w:rPr>
        <w:t>рочее п</w:t>
      </w:r>
      <w:r w:rsidR="00272583" w:rsidRPr="005F4468">
        <w:rPr>
          <w:rFonts w:ascii="PT Astra Serif" w:hAnsi="PT Astra Serif"/>
          <w:b/>
          <w:sz w:val="28"/>
          <w:szCs w:val="28"/>
        </w:rPr>
        <w:t>ерераспределение бюджетных ассигнований</w:t>
      </w:r>
    </w:p>
    <w:p w:rsidR="00C33E1F" w:rsidRPr="000055AB" w:rsidRDefault="00C33E1F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C6CB2" w:rsidRPr="00DC6CB2" w:rsidRDefault="00DC6CB2" w:rsidP="00B205B5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DC6CB2">
        <w:rPr>
          <w:rFonts w:ascii="PT Astra Serif" w:hAnsi="PT Astra Serif"/>
          <w:b/>
          <w:sz w:val="28"/>
          <w:szCs w:val="28"/>
        </w:rPr>
        <w:t>6.1</w:t>
      </w:r>
      <w:r w:rsidR="002E456E">
        <w:rPr>
          <w:rFonts w:ascii="PT Astra Serif" w:hAnsi="PT Astra Serif"/>
          <w:b/>
          <w:sz w:val="28"/>
          <w:szCs w:val="28"/>
        </w:rPr>
        <w:t>.</w:t>
      </w:r>
      <w:r w:rsidRPr="00DC6CB2">
        <w:rPr>
          <w:rFonts w:ascii="PT Astra Serif" w:hAnsi="PT Astra Serif"/>
          <w:b/>
          <w:sz w:val="28"/>
          <w:szCs w:val="28"/>
        </w:rPr>
        <w:t xml:space="preserve"> По Министерству финансов Ульяновской области:</w:t>
      </w:r>
    </w:p>
    <w:p w:rsidR="00B205B5" w:rsidRPr="0003643F" w:rsidRDefault="00F275F6" w:rsidP="0003643F">
      <w:pPr>
        <w:pStyle w:val="ad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302E14">
        <w:rPr>
          <w:rFonts w:ascii="PT Astra Serif" w:hAnsi="PT Astra Serif"/>
          <w:sz w:val="28"/>
          <w:szCs w:val="28"/>
        </w:rPr>
        <w:t xml:space="preserve"> расходной части областного бюджета </w:t>
      </w:r>
      <w:r w:rsidRPr="00302E14">
        <w:rPr>
          <w:rFonts w:ascii="PT Astra Serif" w:hAnsi="PT Astra Serif"/>
          <w:b/>
          <w:sz w:val="28"/>
          <w:szCs w:val="28"/>
        </w:rPr>
        <w:t>перераспределяются</w:t>
      </w:r>
      <w:r w:rsidRPr="00302E14">
        <w:rPr>
          <w:rFonts w:ascii="PT Astra Serif" w:hAnsi="PT Astra Serif"/>
          <w:sz w:val="28"/>
          <w:szCs w:val="28"/>
        </w:rPr>
        <w:t xml:space="preserve"> средства </w:t>
      </w:r>
      <w:r w:rsidR="00B205B5" w:rsidRPr="00DC6CB2">
        <w:rPr>
          <w:rFonts w:ascii="PT Astra Serif" w:hAnsi="PT Astra Serif"/>
          <w:sz w:val="28"/>
          <w:szCs w:val="28"/>
        </w:rPr>
        <w:t xml:space="preserve">на содействие </w:t>
      </w:r>
      <w:r w:rsidR="00B205B5" w:rsidRPr="00DC6CB2">
        <w:rPr>
          <w:rFonts w:ascii="PT Astra Serif" w:hAnsi="PT Astra Serif" w:cs="PT Astra Serif"/>
          <w:sz w:val="28"/>
          <w:szCs w:val="28"/>
        </w:rPr>
        <w:t>формированию финансово грамотного поведения населения Ульяновской области»</w:t>
      </w:r>
      <w:r w:rsidR="00B205B5" w:rsidRPr="00DC6CB2">
        <w:rPr>
          <w:rFonts w:ascii="PT Astra Serif" w:hAnsi="PT Astra Serif"/>
          <w:sz w:val="28"/>
          <w:szCs w:val="28"/>
        </w:rPr>
        <w:t xml:space="preserve"> на 2023-2025 годы </w:t>
      </w:r>
      <w:r w:rsidR="0003643F">
        <w:rPr>
          <w:rFonts w:ascii="PT Astra Serif" w:hAnsi="PT Astra Serif"/>
          <w:sz w:val="28"/>
          <w:szCs w:val="28"/>
        </w:rPr>
        <w:t>в сумме</w:t>
      </w:r>
      <w:r w:rsidR="00B205B5" w:rsidRPr="00DC6CB2">
        <w:rPr>
          <w:rFonts w:ascii="PT Astra Serif" w:hAnsi="PT Astra Serif"/>
          <w:sz w:val="28"/>
          <w:szCs w:val="28"/>
        </w:rPr>
        <w:t xml:space="preserve"> </w:t>
      </w:r>
      <w:r w:rsidR="00B205B5" w:rsidRPr="0003643F">
        <w:rPr>
          <w:rFonts w:ascii="PT Astra Serif" w:hAnsi="PT Astra Serif"/>
          <w:b/>
          <w:sz w:val="28"/>
          <w:szCs w:val="28"/>
        </w:rPr>
        <w:t>300,0 тыс. рублей ежегодно</w:t>
      </w:r>
      <w:r w:rsidR="00B205B5" w:rsidRPr="00DC6CB2">
        <w:rPr>
          <w:rFonts w:ascii="PT Astra Serif" w:hAnsi="PT Astra Serif"/>
          <w:sz w:val="28"/>
          <w:szCs w:val="28"/>
        </w:rPr>
        <w:t xml:space="preserve"> за счёт уменьшения бюджетных ассигнований на обеспечение деятельности Министерства финансов Ульяновской области» на 2023-2025 годы.</w:t>
      </w:r>
    </w:p>
    <w:p w:rsidR="00B205B5" w:rsidRDefault="00B205B5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055AB" w:rsidRPr="000055AB" w:rsidRDefault="002E456E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6.2.</w:t>
      </w:r>
      <w:r w:rsidR="006E3851">
        <w:rPr>
          <w:rFonts w:ascii="PT Astra Serif" w:hAnsi="PT Astra Serif"/>
          <w:b/>
          <w:sz w:val="28"/>
          <w:szCs w:val="28"/>
        </w:rPr>
        <w:t xml:space="preserve"> </w:t>
      </w:r>
      <w:r w:rsidR="000055AB" w:rsidRPr="000055AB">
        <w:rPr>
          <w:rFonts w:ascii="PT Astra Serif" w:hAnsi="PT Astra Serif"/>
          <w:b/>
          <w:sz w:val="28"/>
          <w:szCs w:val="28"/>
        </w:rPr>
        <w:t>По Правительству Ульяновской области:</w:t>
      </w:r>
    </w:p>
    <w:p w:rsidR="00450E7E" w:rsidRPr="00A55EDF" w:rsidRDefault="002E456E" w:rsidP="00450E7E">
      <w:pPr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noProof/>
          <w:sz w:val="28"/>
          <w:szCs w:val="27"/>
          <w:lang w:eastAsia="en-US"/>
        </w:rPr>
      </w:pPr>
      <w:r>
        <w:rPr>
          <w:rFonts w:ascii="PT Astra Serif" w:eastAsia="Calibri" w:hAnsi="PT Astra Serif"/>
          <w:noProof/>
          <w:sz w:val="28"/>
          <w:szCs w:val="27"/>
          <w:lang w:eastAsia="en-US"/>
        </w:rPr>
        <w:t xml:space="preserve">6.2.1. </w:t>
      </w:r>
      <w:r w:rsidR="00450E7E" w:rsidRPr="00A55EDF">
        <w:rPr>
          <w:rFonts w:ascii="PT Astra Serif" w:eastAsia="Calibri" w:hAnsi="PT Astra Serif"/>
          <w:noProof/>
          <w:sz w:val="28"/>
          <w:szCs w:val="27"/>
          <w:lang w:eastAsia="en-US"/>
        </w:rPr>
        <w:t xml:space="preserve">На основании обращений от 10.02.2023 № 73-АГ-08/2246вн, </w:t>
      </w:r>
      <w:r w:rsidR="006A3312">
        <w:rPr>
          <w:rFonts w:ascii="PT Astra Serif" w:eastAsia="Calibri" w:hAnsi="PT Astra Serif"/>
          <w:noProof/>
          <w:sz w:val="28"/>
          <w:szCs w:val="27"/>
          <w:lang w:eastAsia="en-US"/>
        </w:rPr>
        <w:t xml:space="preserve">от 22.03.2023 № 73-АГ-08/4676вн, </w:t>
      </w:r>
      <w:r w:rsidR="00450E7E" w:rsidRPr="00A55EDF">
        <w:rPr>
          <w:rFonts w:ascii="PT Astra Serif" w:eastAsia="Calibri" w:hAnsi="PT Astra Serif"/>
          <w:noProof/>
          <w:sz w:val="28"/>
          <w:szCs w:val="27"/>
          <w:lang w:eastAsia="en-US"/>
        </w:rPr>
        <w:t xml:space="preserve">от 02.05.2023 № 73-ИОГВ-04-03/912вн в связи с </w:t>
      </w:r>
      <w:r w:rsidR="00450E7E" w:rsidRPr="00A55EDF">
        <w:rPr>
          <w:rFonts w:ascii="PT Astra Serif" w:hAnsi="PT Astra Serif"/>
          <w:sz w:val="28"/>
          <w:szCs w:val="27"/>
        </w:rPr>
        <w:t xml:space="preserve">ликвидацией АНО «Центр стратегических исследований Ульяновской области» в соответствии с распоряжением от 11.11.2022 № 568-пр, </w:t>
      </w:r>
      <w:r w:rsidR="00151CF6">
        <w:rPr>
          <w:rFonts w:ascii="PT Astra Serif" w:hAnsi="PT Astra Serif"/>
          <w:sz w:val="28"/>
          <w:szCs w:val="27"/>
        </w:rPr>
        <w:t>в расходной части областного бюджета</w:t>
      </w:r>
      <w:r w:rsidR="00151CF6" w:rsidRPr="00A55EDF">
        <w:rPr>
          <w:rFonts w:ascii="PT Astra Serif" w:hAnsi="PT Astra Serif"/>
          <w:sz w:val="28"/>
          <w:szCs w:val="27"/>
        </w:rPr>
        <w:t xml:space="preserve"> </w:t>
      </w:r>
      <w:r w:rsidR="00846BEB" w:rsidRPr="00D95A93">
        <w:rPr>
          <w:rFonts w:ascii="PT Astra Serif" w:hAnsi="PT Astra Serif"/>
          <w:b/>
          <w:sz w:val="28"/>
          <w:szCs w:val="27"/>
        </w:rPr>
        <w:t>перераспределяются</w:t>
      </w:r>
      <w:r w:rsidR="00846BEB" w:rsidRPr="00A55EDF">
        <w:rPr>
          <w:rFonts w:ascii="PT Astra Serif" w:hAnsi="PT Astra Serif"/>
          <w:sz w:val="28"/>
          <w:szCs w:val="27"/>
        </w:rPr>
        <w:t xml:space="preserve"> </w:t>
      </w:r>
      <w:r w:rsidR="00450E7E" w:rsidRPr="00A55EDF">
        <w:rPr>
          <w:rFonts w:ascii="PT Astra Serif" w:hAnsi="PT Astra Serif"/>
          <w:sz w:val="28"/>
          <w:szCs w:val="27"/>
        </w:rPr>
        <w:t xml:space="preserve">средства в сумме </w:t>
      </w:r>
      <w:r w:rsidR="00450E7E" w:rsidRPr="004570DD">
        <w:rPr>
          <w:rFonts w:ascii="PT Astra Serif" w:hAnsi="PT Astra Serif"/>
          <w:b/>
          <w:sz w:val="28"/>
          <w:szCs w:val="27"/>
        </w:rPr>
        <w:t>7894,66 тыс. рублей</w:t>
      </w:r>
      <w:r w:rsidR="00450E7E" w:rsidRPr="00A55EDF">
        <w:rPr>
          <w:rFonts w:ascii="PT Astra Serif" w:hAnsi="PT Astra Serif"/>
          <w:sz w:val="28"/>
          <w:szCs w:val="27"/>
        </w:rPr>
        <w:t>, предусмотренные на субсидии АНО «Центр стратегических исследований Ульяновской области», на расходы, связанные с ликвидацией АНО «Центр стратегических иссл</w:t>
      </w:r>
      <w:r w:rsidR="00A55EDF">
        <w:rPr>
          <w:rFonts w:ascii="PT Astra Serif" w:hAnsi="PT Astra Serif"/>
          <w:sz w:val="28"/>
          <w:szCs w:val="27"/>
        </w:rPr>
        <w:t>едований Ульяновской области».</w:t>
      </w:r>
      <w:r w:rsidR="00846BEB">
        <w:rPr>
          <w:rFonts w:ascii="PT Astra Serif" w:hAnsi="PT Astra Serif"/>
          <w:sz w:val="28"/>
          <w:szCs w:val="27"/>
        </w:rPr>
        <w:t xml:space="preserve"> </w:t>
      </w:r>
    </w:p>
    <w:p w:rsidR="00450E7E" w:rsidRPr="00A55EDF" w:rsidRDefault="001C116F" w:rsidP="00450E7E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В</w:t>
      </w:r>
      <w:r w:rsidR="005A4AB2">
        <w:rPr>
          <w:rFonts w:ascii="PT Astra Serif" w:hAnsi="PT Astra Serif"/>
          <w:sz w:val="28"/>
          <w:szCs w:val="27"/>
        </w:rPr>
        <w:t xml:space="preserve"> расходной части областного бюджета</w:t>
      </w:r>
      <w:r w:rsidR="005A4AB2" w:rsidRPr="00A55EDF">
        <w:rPr>
          <w:rFonts w:ascii="PT Astra Serif" w:hAnsi="PT Astra Serif"/>
          <w:sz w:val="28"/>
          <w:szCs w:val="27"/>
        </w:rPr>
        <w:t xml:space="preserve"> </w:t>
      </w:r>
      <w:r w:rsidR="0052340E" w:rsidRPr="006A7890">
        <w:rPr>
          <w:rFonts w:ascii="PT Astra Serif" w:hAnsi="PT Astra Serif"/>
          <w:b/>
          <w:sz w:val="28"/>
          <w:szCs w:val="27"/>
        </w:rPr>
        <w:t>перераспределяются</w:t>
      </w:r>
      <w:r w:rsidR="0052340E" w:rsidRPr="00A55EDF">
        <w:rPr>
          <w:rFonts w:ascii="PT Astra Serif" w:hAnsi="PT Astra Serif"/>
          <w:sz w:val="28"/>
          <w:szCs w:val="27"/>
        </w:rPr>
        <w:t xml:space="preserve"> </w:t>
      </w:r>
      <w:r w:rsidR="00450E7E" w:rsidRPr="00A55EDF">
        <w:rPr>
          <w:rFonts w:ascii="PT Astra Serif" w:hAnsi="PT Astra Serif"/>
          <w:sz w:val="28"/>
          <w:szCs w:val="27"/>
        </w:rPr>
        <w:t xml:space="preserve">средства </w:t>
      </w:r>
      <w:r w:rsidR="00450E7E" w:rsidRPr="002B470F">
        <w:rPr>
          <w:rFonts w:ascii="PT Astra Serif" w:hAnsi="PT Astra Serif"/>
          <w:b/>
          <w:sz w:val="28"/>
          <w:szCs w:val="27"/>
        </w:rPr>
        <w:t>в 2023 году</w:t>
      </w:r>
      <w:r w:rsidR="00450E7E" w:rsidRPr="00A55EDF">
        <w:rPr>
          <w:rFonts w:ascii="PT Astra Serif" w:hAnsi="PT Astra Serif"/>
          <w:sz w:val="28"/>
          <w:szCs w:val="27"/>
        </w:rPr>
        <w:t xml:space="preserve"> в сумме </w:t>
      </w:r>
      <w:r w:rsidR="00450E7E" w:rsidRPr="002B470F">
        <w:rPr>
          <w:rFonts w:ascii="PT Astra Serif" w:hAnsi="PT Astra Serif"/>
          <w:b/>
          <w:sz w:val="28"/>
          <w:szCs w:val="27"/>
        </w:rPr>
        <w:t>105,34 тыс. рублей</w:t>
      </w:r>
      <w:r w:rsidR="00450E7E" w:rsidRPr="00A55EDF">
        <w:rPr>
          <w:rFonts w:ascii="PT Astra Serif" w:hAnsi="PT Astra Serif"/>
          <w:sz w:val="28"/>
          <w:szCs w:val="27"/>
        </w:rPr>
        <w:t xml:space="preserve">, </w:t>
      </w:r>
      <w:r w:rsidR="00450E7E" w:rsidRPr="002B470F">
        <w:rPr>
          <w:rFonts w:ascii="PT Astra Serif" w:hAnsi="PT Astra Serif"/>
          <w:b/>
          <w:sz w:val="28"/>
          <w:szCs w:val="27"/>
        </w:rPr>
        <w:t>в 2024</w:t>
      </w:r>
      <w:r w:rsidR="00450E7E" w:rsidRPr="00A55EDF">
        <w:rPr>
          <w:rFonts w:ascii="PT Astra Serif" w:hAnsi="PT Astra Serif"/>
          <w:sz w:val="28"/>
          <w:szCs w:val="27"/>
        </w:rPr>
        <w:t xml:space="preserve"> и </w:t>
      </w:r>
      <w:r w:rsidR="00450E7E" w:rsidRPr="002B470F">
        <w:rPr>
          <w:rFonts w:ascii="PT Astra Serif" w:hAnsi="PT Astra Serif"/>
          <w:b/>
          <w:sz w:val="28"/>
          <w:szCs w:val="27"/>
        </w:rPr>
        <w:t>2025 годах</w:t>
      </w:r>
      <w:r w:rsidR="00450E7E" w:rsidRPr="00A55EDF">
        <w:rPr>
          <w:rFonts w:ascii="PT Astra Serif" w:hAnsi="PT Astra Serif"/>
          <w:sz w:val="28"/>
          <w:szCs w:val="27"/>
        </w:rPr>
        <w:t xml:space="preserve"> по </w:t>
      </w:r>
      <w:r w:rsidR="00450E7E" w:rsidRPr="002B470F">
        <w:rPr>
          <w:rFonts w:ascii="PT Astra Serif" w:hAnsi="PT Astra Serif"/>
          <w:b/>
          <w:sz w:val="28"/>
          <w:szCs w:val="27"/>
        </w:rPr>
        <w:t>8000,0 тыс. рублей</w:t>
      </w:r>
      <w:r w:rsidR="00450E7E" w:rsidRPr="00A55EDF">
        <w:rPr>
          <w:rFonts w:ascii="PT Astra Serif" w:hAnsi="PT Astra Serif"/>
          <w:sz w:val="28"/>
          <w:szCs w:val="27"/>
        </w:rPr>
        <w:t xml:space="preserve"> </w:t>
      </w:r>
      <w:r w:rsidR="00450E7E" w:rsidRPr="002B470F">
        <w:rPr>
          <w:rFonts w:ascii="PT Astra Serif" w:hAnsi="PT Astra Serif"/>
          <w:b/>
          <w:sz w:val="28"/>
          <w:szCs w:val="27"/>
        </w:rPr>
        <w:t>ежегодно</w:t>
      </w:r>
      <w:r w:rsidR="00450E7E" w:rsidRPr="00A55EDF">
        <w:rPr>
          <w:rFonts w:ascii="PT Astra Serif" w:hAnsi="PT Astra Serif"/>
          <w:sz w:val="28"/>
          <w:szCs w:val="27"/>
        </w:rPr>
        <w:t>, предусмотренные Правительству Ульяновской области на предоставление субсидий АНО «Центр стратегических исследований Ульяновской области», на расходы Министерства искусства и культурной политики Ульяновской области в рамках государственной программы Ульяновской области «Развитие культуры, туризма и сохранение объектов культурного на</w:t>
      </w:r>
      <w:r w:rsidR="00A55EDF">
        <w:rPr>
          <w:rFonts w:ascii="PT Astra Serif" w:hAnsi="PT Astra Serif"/>
          <w:sz w:val="28"/>
          <w:szCs w:val="27"/>
        </w:rPr>
        <w:t>следия в Ульяновской области».</w:t>
      </w:r>
    </w:p>
    <w:p w:rsidR="005F4468" w:rsidRPr="00204D15" w:rsidRDefault="00450E7E" w:rsidP="00204D15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7"/>
        </w:rPr>
      </w:pPr>
      <w:r w:rsidRPr="00A55EDF">
        <w:rPr>
          <w:rFonts w:ascii="PT Astra Serif" w:hAnsi="PT Astra Serif"/>
          <w:noProof/>
          <w:sz w:val="28"/>
          <w:szCs w:val="27"/>
        </w:rPr>
        <w:t xml:space="preserve">Соответствующие изменения вносятся в </w:t>
      </w:r>
      <w:r w:rsidR="00A55EDF">
        <w:rPr>
          <w:rFonts w:ascii="PT Astra Serif" w:hAnsi="PT Astra Serif"/>
          <w:noProof/>
          <w:sz w:val="28"/>
          <w:szCs w:val="27"/>
        </w:rPr>
        <w:t>приложения 4, 5 и 6</w:t>
      </w:r>
      <w:r w:rsidRPr="00A55EDF">
        <w:rPr>
          <w:rFonts w:ascii="PT Astra Serif" w:hAnsi="PT Astra Serif"/>
          <w:noProof/>
          <w:sz w:val="28"/>
          <w:szCs w:val="27"/>
        </w:rPr>
        <w:t>.</w:t>
      </w:r>
    </w:p>
    <w:p w:rsidR="00204D15" w:rsidRDefault="00204D15" w:rsidP="008B2A92">
      <w:pPr>
        <w:pStyle w:val="aa"/>
        <w:ind w:left="0" w:firstLine="709"/>
        <w:jc w:val="both"/>
        <w:rPr>
          <w:rFonts w:ascii="PT Astra Serif" w:hAnsi="PT Astra Serif"/>
          <w:noProof/>
        </w:rPr>
      </w:pPr>
    </w:p>
    <w:p w:rsidR="008B2A92" w:rsidRPr="008B2A92" w:rsidRDefault="00373CC2" w:rsidP="008B2A92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noProof/>
        </w:rPr>
        <w:t>6.2.2</w:t>
      </w:r>
      <w:r w:rsidR="002513F6">
        <w:rPr>
          <w:rFonts w:ascii="PT Astra Serif" w:hAnsi="PT Astra Serif"/>
          <w:noProof/>
        </w:rPr>
        <w:t>.</w:t>
      </w:r>
      <w:r>
        <w:rPr>
          <w:rFonts w:ascii="PT Astra Serif" w:hAnsi="PT Astra Serif"/>
          <w:noProof/>
        </w:rPr>
        <w:t xml:space="preserve"> </w:t>
      </w:r>
      <w:r w:rsidR="008B2A92" w:rsidRPr="008B2A92">
        <w:rPr>
          <w:rFonts w:ascii="PT Astra Serif" w:hAnsi="PT Astra Serif"/>
          <w:noProof/>
        </w:rPr>
        <w:t>На основании обращения от 28.02.2023 №73-АГ-08/3188вн в</w:t>
      </w:r>
      <w:r w:rsidR="008B2A92" w:rsidRPr="008B2A92">
        <w:rPr>
          <w:rFonts w:ascii="PT Astra Serif" w:hAnsi="PT Astra Serif"/>
        </w:rPr>
        <w:t xml:space="preserve"> связи с образовавшейся экономией по субвенциям местным бюджетам на проведение на территории Ульяновской области публичных мероприятий, связанной с уменьшением количества специально отведённых мест для проведения публичных мероприятий, средства в </w:t>
      </w:r>
      <w:r w:rsidR="008B2A92" w:rsidRPr="00134907">
        <w:rPr>
          <w:rFonts w:ascii="PT Astra Serif" w:hAnsi="PT Astra Serif"/>
          <w:b/>
        </w:rPr>
        <w:t>2023-2025 годах</w:t>
      </w:r>
      <w:r w:rsidR="008B2A92" w:rsidRPr="008B2A92">
        <w:rPr>
          <w:rFonts w:ascii="PT Astra Serif" w:hAnsi="PT Astra Serif"/>
        </w:rPr>
        <w:t xml:space="preserve"> в сумме </w:t>
      </w:r>
      <w:r w:rsidR="008B2A92" w:rsidRPr="00134907">
        <w:rPr>
          <w:rFonts w:ascii="PT Astra Serif" w:hAnsi="PT Astra Serif"/>
          <w:b/>
        </w:rPr>
        <w:t>1,0 тыс. рублей ежегодно</w:t>
      </w:r>
      <w:r w:rsidR="008B2A92" w:rsidRPr="008B2A92">
        <w:rPr>
          <w:rFonts w:ascii="PT Astra Serif" w:hAnsi="PT Astra Serif"/>
        </w:rPr>
        <w:t xml:space="preserve">, предусмотренные на данные субвенции, </w:t>
      </w:r>
      <w:r w:rsidR="008B2A92" w:rsidRPr="00134907">
        <w:rPr>
          <w:rFonts w:ascii="PT Astra Serif" w:hAnsi="PT Astra Serif"/>
          <w:b/>
        </w:rPr>
        <w:t>перераспределяются</w:t>
      </w:r>
      <w:r w:rsidR="008B2A92" w:rsidRPr="008B2A92">
        <w:rPr>
          <w:rFonts w:ascii="PT Astra Serif" w:hAnsi="PT Astra Serif"/>
        </w:rPr>
        <w:t xml:space="preserve"> на предоставление субсидий Ассоциации «Совет муниципальных образований Ульяновской области».</w:t>
      </w:r>
    </w:p>
    <w:p w:rsidR="008B2A92" w:rsidRPr="008B2A92" w:rsidRDefault="008B2A92" w:rsidP="00204D15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B2A92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 и 9, таблица 3.5 приложения 10 излагается в новой редакции.</w:t>
      </w:r>
    </w:p>
    <w:p w:rsidR="00204D15" w:rsidRDefault="00204D15" w:rsidP="00206E07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206E07" w:rsidRPr="00206E07" w:rsidRDefault="00CE4573" w:rsidP="00206E0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6.2.3</w:t>
      </w:r>
      <w:r w:rsidR="002513F6">
        <w:rPr>
          <w:rFonts w:ascii="PT Astra Serif" w:hAnsi="PT Astra Serif"/>
          <w:noProof/>
          <w:sz w:val="28"/>
          <w:szCs w:val="28"/>
        </w:rPr>
        <w:t>.</w:t>
      </w:r>
      <w:r>
        <w:rPr>
          <w:rFonts w:ascii="PT Astra Serif" w:hAnsi="PT Astra Serif"/>
          <w:noProof/>
          <w:sz w:val="28"/>
          <w:szCs w:val="28"/>
        </w:rPr>
        <w:t xml:space="preserve"> </w:t>
      </w:r>
      <w:r w:rsidR="00206E07" w:rsidRPr="00206E07">
        <w:rPr>
          <w:rFonts w:ascii="PT Astra Serif" w:hAnsi="PT Astra Serif"/>
          <w:noProof/>
          <w:sz w:val="28"/>
          <w:szCs w:val="28"/>
        </w:rPr>
        <w:t>На основании обращения от 28.03.2023 № 73-АГ-08/5017вн в</w:t>
      </w:r>
      <w:r w:rsidR="00206E07" w:rsidRPr="00206E07">
        <w:rPr>
          <w:rFonts w:ascii="PT Astra Serif" w:hAnsi="PT Astra Serif"/>
          <w:sz w:val="28"/>
          <w:szCs w:val="28"/>
        </w:rPr>
        <w:t xml:space="preserve"> связи с признанием утратившим силу Закона Ульяновской области от 05.05.2011 </w:t>
      </w:r>
      <w:r>
        <w:rPr>
          <w:rFonts w:ascii="PT Astra Serif" w:hAnsi="PT Astra Serif"/>
          <w:sz w:val="28"/>
          <w:szCs w:val="28"/>
        </w:rPr>
        <w:br/>
      </w:r>
      <w:r w:rsidR="00206E07" w:rsidRPr="00206E07">
        <w:rPr>
          <w:rFonts w:ascii="PT Astra Serif" w:hAnsi="PT Astra Serif"/>
          <w:sz w:val="28"/>
          <w:szCs w:val="28"/>
        </w:rPr>
        <w:t xml:space="preserve">№ 73-ЗО «О наградах Ульяновской области», средства в сумме </w:t>
      </w:r>
      <w:r w:rsidR="00206E07" w:rsidRPr="00CE4573">
        <w:rPr>
          <w:rFonts w:ascii="PT Astra Serif" w:hAnsi="PT Astra Serif"/>
          <w:b/>
          <w:sz w:val="28"/>
          <w:szCs w:val="28"/>
        </w:rPr>
        <w:t>159,04 тыс.</w:t>
      </w:r>
      <w:r w:rsidR="00206E07" w:rsidRPr="00206E07">
        <w:rPr>
          <w:rFonts w:ascii="PT Astra Serif" w:hAnsi="PT Astra Serif"/>
          <w:sz w:val="28"/>
          <w:szCs w:val="28"/>
        </w:rPr>
        <w:t xml:space="preserve"> </w:t>
      </w:r>
      <w:r w:rsidR="00206E07" w:rsidRPr="00CE4573">
        <w:rPr>
          <w:rFonts w:ascii="PT Astra Serif" w:hAnsi="PT Astra Serif"/>
          <w:b/>
          <w:sz w:val="28"/>
          <w:szCs w:val="28"/>
        </w:rPr>
        <w:t>рублей</w:t>
      </w:r>
      <w:r w:rsidR="00206E07" w:rsidRPr="00206E07">
        <w:rPr>
          <w:rFonts w:ascii="PT Astra Serif" w:hAnsi="PT Astra Serif"/>
          <w:sz w:val="28"/>
          <w:szCs w:val="28"/>
        </w:rPr>
        <w:t xml:space="preserve">, предусмотренные на реализацию данного закона, </w:t>
      </w:r>
      <w:r w:rsidR="00206E07" w:rsidRPr="00CE4573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="00206E07" w:rsidRPr="00206E07">
        <w:rPr>
          <w:rFonts w:ascii="PT Astra Serif" w:hAnsi="PT Astra Serif"/>
          <w:sz w:val="28"/>
          <w:szCs w:val="28"/>
        </w:rPr>
        <w:t>на мероприятия по проведению оценки соответствия требований информационной безопасности АСУП «БОСС-Кадровик» государственной программы Ульяновской области «Развитие государственного управления в Ульяновской области».</w:t>
      </w:r>
    </w:p>
    <w:p w:rsidR="00206E07" w:rsidRPr="00206E07" w:rsidRDefault="00206E07" w:rsidP="00204D15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206E07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</w:t>
      </w:r>
      <w:r>
        <w:rPr>
          <w:rFonts w:ascii="PT Astra Serif" w:hAnsi="PT Astra Serif"/>
          <w:noProof/>
          <w:sz w:val="28"/>
          <w:szCs w:val="28"/>
        </w:rPr>
        <w:t xml:space="preserve"> и</w:t>
      </w:r>
      <w:r w:rsidRPr="00206E07">
        <w:rPr>
          <w:rFonts w:ascii="PT Astra Serif" w:hAnsi="PT Astra Serif"/>
          <w:noProof/>
          <w:sz w:val="28"/>
          <w:szCs w:val="28"/>
        </w:rPr>
        <w:t xml:space="preserve"> 6.</w:t>
      </w:r>
    </w:p>
    <w:p w:rsidR="00204D15" w:rsidRDefault="00204D15" w:rsidP="00206E07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206E07" w:rsidRPr="00206E07" w:rsidRDefault="002513F6" w:rsidP="00206E0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 xml:space="preserve">6.2.4. </w:t>
      </w:r>
      <w:r w:rsidR="00206E07" w:rsidRPr="00206E07">
        <w:rPr>
          <w:rFonts w:ascii="PT Astra Serif" w:hAnsi="PT Astra Serif"/>
          <w:noProof/>
          <w:sz w:val="28"/>
          <w:szCs w:val="28"/>
        </w:rPr>
        <w:t>На основании обращения от 07.04.2023 № 73-АГ-08/5891вн в</w:t>
      </w:r>
      <w:r w:rsidR="00206E07" w:rsidRPr="00206E07">
        <w:rPr>
          <w:rFonts w:ascii="PT Astra Serif" w:hAnsi="PT Astra Serif"/>
          <w:sz w:val="28"/>
          <w:szCs w:val="28"/>
        </w:rPr>
        <w:t xml:space="preserve"> связи с уточнением потребности до конца текущего года по субвенциям федеральному бюджету на осуществление части переданных полномочий по составлению протоколов об административных правонарушениях, посягающих </w:t>
      </w:r>
      <w:r w:rsidR="00206E07" w:rsidRPr="00206E07">
        <w:rPr>
          <w:rFonts w:ascii="PT Astra Serif" w:hAnsi="PT Astra Serif"/>
          <w:sz w:val="28"/>
          <w:szCs w:val="28"/>
        </w:rPr>
        <w:lastRenderedPageBreak/>
        <w:t xml:space="preserve">на общественный порядок и общественную безопасность, сложившаяся экономия в сумме </w:t>
      </w:r>
      <w:r w:rsidR="00206E07" w:rsidRPr="0002604E">
        <w:rPr>
          <w:rFonts w:ascii="PT Astra Serif" w:hAnsi="PT Astra Serif"/>
          <w:b/>
          <w:sz w:val="28"/>
          <w:szCs w:val="28"/>
        </w:rPr>
        <w:t>157,7 тыс. рублей</w:t>
      </w:r>
      <w:r w:rsidR="00206E07" w:rsidRPr="00206E07">
        <w:rPr>
          <w:rFonts w:ascii="PT Astra Serif" w:hAnsi="PT Astra Serif"/>
          <w:sz w:val="28"/>
          <w:szCs w:val="28"/>
        </w:rPr>
        <w:t xml:space="preserve"> </w:t>
      </w:r>
      <w:r w:rsidR="00206E07" w:rsidRPr="0002604E">
        <w:rPr>
          <w:rFonts w:ascii="PT Astra Serif" w:hAnsi="PT Astra Serif"/>
          <w:b/>
          <w:sz w:val="28"/>
          <w:szCs w:val="28"/>
        </w:rPr>
        <w:t>перераспределяется</w:t>
      </w:r>
      <w:r w:rsidR="00206E07" w:rsidRPr="00206E07">
        <w:rPr>
          <w:rFonts w:ascii="PT Astra Serif" w:hAnsi="PT Astra Serif"/>
          <w:sz w:val="28"/>
          <w:szCs w:val="28"/>
        </w:rPr>
        <w:t xml:space="preserve"> на реализацию мероприятий государственной программы Ульяновской области «Обеспечение правопорядка и безопасности жизнедеятельности на территории Ульяновской области», в том числе на выплату вознаграждения за добровольно сданное оружие, боеприпасы, взрывчатые вещества, взрывные устройства в сумме </w:t>
      </w:r>
      <w:r w:rsidR="0002604E">
        <w:rPr>
          <w:rFonts w:ascii="PT Astra Serif" w:hAnsi="PT Astra Serif"/>
          <w:sz w:val="28"/>
          <w:szCs w:val="28"/>
        </w:rPr>
        <w:br/>
      </w:r>
      <w:r w:rsidR="00206E07" w:rsidRPr="0002604E">
        <w:rPr>
          <w:rFonts w:ascii="PT Astra Serif" w:hAnsi="PT Astra Serif"/>
          <w:b/>
          <w:sz w:val="28"/>
          <w:szCs w:val="28"/>
        </w:rPr>
        <w:t>90,0 тыс. рублей</w:t>
      </w:r>
      <w:r w:rsidR="00206E07" w:rsidRPr="00206E07">
        <w:rPr>
          <w:rFonts w:ascii="PT Astra Serif" w:hAnsi="PT Astra Serif"/>
          <w:sz w:val="28"/>
          <w:szCs w:val="28"/>
        </w:rPr>
        <w:t xml:space="preserve"> и на приобретение пожарно-технического вооружения в сумме </w:t>
      </w:r>
      <w:r w:rsidR="00206E07" w:rsidRPr="0002604E">
        <w:rPr>
          <w:rFonts w:ascii="PT Astra Serif" w:hAnsi="PT Astra Serif"/>
          <w:b/>
          <w:sz w:val="28"/>
          <w:szCs w:val="28"/>
        </w:rPr>
        <w:t>67,7 тыс. рублей</w:t>
      </w:r>
      <w:r w:rsidR="00206E07" w:rsidRPr="00206E07">
        <w:rPr>
          <w:rFonts w:ascii="PT Astra Serif" w:hAnsi="PT Astra Serif"/>
          <w:sz w:val="28"/>
          <w:szCs w:val="28"/>
        </w:rPr>
        <w:t>.</w:t>
      </w:r>
    </w:p>
    <w:p w:rsidR="00206E07" w:rsidRPr="00206E07" w:rsidRDefault="00206E07" w:rsidP="00206E07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206E07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 и 8.</w:t>
      </w:r>
    </w:p>
    <w:p w:rsidR="00206E07" w:rsidRDefault="00206E07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B2A92" w:rsidRDefault="00B145F6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6.2.5. </w:t>
      </w:r>
      <w:r w:rsidR="008B2A92">
        <w:rPr>
          <w:rFonts w:ascii="PT Astra Serif" w:hAnsi="PT Astra Serif"/>
          <w:sz w:val="28"/>
          <w:szCs w:val="28"/>
        </w:rPr>
        <w:t xml:space="preserve">На основании обращения от 27.04.2023 № 73-АГ-08/7256вн в связи с необходимостью изготовления наград в рамках Закона Ульяновской области от 20.12.2022 № 143-ЗО «О наградах Ульяновской области» </w:t>
      </w:r>
      <w:r w:rsidR="00B13801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8B2A92" w:rsidRPr="007F5DF4">
        <w:rPr>
          <w:rFonts w:ascii="PT Astra Serif" w:hAnsi="PT Astra Serif"/>
          <w:b/>
          <w:sz w:val="28"/>
          <w:szCs w:val="28"/>
        </w:rPr>
        <w:t>перераспределяются</w:t>
      </w:r>
      <w:r w:rsidR="008B2A92">
        <w:rPr>
          <w:rFonts w:ascii="PT Astra Serif" w:hAnsi="PT Astra Serif"/>
          <w:sz w:val="28"/>
          <w:szCs w:val="28"/>
        </w:rPr>
        <w:t xml:space="preserve"> средства в сумме </w:t>
      </w:r>
      <w:r w:rsidR="008B2A92" w:rsidRPr="007F5DF4">
        <w:rPr>
          <w:rFonts w:ascii="PT Astra Serif" w:hAnsi="PT Astra Serif"/>
          <w:b/>
          <w:sz w:val="28"/>
          <w:szCs w:val="28"/>
        </w:rPr>
        <w:t>7000,0 тыс. рублей</w:t>
      </w:r>
      <w:r w:rsidR="008B2A92">
        <w:rPr>
          <w:rFonts w:ascii="PT Astra Serif" w:hAnsi="PT Astra Serif"/>
          <w:sz w:val="28"/>
          <w:szCs w:val="28"/>
        </w:rPr>
        <w:t xml:space="preserve"> с расходов на обеспечение деятельности аппарата Правительства Ульяновской области на расходы по организации мероприятий по исполнению бюджетной сметы ОГКУ «</w:t>
      </w:r>
      <w:r w:rsidR="003C1F59">
        <w:rPr>
          <w:rFonts w:ascii="PT Astra Serif" w:hAnsi="PT Astra Serif"/>
          <w:sz w:val="28"/>
          <w:szCs w:val="28"/>
        </w:rPr>
        <w:t>Управление делами Ульяновской области» в рамках государственной программы Ульяновской области «Развитие государственного управления в Ульяновской области».</w:t>
      </w:r>
    </w:p>
    <w:p w:rsidR="003C1F59" w:rsidRPr="00364E70" w:rsidRDefault="003C1F59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5F4468" w:rsidRDefault="005F4468" w:rsidP="00137CF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55AB" w:rsidRDefault="00E75DA5" w:rsidP="00137CF5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6E3851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3.</w:t>
      </w:r>
      <w:r w:rsidR="006E3851">
        <w:rPr>
          <w:rFonts w:ascii="PT Astra Serif" w:hAnsi="PT Astra Serif"/>
          <w:b/>
          <w:sz w:val="28"/>
          <w:szCs w:val="28"/>
        </w:rPr>
        <w:t xml:space="preserve"> </w:t>
      </w:r>
      <w:r w:rsidR="000055AB" w:rsidRPr="000055AB">
        <w:rPr>
          <w:rFonts w:ascii="PT Astra Serif" w:hAnsi="PT Astra Serif"/>
          <w:b/>
          <w:sz w:val="28"/>
          <w:szCs w:val="28"/>
        </w:rPr>
        <w:t xml:space="preserve">По </w:t>
      </w:r>
      <w:r w:rsidR="000055AB">
        <w:rPr>
          <w:rFonts w:ascii="PT Astra Serif" w:hAnsi="PT Astra Serif"/>
          <w:b/>
          <w:sz w:val="28"/>
          <w:szCs w:val="28"/>
        </w:rPr>
        <w:t>Министерству искусства и культурной политики Ульяновской области:</w:t>
      </w:r>
    </w:p>
    <w:p w:rsidR="000055AB" w:rsidRPr="000055AB" w:rsidRDefault="000D06A8" w:rsidP="000D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6.3.1</w:t>
      </w:r>
      <w:r w:rsidR="00904E5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0055AB">
        <w:rPr>
          <w:rFonts w:ascii="PT Astra Serif" w:hAnsi="PT Astra Serif"/>
          <w:sz w:val="28"/>
          <w:szCs w:val="28"/>
        </w:rPr>
        <w:t>Н</w:t>
      </w:r>
      <w:r w:rsidR="000055AB" w:rsidRPr="000055AB">
        <w:rPr>
          <w:rFonts w:ascii="PT Astra Serif" w:hAnsi="PT Astra Serif"/>
          <w:sz w:val="28"/>
          <w:szCs w:val="28"/>
        </w:rPr>
        <w:t xml:space="preserve">а основании обращения от </w:t>
      </w:r>
      <w:r w:rsidR="00CD3B79">
        <w:rPr>
          <w:rFonts w:ascii="PT Astra Serif" w:hAnsi="PT Astra Serif"/>
          <w:sz w:val="28"/>
          <w:szCs w:val="28"/>
        </w:rPr>
        <w:t>05.05.2023 № 73-ИОГВ-04-01/942</w:t>
      </w:r>
      <w:r w:rsidR="00CD3B79" w:rsidRPr="00E135A0">
        <w:rPr>
          <w:rFonts w:ascii="PT Astra Serif" w:hAnsi="PT Astra Serif"/>
          <w:sz w:val="28"/>
          <w:szCs w:val="28"/>
        </w:rPr>
        <w:t>вн</w:t>
      </w:r>
      <w:r w:rsidR="00C77C7A">
        <w:rPr>
          <w:rFonts w:ascii="PT Astra Serif" w:hAnsi="PT Astra Serif"/>
          <w:sz w:val="28"/>
          <w:szCs w:val="28"/>
        </w:rPr>
        <w:t xml:space="preserve"> в</w:t>
      </w:r>
      <w:r w:rsidR="000055AB" w:rsidRPr="000055AB">
        <w:rPr>
          <w:rFonts w:ascii="PT Astra Serif" w:hAnsi="PT Astra Serif"/>
          <w:sz w:val="28"/>
          <w:szCs w:val="28"/>
        </w:rPr>
        <w:t xml:space="preserve"> связи с экономией по расходам на проведение ремонтных работ </w:t>
      </w:r>
      <w:r>
        <w:rPr>
          <w:rFonts w:ascii="PT Astra Serif" w:hAnsi="PT Astra Serif"/>
          <w:sz w:val="28"/>
          <w:szCs w:val="28"/>
        </w:rPr>
        <w:t xml:space="preserve">муниципального автономного учреждения культуры «Центр культуры и досуга «Восход» </w:t>
      </w:r>
      <w:r w:rsidR="000055AB" w:rsidRPr="000055AB">
        <w:rPr>
          <w:rFonts w:ascii="PT Astra Serif" w:hAnsi="PT Astra Serif"/>
          <w:sz w:val="28"/>
          <w:szCs w:val="28"/>
        </w:rPr>
        <w:t>муниципального образования «г</w:t>
      </w:r>
      <w:r w:rsidR="000055AB">
        <w:rPr>
          <w:rFonts w:ascii="PT Astra Serif" w:hAnsi="PT Astra Serif"/>
          <w:sz w:val="28"/>
          <w:szCs w:val="28"/>
        </w:rPr>
        <w:t>ород</w:t>
      </w:r>
      <w:r w:rsidR="000055AB" w:rsidRPr="000055AB">
        <w:rPr>
          <w:rFonts w:ascii="PT Astra Serif" w:hAnsi="PT Astra Serif"/>
          <w:sz w:val="28"/>
          <w:szCs w:val="28"/>
        </w:rPr>
        <w:t xml:space="preserve"> Димитровград» субсидии муниципальному образованию «г</w:t>
      </w:r>
      <w:r w:rsidR="000055AB">
        <w:rPr>
          <w:rFonts w:ascii="PT Astra Serif" w:hAnsi="PT Astra Serif"/>
          <w:sz w:val="28"/>
          <w:szCs w:val="28"/>
        </w:rPr>
        <w:t>ород</w:t>
      </w:r>
      <w:r w:rsidR="000055AB" w:rsidRPr="000055AB">
        <w:rPr>
          <w:rFonts w:ascii="PT Astra Serif" w:hAnsi="PT Astra Serif"/>
          <w:sz w:val="28"/>
          <w:szCs w:val="28"/>
        </w:rPr>
        <w:t xml:space="preserve"> Димитровград» в сумме </w:t>
      </w:r>
      <w:r w:rsidR="000055AB" w:rsidRPr="00E943FE">
        <w:rPr>
          <w:rFonts w:ascii="PT Astra Serif" w:hAnsi="PT Astra Serif"/>
          <w:b/>
          <w:sz w:val="28"/>
          <w:szCs w:val="28"/>
        </w:rPr>
        <w:t xml:space="preserve">880,6 тыс. рублей </w:t>
      </w:r>
      <w:r w:rsidR="000055AB" w:rsidRPr="000055AB">
        <w:rPr>
          <w:rFonts w:ascii="PT Astra Serif" w:hAnsi="PT Astra Serif"/>
          <w:sz w:val="28"/>
          <w:szCs w:val="28"/>
        </w:rPr>
        <w:t xml:space="preserve">(ГРБС – Министерство жилищно-коммунального хозяйства и строительства Ульяновской области) </w:t>
      </w:r>
      <w:r w:rsidR="000055AB" w:rsidRPr="00E943FE">
        <w:rPr>
          <w:rFonts w:ascii="PT Astra Serif" w:hAnsi="PT Astra Serif"/>
          <w:b/>
          <w:sz w:val="28"/>
          <w:szCs w:val="28"/>
        </w:rPr>
        <w:t>перераспределяются</w:t>
      </w:r>
      <w:r w:rsidR="000055AB" w:rsidRPr="000055AB">
        <w:rPr>
          <w:rFonts w:ascii="PT Astra Serif" w:hAnsi="PT Astra Serif"/>
          <w:sz w:val="28"/>
          <w:szCs w:val="28"/>
        </w:rPr>
        <w:t xml:space="preserve"> Министерству искусства и культурной политик</w:t>
      </w:r>
      <w:r w:rsidR="007B41D6">
        <w:rPr>
          <w:rFonts w:ascii="PT Astra Serif" w:hAnsi="PT Astra Serif"/>
          <w:sz w:val="28"/>
          <w:szCs w:val="28"/>
        </w:rPr>
        <w:t>и</w:t>
      </w:r>
      <w:r w:rsidR="000055AB" w:rsidRPr="000055AB">
        <w:rPr>
          <w:rFonts w:ascii="PT Astra Serif" w:hAnsi="PT Astra Serif"/>
          <w:sz w:val="28"/>
          <w:szCs w:val="28"/>
        </w:rPr>
        <w:t xml:space="preserve"> Ульяновской области для предоставления субсидий на</w:t>
      </w:r>
      <w:r w:rsidR="000055AB" w:rsidRPr="000055AB">
        <w:rPr>
          <w:rFonts w:ascii="PT Astra Serif" w:hAnsi="PT Astra Serif"/>
          <w:b/>
          <w:sz w:val="28"/>
          <w:szCs w:val="28"/>
        </w:rPr>
        <w:t xml:space="preserve"> </w:t>
      </w:r>
      <w:r w:rsidR="000055AB" w:rsidRPr="000055AB">
        <w:rPr>
          <w:rFonts w:ascii="PT Astra Serif" w:hAnsi="PT Astra Serif"/>
          <w:sz w:val="28"/>
          <w:szCs w:val="28"/>
        </w:rPr>
        <w:t xml:space="preserve">иные цели ОГБУК «Ульяновский областной художественный музей» </w:t>
      </w:r>
      <w:r w:rsidR="007B41D6">
        <w:rPr>
          <w:rFonts w:ascii="PT Astra Serif" w:hAnsi="PT Astra Serif"/>
          <w:sz w:val="28"/>
          <w:szCs w:val="28"/>
        </w:rPr>
        <w:t>на</w:t>
      </w:r>
      <w:r w:rsidR="000055AB" w:rsidRPr="000055AB">
        <w:rPr>
          <w:rFonts w:ascii="PT Astra Serif" w:hAnsi="PT Astra Serif"/>
          <w:sz w:val="28"/>
          <w:szCs w:val="28"/>
        </w:rPr>
        <w:t xml:space="preserve"> проведени</w:t>
      </w:r>
      <w:r w:rsidR="007B41D6">
        <w:rPr>
          <w:rFonts w:ascii="PT Astra Serif" w:hAnsi="PT Astra Serif"/>
          <w:sz w:val="28"/>
          <w:szCs w:val="28"/>
        </w:rPr>
        <w:t>е</w:t>
      </w:r>
      <w:r w:rsidR="000055AB" w:rsidRPr="000055AB">
        <w:rPr>
          <w:rFonts w:ascii="PT Astra Serif" w:hAnsi="PT Astra Serif"/>
          <w:sz w:val="28"/>
          <w:szCs w:val="28"/>
        </w:rPr>
        <w:t xml:space="preserve"> работ по монтажу автомати</w:t>
      </w:r>
      <w:r w:rsidR="000055AB">
        <w:rPr>
          <w:rFonts w:ascii="PT Astra Serif" w:hAnsi="PT Astra Serif"/>
          <w:sz w:val="28"/>
          <w:szCs w:val="28"/>
        </w:rPr>
        <w:t xml:space="preserve">ческой противопожарной </w:t>
      </w:r>
      <w:r w:rsidR="000055AB" w:rsidRPr="000055AB">
        <w:rPr>
          <w:rFonts w:ascii="PT Astra Serif" w:hAnsi="PT Astra Serif"/>
          <w:sz w:val="28"/>
          <w:szCs w:val="28"/>
        </w:rPr>
        <w:t>системы.</w:t>
      </w:r>
    </w:p>
    <w:p w:rsidR="000055AB" w:rsidRPr="000055AB" w:rsidRDefault="000055AB" w:rsidP="00005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055AB">
        <w:rPr>
          <w:rFonts w:ascii="PT Astra Serif" w:hAnsi="PT Astra Serif"/>
          <w:sz w:val="28"/>
          <w:szCs w:val="28"/>
        </w:rPr>
        <w:t>Соответствующие изменения вносятся в приложения 4,</w:t>
      </w:r>
      <w:r>
        <w:rPr>
          <w:rFonts w:ascii="PT Astra Serif" w:hAnsi="PT Astra Serif"/>
          <w:sz w:val="28"/>
          <w:szCs w:val="28"/>
        </w:rPr>
        <w:t xml:space="preserve"> </w:t>
      </w:r>
      <w:r w:rsidRPr="000055AB">
        <w:rPr>
          <w:rFonts w:ascii="PT Astra Serif" w:hAnsi="PT Astra Serif"/>
          <w:sz w:val="28"/>
          <w:szCs w:val="28"/>
        </w:rPr>
        <w:t>5,</w:t>
      </w:r>
      <w:r>
        <w:rPr>
          <w:rFonts w:ascii="PT Astra Serif" w:hAnsi="PT Astra Serif"/>
          <w:sz w:val="28"/>
          <w:szCs w:val="28"/>
        </w:rPr>
        <w:t xml:space="preserve"> </w:t>
      </w:r>
      <w:r w:rsidRPr="000055AB">
        <w:rPr>
          <w:rFonts w:ascii="PT Astra Serif" w:hAnsi="PT Astra Serif"/>
          <w:sz w:val="28"/>
          <w:szCs w:val="28"/>
        </w:rPr>
        <w:t>6,</w:t>
      </w:r>
      <w:r>
        <w:rPr>
          <w:rFonts w:ascii="PT Astra Serif" w:hAnsi="PT Astra Serif"/>
          <w:sz w:val="28"/>
          <w:szCs w:val="28"/>
        </w:rPr>
        <w:t xml:space="preserve"> </w:t>
      </w:r>
      <w:r w:rsidRPr="000055AB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 и </w:t>
      </w:r>
      <w:r w:rsidRPr="000055AB"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</w:rPr>
        <w:t xml:space="preserve">. </w:t>
      </w:r>
      <w:r w:rsidRPr="000055AB">
        <w:rPr>
          <w:rFonts w:ascii="PT Astra Serif" w:hAnsi="PT Astra Serif"/>
          <w:sz w:val="28"/>
          <w:szCs w:val="28"/>
        </w:rPr>
        <w:t>Таблица 2.17</w:t>
      </w:r>
      <w:r>
        <w:rPr>
          <w:rFonts w:ascii="PT Astra Serif" w:hAnsi="PT Astra Serif"/>
          <w:sz w:val="28"/>
          <w:szCs w:val="28"/>
        </w:rPr>
        <w:t xml:space="preserve"> </w:t>
      </w:r>
      <w:r w:rsidRPr="000055AB">
        <w:rPr>
          <w:rFonts w:ascii="PT Astra Serif" w:hAnsi="PT Astra Serif"/>
          <w:sz w:val="28"/>
          <w:szCs w:val="28"/>
        </w:rPr>
        <w:t>приложения 10 излагается в новой редакции</w:t>
      </w:r>
      <w:r>
        <w:rPr>
          <w:rFonts w:ascii="PT Astra Serif" w:hAnsi="PT Astra Serif"/>
          <w:sz w:val="28"/>
          <w:szCs w:val="28"/>
        </w:rPr>
        <w:t>.</w:t>
      </w:r>
    </w:p>
    <w:p w:rsidR="000C2097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C2097" w:rsidRPr="00E135A0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6.3.2. </w:t>
      </w:r>
      <w:r w:rsidRPr="00E135A0">
        <w:rPr>
          <w:rFonts w:ascii="PT Astra Serif" w:hAnsi="PT Astra Serif"/>
          <w:sz w:val="28"/>
          <w:szCs w:val="28"/>
        </w:rPr>
        <w:t>На основании обращения от</w:t>
      </w:r>
      <w:r>
        <w:rPr>
          <w:rFonts w:ascii="PT Astra Serif" w:hAnsi="PT Astra Serif"/>
          <w:sz w:val="28"/>
          <w:szCs w:val="28"/>
        </w:rPr>
        <w:t xml:space="preserve"> 05.05.2023 № 73-ИОГВ-04-01/942</w:t>
      </w:r>
      <w:r w:rsidRPr="00E135A0">
        <w:rPr>
          <w:rFonts w:ascii="PT Astra Serif" w:hAnsi="PT Astra Serif"/>
          <w:sz w:val="28"/>
          <w:szCs w:val="28"/>
        </w:rPr>
        <w:t xml:space="preserve">вн </w:t>
      </w:r>
      <w:r w:rsidRPr="00302E14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Pr="00302E14">
        <w:rPr>
          <w:rFonts w:ascii="PT Astra Serif" w:hAnsi="PT Astra Serif"/>
          <w:b/>
          <w:sz w:val="28"/>
          <w:szCs w:val="28"/>
        </w:rPr>
        <w:t>перераспределяются</w:t>
      </w:r>
      <w:r w:rsidRPr="00302E14">
        <w:rPr>
          <w:rFonts w:ascii="PT Astra Serif" w:hAnsi="PT Astra Serif"/>
          <w:sz w:val="28"/>
          <w:szCs w:val="28"/>
        </w:rPr>
        <w:t xml:space="preserve"> </w:t>
      </w:r>
      <w:r w:rsidRPr="00E135A0">
        <w:rPr>
          <w:rFonts w:ascii="PT Astra Serif" w:hAnsi="PT Astra Serif"/>
          <w:sz w:val="28"/>
          <w:szCs w:val="28"/>
        </w:rPr>
        <w:t>субсидии из областного бюджета между муниципальными образованиями на софинансирование расходных обязательств, связанных с обеспечением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0C2097" w:rsidRPr="00E135A0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135A0">
        <w:rPr>
          <w:rFonts w:ascii="PT Astra Serif" w:hAnsi="PT Astra Serif"/>
          <w:sz w:val="28"/>
          <w:szCs w:val="28"/>
        </w:rPr>
        <w:t xml:space="preserve">Экономия по субсидиям МО «Мелекесский район» по итогам закупочных процедур на приобретение оборудования и проведения ремонтных работ в </w:t>
      </w:r>
      <w:r w:rsidRPr="00E135A0">
        <w:rPr>
          <w:rFonts w:ascii="PT Astra Serif" w:hAnsi="PT Astra Serif"/>
          <w:sz w:val="28"/>
          <w:szCs w:val="28"/>
        </w:rPr>
        <w:lastRenderedPageBreak/>
        <w:t xml:space="preserve">здании </w:t>
      </w:r>
      <w:proofErr w:type="spellStart"/>
      <w:r w:rsidRPr="00E135A0">
        <w:rPr>
          <w:rFonts w:ascii="PT Astra Serif" w:hAnsi="PT Astra Serif"/>
          <w:sz w:val="28"/>
          <w:szCs w:val="28"/>
        </w:rPr>
        <w:t>Тиинского</w:t>
      </w:r>
      <w:proofErr w:type="spellEnd"/>
      <w:r w:rsidRPr="00E135A0">
        <w:rPr>
          <w:rFonts w:ascii="PT Astra Serif" w:hAnsi="PT Astra Serif"/>
          <w:sz w:val="28"/>
          <w:szCs w:val="28"/>
        </w:rPr>
        <w:t xml:space="preserve"> ДК в сумме </w:t>
      </w:r>
      <w:r w:rsidRPr="00CD7811">
        <w:rPr>
          <w:rFonts w:ascii="PT Astra Serif" w:hAnsi="PT Astra Serif"/>
          <w:b/>
          <w:sz w:val="28"/>
          <w:szCs w:val="28"/>
        </w:rPr>
        <w:t>2050,0 тыс. рублей</w:t>
      </w:r>
      <w:r w:rsidRPr="00E135A0">
        <w:rPr>
          <w:rFonts w:ascii="PT Astra Serif" w:hAnsi="PT Astra Serif"/>
          <w:sz w:val="28"/>
          <w:szCs w:val="28"/>
        </w:rPr>
        <w:t xml:space="preserve"> направляется на реализацию следующих мероприятий:</w:t>
      </w:r>
    </w:p>
    <w:p w:rsidR="000C2097" w:rsidRPr="00E135A0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135A0">
        <w:rPr>
          <w:rFonts w:ascii="PT Astra Serif" w:hAnsi="PT Astra Serif"/>
          <w:sz w:val="28"/>
          <w:szCs w:val="28"/>
        </w:rPr>
        <w:t xml:space="preserve">- приобретение оборудования в Инзенский ЦРТД МО «Инзенский район» в сумме </w:t>
      </w:r>
      <w:r w:rsidRPr="00CD7811">
        <w:rPr>
          <w:rFonts w:ascii="PT Astra Serif" w:hAnsi="PT Astra Serif"/>
          <w:b/>
          <w:sz w:val="28"/>
          <w:szCs w:val="28"/>
        </w:rPr>
        <w:t>560,0 тыс. рублей</w:t>
      </w:r>
      <w:r w:rsidRPr="00E135A0">
        <w:rPr>
          <w:rFonts w:ascii="PT Astra Serif" w:hAnsi="PT Astra Serif"/>
          <w:sz w:val="28"/>
          <w:szCs w:val="28"/>
        </w:rPr>
        <w:t>;</w:t>
      </w:r>
    </w:p>
    <w:p w:rsidR="000C2097" w:rsidRPr="00E135A0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135A0">
        <w:rPr>
          <w:rFonts w:ascii="PT Astra Serif" w:hAnsi="PT Astra Serif"/>
          <w:sz w:val="28"/>
          <w:szCs w:val="28"/>
        </w:rPr>
        <w:t xml:space="preserve"> - приобретение оборудования в </w:t>
      </w:r>
      <w:proofErr w:type="spellStart"/>
      <w:r w:rsidRPr="00E135A0">
        <w:rPr>
          <w:rFonts w:ascii="PT Astra Serif" w:hAnsi="PT Astra Serif"/>
          <w:sz w:val="28"/>
          <w:szCs w:val="28"/>
        </w:rPr>
        <w:t>Шиковский</w:t>
      </w:r>
      <w:proofErr w:type="spellEnd"/>
      <w:r w:rsidRPr="00E135A0">
        <w:rPr>
          <w:rFonts w:ascii="PT Astra Serif" w:hAnsi="PT Astra Serif"/>
          <w:sz w:val="28"/>
          <w:szCs w:val="28"/>
        </w:rPr>
        <w:t xml:space="preserve"> ДК МО «Павловский район» в сумме </w:t>
      </w:r>
      <w:r w:rsidRPr="00CD7811">
        <w:rPr>
          <w:rFonts w:ascii="PT Astra Serif" w:hAnsi="PT Astra Serif"/>
          <w:b/>
          <w:sz w:val="28"/>
          <w:szCs w:val="28"/>
        </w:rPr>
        <w:t>594,0 тыс. рублей</w:t>
      </w:r>
      <w:r w:rsidRPr="00E135A0">
        <w:rPr>
          <w:rFonts w:ascii="PT Astra Serif" w:hAnsi="PT Astra Serif"/>
          <w:sz w:val="28"/>
          <w:szCs w:val="28"/>
        </w:rPr>
        <w:t>;</w:t>
      </w:r>
    </w:p>
    <w:p w:rsidR="000C2097" w:rsidRPr="00E135A0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135A0">
        <w:rPr>
          <w:rFonts w:ascii="PT Astra Serif" w:hAnsi="PT Astra Serif"/>
          <w:sz w:val="28"/>
          <w:szCs w:val="28"/>
        </w:rPr>
        <w:t xml:space="preserve"> - приобретение оборудования в </w:t>
      </w:r>
      <w:proofErr w:type="spellStart"/>
      <w:r w:rsidRPr="00E135A0">
        <w:rPr>
          <w:rFonts w:ascii="PT Astra Serif" w:hAnsi="PT Astra Serif"/>
          <w:sz w:val="28"/>
          <w:szCs w:val="28"/>
        </w:rPr>
        <w:t>Должниковский</w:t>
      </w:r>
      <w:proofErr w:type="spellEnd"/>
      <w:r w:rsidRPr="00E135A0">
        <w:rPr>
          <w:rFonts w:ascii="PT Astra Serif" w:hAnsi="PT Astra Serif"/>
          <w:sz w:val="28"/>
          <w:szCs w:val="28"/>
        </w:rPr>
        <w:t xml:space="preserve"> ДК МО «Базарносызганский район» в размере </w:t>
      </w:r>
      <w:r w:rsidRPr="00CD7811">
        <w:rPr>
          <w:rFonts w:ascii="PT Astra Serif" w:hAnsi="PT Astra Serif"/>
          <w:b/>
          <w:sz w:val="28"/>
          <w:szCs w:val="28"/>
        </w:rPr>
        <w:t>380,0 тыс. рублей</w:t>
      </w:r>
      <w:r w:rsidRPr="00E135A0">
        <w:rPr>
          <w:rFonts w:ascii="PT Astra Serif" w:hAnsi="PT Astra Serif"/>
          <w:sz w:val="28"/>
          <w:szCs w:val="28"/>
        </w:rPr>
        <w:t>;</w:t>
      </w:r>
    </w:p>
    <w:p w:rsidR="000C2097" w:rsidRPr="00E135A0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135A0">
        <w:rPr>
          <w:rFonts w:ascii="PT Astra Serif" w:hAnsi="PT Astra Serif"/>
          <w:sz w:val="28"/>
          <w:szCs w:val="28"/>
        </w:rPr>
        <w:t xml:space="preserve"> - приобретение оборудования в ДК </w:t>
      </w:r>
      <w:proofErr w:type="spellStart"/>
      <w:r w:rsidRPr="00E135A0">
        <w:rPr>
          <w:rFonts w:ascii="PT Astra Serif" w:hAnsi="PT Astra Serif"/>
          <w:sz w:val="28"/>
          <w:szCs w:val="28"/>
        </w:rPr>
        <w:t>п.Новоселки</w:t>
      </w:r>
      <w:proofErr w:type="spellEnd"/>
      <w:r w:rsidRPr="00E135A0">
        <w:rPr>
          <w:rFonts w:ascii="PT Astra Serif" w:hAnsi="PT Astra Serif"/>
          <w:sz w:val="28"/>
          <w:szCs w:val="28"/>
        </w:rPr>
        <w:t xml:space="preserve"> МО «Мелекесский район» в размере </w:t>
      </w:r>
      <w:r w:rsidRPr="00CD7811">
        <w:rPr>
          <w:rFonts w:ascii="PT Astra Serif" w:hAnsi="PT Astra Serif"/>
          <w:b/>
          <w:sz w:val="28"/>
          <w:szCs w:val="28"/>
        </w:rPr>
        <w:t>516,0 тыс. рублей</w:t>
      </w:r>
      <w:r w:rsidRPr="00E135A0">
        <w:rPr>
          <w:rFonts w:ascii="PT Astra Serif" w:hAnsi="PT Astra Serif"/>
          <w:sz w:val="28"/>
          <w:szCs w:val="28"/>
        </w:rPr>
        <w:t>.</w:t>
      </w:r>
    </w:p>
    <w:p w:rsidR="000C2097" w:rsidRDefault="000C2097" w:rsidP="000C2097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Таблица </w:t>
      </w:r>
      <w:r w:rsidRPr="00E67986">
        <w:rPr>
          <w:rFonts w:ascii="PT Astra Serif" w:hAnsi="PT Astra Serif"/>
          <w:sz w:val="28"/>
          <w:szCs w:val="28"/>
        </w:rPr>
        <w:t>2.11 приложения 10 излагается в новой редакции</w:t>
      </w:r>
      <w:r>
        <w:rPr>
          <w:rFonts w:ascii="PT Astra Serif" w:hAnsi="PT Astra Serif"/>
          <w:sz w:val="28"/>
          <w:szCs w:val="28"/>
        </w:rPr>
        <w:t>.</w:t>
      </w:r>
    </w:p>
    <w:p w:rsidR="00204D15" w:rsidRDefault="00204D15" w:rsidP="000055AB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0055AB" w:rsidRPr="000055AB" w:rsidRDefault="00E943FE" w:rsidP="000055AB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6.3.</w:t>
      </w:r>
      <w:r w:rsidR="000C2097">
        <w:rPr>
          <w:rFonts w:ascii="PT Astra Serif" w:hAnsi="PT Astra Serif"/>
        </w:rPr>
        <w:t>3</w:t>
      </w:r>
      <w:r w:rsidR="00904E53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Н</w:t>
      </w:r>
      <w:r w:rsidRPr="000055AB">
        <w:rPr>
          <w:rFonts w:ascii="PT Astra Serif" w:hAnsi="PT Astra Serif"/>
        </w:rPr>
        <w:t xml:space="preserve">а основании обращения от </w:t>
      </w:r>
      <w:r w:rsidR="00CD3B79">
        <w:rPr>
          <w:rFonts w:ascii="PT Astra Serif" w:hAnsi="PT Astra Serif"/>
        </w:rPr>
        <w:t>05.05.2023 № 73-ИОГВ-04-01/942</w:t>
      </w:r>
      <w:r w:rsidR="00CD3B79" w:rsidRPr="00E135A0">
        <w:rPr>
          <w:rFonts w:ascii="PT Astra Serif" w:hAnsi="PT Astra Serif"/>
        </w:rPr>
        <w:t>вн</w:t>
      </w:r>
      <w:r w:rsidR="000055AB" w:rsidRPr="000055AB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</w:t>
      </w:r>
      <w:r w:rsidR="000055AB" w:rsidRPr="000055AB">
        <w:rPr>
          <w:rFonts w:ascii="PT Astra Serif" w:hAnsi="PT Astra Serif"/>
        </w:rPr>
        <w:t xml:space="preserve"> связи с уточнением численности молодых специалистов </w:t>
      </w:r>
      <w:r w:rsidR="000055AB" w:rsidRPr="00E52239">
        <w:rPr>
          <w:rFonts w:ascii="PT Astra Serif" w:hAnsi="PT Astra Serif"/>
          <w:b/>
        </w:rPr>
        <w:t>перераспределяются</w:t>
      </w:r>
      <w:r w:rsidR="000055AB" w:rsidRPr="000055AB">
        <w:rPr>
          <w:rFonts w:ascii="PT Astra Serif" w:hAnsi="PT Astra Serif"/>
        </w:rPr>
        <w:t xml:space="preserve"> </w:t>
      </w:r>
      <w:r w:rsidR="001D0D25">
        <w:rPr>
          <w:rFonts w:ascii="PT Astra Serif" w:hAnsi="PT Astra Serif"/>
        </w:rPr>
        <w:t>между муниципальными образованиями</w:t>
      </w:r>
      <w:r w:rsidR="001D0D25" w:rsidRPr="000055AB">
        <w:rPr>
          <w:rFonts w:ascii="PT Astra Serif" w:hAnsi="PT Astra Serif"/>
        </w:rPr>
        <w:t xml:space="preserve"> </w:t>
      </w:r>
      <w:r w:rsidR="000055AB" w:rsidRPr="000055AB">
        <w:rPr>
          <w:rFonts w:ascii="PT Astra Serif" w:hAnsi="PT Astra Serif"/>
        </w:rPr>
        <w:t xml:space="preserve">субвенции из областного бюджета </w:t>
      </w:r>
      <w:r w:rsidR="000055AB">
        <w:rPr>
          <w:rFonts w:ascii="PT Astra Serif" w:hAnsi="PT Astra Serif"/>
        </w:rPr>
        <w:t xml:space="preserve">Ульяновской области </w:t>
      </w:r>
      <w:r w:rsidR="000055AB" w:rsidRPr="000055AB">
        <w:rPr>
          <w:rFonts w:ascii="PT Astra Serif" w:hAnsi="PT Astra Serif"/>
        </w:rPr>
        <w:t>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учреждения, осуществляющие в качестве основного (уставного) вида деятельности деятельность в сфере культуры или архивного дела, на 2023 год</w:t>
      </w:r>
      <w:r w:rsidR="000A2C38">
        <w:rPr>
          <w:rFonts w:ascii="PT Astra Serif" w:hAnsi="PT Astra Serif"/>
        </w:rPr>
        <w:t>.</w:t>
      </w:r>
    </w:p>
    <w:p w:rsidR="000055AB" w:rsidRPr="000055AB" w:rsidRDefault="000055AB" w:rsidP="00005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055AB">
        <w:rPr>
          <w:rFonts w:ascii="PT Astra Serif" w:hAnsi="PT Astra Serif"/>
          <w:sz w:val="28"/>
          <w:szCs w:val="28"/>
        </w:rPr>
        <w:t>Таблица 3.13 приложения 10 излагается в новой редакции.</w:t>
      </w:r>
    </w:p>
    <w:p w:rsidR="00B717D5" w:rsidRDefault="00B717D5" w:rsidP="00B717D5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B717D5" w:rsidRPr="00B717D5" w:rsidRDefault="00B717D5" w:rsidP="00B717D5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933CB6">
        <w:rPr>
          <w:rFonts w:ascii="PT Astra Serif" w:hAnsi="PT Astra Serif"/>
          <w:b/>
          <w:sz w:val="28"/>
          <w:szCs w:val="28"/>
        </w:rPr>
        <w:tab/>
      </w:r>
      <w:r w:rsidR="00DE4B6A">
        <w:rPr>
          <w:rFonts w:ascii="PT Astra Serif" w:hAnsi="PT Astra Serif"/>
          <w:b/>
          <w:sz w:val="28"/>
          <w:szCs w:val="28"/>
        </w:rPr>
        <w:t>6</w:t>
      </w:r>
      <w:r w:rsidR="00821762">
        <w:rPr>
          <w:rFonts w:ascii="PT Astra Serif" w:hAnsi="PT Astra Serif"/>
          <w:b/>
          <w:sz w:val="28"/>
          <w:szCs w:val="28"/>
        </w:rPr>
        <w:t>.</w:t>
      </w:r>
      <w:r w:rsidR="00DE4B6A">
        <w:rPr>
          <w:rFonts w:ascii="PT Astra Serif" w:hAnsi="PT Astra Serif"/>
          <w:b/>
          <w:sz w:val="28"/>
          <w:szCs w:val="28"/>
        </w:rPr>
        <w:t>4.</w:t>
      </w:r>
      <w:r w:rsidR="006E3851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По Министерству физической культуры и спорта:</w:t>
      </w:r>
    </w:p>
    <w:p w:rsidR="00B717D5" w:rsidRPr="00821762" w:rsidRDefault="00821762" w:rsidP="00821762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6.4.1</w:t>
      </w:r>
      <w:r w:rsidR="00904E53">
        <w:rPr>
          <w:rFonts w:ascii="PT Astra Serif" w:eastAsia="Calibri" w:hAnsi="PT Astra Serif"/>
          <w:sz w:val="28"/>
          <w:szCs w:val="28"/>
          <w:lang w:eastAsia="en-US"/>
        </w:rPr>
        <w:t>.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B717D5">
        <w:rPr>
          <w:rFonts w:ascii="PT Astra Serif" w:eastAsia="Calibri" w:hAnsi="PT Astra Serif"/>
          <w:sz w:val="28"/>
          <w:szCs w:val="28"/>
          <w:lang w:eastAsia="en-US"/>
        </w:rPr>
        <w:t>Н</w:t>
      </w:r>
      <w:r w:rsidR="00B717D5" w:rsidRPr="00B717D5">
        <w:rPr>
          <w:rFonts w:ascii="PT Astra Serif" w:eastAsia="Calibri" w:hAnsi="PT Astra Serif"/>
          <w:sz w:val="28"/>
          <w:szCs w:val="28"/>
          <w:lang w:eastAsia="en-US"/>
        </w:rPr>
        <w:t xml:space="preserve">а основании обращения Министерства физической культуры и спорта Ульяновской области от </w:t>
      </w:r>
      <w:r w:rsidR="00DB7577" w:rsidRPr="00DB7577">
        <w:rPr>
          <w:rFonts w:ascii="PT Astra Serif" w:eastAsia="Calibri" w:hAnsi="PT Astra Serif"/>
          <w:sz w:val="28"/>
          <w:szCs w:val="28"/>
          <w:lang w:eastAsia="en-US"/>
        </w:rPr>
        <w:t>04.05.2023</w:t>
      </w:r>
      <w:r w:rsidRPr="00DB7577">
        <w:rPr>
          <w:rFonts w:ascii="PT Astra Serif" w:eastAsia="Calibri" w:hAnsi="PT Astra Serif"/>
          <w:sz w:val="28"/>
          <w:szCs w:val="28"/>
          <w:lang w:eastAsia="en-US"/>
        </w:rPr>
        <w:t xml:space="preserve"> №</w:t>
      </w:r>
      <w:r w:rsidR="00DB7577" w:rsidRPr="00DB7577">
        <w:rPr>
          <w:rFonts w:ascii="PT Astra Serif" w:eastAsia="Calibri" w:hAnsi="PT Astra Serif"/>
          <w:sz w:val="28"/>
          <w:szCs w:val="28"/>
          <w:lang w:eastAsia="en-US"/>
        </w:rPr>
        <w:t>73-ИОГВ-05-01/1171</w:t>
      </w:r>
      <w:r w:rsidRPr="00DB7577">
        <w:rPr>
          <w:rFonts w:ascii="PT Astra Serif" w:eastAsia="Calibri" w:hAnsi="PT Astra Serif"/>
          <w:sz w:val="28"/>
          <w:szCs w:val="28"/>
          <w:lang w:eastAsia="en-US"/>
        </w:rPr>
        <w:t>вн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в</w:t>
      </w:r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 xml:space="preserve"> связи с прекращением финансирования из областного бюджета АНО «Олимпийский совет» </w:t>
      </w:r>
      <w:r w:rsidR="00B717D5" w:rsidRPr="00904E53">
        <w:rPr>
          <w:rFonts w:ascii="PT Astra Serif" w:eastAsia="Calibri" w:hAnsi="PT Astra Serif"/>
          <w:b/>
          <w:sz w:val="28"/>
          <w:szCs w:val="28"/>
          <w:lang w:eastAsia="en-US"/>
        </w:rPr>
        <w:t>перераспределяются</w:t>
      </w:r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 xml:space="preserve"> субсидии на его содержание </w:t>
      </w:r>
      <w:r w:rsidR="00B717D5" w:rsidRPr="00904E53">
        <w:rPr>
          <w:rFonts w:ascii="PT Astra Serif" w:eastAsia="Calibri" w:hAnsi="PT Astra Serif"/>
          <w:b/>
          <w:sz w:val="28"/>
          <w:szCs w:val="28"/>
          <w:lang w:eastAsia="en-US"/>
        </w:rPr>
        <w:t>в 2024 году</w:t>
      </w:r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 xml:space="preserve"> в сумме </w:t>
      </w:r>
      <w:r w:rsidR="00B717D5" w:rsidRPr="00904E53">
        <w:rPr>
          <w:rFonts w:ascii="PT Astra Serif" w:eastAsia="Calibri" w:hAnsi="PT Astra Serif"/>
          <w:b/>
          <w:sz w:val="28"/>
          <w:szCs w:val="28"/>
          <w:lang w:eastAsia="en-US"/>
        </w:rPr>
        <w:t>2 000,0 тыс. рублей</w:t>
      </w:r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="00B717D5" w:rsidRPr="00904E53">
        <w:rPr>
          <w:rFonts w:ascii="PT Astra Serif" w:eastAsia="Calibri" w:hAnsi="PT Astra Serif"/>
          <w:b/>
          <w:sz w:val="28"/>
          <w:szCs w:val="28"/>
          <w:lang w:eastAsia="en-US"/>
        </w:rPr>
        <w:t>в 2025 году</w:t>
      </w:r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 xml:space="preserve"> в сумме </w:t>
      </w:r>
      <w:r w:rsidR="00B717D5" w:rsidRPr="00904E53">
        <w:rPr>
          <w:rFonts w:ascii="PT Astra Serif" w:eastAsia="Calibri" w:hAnsi="PT Astra Serif"/>
          <w:b/>
          <w:sz w:val="28"/>
          <w:szCs w:val="28"/>
          <w:lang w:eastAsia="en-US"/>
        </w:rPr>
        <w:t>1 000,0 тыс. рублей</w:t>
      </w:r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 xml:space="preserve"> на выплаты на приобретение жилого помещения на территории Ульяновской области чемпионам (призёрам) Олимпийских, </w:t>
      </w:r>
      <w:proofErr w:type="spellStart"/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>Паралимпийских</w:t>
      </w:r>
      <w:proofErr w:type="spellEnd"/>
      <w:r w:rsidR="00B717D5" w:rsidRPr="00821762">
        <w:rPr>
          <w:rFonts w:ascii="PT Astra Serif" w:eastAsia="Calibri" w:hAnsi="PT Astra Serif"/>
          <w:sz w:val="28"/>
          <w:szCs w:val="28"/>
          <w:lang w:eastAsia="en-US"/>
        </w:rPr>
        <w:t>, Сурдлимпийских игр, чемпионам мира и Европы по олимпийским видам программ в 2024 и в 2025 году соответственно.</w:t>
      </w:r>
    </w:p>
    <w:p w:rsidR="00B717D5" w:rsidRPr="00B717D5" w:rsidRDefault="00904E53" w:rsidP="00B717D5">
      <w:pPr>
        <w:pStyle w:val="aa"/>
        <w:ind w:left="0" w:firstLine="709"/>
        <w:jc w:val="both"/>
        <w:rPr>
          <w:rFonts w:ascii="PT Astra Serif" w:hAnsi="PT Astra Serif"/>
        </w:rPr>
      </w:pPr>
      <w:r w:rsidRPr="00904E53">
        <w:rPr>
          <w:rFonts w:ascii="PT Astra Serif" w:hAnsi="PT Astra Serif"/>
        </w:rPr>
        <w:t>6.4.</w:t>
      </w:r>
      <w:r>
        <w:rPr>
          <w:rFonts w:ascii="PT Astra Serif" w:hAnsi="PT Astra Serif"/>
        </w:rPr>
        <w:t>2.</w:t>
      </w:r>
      <w:r w:rsidRPr="00904E53">
        <w:rPr>
          <w:rFonts w:ascii="PT Astra Serif" w:hAnsi="PT Astra Serif"/>
        </w:rPr>
        <w:t xml:space="preserve"> На основании обращения Министерства физической культуры и спорта Ульяновской области от </w:t>
      </w:r>
      <w:r w:rsidR="0015215C" w:rsidRPr="00DB7577">
        <w:rPr>
          <w:rFonts w:ascii="PT Astra Serif" w:eastAsia="Calibri" w:hAnsi="PT Astra Serif"/>
          <w:lang w:eastAsia="en-US"/>
        </w:rPr>
        <w:t>04.05.2023</w:t>
      </w:r>
      <w:r w:rsidR="0015215C">
        <w:rPr>
          <w:rFonts w:ascii="PT Astra Serif" w:eastAsia="Calibri" w:hAnsi="PT Astra Serif"/>
          <w:lang w:eastAsia="en-US"/>
        </w:rPr>
        <w:t xml:space="preserve"> </w:t>
      </w:r>
      <w:r w:rsidR="00D0459D" w:rsidRPr="00DB7577">
        <w:rPr>
          <w:rFonts w:ascii="PT Astra Serif" w:eastAsia="Calibri" w:hAnsi="PT Astra Serif"/>
          <w:lang w:eastAsia="en-US"/>
        </w:rPr>
        <w:t>№73-ИОГВ-05-01/1171вн</w:t>
      </w:r>
      <w:r w:rsidR="00B717D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</w:t>
      </w:r>
      <w:r w:rsidR="00B717D5" w:rsidRPr="00B717D5">
        <w:rPr>
          <w:rFonts w:ascii="PT Astra Serif" w:hAnsi="PT Astra Serif"/>
        </w:rPr>
        <w:t xml:space="preserve"> связи с экономией от проведения конкурсных процедур на строительство ФОК в р.п. Троицкий </w:t>
      </w:r>
      <w:proofErr w:type="spellStart"/>
      <w:r w:rsidR="00B717D5" w:rsidRPr="00B717D5">
        <w:rPr>
          <w:rFonts w:ascii="PT Astra Serif" w:hAnsi="PT Astra Serif"/>
        </w:rPr>
        <w:t>Сунгур</w:t>
      </w:r>
      <w:proofErr w:type="spellEnd"/>
      <w:r w:rsidR="00B717D5" w:rsidRPr="00B717D5">
        <w:rPr>
          <w:rFonts w:ascii="PT Astra Serif" w:hAnsi="PT Astra Serif"/>
        </w:rPr>
        <w:t xml:space="preserve"> Ульяновской области </w:t>
      </w:r>
      <w:r w:rsidR="00B717D5" w:rsidRPr="008D0745">
        <w:rPr>
          <w:rFonts w:ascii="PT Astra Serif" w:hAnsi="PT Astra Serif"/>
          <w:b/>
        </w:rPr>
        <w:t>перераспределяются</w:t>
      </w:r>
      <w:r w:rsidR="00B717D5" w:rsidRPr="00B717D5">
        <w:rPr>
          <w:rFonts w:ascii="PT Astra Serif" w:hAnsi="PT Astra Serif"/>
        </w:rPr>
        <w:t xml:space="preserve"> средства в сумме </w:t>
      </w:r>
      <w:r w:rsidR="00B717D5" w:rsidRPr="008D0745">
        <w:rPr>
          <w:rFonts w:ascii="PT Astra Serif" w:hAnsi="PT Astra Serif"/>
          <w:b/>
        </w:rPr>
        <w:t>458,904 тыс. рублей</w:t>
      </w:r>
      <w:r w:rsidR="00B717D5" w:rsidRPr="00B717D5">
        <w:rPr>
          <w:rFonts w:ascii="PT Astra Serif" w:hAnsi="PT Astra Serif"/>
        </w:rPr>
        <w:t xml:space="preserve"> на приобретение технологического оборуд</w:t>
      </w:r>
      <w:r w:rsidR="00896D2F">
        <w:rPr>
          <w:rFonts w:ascii="PT Astra Serif" w:hAnsi="PT Astra Serif"/>
        </w:rPr>
        <w:t>ования данного объекта. В связи</w:t>
      </w:r>
      <w:r w:rsidR="00B717D5" w:rsidRPr="00B717D5">
        <w:rPr>
          <w:rFonts w:ascii="PT Astra Serif" w:hAnsi="PT Astra Serif"/>
        </w:rPr>
        <w:t xml:space="preserve"> с чем </w:t>
      </w:r>
      <w:r w:rsidR="00B717D5" w:rsidRPr="00896D2F">
        <w:rPr>
          <w:rFonts w:ascii="PT Astra Serif" w:hAnsi="PT Astra Serif"/>
          <w:b/>
        </w:rPr>
        <w:t>перераспределяются</w:t>
      </w:r>
      <w:r w:rsidR="00B717D5" w:rsidRPr="00B717D5">
        <w:rPr>
          <w:rFonts w:ascii="PT Astra Serif" w:hAnsi="PT Astra Serif"/>
        </w:rPr>
        <w:t xml:space="preserve"> субсидии муниципальному образованию «Новоспасский район» в сумме </w:t>
      </w:r>
      <w:r w:rsidR="00B717D5" w:rsidRPr="00896D2F">
        <w:rPr>
          <w:rFonts w:ascii="PT Astra Serif" w:hAnsi="PT Astra Serif"/>
          <w:b/>
        </w:rPr>
        <w:t>458,904 тыс. рублей</w:t>
      </w:r>
      <w:r w:rsidR="00B717D5" w:rsidRPr="00B717D5">
        <w:rPr>
          <w:rFonts w:ascii="PT Astra Serif" w:hAnsi="PT Astra Serif"/>
        </w:rPr>
        <w:t xml:space="preserve"> с Министерства</w:t>
      </w:r>
      <w:r w:rsidR="00896D2F">
        <w:rPr>
          <w:rFonts w:ascii="PT Astra Serif" w:hAnsi="PT Astra Serif"/>
        </w:rPr>
        <w:t xml:space="preserve"> жилищно-коммунального хозяйства</w:t>
      </w:r>
      <w:r w:rsidR="00B717D5" w:rsidRPr="00B717D5">
        <w:rPr>
          <w:rFonts w:ascii="PT Astra Serif" w:hAnsi="PT Astra Serif"/>
        </w:rPr>
        <w:t xml:space="preserve"> и строительства Ульяновской области на Министерство физической культуры и спорта Ульяновской области.</w:t>
      </w:r>
    </w:p>
    <w:p w:rsidR="00B717D5" w:rsidRPr="00B717D5" w:rsidRDefault="00B717D5" w:rsidP="00B717D5">
      <w:pPr>
        <w:pStyle w:val="aa"/>
        <w:ind w:left="0" w:firstLine="709"/>
        <w:jc w:val="both"/>
        <w:rPr>
          <w:rFonts w:ascii="PT Astra Serif" w:hAnsi="PT Astra Serif"/>
        </w:rPr>
      </w:pPr>
      <w:r w:rsidRPr="00B717D5">
        <w:rPr>
          <w:rFonts w:ascii="PT Astra Serif" w:hAnsi="PT Astra Serif"/>
        </w:rPr>
        <w:lastRenderedPageBreak/>
        <w:t>Соответствующие изменения вносятся в Приложения 4,</w:t>
      </w:r>
      <w:r>
        <w:rPr>
          <w:rFonts w:ascii="PT Astra Serif" w:hAnsi="PT Astra Serif"/>
        </w:rPr>
        <w:t xml:space="preserve"> </w:t>
      </w:r>
      <w:r w:rsidRPr="00B717D5">
        <w:rPr>
          <w:rFonts w:ascii="PT Astra Serif" w:hAnsi="PT Astra Serif"/>
        </w:rPr>
        <w:t>5</w:t>
      </w:r>
      <w:r>
        <w:rPr>
          <w:rFonts w:ascii="PT Astra Serif" w:hAnsi="PT Astra Serif"/>
        </w:rPr>
        <w:t xml:space="preserve"> и </w:t>
      </w:r>
      <w:r w:rsidRPr="00B717D5">
        <w:rPr>
          <w:rFonts w:ascii="PT Astra Serif" w:hAnsi="PT Astra Serif"/>
        </w:rPr>
        <w:t xml:space="preserve">6. </w:t>
      </w:r>
      <w:r>
        <w:rPr>
          <w:rFonts w:ascii="PT Astra Serif" w:hAnsi="PT Astra Serif"/>
        </w:rPr>
        <w:t>Приложение 10 дополняется таблицей 2.51.</w:t>
      </w:r>
    </w:p>
    <w:p w:rsidR="00B717D5" w:rsidRPr="00B717D5" w:rsidRDefault="00B717D5" w:rsidP="000055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5C3E" w:rsidRPr="00547E9B" w:rsidRDefault="001F451F" w:rsidP="00715C3E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715C3E" w:rsidRPr="001F451F">
        <w:rPr>
          <w:rFonts w:ascii="PT Astra Serif" w:hAnsi="PT Astra Serif"/>
          <w:b/>
          <w:sz w:val="28"/>
          <w:szCs w:val="28"/>
        </w:rPr>
        <w:t>.</w:t>
      </w:r>
      <w:r w:rsidR="009928F8">
        <w:rPr>
          <w:rFonts w:ascii="PT Astra Serif" w:hAnsi="PT Astra Serif"/>
          <w:b/>
          <w:sz w:val="28"/>
          <w:szCs w:val="28"/>
        </w:rPr>
        <w:t>5.</w:t>
      </w:r>
      <w:r w:rsidR="00715C3E" w:rsidRPr="00547E9B">
        <w:rPr>
          <w:rFonts w:ascii="PT Astra Serif" w:hAnsi="PT Astra Serif"/>
          <w:b/>
          <w:sz w:val="28"/>
          <w:szCs w:val="28"/>
        </w:rPr>
        <w:t xml:space="preserve"> По Министерству молодежного развития:</w:t>
      </w:r>
    </w:p>
    <w:p w:rsidR="00715C3E" w:rsidRPr="00547E9B" w:rsidRDefault="00715C3E" w:rsidP="00715C3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47E9B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8359ED">
        <w:rPr>
          <w:rFonts w:ascii="PT Astra Serif" w:hAnsi="PT Astra Serif"/>
          <w:sz w:val="28"/>
          <w:szCs w:val="28"/>
        </w:rPr>
        <w:t xml:space="preserve">03.05.2023 </w:t>
      </w:r>
      <w:r w:rsidRPr="00547E9B">
        <w:rPr>
          <w:rFonts w:ascii="PT Astra Serif" w:hAnsi="PT Astra Serif"/>
          <w:sz w:val="28"/>
          <w:szCs w:val="28"/>
        </w:rPr>
        <w:t>№73-ИОГВ-13/</w:t>
      </w:r>
      <w:r w:rsidR="008359ED" w:rsidRPr="008359ED">
        <w:rPr>
          <w:rFonts w:ascii="PT Astra Serif" w:hAnsi="PT Astra Serif"/>
          <w:sz w:val="28"/>
          <w:szCs w:val="28"/>
        </w:rPr>
        <w:t>524</w:t>
      </w:r>
      <w:r w:rsidRPr="008359ED">
        <w:rPr>
          <w:rFonts w:ascii="PT Astra Serif" w:hAnsi="PT Astra Serif"/>
          <w:sz w:val="28"/>
          <w:szCs w:val="28"/>
        </w:rPr>
        <w:t>вн</w:t>
      </w:r>
      <w:r w:rsidRPr="00547E9B">
        <w:rPr>
          <w:rFonts w:ascii="PT Astra Serif" w:hAnsi="PT Astra Serif"/>
          <w:sz w:val="28"/>
          <w:szCs w:val="28"/>
        </w:rPr>
        <w:t xml:space="preserve"> в расходной части областного бюджета </w:t>
      </w:r>
      <w:r w:rsidRPr="00547E9B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Pr="00547E9B">
        <w:rPr>
          <w:rFonts w:ascii="PT Astra Serif" w:hAnsi="PT Astra Serif"/>
          <w:sz w:val="28"/>
          <w:szCs w:val="28"/>
        </w:rPr>
        <w:t xml:space="preserve">средства между мероприятиями государственной программы «Развитие и модернизация образования Ульяновской области» в сумме </w:t>
      </w:r>
      <w:r w:rsidRPr="00547E9B">
        <w:rPr>
          <w:rFonts w:ascii="PT Astra Serif" w:hAnsi="PT Astra Serif"/>
          <w:b/>
          <w:sz w:val="28"/>
          <w:szCs w:val="28"/>
        </w:rPr>
        <w:t>1 837,0</w:t>
      </w:r>
      <w:r>
        <w:rPr>
          <w:rFonts w:ascii="PT Astra Serif" w:hAnsi="PT Astra Serif"/>
          <w:sz w:val="28"/>
          <w:szCs w:val="28"/>
        </w:rPr>
        <w:t xml:space="preserve"> </w:t>
      </w:r>
      <w:r w:rsidRPr="00547E9B">
        <w:rPr>
          <w:rFonts w:ascii="PT Astra Serif" w:hAnsi="PT Astra Serif"/>
          <w:b/>
          <w:sz w:val="28"/>
          <w:szCs w:val="28"/>
        </w:rPr>
        <w:t>тыс. рублей</w:t>
      </w:r>
      <w:r w:rsidRPr="00547E9B">
        <w:rPr>
          <w:rFonts w:ascii="PT Astra Serif" w:hAnsi="PT Astra Serif"/>
          <w:sz w:val="28"/>
          <w:szCs w:val="28"/>
        </w:rPr>
        <w:t xml:space="preserve"> в 2023 году с расходов на реализацию мероприятий в сфере молодёжной политики на предоставление субсидии Общероссийской общественной организации </w:t>
      </w:r>
      <w:r>
        <w:rPr>
          <w:rFonts w:ascii="PT Astra Serif" w:hAnsi="PT Astra Serif"/>
          <w:sz w:val="28"/>
          <w:szCs w:val="28"/>
        </w:rPr>
        <w:t xml:space="preserve">«Российский Союз </w:t>
      </w:r>
      <w:r w:rsidRPr="00547E9B">
        <w:rPr>
          <w:rFonts w:ascii="PT Astra Serif" w:hAnsi="PT Astra Serif"/>
          <w:sz w:val="28"/>
          <w:szCs w:val="28"/>
        </w:rPr>
        <w:t xml:space="preserve">Молодёжи» </w:t>
      </w:r>
      <w:r>
        <w:rPr>
          <w:rFonts w:ascii="PT Astra Serif" w:hAnsi="PT Astra Serif"/>
          <w:sz w:val="28"/>
          <w:szCs w:val="28"/>
        </w:rPr>
        <w:t xml:space="preserve">в целях организации и </w:t>
      </w:r>
      <w:r w:rsidRPr="00547E9B">
        <w:rPr>
          <w:rFonts w:ascii="PT Astra Serif" w:hAnsi="PT Astra Serif"/>
          <w:sz w:val="28"/>
          <w:szCs w:val="28"/>
        </w:rPr>
        <w:t>проведения Международного молодёжного лагеря стран</w:t>
      </w:r>
      <w:proofErr w:type="gramEnd"/>
      <w:r w:rsidRPr="00547E9B">
        <w:rPr>
          <w:rFonts w:ascii="PT Astra Serif" w:hAnsi="PT Astra Serif"/>
          <w:sz w:val="28"/>
          <w:szCs w:val="28"/>
        </w:rPr>
        <w:t xml:space="preserve"> БРИКС.</w:t>
      </w:r>
    </w:p>
    <w:p w:rsidR="00715C3E" w:rsidRPr="00547E9B" w:rsidRDefault="00715C3E" w:rsidP="00715C3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E9B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715C3E" w:rsidRPr="00F17D5F" w:rsidRDefault="00715C3E" w:rsidP="00715C3E">
      <w:pPr>
        <w:spacing w:after="0" w:line="240" w:lineRule="auto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715C3E" w:rsidRPr="00302E14" w:rsidRDefault="007750BF" w:rsidP="00715C3E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750BF">
        <w:rPr>
          <w:rFonts w:ascii="PT Astra Serif" w:hAnsi="PT Astra Serif"/>
          <w:b/>
          <w:sz w:val="28"/>
          <w:szCs w:val="28"/>
        </w:rPr>
        <w:t>6</w:t>
      </w:r>
      <w:r w:rsidR="00715C3E" w:rsidRPr="007750BF">
        <w:rPr>
          <w:rFonts w:ascii="PT Astra Serif" w:hAnsi="PT Astra Serif"/>
          <w:b/>
          <w:sz w:val="28"/>
          <w:szCs w:val="28"/>
        </w:rPr>
        <w:t>.</w:t>
      </w:r>
      <w:r w:rsidRPr="007750BF">
        <w:rPr>
          <w:rFonts w:ascii="PT Astra Serif" w:hAnsi="PT Astra Serif"/>
          <w:b/>
          <w:sz w:val="28"/>
          <w:szCs w:val="28"/>
        </w:rPr>
        <w:t>6.</w:t>
      </w:r>
      <w:r w:rsidR="00715C3E" w:rsidRPr="00302E14">
        <w:rPr>
          <w:rFonts w:ascii="PT Astra Serif" w:hAnsi="PT Astra Serif"/>
          <w:b/>
          <w:sz w:val="28"/>
          <w:szCs w:val="28"/>
        </w:rPr>
        <w:t xml:space="preserve"> По Агентству записи актов гражданского состояния:</w:t>
      </w:r>
    </w:p>
    <w:p w:rsidR="00715C3E" w:rsidRPr="00EA4757" w:rsidRDefault="00715C3E" w:rsidP="00715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2E14">
        <w:rPr>
          <w:rFonts w:ascii="PT Astra Serif" w:hAnsi="PT Astra Serif"/>
          <w:sz w:val="28"/>
          <w:szCs w:val="28"/>
        </w:rPr>
        <w:t>На основании обращени</w:t>
      </w:r>
      <w:r w:rsidR="007750BF">
        <w:rPr>
          <w:rFonts w:ascii="PT Astra Serif" w:hAnsi="PT Astra Serif"/>
          <w:sz w:val="28"/>
          <w:szCs w:val="28"/>
        </w:rPr>
        <w:t>я</w:t>
      </w:r>
      <w:r w:rsidRPr="00302E14">
        <w:rPr>
          <w:rFonts w:ascii="PT Astra Serif" w:hAnsi="PT Astra Serif"/>
          <w:sz w:val="28"/>
          <w:szCs w:val="28"/>
        </w:rPr>
        <w:t xml:space="preserve"> от 22.03.2023 №73-ИОГВ-19/244вн, </w:t>
      </w:r>
      <w:r w:rsidRPr="00302E14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</w:t>
      </w:r>
      <w:r w:rsidRPr="00302E14">
        <w:rPr>
          <w:rFonts w:ascii="PT Astra Serif" w:hAnsi="PT Astra Serif"/>
          <w:b/>
          <w:sz w:val="28"/>
          <w:szCs w:val="28"/>
        </w:rPr>
        <w:t>перераспределяются</w:t>
      </w:r>
      <w:r w:rsidRPr="00302E14">
        <w:rPr>
          <w:rFonts w:ascii="PT Astra Serif" w:hAnsi="PT Astra Serif"/>
          <w:sz w:val="28"/>
          <w:szCs w:val="28"/>
        </w:rPr>
        <w:t xml:space="preserve"> средства единой субвенции из федерального бюджета в сумме </w:t>
      </w:r>
      <w:r w:rsidRPr="00302E14">
        <w:rPr>
          <w:rFonts w:ascii="PT Astra Serif" w:hAnsi="PT Astra Serif"/>
          <w:b/>
          <w:sz w:val="28"/>
          <w:szCs w:val="28"/>
        </w:rPr>
        <w:t>39,06</w:t>
      </w:r>
      <w:r w:rsidRPr="00302E14">
        <w:rPr>
          <w:rFonts w:ascii="PT Astra Serif" w:hAnsi="PT Astra Serif"/>
          <w:sz w:val="28"/>
          <w:szCs w:val="28"/>
        </w:rPr>
        <w:t xml:space="preserve"> </w:t>
      </w:r>
      <w:r w:rsidRPr="00302E14">
        <w:rPr>
          <w:rFonts w:ascii="PT Astra Serif" w:hAnsi="PT Astra Serif"/>
          <w:b/>
          <w:sz w:val="28"/>
          <w:szCs w:val="28"/>
        </w:rPr>
        <w:t>тыс. рублей</w:t>
      </w:r>
      <w:r w:rsidRPr="00302E14">
        <w:rPr>
          <w:rFonts w:ascii="PT Astra Serif" w:hAnsi="PT Astra Serif"/>
          <w:sz w:val="28"/>
          <w:szCs w:val="28"/>
        </w:rPr>
        <w:t xml:space="preserve"> в 2023 году </w:t>
      </w:r>
      <w:r>
        <w:rPr>
          <w:rFonts w:ascii="PT Astra Serif" w:hAnsi="PT Astra Serif"/>
          <w:sz w:val="28"/>
          <w:szCs w:val="28"/>
        </w:rPr>
        <w:t xml:space="preserve">с </w:t>
      </w:r>
      <w:r w:rsidRPr="00EA4757">
        <w:rPr>
          <w:rFonts w:ascii="PT Astra Serif" w:hAnsi="PT Astra Serif"/>
          <w:sz w:val="28"/>
          <w:szCs w:val="28"/>
        </w:rPr>
        <w:t>областного уровня на муниципальный.</w:t>
      </w:r>
    </w:p>
    <w:p w:rsidR="00715C3E" w:rsidRDefault="00715C3E" w:rsidP="00715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4757">
        <w:rPr>
          <w:rFonts w:ascii="PT Astra Serif" w:hAnsi="PT Astra Serif"/>
          <w:sz w:val="28"/>
          <w:szCs w:val="28"/>
        </w:rPr>
        <w:t>Соответствующие изменения вносятся в приложения 4, 8 и 9 к Закону, таблиц</w:t>
      </w:r>
      <w:r>
        <w:rPr>
          <w:rFonts w:ascii="PT Astra Serif" w:hAnsi="PT Astra Serif"/>
          <w:sz w:val="28"/>
          <w:szCs w:val="28"/>
        </w:rPr>
        <w:t>а</w:t>
      </w:r>
      <w:r w:rsidRPr="00EA4757">
        <w:rPr>
          <w:rFonts w:ascii="PT Astra Serif" w:hAnsi="PT Astra Serif"/>
          <w:sz w:val="28"/>
          <w:szCs w:val="28"/>
        </w:rPr>
        <w:t xml:space="preserve"> 3.10 приложения 10 излага</w:t>
      </w:r>
      <w:r>
        <w:rPr>
          <w:rFonts w:ascii="PT Astra Serif" w:hAnsi="PT Astra Serif"/>
          <w:sz w:val="28"/>
          <w:szCs w:val="28"/>
        </w:rPr>
        <w:t>е</w:t>
      </w:r>
      <w:r w:rsidRPr="00EA4757">
        <w:rPr>
          <w:rFonts w:ascii="PT Astra Serif" w:hAnsi="PT Astra Serif"/>
          <w:sz w:val="28"/>
          <w:szCs w:val="28"/>
        </w:rPr>
        <w:t>тся в новой редакции.</w:t>
      </w:r>
    </w:p>
    <w:p w:rsidR="00715C3E" w:rsidRDefault="00715C3E" w:rsidP="00715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5C3E" w:rsidRPr="00E45EB0" w:rsidRDefault="007750BF" w:rsidP="00715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="00715C3E" w:rsidRPr="00E45EB0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7.</w:t>
      </w:r>
      <w:r w:rsidR="00715C3E" w:rsidRPr="00E45EB0">
        <w:rPr>
          <w:rFonts w:ascii="PT Astra Serif" w:hAnsi="PT Astra Serif"/>
          <w:b/>
          <w:sz w:val="28"/>
          <w:szCs w:val="28"/>
        </w:rPr>
        <w:t xml:space="preserve"> По Министерству просвещения и воспитания:</w:t>
      </w:r>
    </w:p>
    <w:p w:rsidR="00715C3E" w:rsidRPr="00922174" w:rsidRDefault="0045273E" w:rsidP="0088148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960DAE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7</w:t>
      </w:r>
      <w:r w:rsidR="00960DAE">
        <w:rPr>
          <w:rFonts w:ascii="PT Astra Serif" w:hAnsi="PT Astra Serif"/>
          <w:sz w:val="28"/>
          <w:szCs w:val="28"/>
        </w:rPr>
        <w:t>.1</w:t>
      </w:r>
      <w:r w:rsidR="001C116F">
        <w:rPr>
          <w:rFonts w:ascii="PT Astra Serif" w:hAnsi="PT Astra Serif"/>
          <w:sz w:val="28"/>
          <w:szCs w:val="28"/>
        </w:rPr>
        <w:t>.</w:t>
      </w:r>
      <w:r w:rsidR="00960DAE">
        <w:rPr>
          <w:rFonts w:ascii="PT Astra Serif" w:hAnsi="PT Astra Serif"/>
          <w:sz w:val="28"/>
          <w:szCs w:val="28"/>
        </w:rPr>
        <w:t xml:space="preserve"> </w:t>
      </w:r>
      <w:r w:rsidR="00715C3E" w:rsidRPr="00922174">
        <w:rPr>
          <w:rFonts w:ascii="PT Astra Serif" w:hAnsi="PT Astra Serif"/>
          <w:sz w:val="28"/>
          <w:szCs w:val="28"/>
        </w:rPr>
        <w:t xml:space="preserve">На основании обращения от 10.05.2023 № 73-ИОГВ-01.01/2959вн </w:t>
      </w:r>
      <w:r w:rsidR="00715C3E" w:rsidRPr="00302E14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715C3E" w:rsidRPr="00302E14">
        <w:rPr>
          <w:rFonts w:ascii="PT Astra Serif" w:hAnsi="PT Astra Serif"/>
          <w:b/>
          <w:sz w:val="28"/>
          <w:szCs w:val="28"/>
        </w:rPr>
        <w:t>перераспределяются</w:t>
      </w:r>
      <w:r w:rsidR="00715C3E" w:rsidRPr="00302E14">
        <w:rPr>
          <w:rFonts w:ascii="PT Astra Serif" w:hAnsi="PT Astra Serif"/>
          <w:sz w:val="28"/>
          <w:szCs w:val="28"/>
        </w:rPr>
        <w:t xml:space="preserve"> средства </w:t>
      </w:r>
      <w:r w:rsidR="00715C3E" w:rsidRPr="00922174">
        <w:rPr>
          <w:rFonts w:ascii="PT Astra Serif" w:hAnsi="PT Astra Serif"/>
          <w:sz w:val="28"/>
          <w:szCs w:val="28"/>
        </w:rPr>
        <w:t xml:space="preserve">в связи </w:t>
      </w:r>
      <w:r w:rsidR="00715C3E" w:rsidRPr="00922174">
        <w:rPr>
          <w:rFonts w:ascii="PT Astra Serif" w:hAnsi="PT Astra Serif"/>
          <w:sz w:val="28"/>
          <w:szCs w:val="28"/>
        </w:rPr>
        <w:br/>
        <w:t xml:space="preserve">с необходимостью организации отдыха и оздоровления детей </w:t>
      </w:r>
      <w:proofErr w:type="spellStart"/>
      <w:r w:rsidR="00715C3E" w:rsidRPr="00922174">
        <w:rPr>
          <w:rFonts w:ascii="PT Astra Serif" w:hAnsi="PT Astra Serif"/>
          <w:sz w:val="28"/>
          <w:szCs w:val="28"/>
        </w:rPr>
        <w:t>Лутугинского</w:t>
      </w:r>
      <w:proofErr w:type="spellEnd"/>
      <w:r w:rsidR="00715C3E" w:rsidRPr="00922174">
        <w:rPr>
          <w:rFonts w:ascii="PT Astra Serif" w:hAnsi="PT Astra Serif"/>
          <w:sz w:val="28"/>
          <w:szCs w:val="28"/>
        </w:rPr>
        <w:t xml:space="preserve"> района</w:t>
      </w:r>
      <w:r w:rsidR="00A75DDB">
        <w:rPr>
          <w:rFonts w:ascii="PT Astra Serif" w:hAnsi="PT Astra Serif"/>
          <w:sz w:val="28"/>
          <w:szCs w:val="28"/>
        </w:rPr>
        <w:t xml:space="preserve"> </w:t>
      </w:r>
      <w:r w:rsidR="00A75DDB" w:rsidRPr="00922174">
        <w:rPr>
          <w:rFonts w:ascii="PT Astra Serif" w:hAnsi="PT Astra Serif"/>
          <w:sz w:val="28"/>
          <w:szCs w:val="28"/>
        </w:rPr>
        <w:t>Луганской Народной Республики</w:t>
      </w:r>
      <w:r w:rsidR="00715C3E" w:rsidRPr="00922174">
        <w:rPr>
          <w:rFonts w:ascii="PT Astra Serif" w:hAnsi="PT Astra Serif"/>
          <w:sz w:val="28"/>
          <w:szCs w:val="28"/>
        </w:rPr>
        <w:t>, а также приобретени</w:t>
      </w:r>
      <w:r w:rsidR="00715C3E">
        <w:rPr>
          <w:rFonts w:ascii="PT Astra Serif" w:hAnsi="PT Astra Serif"/>
          <w:sz w:val="28"/>
          <w:szCs w:val="28"/>
        </w:rPr>
        <w:t>я</w:t>
      </w:r>
      <w:r w:rsidR="00715C3E" w:rsidRPr="00922174">
        <w:rPr>
          <w:rFonts w:ascii="PT Astra Serif" w:hAnsi="PT Astra Serif"/>
          <w:sz w:val="28"/>
          <w:szCs w:val="28"/>
        </w:rPr>
        <w:t xml:space="preserve"> государственной символики для образовательных организаций </w:t>
      </w:r>
      <w:proofErr w:type="spellStart"/>
      <w:r w:rsidR="00715C3E" w:rsidRPr="00922174">
        <w:rPr>
          <w:rFonts w:ascii="PT Astra Serif" w:hAnsi="PT Astra Serif"/>
          <w:sz w:val="28"/>
          <w:szCs w:val="28"/>
        </w:rPr>
        <w:t>Лутугинского</w:t>
      </w:r>
      <w:proofErr w:type="spellEnd"/>
      <w:r w:rsidR="00715C3E" w:rsidRPr="00922174">
        <w:rPr>
          <w:rFonts w:ascii="PT Astra Serif" w:hAnsi="PT Astra Serif"/>
          <w:sz w:val="28"/>
          <w:szCs w:val="28"/>
        </w:rPr>
        <w:t xml:space="preserve"> района </w:t>
      </w:r>
      <w:r w:rsidR="00673A1E" w:rsidRPr="00922174">
        <w:rPr>
          <w:rFonts w:ascii="PT Astra Serif" w:hAnsi="PT Astra Serif"/>
          <w:sz w:val="28"/>
          <w:szCs w:val="28"/>
        </w:rPr>
        <w:t xml:space="preserve">Луганской Народной Республики </w:t>
      </w:r>
      <w:r w:rsidR="00715C3E" w:rsidRPr="00922174">
        <w:rPr>
          <w:rFonts w:ascii="PT Astra Serif" w:hAnsi="PT Astra Serif"/>
          <w:sz w:val="28"/>
          <w:szCs w:val="28"/>
        </w:rPr>
        <w:t xml:space="preserve">в общей сумме </w:t>
      </w:r>
      <w:r w:rsidR="00715C3E" w:rsidRPr="00D83188">
        <w:rPr>
          <w:rFonts w:ascii="PT Astra Serif" w:hAnsi="PT Astra Serif"/>
          <w:b/>
          <w:sz w:val="28"/>
          <w:szCs w:val="28"/>
        </w:rPr>
        <w:t>6 500,0 тыс. рублей</w:t>
      </w:r>
      <w:r w:rsidR="001C116F">
        <w:rPr>
          <w:rFonts w:ascii="PT Astra Serif" w:hAnsi="PT Astra Serif"/>
          <w:sz w:val="28"/>
          <w:szCs w:val="28"/>
        </w:rPr>
        <w:t>.</w:t>
      </w:r>
    </w:p>
    <w:p w:rsidR="00715C3E" w:rsidRPr="00922174" w:rsidRDefault="00715C3E" w:rsidP="0088148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2174">
        <w:rPr>
          <w:rFonts w:ascii="PT Astra Serif" w:hAnsi="PT Astra Serif"/>
          <w:sz w:val="28"/>
          <w:szCs w:val="28"/>
        </w:rPr>
        <w:t xml:space="preserve">Данные средства в сумме </w:t>
      </w:r>
      <w:r w:rsidRPr="00BC216B">
        <w:rPr>
          <w:rFonts w:ascii="PT Astra Serif" w:hAnsi="PT Astra Serif"/>
          <w:b/>
          <w:sz w:val="28"/>
          <w:szCs w:val="28"/>
        </w:rPr>
        <w:t>6 500,0 тыс. рублей</w:t>
      </w:r>
      <w:r w:rsidRPr="00922174">
        <w:rPr>
          <w:rFonts w:ascii="PT Astra Serif" w:hAnsi="PT Astra Serif"/>
          <w:sz w:val="28"/>
          <w:szCs w:val="28"/>
        </w:rPr>
        <w:t xml:space="preserve"> направляются в резервный фонд Правительства Ульяновской области.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715C3E" w:rsidRDefault="00715C3E" w:rsidP="0088148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582AB1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Приложения 4, 5, 6, 8 и 9 </w:t>
      </w:r>
      <w:r w:rsidRPr="00582AB1">
        <w:rPr>
          <w:rFonts w:ascii="PT Astra Serif" w:hAnsi="PT Astra Serif"/>
          <w:spacing w:val="-2"/>
          <w:sz w:val="28"/>
          <w:szCs w:val="28"/>
        </w:rPr>
        <w:br/>
      </w:r>
      <w:r>
        <w:rPr>
          <w:rFonts w:ascii="PT Astra Serif" w:hAnsi="PT Astra Serif"/>
          <w:spacing w:val="-2"/>
          <w:sz w:val="28"/>
          <w:szCs w:val="28"/>
        </w:rPr>
        <w:t>к Закону.</w:t>
      </w:r>
    </w:p>
    <w:p w:rsidR="00960DAE" w:rsidRDefault="00960DAE" w:rsidP="0088148C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60DAE" w:rsidRPr="00550BD7" w:rsidRDefault="005C484B" w:rsidP="0088148C">
      <w:pPr>
        <w:spacing w:after="0" w:line="22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960DAE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7</w:t>
      </w:r>
      <w:r w:rsidR="00960DAE">
        <w:rPr>
          <w:rFonts w:ascii="PT Astra Serif" w:hAnsi="PT Astra Serif"/>
          <w:sz w:val="28"/>
          <w:szCs w:val="28"/>
        </w:rPr>
        <w:t>.2</w:t>
      </w:r>
      <w:r w:rsidR="00960DAE" w:rsidRPr="00550BD7">
        <w:rPr>
          <w:rFonts w:ascii="PT Astra Serif" w:hAnsi="PT Astra Serif"/>
          <w:sz w:val="28"/>
          <w:szCs w:val="28"/>
        </w:rPr>
        <w:t xml:space="preserve"> На основании обращения от 10.05.2023 № 73-ИОГВ-01.01/2956вн в связи с уточнением численности получателей сложившаяся экономия </w:t>
      </w:r>
      <w:r w:rsidR="00960DAE" w:rsidRPr="00550BD7">
        <w:rPr>
          <w:rFonts w:ascii="PT Astra Serif" w:hAnsi="PT Astra Serif"/>
          <w:b/>
          <w:sz w:val="28"/>
          <w:szCs w:val="28"/>
        </w:rPr>
        <w:t>в сумме 37 946,92572 тыс. рублей</w:t>
      </w:r>
      <w:r w:rsidR="00960DAE" w:rsidRPr="00550BD7">
        <w:rPr>
          <w:rFonts w:ascii="PT Astra Serif" w:hAnsi="PT Astra Serif"/>
          <w:sz w:val="28"/>
          <w:szCs w:val="28"/>
        </w:rPr>
        <w:t xml:space="preserve"> </w:t>
      </w:r>
      <w:r w:rsidR="003C6204" w:rsidRPr="00302E14">
        <w:rPr>
          <w:rFonts w:ascii="PT Astra Serif" w:hAnsi="PT Astra Serif"/>
          <w:sz w:val="28"/>
          <w:szCs w:val="28"/>
        </w:rPr>
        <w:t>в расходной части областного бюджета</w:t>
      </w:r>
      <w:r w:rsidR="003C6204" w:rsidRPr="004234FC">
        <w:rPr>
          <w:rFonts w:ascii="PT Astra Serif" w:hAnsi="PT Astra Serif"/>
          <w:b/>
          <w:sz w:val="28"/>
          <w:szCs w:val="28"/>
        </w:rPr>
        <w:t xml:space="preserve"> </w:t>
      </w:r>
      <w:r w:rsidR="00960DAE" w:rsidRPr="004234FC">
        <w:rPr>
          <w:rFonts w:ascii="PT Astra Serif" w:hAnsi="PT Astra Serif"/>
          <w:b/>
          <w:sz w:val="28"/>
          <w:szCs w:val="28"/>
        </w:rPr>
        <w:t>перераспределяется</w:t>
      </w:r>
      <w:r w:rsidR="00960DAE" w:rsidRPr="00550BD7">
        <w:rPr>
          <w:rFonts w:ascii="PT Astra Serif" w:hAnsi="PT Astra Serif"/>
          <w:sz w:val="28"/>
          <w:szCs w:val="28"/>
        </w:rPr>
        <w:t xml:space="preserve"> с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детьми.</w:t>
      </w:r>
    </w:p>
    <w:p w:rsidR="00960DAE" w:rsidRPr="00550BD7" w:rsidRDefault="00960DAE" w:rsidP="00960DA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0BD7">
        <w:rPr>
          <w:rFonts w:ascii="PT Astra Serif" w:hAnsi="PT Astra Serif"/>
          <w:sz w:val="28"/>
          <w:szCs w:val="28"/>
        </w:rPr>
        <w:lastRenderedPageBreak/>
        <w:t xml:space="preserve">Высвободившиеся средства </w:t>
      </w:r>
      <w:r w:rsidRPr="00550BD7">
        <w:rPr>
          <w:rFonts w:ascii="PT Astra Serif" w:hAnsi="PT Astra Serif"/>
          <w:b/>
          <w:sz w:val="28"/>
          <w:szCs w:val="28"/>
        </w:rPr>
        <w:t>в сумме 37 946,92572 тыс. рублей</w:t>
      </w:r>
      <w:r w:rsidRPr="00550BD7">
        <w:rPr>
          <w:rFonts w:ascii="PT Astra Serif" w:hAnsi="PT Astra Serif"/>
          <w:sz w:val="28"/>
          <w:szCs w:val="28"/>
        </w:rPr>
        <w:t xml:space="preserve"> направляются на реализацию следующих мероприятий:</w:t>
      </w:r>
    </w:p>
    <w:p w:rsidR="00960DAE" w:rsidRPr="00550BD7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>- возмещение затрат частным общеобразовательным организациям, связанных с осуществлением образовательной деятельности по имеющим государственную аккредитацию основным общеобразовательным программам в сумме 241,07648 тыс. рублей;</w:t>
      </w:r>
    </w:p>
    <w:p w:rsidR="00960DAE" w:rsidRPr="00550BD7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>-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образования в муниципальных общеобразовательных организациях в сумме 1 897,1 тыс. рублей;</w:t>
      </w:r>
    </w:p>
    <w:p w:rsidR="00960DAE" w:rsidRPr="00550BD7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>- возмещение затрат индивидуальным предпринимателям и организациям, осуществляющим образовательную деятельность по основным общеобразовательным программам (за исключением государственных и муниципальных учреждений) в сумме 675,24924 тыс. рублей;</w:t>
      </w:r>
    </w:p>
    <w:p w:rsidR="00960DAE" w:rsidRPr="00550BD7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>-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16 920,9 тыс. рублей;</w:t>
      </w:r>
    </w:p>
    <w:p w:rsidR="00960DAE" w:rsidRPr="00550BD7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>- реализаци</w:t>
      </w:r>
      <w:r w:rsidR="0056724A">
        <w:rPr>
          <w:rFonts w:ascii="PT Astra Serif" w:hAnsi="PT Astra Serif"/>
        </w:rPr>
        <w:t>я</w:t>
      </w:r>
      <w:r w:rsidRPr="00550BD7">
        <w:rPr>
          <w:rFonts w:ascii="PT Astra Serif" w:hAnsi="PT Astra Serif"/>
        </w:rPr>
        <w:t xml:space="preserve"> Закона Ульяновской области от 25 сентября 2019 года </w:t>
      </w:r>
      <w:r w:rsidR="00173061">
        <w:rPr>
          <w:rFonts w:ascii="PT Astra Serif" w:hAnsi="PT Astra Serif"/>
        </w:rPr>
        <w:br/>
      </w:r>
      <w:r w:rsidRPr="00550BD7">
        <w:rPr>
          <w:rFonts w:ascii="PT Astra Serif" w:hAnsi="PT Astra Serif"/>
        </w:rPr>
        <w:t>№ 109-ЗО «О статусе педагогических работников, осуществляющих педагогическую деятельность на территории Ульяновской области» в сумме 8 400,0 тыс. рублей;</w:t>
      </w:r>
    </w:p>
    <w:p w:rsidR="00960DAE" w:rsidRPr="00550BD7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>- реализаци</w:t>
      </w:r>
      <w:r w:rsidR="0056724A">
        <w:rPr>
          <w:rFonts w:ascii="PT Astra Serif" w:hAnsi="PT Astra Serif"/>
        </w:rPr>
        <w:t>я</w:t>
      </w:r>
      <w:r w:rsidRPr="00550BD7">
        <w:rPr>
          <w:rFonts w:ascii="PT Astra Serif" w:hAnsi="PT Astra Serif"/>
        </w:rPr>
        <w:t xml:space="preserve"> Закона Ульяновской области от 7 августа 2020 года № 73-ЗО «Об установлении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призыву» в сумме 523,0 тыс. рублей;</w:t>
      </w:r>
    </w:p>
    <w:p w:rsidR="00960DAE" w:rsidRPr="00550BD7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>- выплат</w:t>
      </w:r>
      <w:r w:rsidR="0056724A">
        <w:rPr>
          <w:rFonts w:ascii="PT Astra Serif" w:hAnsi="PT Astra Serif"/>
        </w:rPr>
        <w:t>а</w:t>
      </w:r>
      <w:r w:rsidRPr="00550BD7">
        <w:rPr>
          <w:rFonts w:ascii="PT Astra Serif" w:hAnsi="PT Astra Serif"/>
        </w:rPr>
        <w:t xml:space="preserve"> стипендий талантливым и одарённым обучающимся, педагогическим и научным работникам образовательных организаций в сумме 6 589,6 тыс.</w:t>
      </w:r>
      <w:r>
        <w:rPr>
          <w:rFonts w:ascii="PT Astra Serif" w:hAnsi="PT Astra Serif"/>
        </w:rPr>
        <w:t xml:space="preserve"> </w:t>
      </w:r>
      <w:r w:rsidRPr="00550BD7">
        <w:rPr>
          <w:rFonts w:ascii="PT Astra Serif" w:hAnsi="PT Astra Serif"/>
        </w:rPr>
        <w:t>рублей;</w:t>
      </w:r>
    </w:p>
    <w:p w:rsidR="00960DAE" w:rsidRDefault="00960DAE" w:rsidP="00960DAE">
      <w:pPr>
        <w:pStyle w:val="aa"/>
        <w:ind w:left="0" w:firstLine="705"/>
        <w:jc w:val="both"/>
        <w:rPr>
          <w:rFonts w:ascii="PT Astra Serif" w:hAnsi="PT Astra Serif"/>
        </w:rPr>
      </w:pPr>
      <w:r w:rsidRPr="00550BD7">
        <w:rPr>
          <w:rFonts w:ascii="PT Astra Serif" w:hAnsi="PT Astra Serif"/>
        </w:rPr>
        <w:t xml:space="preserve">- предоставление субсидий из областного бюджета Ульяновской области бюджету муниципального района «Новоспасский район» в целях софинансирования расходных обязательств,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защищённость указанных организаций в сумме 2 700,0 </w:t>
      </w:r>
      <w:r w:rsidRPr="00550BD7">
        <w:rPr>
          <w:rFonts w:ascii="PT Astra Serif" w:hAnsi="PT Astra Serif"/>
        </w:rPr>
        <w:lastRenderedPageBreak/>
        <w:t>тыс. рублей (ремонт системы отопления МОУ Фабрично-</w:t>
      </w:r>
      <w:proofErr w:type="spellStart"/>
      <w:r w:rsidRPr="00550BD7">
        <w:rPr>
          <w:rFonts w:ascii="PT Astra Serif" w:hAnsi="PT Astra Serif"/>
        </w:rPr>
        <w:t>Выселковская</w:t>
      </w:r>
      <w:proofErr w:type="spellEnd"/>
      <w:r w:rsidRPr="00550BD7">
        <w:rPr>
          <w:rFonts w:ascii="PT Astra Serif" w:hAnsi="PT Astra Serif"/>
        </w:rPr>
        <w:t xml:space="preserve"> средняя школа Новоспасского района) (ГРБС – Министерство </w:t>
      </w:r>
      <w:r>
        <w:rPr>
          <w:rFonts w:ascii="PT Astra Serif" w:hAnsi="PT Astra Serif"/>
        </w:rPr>
        <w:t>жилищно-коммунального хозяйства</w:t>
      </w:r>
      <w:r w:rsidRPr="00550BD7">
        <w:rPr>
          <w:rFonts w:ascii="PT Astra Serif" w:hAnsi="PT Astra Serif"/>
        </w:rPr>
        <w:t xml:space="preserve"> и строительства Ульяновской области).</w:t>
      </w:r>
    </w:p>
    <w:p w:rsidR="009A611F" w:rsidRPr="00550BD7" w:rsidRDefault="009A611F" w:rsidP="00960DAE">
      <w:pPr>
        <w:pStyle w:val="aa"/>
        <w:ind w:left="0" w:firstLine="705"/>
        <w:jc w:val="both"/>
        <w:rPr>
          <w:rFonts w:ascii="PT Astra Serif" w:hAnsi="PT Astra Serif"/>
        </w:rPr>
      </w:pPr>
    </w:p>
    <w:p w:rsidR="00960DAE" w:rsidRPr="00550BD7" w:rsidRDefault="009A611F" w:rsidP="00960DA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6.7.3. </w:t>
      </w:r>
      <w:r w:rsidR="00960DAE" w:rsidRPr="00550BD7">
        <w:rPr>
          <w:rFonts w:ascii="PT Astra Serif" w:hAnsi="PT Astra Serif"/>
          <w:sz w:val="28"/>
          <w:szCs w:val="28"/>
        </w:rPr>
        <w:t xml:space="preserve">На основании обращений от 10.05.2023 № 73-ИОГВ-01.01/2956вн, от 05.05.2023 № 73-ИОГВ-07.01/1921вн субсидии муниципальному образованию г. Ульяновск в рамках </w:t>
      </w:r>
      <w:r w:rsidR="00303F75">
        <w:rPr>
          <w:rFonts w:ascii="PT Astra Serif" w:hAnsi="PT Astra Serif"/>
          <w:sz w:val="28"/>
          <w:szCs w:val="28"/>
        </w:rPr>
        <w:t xml:space="preserve">реализации </w:t>
      </w:r>
      <w:r w:rsidR="00960DAE" w:rsidRPr="00550BD7">
        <w:rPr>
          <w:rFonts w:ascii="PT Astra Serif" w:hAnsi="PT Astra Serif"/>
          <w:sz w:val="28"/>
          <w:szCs w:val="28"/>
        </w:rPr>
        <w:t>мероприятия по созданию новых мест в общеобразовательных организациях федерального проекта «Современная школа» национального проекта «Образование», предусмотренные</w:t>
      </w:r>
      <w:r w:rsidR="00A24D17">
        <w:rPr>
          <w:rFonts w:ascii="PT Astra Serif" w:hAnsi="PT Astra Serif"/>
          <w:b/>
          <w:sz w:val="28"/>
          <w:szCs w:val="28"/>
        </w:rPr>
        <w:t xml:space="preserve"> </w:t>
      </w:r>
      <w:r w:rsidR="00960DAE" w:rsidRPr="00550BD7">
        <w:rPr>
          <w:rFonts w:ascii="PT Astra Serif" w:hAnsi="PT Astra Serif"/>
          <w:sz w:val="28"/>
          <w:szCs w:val="28"/>
        </w:rPr>
        <w:t>Министерству просвещения и воспитания Ульяновской области на</w:t>
      </w:r>
      <w:r w:rsidR="00960DAE" w:rsidRPr="00550BD7">
        <w:rPr>
          <w:rFonts w:ascii="PT Astra Serif" w:hAnsi="PT Astra Serif"/>
          <w:b/>
          <w:sz w:val="28"/>
          <w:szCs w:val="28"/>
        </w:rPr>
        <w:t xml:space="preserve"> </w:t>
      </w:r>
      <w:r w:rsidR="00960DAE" w:rsidRPr="00550BD7">
        <w:rPr>
          <w:rFonts w:ascii="PT Astra Serif" w:hAnsi="PT Astra Serif"/>
          <w:sz w:val="28"/>
          <w:szCs w:val="28"/>
        </w:rPr>
        <w:t>закупку оборудования для общеобразовательной организации в г. Ульяновске, расположенной по адресу бульвар Знаний, здание 1, в сумме</w:t>
      </w:r>
      <w:r w:rsidR="00960DAE" w:rsidRPr="00550BD7">
        <w:rPr>
          <w:rFonts w:ascii="PT Astra Serif" w:hAnsi="PT Astra Serif"/>
          <w:b/>
          <w:sz w:val="28"/>
          <w:szCs w:val="28"/>
        </w:rPr>
        <w:t xml:space="preserve"> </w:t>
      </w:r>
      <w:r w:rsidR="00960DAE" w:rsidRPr="0074509C">
        <w:rPr>
          <w:rFonts w:ascii="PT Astra Serif" w:hAnsi="PT Astra Serif"/>
          <w:b/>
          <w:sz w:val="28"/>
          <w:szCs w:val="28"/>
        </w:rPr>
        <w:t>103 455,0 тыс. рублей</w:t>
      </w:r>
      <w:r w:rsidR="00960DAE" w:rsidRPr="00550BD7">
        <w:rPr>
          <w:rFonts w:ascii="PT Astra Serif" w:hAnsi="PT Astra Serif"/>
          <w:b/>
          <w:sz w:val="28"/>
          <w:szCs w:val="28"/>
        </w:rPr>
        <w:t xml:space="preserve"> </w:t>
      </w:r>
      <w:r w:rsidR="00960DAE" w:rsidRPr="0074509C">
        <w:rPr>
          <w:rFonts w:ascii="PT Astra Serif" w:hAnsi="PT Astra Serif"/>
          <w:b/>
          <w:sz w:val="28"/>
          <w:szCs w:val="28"/>
        </w:rPr>
        <w:t>перераспределяются</w:t>
      </w:r>
      <w:r w:rsidR="00960DAE" w:rsidRPr="00550BD7">
        <w:rPr>
          <w:rFonts w:ascii="PT Astra Serif" w:hAnsi="PT Astra Serif"/>
          <w:sz w:val="28"/>
          <w:szCs w:val="28"/>
        </w:rPr>
        <w:t xml:space="preserve"> Министерству </w:t>
      </w:r>
      <w:r w:rsidR="00960DAE">
        <w:rPr>
          <w:rFonts w:ascii="PT Astra Serif" w:hAnsi="PT Astra Serif"/>
          <w:sz w:val="28"/>
          <w:szCs w:val="28"/>
        </w:rPr>
        <w:t>жилищно-коммунального хозяйства</w:t>
      </w:r>
      <w:r w:rsidR="00960DAE" w:rsidRPr="00550BD7">
        <w:rPr>
          <w:rFonts w:ascii="PT Astra Serif" w:hAnsi="PT Astra Serif"/>
          <w:sz w:val="28"/>
          <w:szCs w:val="28"/>
        </w:rPr>
        <w:t xml:space="preserve"> и строительства Ульяновской области на строительство данной общеобразовате</w:t>
      </w:r>
      <w:r w:rsidR="00960DAE">
        <w:rPr>
          <w:rFonts w:ascii="PT Astra Serif" w:hAnsi="PT Astra Serif"/>
          <w:sz w:val="28"/>
          <w:szCs w:val="28"/>
        </w:rPr>
        <w:t>льной организации.</w:t>
      </w:r>
    </w:p>
    <w:p w:rsidR="00960DAE" w:rsidRPr="00550BD7" w:rsidRDefault="00960DAE" w:rsidP="00960DA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Соответствующие изменения вносятся в приложения 4, 5, 6, 8 и 9. </w:t>
      </w:r>
      <w:r w:rsidRPr="00550BD7">
        <w:rPr>
          <w:rFonts w:ascii="PT Astra Serif" w:hAnsi="PT Astra Serif"/>
          <w:sz w:val="28"/>
          <w:szCs w:val="28"/>
        </w:rPr>
        <w:t>Таблицы 3.16, 3.17, 3.24 приложения 10 излагаются в новой редакции.</w:t>
      </w:r>
      <w:r>
        <w:rPr>
          <w:rFonts w:ascii="PT Astra Serif" w:hAnsi="PT Astra Serif"/>
          <w:sz w:val="28"/>
          <w:szCs w:val="28"/>
        </w:rPr>
        <w:t xml:space="preserve"> </w:t>
      </w:r>
      <w:r w:rsidRPr="00550BD7">
        <w:rPr>
          <w:rFonts w:ascii="PT Astra Serif" w:hAnsi="PT Astra Serif"/>
          <w:sz w:val="28"/>
          <w:szCs w:val="28"/>
        </w:rPr>
        <w:t xml:space="preserve">Приложение 10 дополняется новой таблицей </w:t>
      </w:r>
      <w:r>
        <w:rPr>
          <w:rFonts w:ascii="PT Astra Serif" w:hAnsi="PT Astra Serif"/>
          <w:sz w:val="28"/>
          <w:szCs w:val="28"/>
        </w:rPr>
        <w:t>2.50.</w:t>
      </w:r>
    </w:p>
    <w:p w:rsidR="00960DAE" w:rsidRDefault="00960DAE" w:rsidP="0096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60DAE" w:rsidRPr="00957F95" w:rsidRDefault="00A944D0" w:rsidP="0038755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6.7.4. </w:t>
      </w:r>
      <w:r w:rsidR="00960DAE" w:rsidRPr="00957F95">
        <w:rPr>
          <w:rFonts w:ascii="PT Astra Serif" w:hAnsi="PT Astra Serif"/>
          <w:sz w:val="28"/>
          <w:szCs w:val="28"/>
        </w:rPr>
        <w:t xml:space="preserve">На основании обращений от </w:t>
      </w:r>
      <w:r w:rsidR="0088148C" w:rsidRPr="0088148C">
        <w:rPr>
          <w:rFonts w:ascii="PT Astra Serif" w:hAnsi="PT Astra Serif"/>
          <w:sz w:val="28"/>
          <w:szCs w:val="28"/>
        </w:rPr>
        <w:t>15</w:t>
      </w:r>
      <w:r w:rsidR="00960DAE" w:rsidRPr="0088148C">
        <w:rPr>
          <w:rFonts w:ascii="PT Astra Serif" w:hAnsi="PT Astra Serif"/>
          <w:sz w:val="28"/>
          <w:szCs w:val="28"/>
        </w:rPr>
        <w:t>.05.2023 № 73-ИОГВ-01.01/</w:t>
      </w:r>
      <w:r w:rsidR="0088148C" w:rsidRPr="0088148C">
        <w:rPr>
          <w:rFonts w:ascii="PT Astra Serif" w:hAnsi="PT Astra Serif"/>
          <w:sz w:val="28"/>
          <w:szCs w:val="28"/>
        </w:rPr>
        <w:t>3099</w:t>
      </w:r>
      <w:r w:rsidR="00960DAE" w:rsidRPr="0088148C">
        <w:rPr>
          <w:rFonts w:ascii="PT Astra Serif" w:hAnsi="PT Astra Serif"/>
          <w:sz w:val="28"/>
          <w:szCs w:val="28"/>
        </w:rPr>
        <w:t xml:space="preserve">вн, от </w:t>
      </w:r>
      <w:r w:rsidR="0088148C" w:rsidRPr="0088148C">
        <w:rPr>
          <w:rFonts w:ascii="PT Astra Serif" w:hAnsi="PT Astra Serif"/>
          <w:sz w:val="28"/>
          <w:szCs w:val="28"/>
        </w:rPr>
        <w:t>12</w:t>
      </w:r>
      <w:r w:rsidR="00960DAE" w:rsidRPr="0088148C">
        <w:rPr>
          <w:rFonts w:ascii="PT Astra Serif" w:hAnsi="PT Astra Serif"/>
          <w:sz w:val="28"/>
          <w:szCs w:val="28"/>
        </w:rPr>
        <w:t>.05.2023 № 73-ИОГВ-07.01/</w:t>
      </w:r>
      <w:r w:rsidR="0088148C" w:rsidRPr="0088148C">
        <w:rPr>
          <w:rFonts w:ascii="PT Astra Serif" w:hAnsi="PT Astra Serif"/>
          <w:sz w:val="28"/>
          <w:szCs w:val="28"/>
        </w:rPr>
        <w:t>1988</w:t>
      </w:r>
      <w:r w:rsidR="00960DAE" w:rsidRPr="0088148C">
        <w:rPr>
          <w:rFonts w:ascii="PT Astra Serif" w:hAnsi="PT Astra Serif"/>
          <w:sz w:val="28"/>
          <w:szCs w:val="28"/>
        </w:rPr>
        <w:t>вн</w:t>
      </w:r>
      <w:r w:rsidR="00960DAE" w:rsidRPr="00957F95">
        <w:rPr>
          <w:rFonts w:ascii="PT Astra Serif" w:hAnsi="PT Astra Serif"/>
          <w:sz w:val="28"/>
          <w:szCs w:val="28"/>
        </w:rPr>
        <w:t xml:space="preserve"> в связи с экономией</w:t>
      </w:r>
      <w:r w:rsidR="00117D2A">
        <w:rPr>
          <w:rFonts w:ascii="PT Astra Serif" w:hAnsi="PT Astra Serif"/>
          <w:sz w:val="28"/>
          <w:szCs w:val="28"/>
        </w:rPr>
        <w:t xml:space="preserve"> средств</w:t>
      </w:r>
      <w:r w:rsidR="00960DAE" w:rsidRPr="00957F95">
        <w:rPr>
          <w:rFonts w:ascii="PT Astra Serif" w:hAnsi="PT Astra Serif"/>
          <w:sz w:val="28"/>
          <w:szCs w:val="28"/>
        </w:rPr>
        <w:t xml:space="preserve"> от закупочных процедур по субсидии муниципальному образованию «Ульяновский район» на реализацию мероприятий по обеспечению антитеррористической защищённости муниципальных образовательных организаций </w:t>
      </w:r>
      <w:r w:rsidR="00117D2A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960DAE" w:rsidRPr="00117D2A">
        <w:rPr>
          <w:rFonts w:ascii="PT Astra Serif" w:hAnsi="PT Astra Serif"/>
          <w:b/>
          <w:sz w:val="28"/>
          <w:szCs w:val="28"/>
        </w:rPr>
        <w:t>перераспределяются</w:t>
      </w:r>
      <w:r w:rsidR="00960DAE" w:rsidRPr="00957F95">
        <w:rPr>
          <w:rFonts w:ascii="PT Astra Serif" w:hAnsi="PT Astra Serif"/>
          <w:sz w:val="28"/>
          <w:szCs w:val="28"/>
        </w:rPr>
        <w:t xml:space="preserve"> средства между муниципальными объектами и главными распорядителями бюджетных средств. Высвобождаются средства в сумме </w:t>
      </w:r>
      <w:r w:rsidR="00960DAE" w:rsidRPr="00117D2A">
        <w:rPr>
          <w:rFonts w:ascii="PT Astra Serif" w:hAnsi="PT Astra Serif"/>
          <w:b/>
          <w:sz w:val="28"/>
          <w:szCs w:val="28"/>
        </w:rPr>
        <w:t>995,76517 тыс. рублей</w:t>
      </w:r>
      <w:r w:rsidR="00960DAE" w:rsidRPr="00957F95">
        <w:rPr>
          <w:rFonts w:ascii="PT Astra Serif" w:hAnsi="PT Astra Serif"/>
          <w:sz w:val="28"/>
          <w:szCs w:val="28"/>
        </w:rPr>
        <w:t xml:space="preserve"> со следующих объектов:</w:t>
      </w:r>
    </w:p>
    <w:p w:rsidR="00960DAE" w:rsidRPr="00957F95" w:rsidRDefault="00960DAE" w:rsidP="0038755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57F95">
        <w:rPr>
          <w:rFonts w:ascii="PT Astra Serif" w:hAnsi="PT Astra Serif"/>
          <w:sz w:val="28"/>
          <w:szCs w:val="28"/>
        </w:rPr>
        <w:t xml:space="preserve">- </w:t>
      </w:r>
      <w:r w:rsidRPr="00957F95">
        <w:rPr>
          <w:rFonts w:ascii="PT Astra Serif" w:hAnsi="PT Astra Serif" w:cs="Arial"/>
          <w:sz w:val="28"/>
          <w:szCs w:val="28"/>
        </w:rPr>
        <w:t xml:space="preserve">ремонт ограждения </w:t>
      </w:r>
      <w:r w:rsidRPr="00957F95">
        <w:rPr>
          <w:rFonts w:ascii="PT Astra Serif" w:hAnsi="PT Astra Serif"/>
          <w:bCs/>
          <w:sz w:val="28"/>
          <w:szCs w:val="28"/>
        </w:rPr>
        <w:t xml:space="preserve">МОУ </w:t>
      </w:r>
      <w:proofErr w:type="spellStart"/>
      <w:r w:rsidRPr="00957F95">
        <w:rPr>
          <w:rFonts w:ascii="PT Astra Serif" w:hAnsi="PT Astra Serif"/>
          <w:bCs/>
          <w:sz w:val="28"/>
          <w:szCs w:val="28"/>
        </w:rPr>
        <w:t>Ишеевский</w:t>
      </w:r>
      <w:proofErr w:type="spellEnd"/>
      <w:r w:rsidRPr="00957F95">
        <w:rPr>
          <w:rFonts w:ascii="PT Astra Serif" w:hAnsi="PT Astra Serif"/>
          <w:bCs/>
          <w:sz w:val="28"/>
          <w:szCs w:val="28"/>
        </w:rPr>
        <w:t xml:space="preserve"> многопрофильный лицей им. </w:t>
      </w:r>
      <w:proofErr w:type="spellStart"/>
      <w:r w:rsidRPr="00957F95">
        <w:rPr>
          <w:rFonts w:ascii="PT Astra Serif" w:hAnsi="PT Astra Serif"/>
          <w:bCs/>
          <w:sz w:val="28"/>
          <w:szCs w:val="28"/>
        </w:rPr>
        <w:t>Н.К.Джорджадзе</w:t>
      </w:r>
      <w:proofErr w:type="spellEnd"/>
      <w:r w:rsidRPr="00957F95">
        <w:rPr>
          <w:rFonts w:ascii="PT Astra Serif" w:hAnsi="PT Astra Serif"/>
          <w:bCs/>
          <w:sz w:val="28"/>
          <w:szCs w:val="28"/>
        </w:rPr>
        <w:t xml:space="preserve"> в сумме </w:t>
      </w:r>
      <w:r w:rsidRPr="00117D2A">
        <w:rPr>
          <w:rFonts w:ascii="PT Astra Serif" w:hAnsi="PT Astra Serif"/>
          <w:b/>
          <w:bCs/>
          <w:sz w:val="28"/>
          <w:szCs w:val="28"/>
        </w:rPr>
        <w:t>790,5004 тыс. рублей</w:t>
      </w:r>
      <w:r w:rsidRPr="00957F95">
        <w:rPr>
          <w:rFonts w:ascii="PT Astra Serif" w:hAnsi="PT Astra Serif"/>
          <w:bCs/>
          <w:sz w:val="28"/>
          <w:szCs w:val="28"/>
        </w:rPr>
        <w:t xml:space="preserve"> (ГРБС - </w:t>
      </w:r>
      <w:r w:rsidRPr="00957F95">
        <w:rPr>
          <w:rFonts w:ascii="PT Astra Serif" w:hAnsi="PT Astra Serif"/>
          <w:sz w:val="28"/>
          <w:szCs w:val="28"/>
        </w:rPr>
        <w:t xml:space="preserve">Министерство </w:t>
      </w:r>
      <w:r>
        <w:rPr>
          <w:rFonts w:ascii="PT Astra Serif" w:hAnsi="PT Astra Serif"/>
          <w:sz w:val="28"/>
          <w:szCs w:val="28"/>
        </w:rPr>
        <w:t>жилищно-коммунального хозяйства</w:t>
      </w:r>
      <w:r w:rsidRPr="00957F95">
        <w:rPr>
          <w:rFonts w:ascii="PT Astra Serif" w:hAnsi="PT Astra Serif"/>
          <w:sz w:val="28"/>
          <w:szCs w:val="28"/>
        </w:rPr>
        <w:t xml:space="preserve"> и строительства Ульяновской области);</w:t>
      </w:r>
    </w:p>
    <w:p w:rsidR="00960DAE" w:rsidRPr="00957F95" w:rsidRDefault="00960DAE" w:rsidP="0038755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57F95">
        <w:rPr>
          <w:rFonts w:ascii="PT Astra Serif" w:hAnsi="PT Astra Serif"/>
          <w:sz w:val="28"/>
          <w:szCs w:val="28"/>
        </w:rPr>
        <w:t xml:space="preserve">- ремонт уличного освещения МДОУ </w:t>
      </w:r>
      <w:proofErr w:type="spellStart"/>
      <w:r w:rsidRPr="00957F95">
        <w:rPr>
          <w:rFonts w:ascii="PT Astra Serif" w:hAnsi="PT Astra Serif"/>
          <w:sz w:val="28"/>
          <w:szCs w:val="28"/>
        </w:rPr>
        <w:t>Ишеевский</w:t>
      </w:r>
      <w:proofErr w:type="spellEnd"/>
      <w:r w:rsidRPr="00957F95">
        <w:rPr>
          <w:rFonts w:ascii="PT Astra Serif" w:hAnsi="PT Astra Serif"/>
          <w:sz w:val="28"/>
          <w:szCs w:val="28"/>
        </w:rPr>
        <w:t xml:space="preserve"> детский сад «Ромашка» в сумме </w:t>
      </w:r>
      <w:r w:rsidRPr="00117D2A">
        <w:rPr>
          <w:rFonts w:ascii="PT Astra Serif" w:hAnsi="PT Astra Serif"/>
          <w:b/>
          <w:sz w:val="28"/>
          <w:szCs w:val="28"/>
        </w:rPr>
        <w:t>205,26477 тыс. рублей</w:t>
      </w:r>
      <w:r w:rsidRPr="00957F95">
        <w:rPr>
          <w:rFonts w:ascii="PT Astra Serif" w:hAnsi="PT Astra Serif"/>
          <w:sz w:val="28"/>
          <w:szCs w:val="28"/>
        </w:rPr>
        <w:t xml:space="preserve"> (ГРБС - Министерство просвещения и воспитания Ульяновской области).</w:t>
      </w:r>
    </w:p>
    <w:p w:rsidR="00960DAE" w:rsidRPr="00957F95" w:rsidRDefault="00960DAE" w:rsidP="0038755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57F95">
        <w:rPr>
          <w:rFonts w:ascii="PT Astra Serif" w:hAnsi="PT Astra Serif"/>
          <w:sz w:val="28"/>
          <w:szCs w:val="28"/>
        </w:rPr>
        <w:t xml:space="preserve">Высвободившиеся средства в сумме </w:t>
      </w:r>
      <w:r w:rsidRPr="00117D2A">
        <w:rPr>
          <w:rFonts w:ascii="PT Astra Serif" w:hAnsi="PT Astra Serif"/>
          <w:b/>
          <w:sz w:val="28"/>
          <w:szCs w:val="28"/>
        </w:rPr>
        <w:t>995,76517 тыс. рублей</w:t>
      </w:r>
      <w:r w:rsidRPr="00957F95">
        <w:rPr>
          <w:rFonts w:ascii="PT Astra Serif" w:hAnsi="PT Astra Serif"/>
          <w:sz w:val="28"/>
          <w:szCs w:val="28"/>
        </w:rPr>
        <w:t xml:space="preserve"> направляются на оснащение системами оповещения и управления эвакуацией 9 муниципальных образовательных организаций Ульяновского района (ГРБС - Министерство просвещения и </w:t>
      </w:r>
      <w:r>
        <w:rPr>
          <w:rFonts w:ascii="PT Astra Serif" w:hAnsi="PT Astra Serif"/>
          <w:sz w:val="28"/>
          <w:szCs w:val="28"/>
        </w:rPr>
        <w:t>воспитания Ульяновской области)</w:t>
      </w:r>
      <w:r w:rsidRPr="00957F95">
        <w:rPr>
          <w:rFonts w:ascii="PT Astra Serif" w:hAnsi="PT Astra Serif"/>
          <w:sz w:val="28"/>
          <w:szCs w:val="28"/>
        </w:rPr>
        <w:t>.</w:t>
      </w:r>
    </w:p>
    <w:p w:rsidR="00960DAE" w:rsidRPr="00A56992" w:rsidRDefault="00960DAE" w:rsidP="00387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57F95">
        <w:rPr>
          <w:rFonts w:ascii="PT Astra Serif" w:hAnsi="PT Astra Serif"/>
          <w:sz w:val="28"/>
          <w:szCs w:val="28"/>
        </w:rPr>
        <w:t>Соответствующие изменений вносятся в приложения 4 и 5.</w:t>
      </w:r>
    </w:p>
    <w:p w:rsidR="00715C3E" w:rsidRDefault="00715C3E" w:rsidP="00715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715C3E" w:rsidRPr="003579CC" w:rsidRDefault="00E122A6" w:rsidP="00715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>6.8.</w:t>
      </w:r>
      <w:r w:rsidR="00715C3E" w:rsidRPr="003579CC">
        <w:rPr>
          <w:rFonts w:ascii="PT Astra Serif" w:hAnsi="PT Astra Serif"/>
          <w:b/>
          <w:spacing w:val="-2"/>
          <w:sz w:val="28"/>
          <w:szCs w:val="28"/>
        </w:rPr>
        <w:t xml:space="preserve"> По Министерству природных ресурсов и экологии:</w:t>
      </w:r>
    </w:p>
    <w:p w:rsidR="00715C3E" w:rsidRDefault="00E122A6" w:rsidP="00715C3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6.8</w:t>
      </w:r>
      <w:r w:rsidR="00715C3E">
        <w:rPr>
          <w:rFonts w:ascii="PT Astra Serif" w:hAnsi="PT Astra Serif"/>
          <w:sz w:val="28"/>
          <w:szCs w:val="28"/>
        </w:rPr>
        <w:t>.1</w:t>
      </w:r>
      <w:r w:rsidR="00264BF7">
        <w:rPr>
          <w:rFonts w:ascii="PT Astra Serif" w:hAnsi="PT Astra Serif"/>
          <w:sz w:val="28"/>
          <w:szCs w:val="28"/>
        </w:rPr>
        <w:t>.</w:t>
      </w:r>
      <w:r w:rsidR="00715C3E">
        <w:rPr>
          <w:rFonts w:ascii="PT Astra Serif" w:hAnsi="PT Astra Serif"/>
          <w:sz w:val="28"/>
          <w:szCs w:val="28"/>
        </w:rPr>
        <w:t xml:space="preserve"> </w:t>
      </w:r>
      <w:r w:rsidR="00715C3E" w:rsidRPr="000A5102">
        <w:rPr>
          <w:rFonts w:ascii="PT Astra Serif" w:hAnsi="PT Astra Serif"/>
          <w:sz w:val="28"/>
          <w:szCs w:val="28"/>
        </w:rPr>
        <w:t>На основании обращения от 11.05.2023 №73-ИОГВ-10.01/979вн</w:t>
      </w:r>
      <w:r w:rsidR="00715C3E" w:rsidRPr="000A5102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715C3E" w:rsidRPr="00302E14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715C3E" w:rsidRPr="00302E14">
        <w:rPr>
          <w:rFonts w:ascii="PT Astra Serif" w:hAnsi="PT Astra Serif"/>
          <w:b/>
          <w:sz w:val="28"/>
          <w:szCs w:val="28"/>
        </w:rPr>
        <w:t>перераспределяются</w:t>
      </w:r>
      <w:r w:rsidR="00715C3E" w:rsidRPr="00302E14">
        <w:rPr>
          <w:rFonts w:ascii="PT Astra Serif" w:hAnsi="PT Astra Serif"/>
          <w:sz w:val="28"/>
          <w:szCs w:val="28"/>
        </w:rPr>
        <w:t xml:space="preserve"> средства</w:t>
      </w:r>
      <w:r w:rsidR="009052E9">
        <w:rPr>
          <w:rFonts w:ascii="PT Astra Serif" w:hAnsi="PT Astra Serif"/>
          <w:sz w:val="28"/>
          <w:szCs w:val="28"/>
        </w:rPr>
        <w:t xml:space="preserve"> </w:t>
      </w:r>
      <w:r w:rsidR="00715C3E" w:rsidRPr="000A5102">
        <w:rPr>
          <w:rFonts w:ascii="PT Astra Serif" w:hAnsi="PT Astra Serif"/>
          <w:sz w:val="28"/>
          <w:szCs w:val="28"/>
        </w:rPr>
        <w:t xml:space="preserve">в общей сумме </w:t>
      </w:r>
      <w:r w:rsidR="00715C3E" w:rsidRPr="00A515B3">
        <w:rPr>
          <w:rFonts w:ascii="PT Astra Serif" w:hAnsi="PT Astra Serif"/>
          <w:b/>
          <w:sz w:val="28"/>
          <w:szCs w:val="28"/>
        </w:rPr>
        <w:t>3 600,0 тыс. рублей</w:t>
      </w:r>
      <w:r w:rsidR="00715C3E">
        <w:rPr>
          <w:rFonts w:ascii="PT Astra Serif" w:hAnsi="PT Astra Serif"/>
          <w:sz w:val="28"/>
          <w:szCs w:val="28"/>
        </w:rPr>
        <w:t xml:space="preserve">, предусмотренные </w:t>
      </w:r>
      <w:r w:rsidR="00715C3E" w:rsidRPr="000A5102">
        <w:rPr>
          <w:rFonts w:ascii="PT Astra Serif" w:hAnsi="PT Astra Serif"/>
          <w:sz w:val="28"/>
          <w:szCs w:val="28"/>
        </w:rPr>
        <w:t xml:space="preserve">на </w:t>
      </w:r>
      <w:r w:rsidR="00715C3E">
        <w:rPr>
          <w:sz w:val="28"/>
          <w:szCs w:val="28"/>
        </w:rPr>
        <w:t>п</w:t>
      </w:r>
      <w:r w:rsidR="00715C3E" w:rsidRPr="000A5102">
        <w:rPr>
          <w:sz w:val="28"/>
          <w:szCs w:val="28"/>
        </w:rPr>
        <w:t xml:space="preserve">риобретение автомобилей </w:t>
      </w:r>
      <w:r w:rsidR="00715C3E" w:rsidRPr="000A5102">
        <w:rPr>
          <w:sz w:val="28"/>
          <w:szCs w:val="28"/>
        </w:rPr>
        <w:lastRenderedPageBreak/>
        <w:t>для патрулирования лесов в Ульяновской области</w:t>
      </w:r>
      <w:r w:rsidR="00715C3E">
        <w:rPr>
          <w:sz w:val="28"/>
          <w:szCs w:val="28"/>
        </w:rPr>
        <w:t>. Высвободившиеся средства направляются на:</w:t>
      </w:r>
    </w:p>
    <w:p w:rsidR="00F4715E" w:rsidRDefault="00F4715E" w:rsidP="00F4715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D048F3">
        <w:rPr>
          <w:sz w:val="28"/>
          <w:szCs w:val="28"/>
        </w:rPr>
        <w:t xml:space="preserve">- </w:t>
      </w:r>
      <w:r>
        <w:rPr>
          <w:sz w:val="28"/>
          <w:szCs w:val="28"/>
        </w:rPr>
        <w:t>исполнение</w:t>
      </w:r>
      <w:r w:rsidRPr="00D048F3">
        <w:rPr>
          <w:sz w:val="28"/>
          <w:szCs w:val="28"/>
        </w:rPr>
        <w:t xml:space="preserve"> решений,</w:t>
      </w:r>
      <w:r>
        <w:rPr>
          <w:sz w:val="28"/>
          <w:szCs w:val="28"/>
        </w:rPr>
        <w:t xml:space="preserve"> принятых судебными органами, в сумме</w:t>
      </w:r>
      <w:r w:rsidRPr="00D048F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06A17">
        <w:rPr>
          <w:b/>
          <w:sz w:val="28"/>
          <w:szCs w:val="28"/>
        </w:rPr>
        <w:t>1 196,36358 тыс. рублей</w:t>
      </w:r>
      <w:r w:rsidRPr="00D048F3">
        <w:rPr>
          <w:sz w:val="28"/>
          <w:szCs w:val="28"/>
        </w:rPr>
        <w:t>, в связи с поступл</w:t>
      </w:r>
      <w:r>
        <w:rPr>
          <w:sz w:val="28"/>
          <w:szCs w:val="28"/>
        </w:rPr>
        <w:t>ением исполнительных документов;</w:t>
      </w:r>
    </w:p>
    <w:p w:rsidR="00715C3E" w:rsidRDefault="00715C3E" w:rsidP="00715C3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C456F6">
        <w:rPr>
          <w:rFonts w:ascii="PT Astra Serif" w:hAnsi="PT Astra Serif"/>
          <w:sz w:val="28"/>
          <w:szCs w:val="28"/>
        </w:rPr>
        <w:t xml:space="preserve">- </w:t>
      </w:r>
      <w:r>
        <w:rPr>
          <w:sz w:val="28"/>
          <w:szCs w:val="28"/>
        </w:rPr>
        <w:t>реализацию</w:t>
      </w:r>
      <w:r w:rsidRPr="000A5102">
        <w:rPr>
          <w:sz w:val="28"/>
          <w:szCs w:val="28"/>
        </w:rPr>
        <w:t xml:space="preserve"> мероприятий по р</w:t>
      </w:r>
      <w:r>
        <w:rPr>
          <w:sz w:val="28"/>
          <w:szCs w:val="28"/>
        </w:rPr>
        <w:t xml:space="preserve">азвитию сферы недропользования в сумме </w:t>
      </w:r>
      <w:r>
        <w:rPr>
          <w:sz w:val="28"/>
          <w:szCs w:val="28"/>
        </w:rPr>
        <w:br/>
      </w:r>
      <w:r w:rsidRPr="0059033C">
        <w:rPr>
          <w:b/>
          <w:sz w:val="28"/>
          <w:szCs w:val="28"/>
        </w:rPr>
        <w:t>800,0 тыс. рублей</w:t>
      </w:r>
      <w:r w:rsidRPr="000A5102">
        <w:rPr>
          <w:sz w:val="28"/>
          <w:szCs w:val="28"/>
        </w:rPr>
        <w:t xml:space="preserve">, в целях финансирования мероприятий по поиску и геологоразведке перспективных к разработке месторождений </w:t>
      </w:r>
      <w:r w:rsidR="00C963DA">
        <w:rPr>
          <w:sz w:val="28"/>
          <w:szCs w:val="28"/>
        </w:rPr>
        <w:t>общераспространённых полезных ископаемых</w:t>
      </w:r>
      <w:r w:rsidRPr="000A5102">
        <w:rPr>
          <w:sz w:val="28"/>
          <w:szCs w:val="28"/>
        </w:rPr>
        <w:t>, благодаря чему Ульяновская область будет иметь актуальные данные о минерально-сырьевой базе Ульяновской области, иметь возможность развивать и продвигать инвестиционную привлекательность в сфере недропользования, что, в свою очередь, приведет к увеличению поступления налогов в областной бюджет Ульяновской области</w:t>
      </w:r>
      <w:r>
        <w:rPr>
          <w:sz w:val="28"/>
          <w:szCs w:val="28"/>
        </w:rPr>
        <w:t>;</w:t>
      </w:r>
    </w:p>
    <w:p w:rsidR="00F4715E" w:rsidRDefault="00F4715E" w:rsidP="00F4715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3E5455">
        <w:rPr>
          <w:sz w:val="28"/>
          <w:szCs w:val="28"/>
        </w:rPr>
        <w:t>существление государствен</w:t>
      </w:r>
      <w:r>
        <w:rPr>
          <w:sz w:val="28"/>
          <w:szCs w:val="28"/>
        </w:rPr>
        <w:t>ного экологического мониторинга</w:t>
      </w:r>
      <w:r w:rsidRPr="003E54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</w:rPr>
        <w:br/>
      </w:r>
      <w:r w:rsidRPr="0059033C">
        <w:rPr>
          <w:b/>
          <w:sz w:val="28"/>
          <w:szCs w:val="28"/>
        </w:rPr>
        <w:t>753,63642 тыс. рублей</w:t>
      </w:r>
      <w:r w:rsidRPr="003E5455">
        <w:rPr>
          <w:sz w:val="28"/>
          <w:szCs w:val="28"/>
        </w:rPr>
        <w:t xml:space="preserve"> для обеспечения осуществления наблюдений за состоянием атмосферного воздуха в целях проведения государственного мониторинга атмосферного воздуха</w:t>
      </w:r>
      <w:r>
        <w:rPr>
          <w:sz w:val="28"/>
          <w:szCs w:val="28"/>
        </w:rPr>
        <w:t>;</w:t>
      </w:r>
    </w:p>
    <w:p w:rsidR="00F4715E" w:rsidRDefault="00F4715E" w:rsidP="00F4715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030C32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030C32">
        <w:rPr>
          <w:sz w:val="28"/>
          <w:szCs w:val="28"/>
        </w:rPr>
        <w:t>редоставление подведомственным учреждениям субсидий на финансовое обеспечение выполнения государс</w:t>
      </w:r>
      <w:r>
        <w:rPr>
          <w:sz w:val="28"/>
          <w:szCs w:val="28"/>
        </w:rPr>
        <w:t xml:space="preserve">твенного задания и на иные цели в сумме </w:t>
      </w:r>
      <w:r w:rsidRPr="0059033C">
        <w:rPr>
          <w:b/>
          <w:sz w:val="28"/>
          <w:szCs w:val="28"/>
        </w:rPr>
        <w:t>500,0 тыс. рублей</w:t>
      </w:r>
      <w:r w:rsidRPr="00030C32">
        <w:rPr>
          <w:sz w:val="28"/>
          <w:szCs w:val="28"/>
        </w:rPr>
        <w:t>, в части увеличения расходов по государственному заданию ОГБУ «Дирекция особо охраняемых природных территорий Ульяновской области»</w:t>
      </w:r>
      <w:r>
        <w:rPr>
          <w:sz w:val="28"/>
          <w:szCs w:val="28"/>
        </w:rPr>
        <w:t>;</w:t>
      </w:r>
    </w:p>
    <w:p w:rsidR="00715C3E" w:rsidRDefault="00715C3E" w:rsidP="00715C3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F61A2C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F61A2C">
        <w:rPr>
          <w:sz w:val="28"/>
          <w:szCs w:val="28"/>
        </w:rPr>
        <w:t xml:space="preserve">ероприятия по реализации государственной информационной системы «Управление лесным фондом Ульяновской области» </w:t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</w:rPr>
        <w:br/>
      </w:r>
      <w:r w:rsidRPr="0059033C">
        <w:rPr>
          <w:b/>
          <w:sz w:val="28"/>
          <w:szCs w:val="28"/>
        </w:rPr>
        <w:t>350,0 тыс. рублей</w:t>
      </w:r>
      <w:r w:rsidRPr="00F61A2C">
        <w:rPr>
          <w:sz w:val="28"/>
          <w:szCs w:val="28"/>
        </w:rPr>
        <w:t>, в целях обслуживания информационной системы для решения специфических отраслевых задач, автоматизации процесса предоставления государственных услуг в области лесных отношений через Единый портал г</w:t>
      </w:r>
      <w:r>
        <w:rPr>
          <w:sz w:val="28"/>
          <w:szCs w:val="28"/>
        </w:rPr>
        <w:t xml:space="preserve">осударственных и муниципальных </w:t>
      </w:r>
      <w:r w:rsidRPr="00F61A2C">
        <w:rPr>
          <w:sz w:val="28"/>
          <w:szCs w:val="28"/>
        </w:rPr>
        <w:t>услуг, а также для автоматизации передачи информации в ЕГАИС учета древесины и сделок с ней на территории Ульяновской области</w:t>
      </w:r>
      <w:r w:rsidR="00F4715E">
        <w:rPr>
          <w:sz w:val="28"/>
          <w:szCs w:val="28"/>
        </w:rPr>
        <w:t>.</w:t>
      </w:r>
    </w:p>
    <w:p w:rsidR="006C20AD" w:rsidRDefault="006C20AD" w:rsidP="00715C3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715C3E" w:rsidRPr="004A4951" w:rsidRDefault="007C13FF" w:rsidP="00715C3E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6</w:t>
      </w:r>
      <w:r w:rsidR="00715C3E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715C3E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="00715C3E">
        <w:rPr>
          <w:sz w:val="28"/>
          <w:szCs w:val="28"/>
        </w:rPr>
        <w:t xml:space="preserve"> </w:t>
      </w:r>
      <w:r w:rsidR="00715C3E" w:rsidRPr="000A5102">
        <w:rPr>
          <w:rFonts w:ascii="PT Astra Serif" w:hAnsi="PT Astra Serif"/>
          <w:sz w:val="28"/>
          <w:szCs w:val="28"/>
        </w:rPr>
        <w:t>На основании обращения от 11.05.2023 №73-ИОГВ-10.01/979вн</w:t>
      </w:r>
      <w:r w:rsidR="00715C3E" w:rsidRPr="000A5102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715C3E" w:rsidRPr="00302E14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715C3E" w:rsidRPr="00302E14">
        <w:rPr>
          <w:rFonts w:ascii="PT Astra Serif" w:hAnsi="PT Astra Serif"/>
          <w:b/>
          <w:sz w:val="28"/>
          <w:szCs w:val="28"/>
        </w:rPr>
        <w:t>перераспределяются</w:t>
      </w:r>
      <w:r w:rsidR="00715C3E" w:rsidRPr="00302E14">
        <w:rPr>
          <w:rFonts w:ascii="PT Astra Serif" w:hAnsi="PT Astra Serif"/>
          <w:sz w:val="28"/>
          <w:szCs w:val="28"/>
        </w:rPr>
        <w:t xml:space="preserve"> средства</w:t>
      </w:r>
      <w:r w:rsidR="00715C3E" w:rsidRPr="000A5102">
        <w:rPr>
          <w:rFonts w:ascii="PT Astra Serif" w:hAnsi="PT Astra Serif"/>
          <w:sz w:val="28"/>
          <w:szCs w:val="28"/>
        </w:rPr>
        <w:t xml:space="preserve"> </w:t>
      </w:r>
      <w:r w:rsidR="00715C3E">
        <w:rPr>
          <w:rFonts w:ascii="PT Astra Serif" w:hAnsi="PT Astra Serif"/>
          <w:sz w:val="28"/>
          <w:szCs w:val="28"/>
        </w:rPr>
        <w:br/>
        <w:t xml:space="preserve">в 2025 году в сумме </w:t>
      </w:r>
      <w:r w:rsidR="00715C3E" w:rsidRPr="00C456F6">
        <w:rPr>
          <w:rFonts w:ascii="PT Astra Serif" w:hAnsi="PT Astra Serif"/>
          <w:b/>
          <w:sz w:val="28"/>
          <w:szCs w:val="28"/>
        </w:rPr>
        <w:t>20,0 тыс. рублей</w:t>
      </w:r>
      <w:r w:rsidR="00715C3E">
        <w:rPr>
          <w:rFonts w:ascii="PT Astra Serif" w:hAnsi="PT Astra Serif"/>
          <w:sz w:val="28"/>
          <w:szCs w:val="28"/>
        </w:rPr>
        <w:t xml:space="preserve"> с мероприятий по проектированию лесных участков на землях лесного фонда на развитие движения школьных лесничеств в сумме </w:t>
      </w:r>
      <w:r w:rsidR="00715C3E" w:rsidRPr="00081AAB">
        <w:rPr>
          <w:rFonts w:ascii="PT Astra Serif" w:hAnsi="PT Astra Serif"/>
          <w:b/>
          <w:sz w:val="28"/>
          <w:szCs w:val="28"/>
        </w:rPr>
        <w:t>10,0 тыс. рублей</w:t>
      </w:r>
      <w:r w:rsidR="00715C3E">
        <w:rPr>
          <w:rFonts w:ascii="PT Astra Serif" w:hAnsi="PT Astra Serif"/>
          <w:sz w:val="28"/>
          <w:szCs w:val="28"/>
        </w:rPr>
        <w:t xml:space="preserve">, а также на обследование объектов лесного семеноводства, расположенных на территории Ульяновской области в сумме </w:t>
      </w:r>
      <w:r w:rsidR="00715C3E" w:rsidRPr="00081AAB">
        <w:rPr>
          <w:rFonts w:ascii="PT Astra Serif" w:hAnsi="PT Astra Serif"/>
          <w:b/>
          <w:sz w:val="28"/>
          <w:szCs w:val="28"/>
        </w:rPr>
        <w:t>10,0 тыс. рублей</w:t>
      </w:r>
      <w:r w:rsidR="00715C3E">
        <w:rPr>
          <w:rFonts w:ascii="PT Astra Serif" w:hAnsi="PT Astra Serif"/>
          <w:sz w:val="28"/>
          <w:szCs w:val="28"/>
        </w:rPr>
        <w:t>.</w:t>
      </w:r>
    </w:p>
    <w:p w:rsidR="00715C3E" w:rsidRPr="00A24C4E" w:rsidRDefault="00715C3E" w:rsidP="00715C3E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24C4E">
        <w:rPr>
          <w:rFonts w:ascii="PT Astra Serif" w:hAnsi="PT Astra Serif"/>
          <w:sz w:val="28"/>
          <w:szCs w:val="28"/>
        </w:rPr>
        <w:t>Соответствующие изм</w:t>
      </w:r>
      <w:r>
        <w:rPr>
          <w:rFonts w:ascii="PT Astra Serif" w:hAnsi="PT Astra Serif"/>
          <w:sz w:val="28"/>
          <w:szCs w:val="28"/>
        </w:rPr>
        <w:t>енения вносятся Приложения 4, 5 и</w:t>
      </w:r>
      <w:r w:rsidRPr="00A24C4E">
        <w:rPr>
          <w:rFonts w:ascii="PT Astra Serif" w:hAnsi="PT Astra Serif"/>
          <w:sz w:val="28"/>
          <w:szCs w:val="28"/>
        </w:rPr>
        <w:t xml:space="preserve"> 6 к Закону.</w:t>
      </w:r>
    </w:p>
    <w:p w:rsidR="00BF32A1" w:rsidRDefault="00BF32A1" w:rsidP="007F3FF2">
      <w:pPr>
        <w:pStyle w:val="31"/>
        <w:spacing w:after="0"/>
        <w:ind w:left="0"/>
        <w:contextualSpacing/>
        <w:jc w:val="both"/>
        <w:rPr>
          <w:rFonts w:ascii="PT Astra Serif" w:hAnsi="PT Astra Serif"/>
          <w:sz w:val="28"/>
          <w:szCs w:val="28"/>
        </w:rPr>
      </w:pPr>
    </w:p>
    <w:p w:rsidR="00BF32A1" w:rsidRPr="00BF32A1" w:rsidRDefault="007F3FF2" w:rsidP="00BF32A1">
      <w:pPr>
        <w:pStyle w:val="aa"/>
        <w:ind w:left="0" w:firstLine="709"/>
        <w:jc w:val="both"/>
        <w:rPr>
          <w:rFonts w:ascii="PT Astra Serif" w:hAnsi="PT Astra Serif"/>
          <w:b/>
          <w:noProof/>
        </w:rPr>
      </w:pPr>
      <w:r>
        <w:rPr>
          <w:rFonts w:ascii="PT Astra Serif" w:hAnsi="PT Astra Serif"/>
          <w:b/>
          <w:noProof/>
        </w:rPr>
        <w:t>6</w:t>
      </w:r>
      <w:r w:rsidR="006E3851">
        <w:rPr>
          <w:rFonts w:ascii="PT Astra Serif" w:hAnsi="PT Astra Serif"/>
          <w:b/>
          <w:noProof/>
        </w:rPr>
        <w:t>.9</w:t>
      </w:r>
      <w:r>
        <w:rPr>
          <w:rFonts w:ascii="PT Astra Serif" w:hAnsi="PT Astra Serif"/>
          <w:b/>
          <w:noProof/>
        </w:rPr>
        <w:t>.</w:t>
      </w:r>
      <w:r w:rsidR="006E3851">
        <w:rPr>
          <w:rFonts w:ascii="PT Astra Serif" w:hAnsi="PT Astra Serif"/>
          <w:b/>
          <w:noProof/>
        </w:rPr>
        <w:t xml:space="preserve"> </w:t>
      </w:r>
      <w:r w:rsidR="00BF32A1" w:rsidRPr="00BF32A1">
        <w:rPr>
          <w:rFonts w:ascii="PT Astra Serif" w:hAnsi="PT Astra Serif"/>
          <w:b/>
          <w:noProof/>
        </w:rPr>
        <w:t>По Агентству по развитию человеческого потенциала и трудовых ресурсов Ульяновской области:</w:t>
      </w:r>
    </w:p>
    <w:p w:rsidR="00BF32A1" w:rsidRPr="00BF32A1" w:rsidRDefault="00F9446C" w:rsidP="00BF32A1">
      <w:pPr>
        <w:pStyle w:val="aa"/>
        <w:ind w:left="0" w:firstLine="709"/>
        <w:jc w:val="both"/>
        <w:rPr>
          <w:rFonts w:ascii="PT Astra Serif" w:hAnsi="PT Astra Serif"/>
          <w:noProof/>
        </w:rPr>
      </w:pPr>
      <w:r>
        <w:rPr>
          <w:rFonts w:ascii="PT Astra Serif" w:hAnsi="PT Astra Serif"/>
          <w:noProof/>
        </w:rPr>
        <w:t xml:space="preserve">6.9.1. </w:t>
      </w:r>
      <w:proofErr w:type="gramStart"/>
      <w:r w:rsidR="00BF32A1" w:rsidRPr="00BF32A1">
        <w:rPr>
          <w:rFonts w:ascii="PT Astra Serif" w:hAnsi="PT Astra Serif"/>
          <w:noProof/>
        </w:rPr>
        <w:t xml:space="preserve">На основании обращения от 17.03.2023 № 73-ИОГВ-15/580вн в расходной части областного бюджета </w:t>
      </w:r>
      <w:r w:rsidR="00BF32A1" w:rsidRPr="00BF32A1">
        <w:rPr>
          <w:rFonts w:ascii="PT Astra Serif" w:hAnsi="PT Astra Serif"/>
          <w:b/>
          <w:noProof/>
        </w:rPr>
        <w:t>перераспределяются</w:t>
      </w:r>
      <w:r w:rsidR="00BF32A1" w:rsidRPr="00BF32A1">
        <w:rPr>
          <w:rFonts w:ascii="PT Astra Serif" w:hAnsi="PT Astra Serif"/>
          <w:noProof/>
        </w:rPr>
        <w:t xml:space="preserve"> средства в сумме </w:t>
      </w:r>
      <w:r w:rsidR="00D508E6">
        <w:rPr>
          <w:rFonts w:ascii="PT Astra Serif" w:hAnsi="PT Astra Serif"/>
          <w:noProof/>
        </w:rPr>
        <w:br/>
      </w:r>
      <w:r w:rsidR="00BF32A1" w:rsidRPr="00BF32A1">
        <w:rPr>
          <w:rFonts w:ascii="PT Astra Serif" w:hAnsi="PT Astra Serif"/>
          <w:b/>
          <w:noProof/>
        </w:rPr>
        <w:t>24,27888 тыс. рублей</w:t>
      </w:r>
      <w:r w:rsidR="00BF32A1" w:rsidRPr="00BF32A1">
        <w:rPr>
          <w:rFonts w:ascii="PT Astra Serif" w:hAnsi="PT Astra Serif"/>
          <w:noProof/>
        </w:rPr>
        <w:t xml:space="preserve"> с мероприятия «Привлечение соотечественников, </w:t>
      </w:r>
      <w:r w:rsidR="00BF32A1" w:rsidRPr="00BF32A1">
        <w:rPr>
          <w:rFonts w:ascii="PT Astra Serif" w:hAnsi="PT Astra Serif"/>
          <w:noProof/>
        </w:rPr>
        <w:lastRenderedPageBreak/>
        <w:t>проживающих за рубежом, на постоянное место жительство в Ульяновскую область» государственной программы Ульяновской области «Содействие занятости населения и развитие трудовых ресурсов в Ульяновской области» на непрограммное мероприятие «Возврат средств в результате недостижения значений показателей результативности использования субсидий</w:t>
      </w:r>
      <w:proofErr w:type="gramEnd"/>
      <w:r w:rsidR="00BF32A1" w:rsidRPr="00BF32A1">
        <w:rPr>
          <w:rFonts w:ascii="PT Astra Serif" w:hAnsi="PT Astra Serif"/>
          <w:noProof/>
        </w:rPr>
        <w:t>, предоставляемых из федерального бюджета» в результате недостижения значений результатов использования субсидии.</w:t>
      </w:r>
    </w:p>
    <w:p w:rsidR="00BF32A1" w:rsidRPr="00BF32A1" w:rsidRDefault="00BF32A1" w:rsidP="00BF32A1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BF32A1">
        <w:rPr>
          <w:rFonts w:ascii="PT Astra Serif" w:hAnsi="PT Astra Serif"/>
          <w:noProof/>
        </w:rPr>
        <w:t>Соответствующие изменения вносятся в статью 1, приложения 4, 5 и 6 к Закону.</w:t>
      </w:r>
    </w:p>
    <w:p w:rsidR="00BF32A1" w:rsidRPr="00BF32A1" w:rsidRDefault="00BF32A1" w:rsidP="00BF32A1">
      <w:pPr>
        <w:pStyle w:val="aa"/>
        <w:ind w:left="0" w:firstLine="709"/>
        <w:jc w:val="both"/>
        <w:rPr>
          <w:rFonts w:ascii="PT Astra Serif" w:hAnsi="PT Astra Serif"/>
          <w:noProof/>
        </w:rPr>
      </w:pPr>
    </w:p>
    <w:p w:rsidR="00BF32A1" w:rsidRPr="00BF32A1" w:rsidRDefault="00F9446C" w:rsidP="00BF32A1">
      <w:pPr>
        <w:pStyle w:val="aa"/>
        <w:ind w:left="0" w:firstLine="709"/>
        <w:jc w:val="both"/>
        <w:rPr>
          <w:rFonts w:ascii="PT Astra Serif" w:hAnsi="PT Astra Serif"/>
          <w:noProof/>
        </w:rPr>
      </w:pPr>
      <w:r>
        <w:rPr>
          <w:rFonts w:ascii="PT Astra Serif" w:hAnsi="PT Astra Serif"/>
          <w:noProof/>
        </w:rPr>
        <w:t xml:space="preserve">6.9.2. </w:t>
      </w:r>
      <w:r w:rsidR="00BF32A1" w:rsidRPr="00BF32A1">
        <w:rPr>
          <w:rFonts w:ascii="PT Astra Serif" w:hAnsi="PT Astra Serif"/>
          <w:noProof/>
        </w:rPr>
        <w:t xml:space="preserve">На основании обращения от 04.05.2023 № 73-ИОГВ-15/1007вн в расходной части областного бюджета </w:t>
      </w:r>
      <w:r w:rsidR="00BF32A1" w:rsidRPr="00BF32A1">
        <w:rPr>
          <w:rFonts w:ascii="PT Astra Serif" w:hAnsi="PT Astra Serif"/>
          <w:b/>
          <w:noProof/>
        </w:rPr>
        <w:t>перераспределяются</w:t>
      </w:r>
      <w:r w:rsidR="00BF32A1" w:rsidRPr="00BF32A1">
        <w:rPr>
          <w:rFonts w:ascii="PT Astra Serif" w:hAnsi="PT Astra Serif"/>
          <w:noProof/>
        </w:rPr>
        <w:t xml:space="preserve"> средства, предусмотренные на информационное обеспечение и сопровождение реализации программы переселения соотечественников государственной программы Ульяновской области «Содействие занятости населения и развитие трудовых ресурсов в Ульяновской области», на оплату услуг связи подведомственного учреждении в 2023 году в сумме </w:t>
      </w:r>
      <w:r w:rsidR="00BF32A1" w:rsidRPr="00BF32A1">
        <w:rPr>
          <w:rFonts w:ascii="PT Astra Serif" w:hAnsi="PT Astra Serif"/>
          <w:b/>
          <w:noProof/>
        </w:rPr>
        <w:t>40,52112 тыс. рублей</w:t>
      </w:r>
      <w:r w:rsidR="00BF32A1" w:rsidRPr="00BF32A1">
        <w:rPr>
          <w:rFonts w:ascii="PT Astra Serif" w:hAnsi="PT Astra Serif"/>
          <w:noProof/>
        </w:rPr>
        <w:t xml:space="preserve">, в 2023 году в сумме </w:t>
      </w:r>
      <w:r w:rsidR="00BF32A1" w:rsidRPr="00BF32A1">
        <w:rPr>
          <w:rFonts w:ascii="PT Astra Serif" w:hAnsi="PT Astra Serif"/>
          <w:b/>
          <w:noProof/>
        </w:rPr>
        <w:t>8,12112 тыс.рублей</w:t>
      </w:r>
      <w:r w:rsidR="00BF32A1" w:rsidRPr="00BF32A1">
        <w:rPr>
          <w:rFonts w:ascii="PT Astra Serif" w:hAnsi="PT Astra Serif"/>
          <w:noProof/>
        </w:rPr>
        <w:t xml:space="preserve">, в 2025 году в сумме </w:t>
      </w:r>
      <w:r w:rsidR="00BF32A1" w:rsidRPr="00BF32A1">
        <w:rPr>
          <w:rFonts w:ascii="PT Astra Serif" w:hAnsi="PT Astra Serif"/>
          <w:b/>
          <w:noProof/>
        </w:rPr>
        <w:t>32,4 тыс. рублей.</w:t>
      </w:r>
    </w:p>
    <w:p w:rsidR="00BF32A1" w:rsidRDefault="00BF32A1" w:rsidP="00BF32A1">
      <w:pPr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BF32A1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1, приложения 4, 5 и 6 к Закону.</w:t>
      </w:r>
    </w:p>
    <w:p w:rsidR="004F007A" w:rsidRPr="004F007A" w:rsidRDefault="006E3851" w:rsidP="004C4EB6">
      <w:pPr>
        <w:spacing w:after="0"/>
        <w:ind w:firstLine="709"/>
        <w:jc w:val="both"/>
        <w:rPr>
          <w:rFonts w:ascii="PT Astra Serif" w:hAnsi="PT Astra Serif"/>
          <w:b/>
          <w:noProof/>
          <w:sz w:val="28"/>
          <w:szCs w:val="28"/>
        </w:rPr>
      </w:pPr>
      <w:r>
        <w:rPr>
          <w:rFonts w:ascii="PT Astra Serif" w:hAnsi="PT Astra Serif"/>
          <w:b/>
          <w:noProof/>
          <w:sz w:val="28"/>
          <w:szCs w:val="28"/>
        </w:rPr>
        <w:t>8.10</w:t>
      </w:r>
      <w:r w:rsidR="00681208">
        <w:rPr>
          <w:rFonts w:ascii="PT Astra Serif" w:hAnsi="PT Astra Serif"/>
          <w:b/>
          <w:noProof/>
          <w:sz w:val="28"/>
          <w:szCs w:val="28"/>
        </w:rPr>
        <w:t>.</w:t>
      </w:r>
      <w:r>
        <w:rPr>
          <w:rFonts w:ascii="PT Astra Serif" w:hAnsi="PT Astra Serif"/>
          <w:b/>
          <w:noProof/>
          <w:sz w:val="28"/>
          <w:szCs w:val="28"/>
        </w:rPr>
        <w:t xml:space="preserve"> </w:t>
      </w:r>
      <w:r w:rsidR="004F007A" w:rsidRPr="004F007A">
        <w:rPr>
          <w:rFonts w:ascii="PT Astra Serif" w:hAnsi="PT Astra Serif"/>
          <w:b/>
          <w:noProof/>
          <w:sz w:val="28"/>
          <w:szCs w:val="28"/>
        </w:rPr>
        <w:t>По Министерству транспорта Ульяновской области:</w:t>
      </w:r>
    </w:p>
    <w:p w:rsidR="00DC3596" w:rsidRPr="0067069D" w:rsidRDefault="006E3851" w:rsidP="00AA4AC8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>8.10.1</w:t>
      </w:r>
      <w:r w:rsidR="00E43387" w:rsidRPr="0067069D">
        <w:rPr>
          <w:rFonts w:ascii="PT Astra Serif" w:hAnsi="PT Astra Serif"/>
          <w:noProof/>
        </w:rPr>
        <w:t>.</w:t>
      </w:r>
      <w:r w:rsidRPr="0067069D">
        <w:rPr>
          <w:rFonts w:ascii="PT Astra Serif" w:hAnsi="PT Astra Serif"/>
          <w:noProof/>
        </w:rPr>
        <w:t xml:space="preserve"> </w:t>
      </w:r>
      <w:r w:rsidR="004C4EB6" w:rsidRPr="0067069D">
        <w:rPr>
          <w:rFonts w:ascii="PT Astra Serif" w:hAnsi="PT Astra Serif"/>
          <w:noProof/>
        </w:rPr>
        <w:t>На основании обращения от 16.05.2023 № 73-ИОГВ-06.01/916вн</w:t>
      </w:r>
      <w:r w:rsidR="00F33356" w:rsidRPr="0067069D">
        <w:rPr>
          <w:rFonts w:ascii="PT Astra Serif" w:hAnsi="PT Astra Serif"/>
          <w:noProof/>
        </w:rPr>
        <w:t xml:space="preserve"> </w:t>
      </w:r>
      <w:r w:rsidR="001E5489" w:rsidRPr="0067069D">
        <w:rPr>
          <w:rFonts w:ascii="PT Astra Serif" w:hAnsi="PT Astra Serif"/>
          <w:noProof/>
        </w:rPr>
        <w:t xml:space="preserve">в расходной части областного бюджета </w:t>
      </w:r>
      <w:r w:rsidR="001E5489" w:rsidRPr="0067069D">
        <w:rPr>
          <w:rFonts w:ascii="PT Astra Serif" w:hAnsi="PT Astra Serif"/>
          <w:b/>
          <w:noProof/>
        </w:rPr>
        <w:t>перераспределяются</w:t>
      </w:r>
      <w:r w:rsidR="001E5489" w:rsidRPr="0067069D">
        <w:rPr>
          <w:rFonts w:ascii="PT Astra Serif" w:hAnsi="PT Astra Serif"/>
          <w:noProof/>
        </w:rPr>
        <w:t xml:space="preserve"> средства </w:t>
      </w:r>
      <w:r w:rsidR="00DC3596" w:rsidRPr="0067069D">
        <w:rPr>
          <w:rFonts w:ascii="PT Astra Serif" w:hAnsi="PT Astra Serif"/>
          <w:noProof/>
        </w:rPr>
        <w:t xml:space="preserve">в сумме </w:t>
      </w:r>
      <w:r w:rsidR="00AA4AC8" w:rsidRPr="0067069D">
        <w:rPr>
          <w:rFonts w:ascii="PT Astra Serif" w:hAnsi="PT Astra Serif"/>
          <w:b/>
          <w:noProof/>
        </w:rPr>
        <w:t>19 493,5</w:t>
      </w:r>
      <w:r w:rsidR="00DC3596" w:rsidRPr="0067069D">
        <w:rPr>
          <w:rFonts w:ascii="PT Astra Serif" w:hAnsi="PT Astra Serif"/>
          <w:b/>
          <w:noProof/>
        </w:rPr>
        <w:t xml:space="preserve"> тыс. рублей</w:t>
      </w:r>
      <w:r w:rsidR="00DC3596" w:rsidRPr="0067069D">
        <w:rPr>
          <w:rFonts w:ascii="PT Astra Serif" w:hAnsi="PT Astra Serif"/>
          <w:noProof/>
        </w:rPr>
        <w:t xml:space="preserve"> </w:t>
      </w:r>
      <w:r w:rsidR="00AA4AC8" w:rsidRPr="0067069D">
        <w:rPr>
          <w:rFonts w:ascii="PT Astra Serif" w:hAnsi="PT Astra Serif"/>
          <w:noProof/>
        </w:rPr>
        <w:t>с расходов, предусмотренных на</w:t>
      </w:r>
      <w:r w:rsidR="00DC3596" w:rsidRPr="0067069D">
        <w:rPr>
          <w:rFonts w:ascii="PT Astra Serif" w:hAnsi="PT Astra Serif"/>
          <w:b/>
          <w:noProof/>
        </w:rPr>
        <w:t xml:space="preserve"> </w:t>
      </w:r>
      <w:r w:rsidR="00DC3596" w:rsidRPr="0067069D">
        <w:rPr>
          <w:rFonts w:ascii="PT Astra Serif" w:hAnsi="PT Astra Serif"/>
          <w:noProof/>
        </w:rPr>
        <w:t>развити</w:t>
      </w:r>
      <w:r w:rsidR="003A3D9F" w:rsidRPr="0067069D">
        <w:rPr>
          <w:rFonts w:ascii="PT Astra Serif" w:hAnsi="PT Astra Serif"/>
          <w:noProof/>
        </w:rPr>
        <w:t>е</w:t>
      </w:r>
      <w:r w:rsidR="00DC3596" w:rsidRPr="0067069D">
        <w:rPr>
          <w:rFonts w:ascii="PT Astra Serif" w:hAnsi="PT Astra Serif"/>
          <w:noProof/>
        </w:rPr>
        <w:t xml:space="preserve"> системы дорожного хозяйства Ульяновской области</w:t>
      </w:r>
      <w:r w:rsidR="00AA4AC8" w:rsidRPr="0067069D">
        <w:rPr>
          <w:rFonts w:ascii="PT Astra Serif" w:hAnsi="PT Astra Serif"/>
          <w:noProof/>
        </w:rPr>
        <w:t>,</w:t>
      </w:r>
      <w:r w:rsidR="00DC3596" w:rsidRPr="0067069D">
        <w:rPr>
          <w:rFonts w:ascii="PT Astra Serif" w:hAnsi="PT Astra Serif"/>
          <w:noProof/>
        </w:rPr>
        <w:t xml:space="preserve"> на </w:t>
      </w:r>
      <w:r w:rsidR="00AA4AC8" w:rsidRPr="0067069D">
        <w:rPr>
          <w:rFonts w:ascii="PT Astra Serif" w:hAnsi="PT Astra Serif"/>
          <w:noProof/>
        </w:rPr>
        <w:t>субсиди</w:t>
      </w:r>
      <w:r w:rsidR="007A3A14" w:rsidRPr="0067069D">
        <w:rPr>
          <w:rFonts w:ascii="PT Astra Serif" w:hAnsi="PT Astra Serif"/>
          <w:noProof/>
        </w:rPr>
        <w:t>и</w:t>
      </w:r>
      <w:r w:rsidR="00AA4AC8" w:rsidRPr="0067069D">
        <w:rPr>
          <w:rFonts w:ascii="PT Astra Serif" w:hAnsi="PT Astra Serif"/>
          <w:noProof/>
        </w:rPr>
        <w:t xml:space="preserve"> бюджетам муниципальных районов (городских округов) Ульяновской области на ремонт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сооружений.</w:t>
      </w:r>
    </w:p>
    <w:p w:rsidR="004E64FC" w:rsidRPr="0067069D" w:rsidRDefault="004E64FC" w:rsidP="00DC3596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 xml:space="preserve">Кроме того, уменьшаются бюджетные ассигнования </w:t>
      </w:r>
      <w:r w:rsidR="00652E9B" w:rsidRPr="0067069D">
        <w:rPr>
          <w:rFonts w:ascii="PT Astra Serif" w:hAnsi="PT Astra Serif"/>
          <w:noProof/>
        </w:rPr>
        <w:t>по государственной программе</w:t>
      </w:r>
      <w:r w:rsidR="00691689" w:rsidRPr="0067069D">
        <w:rPr>
          <w:rFonts w:ascii="PT Astra Serif" w:hAnsi="PT Astra Serif"/>
          <w:noProof/>
        </w:rPr>
        <w:t xml:space="preserve"> «Развитие транспортной системы в Ульяновской области» </w:t>
      </w:r>
      <w:r w:rsidR="00241650" w:rsidRPr="0067069D">
        <w:rPr>
          <w:rFonts w:ascii="PT Astra Serif" w:hAnsi="PT Astra Serif"/>
          <w:noProof/>
        </w:rPr>
        <w:t xml:space="preserve">на сумму </w:t>
      </w:r>
      <w:r w:rsidR="00241650" w:rsidRPr="0067069D">
        <w:rPr>
          <w:rFonts w:ascii="PT Astra Serif" w:hAnsi="PT Astra Serif"/>
          <w:b/>
          <w:noProof/>
        </w:rPr>
        <w:t xml:space="preserve">856,84266 тыс. рублей </w:t>
      </w:r>
      <w:r w:rsidR="00241650" w:rsidRPr="0067069D">
        <w:rPr>
          <w:rFonts w:ascii="PT Astra Serif" w:hAnsi="PT Astra Serif"/>
          <w:noProof/>
        </w:rPr>
        <w:t>и увеличиваются</w:t>
      </w:r>
      <w:r w:rsidR="00241650" w:rsidRPr="0067069D">
        <w:rPr>
          <w:rFonts w:ascii="PT Astra Serif" w:hAnsi="PT Astra Serif"/>
          <w:b/>
          <w:noProof/>
        </w:rPr>
        <w:t xml:space="preserve"> </w:t>
      </w:r>
      <w:r w:rsidR="0067069D" w:rsidRPr="0067069D">
        <w:rPr>
          <w:rFonts w:ascii="PT Astra Serif" w:hAnsi="PT Astra Serif"/>
          <w:noProof/>
        </w:rPr>
        <w:t>бюджетные ассигнования по государственной программе</w:t>
      </w:r>
      <w:r w:rsidR="0067069D" w:rsidRPr="0067069D">
        <w:t xml:space="preserve"> «Развитие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области».</w:t>
      </w:r>
      <w:r w:rsidR="00241650" w:rsidRPr="0067069D">
        <w:rPr>
          <w:rFonts w:ascii="PT Astra Serif" w:hAnsi="PT Astra Serif"/>
          <w:noProof/>
        </w:rPr>
        <w:t xml:space="preserve"> </w:t>
      </w:r>
    </w:p>
    <w:p w:rsidR="009827C9" w:rsidRPr="0067069D" w:rsidRDefault="009827C9" w:rsidP="00E43387">
      <w:pPr>
        <w:spacing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67069D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6, 8 и 9</w:t>
      </w:r>
      <w:r w:rsidRPr="0067069D">
        <w:rPr>
          <w:rFonts w:ascii="PT Astra Serif" w:hAnsi="PT Astra Serif"/>
          <w:noProof/>
          <w:sz w:val="28"/>
          <w:szCs w:val="28"/>
        </w:rPr>
        <w:br/>
        <w:t>к Закону</w:t>
      </w:r>
      <w:r w:rsidR="00DE66CB" w:rsidRPr="0067069D">
        <w:rPr>
          <w:rFonts w:ascii="PT Astra Serif" w:hAnsi="PT Astra Serif"/>
          <w:noProof/>
          <w:sz w:val="28"/>
          <w:szCs w:val="28"/>
        </w:rPr>
        <w:t>, таблицы 2.37, 2.44 приложения 10 излагаются в новой редакции</w:t>
      </w:r>
      <w:r w:rsidRPr="0067069D">
        <w:rPr>
          <w:rFonts w:ascii="PT Astra Serif" w:hAnsi="PT Astra Serif"/>
          <w:noProof/>
          <w:sz w:val="28"/>
          <w:szCs w:val="28"/>
        </w:rPr>
        <w:t>.</w:t>
      </w:r>
    </w:p>
    <w:p w:rsidR="001C3DCD" w:rsidRPr="0067069D" w:rsidRDefault="006E3851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>8.10.2</w:t>
      </w:r>
      <w:r w:rsidR="00E43387" w:rsidRPr="0067069D">
        <w:rPr>
          <w:rFonts w:ascii="PT Astra Serif" w:hAnsi="PT Astra Serif"/>
          <w:noProof/>
        </w:rPr>
        <w:t>.</w:t>
      </w:r>
      <w:r w:rsidRPr="0067069D">
        <w:rPr>
          <w:rFonts w:ascii="PT Astra Serif" w:hAnsi="PT Astra Serif"/>
          <w:noProof/>
        </w:rPr>
        <w:t xml:space="preserve"> </w:t>
      </w:r>
      <w:r w:rsidR="00B457C5" w:rsidRPr="0067069D">
        <w:rPr>
          <w:rFonts w:ascii="PT Astra Serif" w:hAnsi="PT Astra Serif"/>
          <w:noProof/>
        </w:rPr>
        <w:t xml:space="preserve">На основании обращения от 16.05.2023 № 73-ИОГВ-06.01/916вн в расходной части областного бюджета </w:t>
      </w:r>
      <w:r w:rsidR="00B457C5" w:rsidRPr="0067069D">
        <w:rPr>
          <w:rFonts w:ascii="PT Astra Serif" w:hAnsi="PT Astra Serif"/>
          <w:b/>
          <w:noProof/>
        </w:rPr>
        <w:t>п</w:t>
      </w:r>
      <w:r w:rsidR="001C3DCD" w:rsidRPr="0067069D">
        <w:rPr>
          <w:rFonts w:ascii="PT Astra Serif" w:hAnsi="PT Astra Serif"/>
          <w:b/>
          <w:noProof/>
        </w:rPr>
        <w:t>ерераспределяются</w:t>
      </w:r>
      <w:r w:rsidR="001C3DCD" w:rsidRPr="0067069D">
        <w:rPr>
          <w:rFonts w:ascii="PT Astra Serif" w:hAnsi="PT Astra Serif"/>
          <w:noProof/>
        </w:rPr>
        <w:t xml:space="preserve"> средства </w:t>
      </w:r>
      <w:r w:rsidR="001C3DCD" w:rsidRPr="0067069D">
        <w:rPr>
          <w:rFonts w:ascii="PT Astra Serif" w:hAnsi="PT Astra Serif"/>
          <w:noProof/>
        </w:rPr>
        <w:lastRenderedPageBreak/>
        <w:t>областного бюджета в общей сумме</w:t>
      </w:r>
      <w:r w:rsidR="001A6006" w:rsidRPr="0067069D">
        <w:rPr>
          <w:rFonts w:ascii="PT Astra Serif" w:hAnsi="PT Astra Serif"/>
          <w:noProof/>
        </w:rPr>
        <w:t xml:space="preserve"> </w:t>
      </w:r>
      <w:r w:rsidR="001C3DCD" w:rsidRPr="0067069D">
        <w:rPr>
          <w:rFonts w:ascii="PT Astra Serif" w:hAnsi="PT Astra Serif"/>
          <w:b/>
          <w:noProof/>
        </w:rPr>
        <w:t>1</w:t>
      </w:r>
      <w:r w:rsidR="00D35BC9">
        <w:rPr>
          <w:rFonts w:ascii="PT Astra Serif" w:hAnsi="PT Astra Serif"/>
          <w:b/>
          <w:noProof/>
        </w:rPr>
        <w:t> </w:t>
      </w:r>
      <w:r w:rsidR="001C3DCD" w:rsidRPr="0067069D">
        <w:rPr>
          <w:rFonts w:ascii="PT Astra Serif" w:hAnsi="PT Astra Serif"/>
          <w:b/>
          <w:noProof/>
        </w:rPr>
        <w:t>140</w:t>
      </w:r>
      <w:r w:rsidR="00D35BC9">
        <w:rPr>
          <w:rFonts w:ascii="PT Astra Serif" w:hAnsi="PT Astra Serif"/>
          <w:b/>
          <w:noProof/>
        </w:rPr>
        <w:t> </w:t>
      </w:r>
      <w:r w:rsidR="001C3DCD" w:rsidRPr="0067069D">
        <w:rPr>
          <w:rFonts w:ascii="PT Astra Serif" w:hAnsi="PT Astra Serif"/>
          <w:b/>
          <w:noProof/>
        </w:rPr>
        <w:t>122</w:t>
      </w:r>
      <w:r w:rsidR="00D35BC9">
        <w:rPr>
          <w:rFonts w:ascii="PT Astra Serif" w:hAnsi="PT Astra Serif"/>
          <w:b/>
          <w:noProof/>
        </w:rPr>
        <w:t>,</w:t>
      </w:r>
      <w:r w:rsidR="001C3DCD" w:rsidRPr="0067069D">
        <w:rPr>
          <w:rFonts w:ascii="PT Astra Serif" w:hAnsi="PT Astra Serif"/>
          <w:b/>
          <w:noProof/>
        </w:rPr>
        <w:t>03386 тыс. рублей</w:t>
      </w:r>
      <w:r w:rsidR="001C3DCD" w:rsidRPr="0067069D">
        <w:rPr>
          <w:rFonts w:ascii="PT Astra Serif" w:hAnsi="PT Astra Serif"/>
          <w:noProof/>
        </w:rPr>
        <w:t xml:space="preserve"> со следующих мероприятий: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>- развити</w:t>
      </w:r>
      <w:r w:rsidR="00A41675" w:rsidRPr="0067069D">
        <w:rPr>
          <w:rFonts w:ascii="PT Astra Serif" w:hAnsi="PT Astra Serif"/>
          <w:noProof/>
        </w:rPr>
        <w:t>е</w:t>
      </w:r>
      <w:r w:rsidRPr="0067069D">
        <w:rPr>
          <w:rFonts w:ascii="PT Astra Serif" w:hAnsi="PT Astra Serif"/>
          <w:noProof/>
        </w:rPr>
        <w:t xml:space="preserve"> системы дорожного хозяйства Ульяновской области на сумму </w:t>
      </w:r>
      <w:r w:rsidRPr="0067069D">
        <w:rPr>
          <w:rFonts w:ascii="PT Astra Serif" w:hAnsi="PT Astra Serif"/>
          <w:b/>
          <w:noProof/>
        </w:rPr>
        <w:t>343 461, 27796 тыс. рублей</w:t>
      </w:r>
      <w:r w:rsidRPr="0067069D">
        <w:rPr>
          <w:rFonts w:ascii="PT Astra Serif" w:hAnsi="PT Astra Serif"/>
          <w:noProof/>
        </w:rPr>
        <w:t xml:space="preserve"> в связи с экономией расходов;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>- обеспечени</w:t>
      </w:r>
      <w:r w:rsidR="00A41675" w:rsidRPr="0067069D">
        <w:rPr>
          <w:rFonts w:ascii="PT Astra Serif" w:hAnsi="PT Astra Serif"/>
          <w:noProof/>
        </w:rPr>
        <w:t>е</w:t>
      </w:r>
      <w:r w:rsidRPr="0067069D">
        <w:rPr>
          <w:rFonts w:ascii="PT Astra Serif" w:hAnsi="PT Astra Serif"/>
          <w:noProof/>
        </w:rPr>
        <w:t xml:space="preserve"> деятельности областного государственного казённого учреждения «Департамент автомобил</w:t>
      </w:r>
      <w:r w:rsidR="002E1311" w:rsidRPr="0067069D">
        <w:rPr>
          <w:rFonts w:ascii="PT Astra Serif" w:hAnsi="PT Astra Serif"/>
          <w:noProof/>
        </w:rPr>
        <w:t xml:space="preserve">ьных дорог Ульяновской области» </w:t>
      </w:r>
      <w:r w:rsidRPr="0067069D">
        <w:rPr>
          <w:rFonts w:ascii="PT Astra Serif" w:hAnsi="PT Astra Serif"/>
          <w:noProof/>
        </w:rPr>
        <w:t xml:space="preserve">в сумме </w:t>
      </w:r>
      <w:r w:rsidRPr="0067069D">
        <w:rPr>
          <w:rFonts w:ascii="PT Astra Serif" w:hAnsi="PT Astra Serif"/>
          <w:b/>
          <w:noProof/>
        </w:rPr>
        <w:t>30 516, 95893 тыс. рублей</w:t>
      </w:r>
      <w:r w:rsidRPr="0067069D">
        <w:rPr>
          <w:rFonts w:ascii="PT Astra Serif" w:hAnsi="PT Astra Serif"/>
          <w:noProof/>
        </w:rPr>
        <w:t xml:space="preserve"> в связи с экономией расходов;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 xml:space="preserve">- </w:t>
      </w:r>
      <w:r w:rsidR="00A41675" w:rsidRPr="0067069D">
        <w:rPr>
          <w:rFonts w:ascii="PT Astra Serif" w:hAnsi="PT Astra Serif"/>
          <w:noProof/>
        </w:rPr>
        <w:t>предоставление субсидий бюджетам</w:t>
      </w:r>
      <w:r w:rsidR="00A41675" w:rsidRPr="0067069D">
        <w:rPr>
          <w:rFonts w:ascii="PT Astra Serif" w:hAnsi="PT Astra Serif"/>
          <w:b/>
          <w:noProof/>
        </w:rPr>
        <w:t xml:space="preserve"> </w:t>
      </w:r>
      <w:r w:rsidRPr="0067069D">
        <w:rPr>
          <w:rFonts w:ascii="PT Astra Serif" w:hAnsi="PT Astra Serif"/>
          <w:noProof/>
        </w:rPr>
        <w:t>муниципальных образований Ульяновской области на реализацию мероприятий, направленных на развитие транспортной инфраструктуры на сельских территориях</w:t>
      </w:r>
      <w:r w:rsidR="005B6450" w:rsidRPr="0067069D">
        <w:rPr>
          <w:rFonts w:ascii="PT Astra Serif" w:hAnsi="PT Astra Serif"/>
          <w:noProof/>
        </w:rPr>
        <w:t>,</w:t>
      </w:r>
      <w:r w:rsidRPr="0067069D">
        <w:rPr>
          <w:rFonts w:ascii="PT Astra Serif" w:hAnsi="PT Astra Serif"/>
          <w:noProof/>
        </w:rPr>
        <w:t xml:space="preserve"> в сумме </w:t>
      </w:r>
      <w:r w:rsidRPr="0067069D">
        <w:rPr>
          <w:rFonts w:ascii="PT Astra Serif" w:hAnsi="PT Astra Serif"/>
          <w:b/>
          <w:noProof/>
        </w:rPr>
        <w:t>126 955, 0436 тыс. рублей</w:t>
      </w:r>
      <w:r w:rsidRPr="0067069D">
        <w:rPr>
          <w:rFonts w:ascii="PT Astra Serif" w:hAnsi="PT Astra Serif"/>
          <w:noProof/>
        </w:rPr>
        <w:t xml:space="preserve"> в связи с экономией расходов;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>- приведение в нормативно</w:t>
      </w:r>
      <w:r w:rsidR="00165C5B" w:rsidRPr="0067069D">
        <w:rPr>
          <w:rFonts w:ascii="PT Astra Serif" w:hAnsi="PT Astra Serif"/>
          <w:noProof/>
        </w:rPr>
        <w:t xml:space="preserve">е состояние автомобильных дорог </w:t>
      </w:r>
      <w:r w:rsidRPr="0067069D">
        <w:rPr>
          <w:rFonts w:ascii="PT Astra Serif" w:hAnsi="PT Astra Serif"/>
          <w:noProof/>
        </w:rPr>
        <w:t xml:space="preserve">и искусственных дорожных сооружений в рамках реализации национального проекта «Безопасные качественные дороги» в сумме </w:t>
      </w:r>
      <w:r w:rsidRPr="0067069D">
        <w:rPr>
          <w:rFonts w:ascii="PT Astra Serif" w:hAnsi="PT Astra Serif"/>
          <w:b/>
          <w:noProof/>
        </w:rPr>
        <w:t>472 218, 66731 тыс. рублей</w:t>
      </w:r>
      <w:r w:rsidRPr="0067069D">
        <w:rPr>
          <w:rFonts w:ascii="PT Astra Serif" w:hAnsi="PT Astra Serif"/>
          <w:noProof/>
        </w:rPr>
        <w:t xml:space="preserve"> в связи</w:t>
      </w:r>
      <w:r w:rsidR="00A7330E" w:rsidRPr="0067069D">
        <w:rPr>
          <w:rFonts w:ascii="PT Astra Serif" w:hAnsi="PT Astra Serif"/>
          <w:noProof/>
        </w:rPr>
        <w:t xml:space="preserve"> </w:t>
      </w:r>
      <w:r w:rsidRPr="0067069D">
        <w:rPr>
          <w:rFonts w:ascii="PT Astra Serif" w:hAnsi="PT Astra Serif"/>
          <w:noProof/>
        </w:rPr>
        <w:t xml:space="preserve">с экономией расходов в связи с экономией расходов; 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>- внедрение автоматизированных и роботизированных технологий организации дорожного движения и контроля за соблюд</w:t>
      </w:r>
      <w:r w:rsidR="00A7330E" w:rsidRPr="0067069D">
        <w:rPr>
          <w:rFonts w:ascii="PT Astra Serif" w:hAnsi="PT Astra Serif"/>
          <w:noProof/>
        </w:rPr>
        <w:t xml:space="preserve">ением правил дорожного движения </w:t>
      </w:r>
      <w:r w:rsidRPr="0067069D">
        <w:rPr>
          <w:rFonts w:ascii="PT Astra Serif" w:hAnsi="PT Astra Serif"/>
          <w:noProof/>
        </w:rPr>
        <w:t xml:space="preserve">в сумме </w:t>
      </w:r>
      <w:r w:rsidRPr="0067069D">
        <w:rPr>
          <w:rFonts w:ascii="PT Astra Serif" w:hAnsi="PT Astra Serif"/>
          <w:b/>
          <w:noProof/>
        </w:rPr>
        <w:t>85 122,00466 тыс. рублей</w:t>
      </w:r>
      <w:r w:rsidRPr="0067069D">
        <w:rPr>
          <w:rFonts w:ascii="PT Astra Serif" w:hAnsi="PT Astra Serif"/>
          <w:noProof/>
        </w:rPr>
        <w:t xml:space="preserve"> в связи с экономией расходов;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b/>
          <w:noProof/>
        </w:rPr>
      </w:pPr>
      <w:r w:rsidRPr="0067069D">
        <w:rPr>
          <w:rFonts w:ascii="PT Astra Serif" w:hAnsi="PT Astra Serif"/>
          <w:noProof/>
        </w:rPr>
        <w:t xml:space="preserve">- размещение автоматических пунктов весогабаритного контроля на автомобильных дорогах регионального или межмуниципального значения Ульяновской области в сумме </w:t>
      </w:r>
      <w:r w:rsidRPr="0067069D">
        <w:rPr>
          <w:rFonts w:ascii="PT Astra Serif" w:hAnsi="PT Astra Serif"/>
          <w:b/>
          <w:noProof/>
        </w:rPr>
        <w:t>48 454,06419 тыс. рублей</w:t>
      </w:r>
      <w:r w:rsidRPr="0067069D">
        <w:rPr>
          <w:rFonts w:ascii="PT Astra Serif" w:hAnsi="PT Astra Serif"/>
          <w:noProof/>
        </w:rPr>
        <w:t xml:space="preserve"> в связи с экономией расходов;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 xml:space="preserve">- внедрение интеллектуальных транспортных систем, установка метеостанции на </w:t>
      </w:r>
      <w:r w:rsidRPr="0067069D">
        <w:rPr>
          <w:rFonts w:ascii="PT Astra Serif" w:hAnsi="PT Astra Serif"/>
          <w:b/>
          <w:noProof/>
        </w:rPr>
        <w:t>654,78465 тыс. рублей</w:t>
      </w:r>
      <w:r w:rsidRPr="0067069D">
        <w:rPr>
          <w:rFonts w:ascii="PT Astra Serif" w:hAnsi="PT Astra Serif"/>
          <w:noProof/>
        </w:rPr>
        <w:t xml:space="preserve"> в связи с экономией расходов;</w:t>
      </w:r>
    </w:p>
    <w:p w:rsidR="001C3DCD" w:rsidRPr="0067069D" w:rsidRDefault="001C3DCD" w:rsidP="001C3DCD">
      <w:pPr>
        <w:pStyle w:val="aa"/>
        <w:ind w:left="0" w:firstLine="709"/>
        <w:jc w:val="both"/>
        <w:rPr>
          <w:rFonts w:ascii="PT Astra Serif" w:hAnsi="PT Astra Serif"/>
          <w:noProof/>
        </w:rPr>
      </w:pPr>
      <w:r w:rsidRPr="0067069D">
        <w:rPr>
          <w:rFonts w:ascii="PT Astra Serif" w:hAnsi="PT Astra Serif"/>
          <w:noProof/>
        </w:rPr>
        <w:t>- совершенствование организации дорожного движения</w:t>
      </w:r>
      <w:r w:rsidR="005D6B91" w:rsidRPr="0067069D">
        <w:rPr>
          <w:rFonts w:ascii="PT Astra Serif" w:hAnsi="PT Astra Serif"/>
          <w:noProof/>
        </w:rPr>
        <w:t>,</w:t>
      </w:r>
      <w:r w:rsidRPr="0067069D">
        <w:rPr>
          <w:rFonts w:ascii="PT Astra Serif" w:hAnsi="PT Astra Serif"/>
          <w:noProof/>
        </w:rPr>
        <w:t xml:space="preserve"> </w:t>
      </w:r>
      <w:r w:rsidR="005D6B91" w:rsidRPr="0067069D">
        <w:rPr>
          <w:rFonts w:ascii="PT Astra Serif" w:hAnsi="PT Astra Serif"/>
          <w:noProof/>
        </w:rPr>
        <w:t>на</w:t>
      </w:r>
      <w:r w:rsidRPr="0067069D">
        <w:rPr>
          <w:rFonts w:ascii="PT Astra Serif" w:hAnsi="PT Astra Serif"/>
          <w:noProof/>
        </w:rPr>
        <w:t xml:space="preserve"> сумм</w:t>
      </w:r>
      <w:r w:rsidR="005D6B91" w:rsidRPr="0067069D">
        <w:rPr>
          <w:rFonts w:ascii="PT Astra Serif" w:hAnsi="PT Astra Serif"/>
          <w:noProof/>
        </w:rPr>
        <w:t>у</w:t>
      </w:r>
      <w:r w:rsidRPr="0067069D">
        <w:rPr>
          <w:rFonts w:ascii="PT Astra Serif" w:hAnsi="PT Astra Serif"/>
          <w:noProof/>
        </w:rPr>
        <w:t xml:space="preserve"> </w:t>
      </w:r>
      <w:r w:rsidRPr="0067069D">
        <w:rPr>
          <w:rFonts w:ascii="PT Astra Serif" w:hAnsi="PT Astra Serif"/>
          <w:b/>
          <w:noProof/>
        </w:rPr>
        <w:t>32 739,23256 тыс. рублей</w:t>
      </w:r>
      <w:r w:rsidRPr="0067069D">
        <w:rPr>
          <w:rFonts w:ascii="PT Astra Serif" w:hAnsi="PT Astra Serif"/>
          <w:noProof/>
        </w:rPr>
        <w:t xml:space="preserve"> в связи с экономией расходов.</w:t>
      </w:r>
    </w:p>
    <w:p w:rsidR="001C3DCD" w:rsidRPr="0067069D" w:rsidRDefault="00D35BC9" w:rsidP="00716E79">
      <w:pPr>
        <w:pStyle w:val="aa"/>
        <w:ind w:left="0" w:firstLine="709"/>
        <w:jc w:val="both"/>
        <w:rPr>
          <w:rFonts w:ascii="PT Astra Serif" w:hAnsi="PT Astra Serif"/>
          <w:noProof/>
        </w:rPr>
      </w:pPr>
      <w:r>
        <w:rPr>
          <w:rFonts w:ascii="PT Astra Serif" w:hAnsi="PT Astra Serif"/>
          <w:noProof/>
        </w:rPr>
        <w:t>С</w:t>
      </w:r>
      <w:r w:rsidR="001C3DCD" w:rsidRPr="0067069D">
        <w:rPr>
          <w:rFonts w:ascii="PT Astra Serif" w:hAnsi="PT Astra Serif"/>
          <w:noProof/>
        </w:rPr>
        <w:t xml:space="preserve">редства в сумме </w:t>
      </w:r>
      <w:r w:rsidR="001C3DCD" w:rsidRPr="0067069D">
        <w:rPr>
          <w:rFonts w:ascii="PT Astra Serif" w:hAnsi="PT Astra Serif"/>
          <w:b/>
          <w:noProof/>
        </w:rPr>
        <w:t>1</w:t>
      </w:r>
      <w:r>
        <w:rPr>
          <w:rFonts w:ascii="PT Astra Serif" w:hAnsi="PT Astra Serif"/>
          <w:b/>
          <w:noProof/>
        </w:rPr>
        <w:t> </w:t>
      </w:r>
      <w:r w:rsidR="001C3DCD" w:rsidRPr="0067069D">
        <w:rPr>
          <w:rFonts w:ascii="PT Astra Serif" w:hAnsi="PT Astra Serif"/>
          <w:b/>
          <w:noProof/>
        </w:rPr>
        <w:t>140</w:t>
      </w:r>
      <w:r>
        <w:rPr>
          <w:rFonts w:ascii="PT Astra Serif" w:hAnsi="PT Astra Serif"/>
          <w:b/>
          <w:noProof/>
        </w:rPr>
        <w:t> </w:t>
      </w:r>
      <w:r w:rsidR="001C3DCD" w:rsidRPr="0067069D">
        <w:rPr>
          <w:rFonts w:ascii="PT Astra Serif" w:hAnsi="PT Astra Serif"/>
          <w:b/>
          <w:noProof/>
        </w:rPr>
        <w:t>122</w:t>
      </w:r>
      <w:r>
        <w:rPr>
          <w:rFonts w:ascii="PT Astra Serif" w:hAnsi="PT Astra Serif"/>
          <w:b/>
          <w:noProof/>
        </w:rPr>
        <w:t>,</w:t>
      </w:r>
      <w:r w:rsidR="001C3DCD" w:rsidRPr="0067069D">
        <w:rPr>
          <w:rFonts w:ascii="PT Astra Serif" w:hAnsi="PT Astra Serif"/>
          <w:b/>
          <w:noProof/>
        </w:rPr>
        <w:t>03386 тыс. рублей</w:t>
      </w:r>
      <w:r w:rsidR="0011595C" w:rsidRPr="0067069D">
        <w:rPr>
          <w:rFonts w:ascii="PT Astra Serif" w:hAnsi="PT Astra Serif"/>
          <w:noProof/>
        </w:rPr>
        <w:t xml:space="preserve"> направляются на </w:t>
      </w:r>
      <w:r w:rsidR="005B1171" w:rsidRPr="0067069D">
        <w:rPr>
          <w:rFonts w:ascii="PT Astra Serif" w:hAnsi="PT Astra Serif"/>
          <w:noProof/>
        </w:rPr>
        <w:t>с</w:t>
      </w:r>
      <w:r w:rsidR="001C3DCD" w:rsidRPr="0067069D">
        <w:rPr>
          <w:rFonts w:ascii="PT Astra Serif" w:hAnsi="PT Astra Serif"/>
          <w:noProof/>
        </w:rPr>
        <w:t xml:space="preserve">убсидии, предоставляемые в целях софинансирования расходных обязательств муниципальному образованию «город Ульяновск», возникающих в связи со строительством, реконструкцией, </w:t>
      </w:r>
      <w:r w:rsidR="0011595C" w:rsidRPr="0067069D">
        <w:rPr>
          <w:rFonts w:ascii="PT Astra Serif" w:hAnsi="PT Astra Serif"/>
          <w:noProof/>
        </w:rPr>
        <w:t xml:space="preserve">капитальным ремонтом, ремонтом </w:t>
      </w:r>
      <w:r w:rsidR="001C3DCD" w:rsidRPr="0067069D">
        <w:rPr>
          <w:rFonts w:ascii="PT Astra Serif" w:hAnsi="PT Astra Serif"/>
          <w:noProof/>
        </w:rPr>
        <w:t>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и погашение кредиторской задолженности по оплате ранее выполненных работ» (строительство автодорожного моста через р. Свиягу в створе ул. Шевченко и ул. Смычки в городе Ульяновске. Этап 1.).</w:t>
      </w:r>
    </w:p>
    <w:p w:rsidR="009827C9" w:rsidRDefault="00A165DE" w:rsidP="00A47F0B">
      <w:pPr>
        <w:spacing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67069D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6, 8 и 9</w:t>
      </w:r>
      <w:r w:rsidRPr="0067069D">
        <w:rPr>
          <w:rFonts w:ascii="PT Astra Serif" w:hAnsi="PT Astra Serif"/>
          <w:noProof/>
          <w:sz w:val="28"/>
          <w:szCs w:val="28"/>
        </w:rPr>
        <w:br/>
        <w:t>к Закону</w:t>
      </w:r>
      <w:r w:rsidR="00DE66CB" w:rsidRPr="0067069D">
        <w:rPr>
          <w:rFonts w:ascii="PT Astra Serif" w:hAnsi="PT Astra Serif"/>
          <w:noProof/>
          <w:sz w:val="28"/>
          <w:szCs w:val="28"/>
        </w:rPr>
        <w:t>, таблицы 2.37, 2.44 приложения 10 излагаются в новой редакции.</w:t>
      </w:r>
    </w:p>
    <w:p w:rsidR="00847001" w:rsidRPr="00847001" w:rsidRDefault="00960DAE" w:rsidP="00D518F0">
      <w:pPr>
        <w:spacing w:after="0" w:line="240" w:lineRule="auto"/>
        <w:ind w:firstLine="709"/>
        <w:jc w:val="both"/>
        <w:rPr>
          <w:rFonts w:ascii="PT Astra Serif" w:hAnsi="PT Astra Serif"/>
          <w:b/>
          <w:noProof/>
          <w:sz w:val="28"/>
          <w:szCs w:val="28"/>
        </w:rPr>
      </w:pPr>
      <w:r>
        <w:rPr>
          <w:rFonts w:ascii="PT Astra Serif" w:hAnsi="PT Astra Serif"/>
          <w:b/>
          <w:noProof/>
          <w:sz w:val="28"/>
          <w:szCs w:val="28"/>
        </w:rPr>
        <w:t>8.11</w:t>
      </w:r>
      <w:r w:rsidR="007C45F6">
        <w:rPr>
          <w:rFonts w:ascii="PT Astra Serif" w:hAnsi="PT Astra Serif"/>
          <w:b/>
          <w:noProof/>
          <w:sz w:val="28"/>
          <w:szCs w:val="28"/>
        </w:rPr>
        <w:t>.</w:t>
      </w:r>
      <w:r>
        <w:rPr>
          <w:rFonts w:ascii="PT Astra Serif" w:hAnsi="PT Astra Serif"/>
          <w:b/>
          <w:noProof/>
          <w:sz w:val="28"/>
          <w:szCs w:val="28"/>
        </w:rPr>
        <w:t xml:space="preserve"> </w:t>
      </w:r>
      <w:r w:rsidR="00847001" w:rsidRPr="00847001">
        <w:rPr>
          <w:rFonts w:ascii="PT Astra Serif" w:hAnsi="PT Astra Serif"/>
          <w:b/>
          <w:noProof/>
          <w:sz w:val="28"/>
          <w:szCs w:val="28"/>
        </w:rPr>
        <w:t>По Министерству</w:t>
      </w:r>
      <w:r w:rsidR="00847001" w:rsidRPr="00847001">
        <w:rPr>
          <w:b/>
        </w:rPr>
        <w:t xml:space="preserve"> </w:t>
      </w:r>
      <w:r w:rsidR="00847001" w:rsidRPr="00847001">
        <w:rPr>
          <w:rFonts w:ascii="PT Astra Serif" w:hAnsi="PT Astra Serif"/>
          <w:b/>
          <w:noProof/>
          <w:sz w:val="28"/>
          <w:szCs w:val="28"/>
        </w:rPr>
        <w:t>жилищно-коммунального хозяйства Ульяновской области:</w:t>
      </w:r>
    </w:p>
    <w:p w:rsidR="00816687" w:rsidRPr="00816687" w:rsidRDefault="00960DAE" w:rsidP="00C520C9">
      <w:pPr>
        <w:pStyle w:val="31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8.1</w:t>
      </w:r>
      <w:r w:rsidR="00816687" w:rsidRPr="00816687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>1</w:t>
      </w:r>
      <w:r w:rsidR="007C45F6">
        <w:rPr>
          <w:rFonts w:ascii="PT Astra Serif" w:hAnsi="PT Astra Serif"/>
          <w:sz w:val="28"/>
          <w:szCs w:val="28"/>
        </w:rPr>
        <w:t>.</w:t>
      </w:r>
      <w:r w:rsidR="00816687" w:rsidRPr="00816687">
        <w:rPr>
          <w:rFonts w:ascii="PT Astra Serif" w:hAnsi="PT Astra Serif"/>
          <w:sz w:val="28"/>
          <w:szCs w:val="28"/>
        </w:rPr>
        <w:t xml:space="preserve"> На основании обращений 03.05.2023 №73-ИОГВ-07.01/1838вн, от 02.05.2023 №73-ИОГВ-08/1189вн </w:t>
      </w:r>
      <w:r w:rsidR="004B7255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4B7255" w:rsidRPr="004B7255">
        <w:rPr>
          <w:rFonts w:ascii="PT Astra Serif" w:hAnsi="PT Astra Serif"/>
          <w:b/>
          <w:sz w:val="28"/>
          <w:szCs w:val="28"/>
        </w:rPr>
        <w:t>перераспределяются</w:t>
      </w:r>
      <w:r w:rsidR="004B7255">
        <w:rPr>
          <w:rFonts w:ascii="PT Astra Serif" w:hAnsi="PT Astra Serif"/>
          <w:sz w:val="28"/>
          <w:szCs w:val="28"/>
        </w:rPr>
        <w:t xml:space="preserve"> средства </w:t>
      </w:r>
      <w:r w:rsidR="00C520C9">
        <w:rPr>
          <w:rFonts w:ascii="PT Astra Serif" w:hAnsi="PT Astra Serif"/>
          <w:sz w:val="28"/>
          <w:szCs w:val="28"/>
        </w:rPr>
        <w:t xml:space="preserve">в сумме </w:t>
      </w:r>
      <w:r w:rsidR="00C520C9" w:rsidRPr="008012CF">
        <w:rPr>
          <w:rFonts w:ascii="PT Astra Serif" w:hAnsi="PT Astra Serif"/>
          <w:b/>
          <w:sz w:val="28"/>
          <w:szCs w:val="28"/>
        </w:rPr>
        <w:t>8664,486 тыс. рублей</w:t>
      </w:r>
      <w:r w:rsidR="00C520C9">
        <w:rPr>
          <w:rFonts w:ascii="PT Astra Serif" w:hAnsi="PT Astra Serif"/>
          <w:sz w:val="28"/>
          <w:szCs w:val="28"/>
        </w:rPr>
        <w:t xml:space="preserve"> с расходов </w:t>
      </w:r>
      <w:r w:rsidR="00816687" w:rsidRPr="00816687">
        <w:rPr>
          <w:rFonts w:ascii="PT Astra Serif" w:hAnsi="PT Astra Serif"/>
          <w:sz w:val="28"/>
          <w:szCs w:val="28"/>
        </w:rPr>
        <w:t xml:space="preserve">по </w:t>
      </w:r>
      <w:r w:rsidR="00816687" w:rsidRPr="00816687">
        <w:rPr>
          <w:rFonts w:ascii="PT Astra Serif" w:hAnsi="PT Astra Serif"/>
          <w:sz w:val="28"/>
          <w:szCs w:val="28"/>
        </w:rPr>
        <w:lastRenderedPageBreak/>
        <w:t>созданию общественного кладбища в г. Димитровграде на</w:t>
      </w:r>
      <w:r w:rsidR="00924260">
        <w:rPr>
          <w:rFonts w:ascii="PT Astra Serif" w:hAnsi="PT Astra Serif"/>
          <w:sz w:val="28"/>
          <w:szCs w:val="28"/>
        </w:rPr>
        <w:t xml:space="preserve"> расходы, связанные</w:t>
      </w:r>
      <w:r w:rsidR="00816687" w:rsidRPr="00816687">
        <w:rPr>
          <w:rFonts w:ascii="PT Astra Serif" w:hAnsi="PT Astra Serif"/>
          <w:sz w:val="28"/>
          <w:szCs w:val="28"/>
        </w:rPr>
        <w:t xml:space="preserve"> </w:t>
      </w:r>
      <w:r w:rsidR="00924260">
        <w:rPr>
          <w:rFonts w:ascii="PT Astra Serif" w:hAnsi="PT Astra Serif"/>
          <w:sz w:val="28"/>
          <w:szCs w:val="28"/>
        </w:rPr>
        <w:t xml:space="preserve">с </w:t>
      </w:r>
      <w:r w:rsidR="00DE692B">
        <w:rPr>
          <w:rFonts w:ascii="PT Astra Serif" w:hAnsi="PT Astra Serif"/>
          <w:sz w:val="28"/>
          <w:szCs w:val="28"/>
        </w:rPr>
        <w:t>п</w:t>
      </w:r>
      <w:r w:rsidR="00816687" w:rsidRPr="00816687">
        <w:rPr>
          <w:rFonts w:ascii="PT Astra Serif" w:hAnsi="PT Astra Serif"/>
          <w:sz w:val="28"/>
          <w:szCs w:val="28"/>
        </w:rPr>
        <w:t>риобретение</w:t>
      </w:r>
      <w:r w:rsidR="00924260">
        <w:rPr>
          <w:rFonts w:ascii="PT Astra Serif" w:hAnsi="PT Astra Serif"/>
          <w:sz w:val="28"/>
          <w:szCs w:val="28"/>
        </w:rPr>
        <w:t>м</w:t>
      </w:r>
      <w:r w:rsidR="00816687" w:rsidRPr="00816687">
        <w:rPr>
          <w:rFonts w:ascii="PT Astra Serif" w:hAnsi="PT Astra Serif"/>
          <w:sz w:val="28"/>
          <w:szCs w:val="28"/>
        </w:rPr>
        <w:t xml:space="preserve"> и установк</w:t>
      </w:r>
      <w:r w:rsidR="00924260">
        <w:rPr>
          <w:rFonts w:ascii="PT Astra Serif" w:hAnsi="PT Astra Serif"/>
          <w:sz w:val="28"/>
          <w:szCs w:val="28"/>
        </w:rPr>
        <w:t>ой</w:t>
      </w:r>
      <w:r w:rsidR="00816687" w:rsidRPr="00816687">
        <w:rPr>
          <w:rFonts w:ascii="PT Astra Serif" w:hAnsi="PT Astra Serif"/>
          <w:sz w:val="28"/>
          <w:szCs w:val="28"/>
        </w:rPr>
        <w:t xml:space="preserve"> программно-аппаратных средств, подготовк</w:t>
      </w:r>
      <w:r w:rsidR="00924260">
        <w:rPr>
          <w:rFonts w:ascii="PT Astra Serif" w:hAnsi="PT Astra Serif"/>
          <w:sz w:val="28"/>
          <w:szCs w:val="28"/>
        </w:rPr>
        <w:t>ой</w:t>
      </w:r>
      <w:r w:rsidR="00816687" w:rsidRPr="00816687">
        <w:rPr>
          <w:rFonts w:ascii="PT Astra Serif" w:hAnsi="PT Astra Serif"/>
          <w:sz w:val="28"/>
          <w:szCs w:val="28"/>
        </w:rPr>
        <w:t xml:space="preserve"> и загрузк</w:t>
      </w:r>
      <w:r w:rsidR="00924260">
        <w:rPr>
          <w:rFonts w:ascii="PT Astra Serif" w:hAnsi="PT Astra Serif"/>
          <w:sz w:val="28"/>
          <w:szCs w:val="28"/>
        </w:rPr>
        <w:t>ой</w:t>
      </w:r>
      <w:r w:rsidR="00816687" w:rsidRPr="00816687">
        <w:rPr>
          <w:rFonts w:ascii="PT Astra Serif" w:hAnsi="PT Astra Serif"/>
          <w:sz w:val="28"/>
          <w:szCs w:val="28"/>
        </w:rPr>
        <w:t xml:space="preserve"> картографических данных, необходимых для создания, развития, ввода в эксплуатацию и эксплуатации государственной информационной системы обеспечения градостроительной д</w:t>
      </w:r>
      <w:r w:rsidR="00DE692B">
        <w:rPr>
          <w:rFonts w:ascii="PT Astra Serif" w:hAnsi="PT Astra Serif"/>
          <w:sz w:val="28"/>
          <w:szCs w:val="28"/>
        </w:rPr>
        <w:t>еятельности Ульяновской области</w:t>
      </w:r>
      <w:r w:rsidR="00816687" w:rsidRPr="00816687">
        <w:rPr>
          <w:rFonts w:ascii="PT Astra Serif" w:hAnsi="PT Astra Serif"/>
          <w:sz w:val="28"/>
          <w:szCs w:val="28"/>
        </w:rPr>
        <w:t xml:space="preserve"> в сумме </w:t>
      </w:r>
      <w:r w:rsidR="00816687" w:rsidRPr="00DE692B">
        <w:rPr>
          <w:rFonts w:ascii="PT Astra Serif" w:hAnsi="PT Astra Serif"/>
          <w:b/>
          <w:sz w:val="28"/>
          <w:szCs w:val="28"/>
        </w:rPr>
        <w:t>6339,486 тыс. рублей</w:t>
      </w:r>
      <w:r w:rsidR="00816687" w:rsidRPr="00816687">
        <w:rPr>
          <w:rFonts w:ascii="PT Astra Serif" w:hAnsi="PT Astra Serif"/>
          <w:sz w:val="28"/>
          <w:szCs w:val="28"/>
        </w:rPr>
        <w:t xml:space="preserve"> и</w:t>
      </w:r>
      <w:r w:rsidR="00E21277">
        <w:rPr>
          <w:rFonts w:ascii="PT Astra Serif" w:hAnsi="PT Astra Serif"/>
          <w:sz w:val="28"/>
          <w:szCs w:val="28"/>
        </w:rPr>
        <w:t xml:space="preserve"> на</w:t>
      </w:r>
      <w:r w:rsidR="00816687" w:rsidRPr="00816687">
        <w:rPr>
          <w:rFonts w:ascii="PT Astra Serif" w:hAnsi="PT Astra Serif"/>
          <w:sz w:val="28"/>
          <w:szCs w:val="28"/>
        </w:rPr>
        <w:t xml:space="preserve"> </w:t>
      </w:r>
      <w:r w:rsidR="00DE692B">
        <w:rPr>
          <w:rFonts w:ascii="PT Astra Serif" w:hAnsi="PT Astra Serif"/>
          <w:sz w:val="28"/>
          <w:szCs w:val="28"/>
        </w:rPr>
        <w:t>расходы</w:t>
      </w:r>
      <w:r w:rsidR="00E21277">
        <w:rPr>
          <w:rFonts w:ascii="PT Astra Serif" w:hAnsi="PT Astra Serif"/>
          <w:sz w:val="28"/>
          <w:szCs w:val="28"/>
        </w:rPr>
        <w:t>,</w:t>
      </w:r>
      <w:r w:rsidR="00DE692B">
        <w:rPr>
          <w:rFonts w:ascii="PT Astra Serif" w:hAnsi="PT Astra Serif"/>
          <w:sz w:val="28"/>
          <w:szCs w:val="28"/>
        </w:rPr>
        <w:t xml:space="preserve"> </w:t>
      </w:r>
      <w:r w:rsidR="00640676">
        <w:rPr>
          <w:rFonts w:ascii="PT Astra Serif" w:hAnsi="PT Astra Serif"/>
          <w:sz w:val="28"/>
          <w:szCs w:val="28"/>
        </w:rPr>
        <w:t>связанные с</w:t>
      </w:r>
      <w:r w:rsidR="00816687" w:rsidRPr="00816687">
        <w:rPr>
          <w:rFonts w:ascii="PT Astra Serif" w:hAnsi="PT Astra Serif"/>
          <w:sz w:val="28"/>
          <w:szCs w:val="28"/>
        </w:rPr>
        <w:t xml:space="preserve"> </w:t>
      </w:r>
      <w:r w:rsidR="00DE692B">
        <w:rPr>
          <w:rFonts w:ascii="PT Astra Serif" w:hAnsi="PT Astra Serif"/>
          <w:sz w:val="28"/>
          <w:szCs w:val="28"/>
        </w:rPr>
        <w:t>о</w:t>
      </w:r>
      <w:r w:rsidR="00816687" w:rsidRPr="00816687">
        <w:rPr>
          <w:rFonts w:ascii="PT Astra Serif" w:hAnsi="PT Astra Serif"/>
          <w:sz w:val="28"/>
          <w:szCs w:val="28"/>
        </w:rPr>
        <w:t>существление</w:t>
      </w:r>
      <w:r w:rsidR="00640676">
        <w:rPr>
          <w:rFonts w:ascii="PT Astra Serif" w:hAnsi="PT Astra Serif"/>
          <w:sz w:val="28"/>
          <w:szCs w:val="28"/>
        </w:rPr>
        <w:t>м</w:t>
      </w:r>
      <w:r w:rsidR="00816687" w:rsidRPr="00816687">
        <w:rPr>
          <w:rFonts w:ascii="PT Astra Serif" w:hAnsi="PT Astra Serif"/>
          <w:sz w:val="28"/>
          <w:szCs w:val="28"/>
        </w:rPr>
        <w:t xml:space="preserve"> деятельности в сфере управления объектами государственной собственности Ульяновской области</w:t>
      </w:r>
      <w:r w:rsidR="00616266">
        <w:rPr>
          <w:rFonts w:ascii="PT Astra Serif" w:hAnsi="PT Astra Serif"/>
          <w:sz w:val="28"/>
          <w:szCs w:val="28"/>
        </w:rPr>
        <w:t>,</w:t>
      </w:r>
      <w:r w:rsidR="00816687" w:rsidRPr="00816687">
        <w:rPr>
          <w:rFonts w:ascii="PT Astra Serif" w:hAnsi="PT Astra Serif"/>
          <w:sz w:val="28"/>
          <w:szCs w:val="28"/>
        </w:rPr>
        <w:t xml:space="preserve"> в сумме </w:t>
      </w:r>
      <w:r w:rsidR="00816687" w:rsidRPr="00DE692B">
        <w:rPr>
          <w:rFonts w:ascii="PT Astra Serif" w:hAnsi="PT Astra Serif"/>
          <w:b/>
          <w:sz w:val="28"/>
          <w:szCs w:val="28"/>
        </w:rPr>
        <w:t>2325,0 тыс. рублей</w:t>
      </w:r>
      <w:r w:rsidR="00816687" w:rsidRPr="00816687">
        <w:rPr>
          <w:rFonts w:ascii="PT Astra Serif" w:hAnsi="PT Astra Serif"/>
          <w:sz w:val="28"/>
          <w:szCs w:val="28"/>
        </w:rPr>
        <w:t>.</w:t>
      </w:r>
      <w:r w:rsidR="00F076B3">
        <w:rPr>
          <w:rFonts w:ascii="PT Astra Serif" w:hAnsi="PT Astra Serif"/>
          <w:sz w:val="28"/>
          <w:szCs w:val="28"/>
        </w:rPr>
        <w:t xml:space="preserve"> </w:t>
      </w:r>
    </w:p>
    <w:p w:rsidR="00144038" w:rsidRDefault="00144038" w:rsidP="00871094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871094" w:rsidRDefault="0087358C" w:rsidP="00871094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8.1</w:t>
      </w:r>
      <w:r w:rsidRPr="00816687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>2.</w:t>
      </w:r>
      <w:r w:rsidRPr="00816687">
        <w:rPr>
          <w:rFonts w:ascii="PT Astra Serif" w:hAnsi="PT Astra Serif"/>
          <w:sz w:val="28"/>
          <w:szCs w:val="28"/>
        </w:rPr>
        <w:t xml:space="preserve"> На основании обращений 03.05.2023 №73-ИОГВ-07.01/1838вн</w:t>
      </w:r>
      <w:r w:rsidR="00816687" w:rsidRPr="0081668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Pr="0087358C">
        <w:rPr>
          <w:rFonts w:ascii="PT Astra Serif" w:hAnsi="PT Astra Serif"/>
          <w:b/>
          <w:sz w:val="28"/>
          <w:szCs w:val="28"/>
        </w:rPr>
        <w:t>п</w:t>
      </w:r>
      <w:r w:rsidR="00816687" w:rsidRPr="0087358C">
        <w:rPr>
          <w:rFonts w:ascii="PT Astra Serif" w:hAnsi="PT Astra Serif"/>
          <w:b/>
          <w:sz w:val="28"/>
          <w:szCs w:val="28"/>
        </w:rPr>
        <w:t>ерераспределяются</w:t>
      </w:r>
      <w:r>
        <w:rPr>
          <w:rFonts w:ascii="PT Astra Serif" w:hAnsi="PT Astra Serif"/>
          <w:sz w:val="28"/>
          <w:szCs w:val="28"/>
        </w:rPr>
        <w:t xml:space="preserve"> расходы </w:t>
      </w:r>
      <w:r w:rsidR="00816687" w:rsidRPr="00816687">
        <w:rPr>
          <w:rFonts w:ascii="PT Astra Serif" w:hAnsi="PT Astra Serif"/>
          <w:sz w:val="28"/>
          <w:szCs w:val="28"/>
        </w:rPr>
        <w:t xml:space="preserve">по погашению кредиторской задолженности за выполненные землеустроительные работы в целях координатного описания и внесения </w:t>
      </w:r>
      <w:r w:rsidRPr="0087358C">
        <w:rPr>
          <w:rFonts w:ascii="PT Astra Serif" w:hAnsi="PT Astra Serif"/>
          <w:sz w:val="28"/>
          <w:szCs w:val="28"/>
        </w:rPr>
        <w:t xml:space="preserve">сведений </w:t>
      </w:r>
      <w:r w:rsidR="00816687" w:rsidRPr="00816687">
        <w:rPr>
          <w:rFonts w:ascii="PT Astra Serif" w:hAnsi="PT Astra Serif"/>
          <w:sz w:val="28"/>
          <w:szCs w:val="28"/>
        </w:rPr>
        <w:t xml:space="preserve">в Единый государственный реестр недвижимости в сумме </w:t>
      </w:r>
      <w:r w:rsidR="00816687" w:rsidRPr="0087358C">
        <w:rPr>
          <w:rFonts w:ascii="PT Astra Serif" w:hAnsi="PT Astra Serif"/>
          <w:b/>
          <w:sz w:val="28"/>
          <w:szCs w:val="28"/>
        </w:rPr>
        <w:t xml:space="preserve">417,03 тыс. рублей </w:t>
      </w:r>
      <w:r w:rsidR="00816687" w:rsidRPr="00816687">
        <w:rPr>
          <w:rFonts w:ascii="PT Astra Serif" w:hAnsi="PT Astra Serif"/>
          <w:sz w:val="28"/>
          <w:szCs w:val="28"/>
        </w:rPr>
        <w:t xml:space="preserve">на мероприятие по подготовке квалифицированных кадров в рамках Закона Ульяновской области от 04.06.2020 № 51-ЗО </w:t>
      </w:r>
      <w:r w:rsidR="000D1126">
        <w:rPr>
          <w:rFonts w:ascii="PT Astra Serif" w:hAnsi="PT Astra Serif"/>
          <w:sz w:val="28"/>
          <w:szCs w:val="28"/>
        </w:rPr>
        <w:t>«</w:t>
      </w:r>
      <w:r w:rsidR="000D1126" w:rsidRPr="000D1126">
        <w:rPr>
          <w:rFonts w:ascii="PT Astra Serif" w:hAnsi="PT Astra Serif"/>
          <w:sz w:val="28"/>
          <w:szCs w:val="28"/>
        </w:rPr>
        <w:t>О некоторых мерах,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</w:t>
      </w:r>
      <w:r w:rsidR="000D1126">
        <w:rPr>
          <w:rFonts w:ascii="PT Astra Serif" w:hAnsi="PT Astra Serif"/>
          <w:sz w:val="28"/>
          <w:szCs w:val="28"/>
        </w:rPr>
        <w:t>».</w:t>
      </w:r>
    </w:p>
    <w:p w:rsidR="00816687" w:rsidRDefault="00816687" w:rsidP="00871094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16687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 и 9</w:t>
      </w:r>
      <w:r w:rsidR="00871094">
        <w:rPr>
          <w:rFonts w:ascii="PT Astra Serif" w:hAnsi="PT Astra Serif"/>
          <w:sz w:val="28"/>
          <w:szCs w:val="28"/>
        </w:rPr>
        <w:t xml:space="preserve"> к Закону</w:t>
      </w:r>
      <w:r w:rsidRPr="00816687">
        <w:rPr>
          <w:rFonts w:ascii="PT Astra Serif" w:hAnsi="PT Astra Serif"/>
          <w:sz w:val="28"/>
          <w:szCs w:val="28"/>
        </w:rPr>
        <w:t>.</w:t>
      </w:r>
    </w:p>
    <w:p w:rsidR="00CC6A5B" w:rsidRDefault="00CC6A5B" w:rsidP="00CC6A5B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6A5B" w:rsidRPr="003A276C" w:rsidRDefault="00960DAE" w:rsidP="00CC6A5B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8.11.</w:t>
      </w:r>
      <w:r w:rsidR="00144038"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</w:rPr>
        <w:t xml:space="preserve"> </w:t>
      </w:r>
      <w:r w:rsidR="00CC6A5B" w:rsidRPr="003A276C">
        <w:rPr>
          <w:rFonts w:ascii="PT Astra Serif" w:hAnsi="PT Astra Serif"/>
          <w:sz w:val="28"/>
          <w:szCs w:val="28"/>
        </w:rPr>
        <w:t xml:space="preserve">На основании обращений от 04.05.2023 №73-ИОГВ-07.01/1883вн, от 03.05.2023 №73-ИОГВ-07.01/1837вн в расходной части областного бюджета </w:t>
      </w:r>
      <w:r w:rsidR="00CC6A5B" w:rsidRPr="003A276C">
        <w:rPr>
          <w:rFonts w:ascii="PT Astra Serif" w:hAnsi="PT Astra Serif"/>
          <w:b/>
          <w:sz w:val="28"/>
          <w:szCs w:val="28"/>
        </w:rPr>
        <w:t>перераспределяются</w:t>
      </w:r>
      <w:r w:rsidR="00CC6A5B" w:rsidRPr="003A276C">
        <w:rPr>
          <w:rFonts w:ascii="PT Astra Serif" w:hAnsi="PT Astra Serif"/>
          <w:sz w:val="28"/>
          <w:szCs w:val="28"/>
        </w:rPr>
        <w:t xml:space="preserve"> средства в сумме </w:t>
      </w:r>
      <w:r w:rsidR="00CC6A5B" w:rsidRPr="003A276C">
        <w:rPr>
          <w:rFonts w:ascii="PT Astra Serif" w:hAnsi="PT Astra Serif"/>
          <w:b/>
          <w:sz w:val="28"/>
          <w:szCs w:val="28"/>
        </w:rPr>
        <w:t>119 440,09846 тыс. рублей</w:t>
      </w:r>
      <w:r w:rsidR="002B28AB">
        <w:rPr>
          <w:rFonts w:ascii="PT Astra Serif" w:hAnsi="PT Astra Serif"/>
          <w:sz w:val="28"/>
          <w:szCs w:val="28"/>
        </w:rPr>
        <w:t xml:space="preserve"> со </w:t>
      </w:r>
      <w:r w:rsidR="00CC6A5B" w:rsidRPr="003A276C">
        <w:rPr>
          <w:rFonts w:ascii="PT Astra Serif" w:hAnsi="PT Astra Serif"/>
          <w:sz w:val="28"/>
          <w:szCs w:val="28"/>
        </w:rPr>
        <w:t>средств, предусмотренных на софинансирование мероприятия по переселению граждан из аварийного жилищного фонда в рамках регионального проекта «Обеспечение устойчивого сокращения непригодного для проживания жилищного фонда», на мероприятие по переселению граждан из аварийного жилищного фонда в рамках областной адресной программы.</w:t>
      </w:r>
    </w:p>
    <w:p w:rsidR="00BE038D" w:rsidRDefault="00CC6A5B" w:rsidP="00BE038D">
      <w:pPr>
        <w:pStyle w:val="aa"/>
        <w:ind w:left="0" w:firstLine="709"/>
        <w:jc w:val="both"/>
        <w:rPr>
          <w:rFonts w:ascii="PT Astra Serif" w:hAnsi="PT Astra Serif"/>
        </w:rPr>
      </w:pPr>
      <w:r w:rsidRPr="003A276C">
        <w:rPr>
          <w:rFonts w:ascii="PT Astra Serif" w:hAnsi="PT Astra Serif"/>
          <w:noProof/>
        </w:rPr>
        <w:t xml:space="preserve">Соответствующие изменения вносятся в статью 1, приложения 4, 5, 6, 8 и 9 к Закону, </w:t>
      </w:r>
      <w:r w:rsidRPr="003A276C">
        <w:rPr>
          <w:rFonts w:ascii="PT Astra Serif" w:hAnsi="PT Astra Serif"/>
        </w:rPr>
        <w:t>таблицы 2.8, 2.31, 2.32, 2.34 приложения 10 излагаются в новой редакции.</w:t>
      </w:r>
    </w:p>
    <w:p w:rsidR="00BE038D" w:rsidRDefault="00BE038D" w:rsidP="00BE038D">
      <w:pPr>
        <w:pStyle w:val="aa"/>
        <w:ind w:left="0" w:firstLine="709"/>
        <w:jc w:val="both"/>
        <w:rPr>
          <w:rFonts w:ascii="PT Astra Serif" w:hAnsi="PT Astra Serif"/>
        </w:rPr>
      </w:pPr>
    </w:p>
    <w:p w:rsidR="000F4A21" w:rsidRDefault="00BE038D" w:rsidP="00D05625">
      <w:pPr>
        <w:pStyle w:val="aa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8.11.4. </w:t>
      </w:r>
      <w:r w:rsidR="003124AE">
        <w:rPr>
          <w:rFonts w:ascii="PT Astra Serif" w:hAnsi="PT Astra Serif"/>
        </w:rPr>
        <w:t xml:space="preserve">На основании обращения от 12.05.2023 № 73-ИОГВ-07.01/1984вн </w:t>
      </w:r>
      <w:r w:rsidR="00095034" w:rsidRPr="003A276C">
        <w:rPr>
          <w:rFonts w:ascii="PT Astra Serif" w:hAnsi="PT Astra Serif"/>
        </w:rPr>
        <w:t xml:space="preserve">в расходной части областного бюджета </w:t>
      </w:r>
      <w:r w:rsidR="003124AE" w:rsidRPr="00095034">
        <w:rPr>
          <w:rFonts w:ascii="PT Astra Serif" w:hAnsi="PT Astra Serif"/>
          <w:b/>
        </w:rPr>
        <w:t>перераспределяются</w:t>
      </w:r>
      <w:r w:rsidR="003124AE">
        <w:rPr>
          <w:rFonts w:ascii="PT Astra Serif" w:hAnsi="PT Astra Serif"/>
        </w:rPr>
        <w:t xml:space="preserve"> между муниципальными образованиями субсидии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</w:t>
      </w:r>
      <w:r w:rsidR="00CA1DD3">
        <w:rPr>
          <w:rFonts w:ascii="PT Astra Serif" w:hAnsi="PT Astra Serif"/>
        </w:rPr>
        <w:t xml:space="preserve"> мероприятий по благоустройству</w:t>
      </w:r>
      <w:r w:rsidR="003124AE">
        <w:rPr>
          <w:rFonts w:ascii="PT Astra Serif" w:hAnsi="PT Astra Serif"/>
        </w:rPr>
        <w:t>. Таблица 2.4 приложения 10 излагается в новой редакции.</w:t>
      </w:r>
    </w:p>
    <w:p w:rsidR="00D05625" w:rsidRPr="00D05625" w:rsidRDefault="00D05625" w:rsidP="00D05625">
      <w:pPr>
        <w:pStyle w:val="aa"/>
        <w:ind w:left="0" w:firstLine="709"/>
        <w:jc w:val="both"/>
        <w:rPr>
          <w:rFonts w:ascii="PT Astra Serif" w:hAnsi="PT Astra Serif"/>
        </w:rPr>
      </w:pPr>
    </w:p>
    <w:p w:rsidR="000F4A21" w:rsidRPr="000F4A21" w:rsidRDefault="000F4A21" w:rsidP="000F4A21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9. </w:t>
      </w:r>
      <w:r w:rsidRPr="000F4A21">
        <w:rPr>
          <w:rFonts w:ascii="PT Astra Serif" w:hAnsi="PT Astra Serif"/>
          <w:sz w:val="28"/>
          <w:szCs w:val="28"/>
        </w:rPr>
        <w:t>П</w:t>
      </w:r>
      <w:r w:rsidR="00686CD2">
        <w:rPr>
          <w:rFonts w:ascii="PT Astra Serif" w:hAnsi="PT Astra Serif"/>
          <w:sz w:val="28"/>
          <w:szCs w:val="28"/>
        </w:rPr>
        <w:t>роектом закона п</w:t>
      </w:r>
      <w:r w:rsidRPr="000F4A21">
        <w:rPr>
          <w:rFonts w:ascii="PT Astra Serif" w:hAnsi="PT Astra Serif"/>
          <w:sz w:val="28"/>
          <w:szCs w:val="28"/>
        </w:rPr>
        <w:t>риводится в соответствие со статьёй 93</w:t>
      </w:r>
      <w:r w:rsidRPr="00686CD2">
        <w:rPr>
          <w:rFonts w:ascii="PT Astra Serif" w:hAnsi="PT Astra Serif"/>
          <w:sz w:val="28"/>
          <w:szCs w:val="28"/>
          <w:vertAlign w:val="superscript"/>
        </w:rPr>
        <w:t>6</w:t>
      </w:r>
      <w:r w:rsidRPr="000F4A21">
        <w:rPr>
          <w:rFonts w:ascii="PT Astra Serif" w:hAnsi="PT Astra Serif"/>
          <w:sz w:val="28"/>
          <w:szCs w:val="28"/>
        </w:rPr>
        <w:t xml:space="preserve"> Бюджетного </w:t>
      </w:r>
      <w:r w:rsidRPr="000F4A21">
        <w:rPr>
          <w:rFonts w:ascii="PT Astra Serif" w:hAnsi="PT Astra Serif"/>
          <w:sz w:val="28"/>
          <w:szCs w:val="28"/>
        </w:rPr>
        <w:lastRenderedPageBreak/>
        <w:t xml:space="preserve">кодекса Российской Федерации лимит бюджетного кредита на пополнение остатка средств на едином счёте бюджета, который составит </w:t>
      </w:r>
      <w:r w:rsidRPr="00247CF2">
        <w:rPr>
          <w:rFonts w:ascii="PT Astra Serif" w:hAnsi="PT Astra Serif"/>
          <w:b/>
          <w:sz w:val="28"/>
          <w:szCs w:val="28"/>
        </w:rPr>
        <w:t>7 261 988 тыс. рублей</w:t>
      </w:r>
      <w:r w:rsidRPr="000F4A21">
        <w:rPr>
          <w:rFonts w:ascii="PT Astra Serif" w:hAnsi="PT Astra Serif"/>
          <w:sz w:val="28"/>
          <w:szCs w:val="28"/>
        </w:rPr>
        <w:t xml:space="preserve"> (увеличится на 478 144,0 тыс. рублей). </w:t>
      </w:r>
    </w:p>
    <w:p w:rsidR="000F4A21" w:rsidRPr="000F4A21" w:rsidRDefault="00D35BC9" w:rsidP="000F4A21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основании решения Президиума (штаба) Правительственной комиссии по региональному развитию в Российской Федерации (протокол от 06.04.2023 № 20) в</w:t>
      </w:r>
      <w:r w:rsidR="000F4A21" w:rsidRPr="000F4A21">
        <w:rPr>
          <w:rFonts w:ascii="PT Astra Serif" w:hAnsi="PT Astra Serif"/>
          <w:sz w:val="28"/>
          <w:szCs w:val="28"/>
        </w:rPr>
        <w:t xml:space="preserve"> 2023 год</w:t>
      </w:r>
      <w:r>
        <w:rPr>
          <w:rFonts w:ascii="PT Astra Serif" w:hAnsi="PT Astra Serif"/>
          <w:sz w:val="28"/>
          <w:szCs w:val="28"/>
        </w:rPr>
        <w:t>у</w:t>
      </w:r>
      <w:r w:rsidR="000F4A21" w:rsidRPr="000F4A21">
        <w:rPr>
          <w:rFonts w:ascii="PT Astra Serif" w:hAnsi="PT Astra Serif"/>
          <w:sz w:val="28"/>
          <w:szCs w:val="28"/>
        </w:rPr>
        <w:t xml:space="preserve"> регионом планируется привлечение бюджетного кредита в целях опережающего финансирования строительства, реконструкции, капитального ремонта и текущего ремонта, приобретения объектов, находящихся в государственной собственности в размере 2</w:t>
      </w:r>
      <w:r>
        <w:rPr>
          <w:rFonts w:ascii="PT Astra Serif" w:hAnsi="PT Astra Serif"/>
          <w:sz w:val="28"/>
          <w:szCs w:val="28"/>
        </w:rPr>
        <w:t> </w:t>
      </w:r>
      <w:r w:rsidR="000F4A21" w:rsidRPr="000F4A21">
        <w:rPr>
          <w:rFonts w:ascii="PT Astra Serif" w:hAnsi="PT Astra Serif"/>
          <w:sz w:val="28"/>
          <w:szCs w:val="28"/>
        </w:rPr>
        <w:t>241</w:t>
      </w:r>
      <w:r>
        <w:rPr>
          <w:rFonts w:ascii="PT Astra Serif" w:hAnsi="PT Astra Serif"/>
          <w:sz w:val="28"/>
          <w:szCs w:val="28"/>
        </w:rPr>
        <w:t> </w:t>
      </w:r>
      <w:r w:rsidR="000F4A21" w:rsidRPr="000F4A21">
        <w:rPr>
          <w:rFonts w:ascii="PT Astra Serif" w:hAnsi="PT Astra Serif"/>
          <w:sz w:val="28"/>
          <w:szCs w:val="28"/>
        </w:rPr>
        <w:t>512</w:t>
      </w:r>
      <w:r>
        <w:rPr>
          <w:rFonts w:ascii="PT Astra Serif" w:hAnsi="PT Astra Serif"/>
          <w:sz w:val="28"/>
          <w:szCs w:val="28"/>
        </w:rPr>
        <w:t>,</w:t>
      </w:r>
      <w:r w:rsidR="000F4A21" w:rsidRPr="000F4A21">
        <w:rPr>
          <w:rFonts w:ascii="PT Astra Serif" w:hAnsi="PT Astra Serif"/>
          <w:sz w:val="28"/>
          <w:szCs w:val="28"/>
        </w:rPr>
        <w:t>94258 тыс. рублей, который будет предоставлен в рамках лимита 2023 года, установленного статьёй 93</w:t>
      </w:r>
      <w:r w:rsidR="000F4A21" w:rsidRPr="00014408">
        <w:rPr>
          <w:rFonts w:ascii="PT Astra Serif" w:hAnsi="PT Astra Serif"/>
          <w:sz w:val="28"/>
          <w:szCs w:val="28"/>
          <w:vertAlign w:val="superscript"/>
        </w:rPr>
        <w:t>6</w:t>
      </w:r>
      <w:r w:rsidR="000F4A21" w:rsidRPr="000F4A2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Бюджетного кодекса Российской Федерации</w:t>
      </w:r>
      <w:r w:rsidR="000F4A21" w:rsidRPr="000F4A21">
        <w:rPr>
          <w:rFonts w:ascii="PT Astra Serif" w:hAnsi="PT Astra Serif"/>
          <w:sz w:val="28"/>
          <w:szCs w:val="28"/>
        </w:rPr>
        <w:t>, со сроком погашения до 30 апреля 2024 года.</w:t>
      </w:r>
    </w:p>
    <w:p w:rsidR="000F4A21" w:rsidRPr="000F4A21" w:rsidRDefault="00D35BC9" w:rsidP="005555BC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Президиума (штаба) Правительственной комиссии по региональному развитию в Российской Федерации (протокол от 30.03.2023 № 18) с</w:t>
      </w:r>
      <w:r w:rsidR="000F4A21" w:rsidRPr="000F4A21">
        <w:rPr>
          <w:rFonts w:ascii="PT Astra Serif" w:hAnsi="PT Astra Serif"/>
          <w:sz w:val="28"/>
          <w:szCs w:val="28"/>
        </w:rPr>
        <w:t xml:space="preserve"> 2023 года на 2024 год переносится привлечение бюджетного кредита на финансовое обеспечение реализации инфраструктурных проектов в размере </w:t>
      </w:r>
      <w:r w:rsidR="00014408">
        <w:rPr>
          <w:rFonts w:ascii="PT Astra Serif" w:hAnsi="PT Astra Serif"/>
          <w:sz w:val="28"/>
          <w:szCs w:val="28"/>
        </w:rPr>
        <w:br/>
      </w:r>
      <w:r w:rsidR="000F4A21" w:rsidRPr="000F4A21">
        <w:rPr>
          <w:rFonts w:ascii="PT Astra Serif" w:hAnsi="PT Astra Serif"/>
          <w:sz w:val="28"/>
          <w:szCs w:val="28"/>
        </w:rPr>
        <w:t>600 000,0 тыс. рублей и составит в 2023 году – 1 011 356,0 тыс.рублей, в 2024 году – 1 020 000,0 тыс. рублей. В соответствии с соглашением, заключенным с Минфином России от 4 мая 2023 г</w:t>
      </w:r>
      <w:r w:rsidR="00422C40">
        <w:rPr>
          <w:rFonts w:ascii="PT Astra Serif" w:hAnsi="PT Astra Serif"/>
          <w:sz w:val="28"/>
          <w:szCs w:val="28"/>
        </w:rPr>
        <w:t>ода</w:t>
      </w:r>
      <w:r w:rsidR="00081558">
        <w:rPr>
          <w:rFonts w:ascii="PT Astra Serif" w:hAnsi="PT Astra Serif"/>
          <w:sz w:val="28"/>
          <w:szCs w:val="28"/>
        </w:rPr>
        <w:t>,</w:t>
      </w:r>
      <w:r w:rsidR="000F4A21" w:rsidRPr="000F4A21">
        <w:rPr>
          <w:rFonts w:ascii="PT Astra Serif" w:hAnsi="PT Astra Serif"/>
          <w:sz w:val="28"/>
          <w:szCs w:val="28"/>
        </w:rPr>
        <w:t xml:space="preserve"> в 2025 году планируется погашение инфраструктурного бюджетного кредита на сумму 72 239,71429 тыс. рублей. </w:t>
      </w:r>
    </w:p>
    <w:p w:rsidR="00781E53" w:rsidRDefault="000F4A21" w:rsidP="00781E53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F4A21">
        <w:rPr>
          <w:rFonts w:ascii="PT Astra Serif" w:hAnsi="PT Astra Serif"/>
          <w:sz w:val="28"/>
          <w:szCs w:val="28"/>
        </w:rPr>
        <w:t>В 2023 году уменьшаются объём привлечения бюджетных кредитов на 121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856</w:t>
      </w:r>
      <w:r w:rsidR="00D35BC9">
        <w:rPr>
          <w:rFonts w:ascii="PT Astra Serif" w:hAnsi="PT Astra Serif"/>
          <w:sz w:val="28"/>
          <w:szCs w:val="28"/>
        </w:rPr>
        <w:t>,</w:t>
      </w:r>
      <w:r w:rsidRPr="000F4A21">
        <w:rPr>
          <w:rFonts w:ascii="PT Astra Serif" w:hAnsi="PT Astra Serif"/>
          <w:sz w:val="28"/>
          <w:szCs w:val="28"/>
        </w:rPr>
        <w:t>0 тыс. рублей и объём погашения бюджетных кредитов на 623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775</w:t>
      </w:r>
      <w:r w:rsidR="00D35BC9">
        <w:rPr>
          <w:rFonts w:ascii="PT Astra Serif" w:hAnsi="PT Astra Serif"/>
          <w:sz w:val="28"/>
          <w:szCs w:val="28"/>
        </w:rPr>
        <w:t>,</w:t>
      </w:r>
      <w:r w:rsidRPr="000F4A21">
        <w:rPr>
          <w:rFonts w:ascii="PT Astra Serif" w:hAnsi="PT Astra Serif"/>
          <w:sz w:val="28"/>
          <w:szCs w:val="28"/>
        </w:rPr>
        <w:t>34258 тыс. рублей, увеличивается объём привлечения кред</w:t>
      </w:r>
      <w:r w:rsidR="00D35BC9">
        <w:rPr>
          <w:rFonts w:ascii="PT Astra Serif" w:hAnsi="PT Astra Serif"/>
          <w:sz w:val="28"/>
          <w:szCs w:val="28"/>
        </w:rPr>
        <w:t>итов кредитных организаций на 1 </w:t>
      </w:r>
      <w:r w:rsidRPr="000F4A21">
        <w:rPr>
          <w:rFonts w:ascii="PT Astra Serif" w:hAnsi="PT Astra Serif"/>
          <w:sz w:val="28"/>
          <w:szCs w:val="28"/>
        </w:rPr>
        <w:t>139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593</w:t>
      </w:r>
      <w:r w:rsidR="00D35BC9">
        <w:rPr>
          <w:rFonts w:ascii="PT Astra Serif" w:hAnsi="PT Astra Serif"/>
          <w:sz w:val="28"/>
          <w:szCs w:val="28"/>
        </w:rPr>
        <w:t>,</w:t>
      </w:r>
      <w:r w:rsidRPr="000F4A21">
        <w:rPr>
          <w:rFonts w:ascii="PT Astra Serif" w:hAnsi="PT Astra Serif"/>
          <w:sz w:val="28"/>
          <w:szCs w:val="28"/>
        </w:rPr>
        <w:t>6 тыс. рублей, в 2024 году увеличиваются объём привлечения бюджетных кредитов на 600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000</w:t>
      </w:r>
      <w:r w:rsidR="00D35BC9">
        <w:rPr>
          <w:rFonts w:ascii="PT Astra Serif" w:hAnsi="PT Astra Serif"/>
          <w:sz w:val="28"/>
          <w:szCs w:val="28"/>
        </w:rPr>
        <w:t>,</w:t>
      </w:r>
      <w:r w:rsidRPr="000F4A21">
        <w:rPr>
          <w:rFonts w:ascii="PT Astra Serif" w:hAnsi="PT Astra Serif"/>
          <w:sz w:val="28"/>
          <w:szCs w:val="28"/>
        </w:rPr>
        <w:t>0 тыс. рублей и объем погашения бюджетных кредитов на 2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241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512</w:t>
      </w:r>
      <w:r w:rsidR="00D35BC9">
        <w:rPr>
          <w:rFonts w:ascii="PT Astra Serif" w:hAnsi="PT Astra Serif"/>
          <w:sz w:val="28"/>
          <w:szCs w:val="28"/>
        </w:rPr>
        <w:t>,</w:t>
      </w:r>
      <w:r w:rsidRPr="000F4A21">
        <w:rPr>
          <w:rFonts w:ascii="PT Astra Serif" w:hAnsi="PT Astra Serif"/>
          <w:sz w:val="28"/>
          <w:szCs w:val="28"/>
        </w:rPr>
        <w:t>94258 тыс. рублей, в 2025 году увеличиваются объём погашения бюджетных кредитов и объём привлечения кредитов кредитных организаций на 72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239</w:t>
      </w:r>
      <w:r w:rsidR="00D35BC9">
        <w:rPr>
          <w:rFonts w:ascii="PT Astra Serif" w:hAnsi="PT Astra Serif"/>
          <w:sz w:val="28"/>
          <w:szCs w:val="28"/>
        </w:rPr>
        <w:t>,</w:t>
      </w:r>
      <w:r w:rsidRPr="000F4A21">
        <w:rPr>
          <w:rFonts w:ascii="PT Astra Serif" w:hAnsi="PT Astra Serif"/>
          <w:sz w:val="28"/>
          <w:szCs w:val="28"/>
        </w:rPr>
        <w:t>71429 тыс. рублей.</w:t>
      </w:r>
    </w:p>
    <w:p w:rsidR="000F4A21" w:rsidRPr="000F4A21" w:rsidRDefault="000F4A21" w:rsidP="00781E53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F4A21">
        <w:rPr>
          <w:rFonts w:ascii="PT Astra Serif" w:hAnsi="PT Astra Serif"/>
          <w:sz w:val="28"/>
          <w:szCs w:val="28"/>
        </w:rPr>
        <w:t>В связи с выпуском облигационного займа в 2023 году со сроком погашения 1 транша в сумме 1 200</w:t>
      </w:r>
      <w:r w:rsidR="00D35BC9">
        <w:rPr>
          <w:rFonts w:ascii="PT Astra Serif" w:hAnsi="PT Astra Serif"/>
          <w:sz w:val="28"/>
          <w:szCs w:val="28"/>
        </w:rPr>
        <w:t> </w:t>
      </w:r>
      <w:r w:rsidRPr="000F4A21">
        <w:rPr>
          <w:rFonts w:ascii="PT Astra Serif" w:hAnsi="PT Astra Serif"/>
          <w:sz w:val="28"/>
          <w:szCs w:val="28"/>
        </w:rPr>
        <w:t>000</w:t>
      </w:r>
      <w:r w:rsidR="00D35BC9">
        <w:rPr>
          <w:rFonts w:ascii="PT Astra Serif" w:hAnsi="PT Astra Serif"/>
          <w:sz w:val="28"/>
          <w:szCs w:val="28"/>
        </w:rPr>
        <w:t>,</w:t>
      </w:r>
      <w:r w:rsidRPr="000F4A21">
        <w:rPr>
          <w:rFonts w:ascii="PT Astra Serif" w:hAnsi="PT Astra Serif"/>
          <w:sz w:val="28"/>
          <w:szCs w:val="28"/>
        </w:rPr>
        <w:t>0 тыс.</w:t>
      </w:r>
      <w:r w:rsidR="00D35BC9">
        <w:rPr>
          <w:rFonts w:ascii="PT Astra Serif" w:hAnsi="PT Astra Serif"/>
          <w:sz w:val="28"/>
          <w:szCs w:val="28"/>
        </w:rPr>
        <w:t xml:space="preserve"> </w:t>
      </w:r>
      <w:r w:rsidRPr="000F4A21">
        <w:rPr>
          <w:rFonts w:ascii="PT Astra Serif" w:hAnsi="PT Astra Serif"/>
          <w:sz w:val="28"/>
          <w:szCs w:val="28"/>
        </w:rPr>
        <w:t>рублей в 2025 году увеличиваются объём погашения государственных ценных бумаг и объём привлечени</w:t>
      </w:r>
      <w:r w:rsidR="00182BDF">
        <w:rPr>
          <w:rFonts w:ascii="PT Astra Serif" w:hAnsi="PT Astra Serif"/>
          <w:sz w:val="28"/>
          <w:szCs w:val="28"/>
        </w:rPr>
        <w:t>я</w:t>
      </w:r>
      <w:r w:rsidRPr="000F4A21">
        <w:rPr>
          <w:rFonts w:ascii="PT Astra Serif" w:hAnsi="PT Astra Serif"/>
          <w:sz w:val="28"/>
          <w:szCs w:val="28"/>
        </w:rPr>
        <w:t xml:space="preserve"> кредитов от кредитных организаций на соответствующую сумму.</w:t>
      </w:r>
    </w:p>
    <w:p w:rsidR="000F4A21" w:rsidRPr="004B57AD" w:rsidRDefault="000F4A21" w:rsidP="00196055">
      <w:pPr>
        <w:widowControl w:val="0"/>
        <w:tabs>
          <w:tab w:val="left" w:pos="3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F4A21">
        <w:rPr>
          <w:rFonts w:ascii="PT Astra Serif" w:hAnsi="PT Astra Serif"/>
          <w:sz w:val="28"/>
          <w:szCs w:val="28"/>
        </w:rPr>
        <w:t>В соответствии с вышеизложенным вносятся изменения в текстовую часть закона, источники внутреннего финансирования дефицита областного бюджета Ульяновской области, Программу государственных заимствований Ульяно</w:t>
      </w:r>
      <w:r w:rsidR="00196055">
        <w:rPr>
          <w:rFonts w:ascii="PT Astra Serif" w:hAnsi="PT Astra Serif"/>
          <w:sz w:val="28"/>
          <w:szCs w:val="28"/>
        </w:rPr>
        <w:t xml:space="preserve">вской области на 2023-2025 годы (в </w:t>
      </w:r>
      <w:r w:rsidRPr="000F4A21">
        <w:rPr>
          <w:rFonts w:ascii="PT Astra Serif" w:hAnsi="PT Astra Serif"/>
          <w:sz w:val="28"/>
          <w:szCs w:val="28"/>
        </w:rPr>
        <w:t>статью 2 закона, приложения 3 и 12 излагаются в новой редакции</w:t>
      </w:r>
      <w:r w:rsidR="00196055">
        <w:rPr>
          <w:rFonts w:ascii="PT Astra Serif" w:hAnsi="PT Astra Serif"/>
          <w:sz w:val="28"/>
          <w:szCs w:val="28"/>
        </w:rPr>
        <w:t>)</w:t>
      </w:r>
      <w:r w:rsidRPr="000F4A21">
        <w:rPr>
          <w:rFonts w:ascii="PT Astra Serif" w:hAnsi="PT Astra Serif"/>
          <w:sz w:val="28"/>
          <w:szCs w:val="28"/>
        </w:rPr>
        <w:t>.</w:t>
      </w:r>
    </w:p>
    <w:p w:rsidR="00957F95" w:rsidRDefault="00957F95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C4810" w:rsidRPr="00550BD7" w:rsidRDefault="00FC4810" w:rsidP="0013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92432" w:rsidRPr="009305BE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9305BE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Исполняющий обязанности</w:t>
      </w:r>
    </w:p>
    <w:p w:rsidR="00272583" w:rsidRPr="009305BE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Министра финансов</w:t>
      </w:r>
    </w:p>
    <w:p w:rsidR="00272583" w:rsidRPr="009305BE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</w:r>
      <w:r w:rsidRPr="009305BE">
        <w:rPr>
          <w:rFonts w:ascii="PT Astra Serif" w:hAnsi="PT Astra Serif"/>
          <w:sz w:val="28"/>
          <w:szCs w:val="28"/>
        </w:rPr>
        <w:tab/>
        <w:t>Н.Г.Брюханова</w:t>
      </w:r>
    </w:p>
    <w:sectPr w:rsidR="00272583" w:rsidRPr="009305BE" w:rsidSect="00313CE8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C30" w:rsidRDefault="00706C30" w:rsidP="008D7487">
      <w:pPr>
        <w:spacing w:after="0" w:line="240" w:lineRule="auto"/>
      </w:pPr>
      <w:r>
        <w:separator/>
      </w:r>
    </w:p>
  </w:endnote>
  <w:endnote w:type="continuationSeparator" w:id="0">
    <w:p w:rsidR="00706C30" w:rsidRDefault="00706C30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C30" w:rsidRDefault="00706C30" w:rsidP="008D7487">
      <w:pPr>
        <w:spacing w:after="0" w:line="240" w:lineRule="auto"/>
      </w:pPr>
      <w:r>
        <w:separator/>
      </w:r>
    </w:p>
  </w:footnote>
  <w:footnote w:type="continuationSeparator" w:id="0">
    <w:p w:rsidR="00706C30" w:rsidRDefault="00706C30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52EEB" w:rsidRPr="008D7487" w:rsidRDefault="00AA3786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="00C52EEB"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173061">
          <w:rPr>
            <w:rFonts w:ascii="PT Astra Serif" w:hAnsi="PT Astra Serif"/>
            <w:noProof/>
            <w:sz w:val="28"/>
            <w:szCs w:val="28"/>
          </w:rPr>
          <w:t>31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42EC"/>
    <w:multiLevelType w:val="hybridMultilevel"/>
    <w:tmpl w:val="086EB244"/>
    <w:lvl w:ilvl="0" w:tplc="76AC16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D4FF2"/>
    <w:multiLevelType w:val="hybridMultilevel"/>
    <w:tmpl w:val="A7BEBA78"/>
    <w:lvl w:ilvl="0" w:tplc="20B073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D310F2"/>
    <w:multiLevelType w:val="hybridMultilevel"/>
    <w:tmpl w:val="C32296DA"/>
    <w:lvl w:ilvl="0" w:tplc="CD18A38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1714DEA"/>
    <w:multiLevelType w:val="hybridMultilevel"/>
    <w:tmpl w:val="6526E974"/>
    <w:lvl w:ilvl="0" w:tplc="6D2CC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D73A7F"/>
    <w:multiLevelType w:val="hybridMultilevel"/>
    <w:tmpl w:val="27CE9550"/>
    <w:lvl w:ilvl="0" w:tplc="F9B2E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12747F"/>
    <w:multiLevelType w:val="hybridMultilevel"/>
    <w:tmpl w:val="579EBA5C"/>
    <w:lvl w:ilvl="0" w:tplc="DFBE0D3E">
      <w:start w:val="1"/>
      <w:numFmt w:val="decimal"/>
      <w:lvlText w:val="%1."/>
      <w:lvlJc w:val="left"/>
      <w:pPr>
        <w:ind w:left="1144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5E11175"/>
    <w:multiLevelType w:val="hybridMultilevel"/>
    <w:tmpl w:val="FB2EB16C"/>
    <w:lvl w:ilvl="0" w:tplc="A4164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19">
    <w:nsid w:val="4A3878F4"/>
    <w:multiLevelType w:val="hybridMultilevel"/>
    <w:tmpl w:val="88188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0E1C9A"/>
    <w:multiLevelType w:val="hybridMultilevel"/>
    <w:tmpl w:val="456EDEC6"/>
    <w:lvl w:ilvl="0" w:tplc="4B661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ECC0860"/>
    <w:multiLevelType w:val="hybridMultilevel"/>
    <w:tmpl w:val="9664EA28"/>
    <w:lvl w:ilvl="0" w:tplc="8A848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2D4F24"/>
    <w:multiLevelType w:val="hybridMultilevel"/>
    <w:tmpl w:val="29D067AC"/>
    <w:lvl w:ilvl="0" w:tplc="7E76F1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646077D4"/>
    <w:multiLevelType w:val="hybridMultilevel"/>
    <w:tmpl w:val="89DE9C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DE6126"/>
    <w:multiLevelType w:val="hybridMultilevel"/>
    <w:tmpl w:val="EC8A1B02"/>
    <w:lvl w:ilvl="0" w:tplc="55143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6F34044"/>
    <w:multiLevelType w:val="hybridMultilevel"/>
    <w:tmpl w:val="BAFE233A"/>
    <w:lvl w:ilvl="0" w:tplc="84A42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A4066F8"/>
    <w:multiLevelType w:val="hybridMultilevel"/>
    <w:tmpl w:val="81B2F5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D9B12BE"/>
    <w:multiLevelType w:val="hybridMultilevel"/>
    <w:tmpl w:val="01F21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B4F85"/>
    <w:multiLevelType w:val="hybridMultilevel"/>
    <w:tmpl w:val="E91693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48C6445"/>
    <w:multiLevelType w:val="hybridMultilevel"/>
    <w:tmpl w:val="84E0E95A"/>
    <w:lvl w:ilvl="0" w:tplc="FC583EE6">
      <w:start w:val="1"/>
      <w:numFmt w:val="decimal"/>
      <w:lvlText w:val="%1."/>
      <w:lvlJc w:val="left"/>
      <w:pPr>
        <w:ind w:left="825" w:hanging="46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7C56E9"/>
    <w:multiLevelType w:val="hybridMultilevel"/>
    <w:tmpl w:val="9800AD7C"/>
    <w:lvl w:ilvl="0" w:tplc="2A6E3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8981F75"/>
    <w:multiLevelType w:val="hybridMultilevel"/>
    <w:tmpl w:val="99249226"/>
    <w:lvl w:ilvl="0" w:tplc="CC347F78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0575F1"/>
    <w:multiLevelType w:val="hybridMultilevel"/>
    <w:tmpl w:val="3896249C"/>
    <w:lvl w:ilvl="0" w:tplc="08B0C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7"/>
  </w:num>
  <w:num w:numId="6">
    <w:abstractNumId w:val="16"/>
  </w:num>
  <w:num w:numId="7">
    <w:abstractNumId w:val="25"/>
  </w:num>
  <w:num w:numId="8">
    <w:abstractNumId w:val="28"/>
  </w:num>
  <w:num w:numId="9">
    <w:abstractNumId w:val="21"/>
  </w:num>
  <w:num w:numId="10">
    <w:abstractNumId w:val="15"/>
  </w:num>
  <w:num w:numId="11">
    <w:abstractNumId w:val="19"/>
  </w:num>
  <w:num w:numId="12">
    <w:abstractNumId w:val="2"/>
  </w:num>
  <w:num w:numId="13">
    <w:abstractNumId w:val="1"/>
  </w:num>
  <w:num w:numId="14">
    <w:abstractNumId w:val="34"/>
  </w:num>
  <w:num w:numId="15">
    <w:abstractNumId w:val="13"/>
  </w:num>
  <w:num w:numId="16">
    <w:abstractNumId w:val="36"/>
  </w:num>
  <w:num w:numId="17">
    <w:abstractNumId w:val="39"/>
  </w:num>
  <w:num w:numId="18">
    <w:abstractNumId w:val="12"/>
  </w:num>
  <w:num w:numId="19">
    <w:abstractNumId w:val="29"/>
  </w:num>
  <w:num w:numId="20">
    <w:abstractNumId w:val="22"/>
  </w:num>
  <w:num w:numId="21">
    <w:abstractNumId w:val="18"/>
  </w:num>
  <w:num w:numId="22">
    <w:abstractNumId w:val="8"/>
  </w:num>
  <w:num w:numId="23">
    <w:abstractNumId w:val="17"/>
  </w:num>
  <w:num w:numId="24">
    <w:abstractNumId w:val="10"/>
  </w:num>
  <w:num w:numId="25">
    <w:abstractNumId w:val="24"/>
  </w:num>
  <w:num w:numId="26">
    <w:abstractNumId w:val="11"/>
  </w:num>
  <w:num w:numId="27">
    <w:abstractNumId w:val="38"/>
  </w:num>
  <w:num w:numId="28">
    <w:abstractNumId w:val="27"/>
  </w:num>
  <w:num w:numId="29">
    <w:abstractNumId w:val="23"/>
  </w:num>
  <w:num w:numId="30">
    <w:abstractNumId w:val="20"/>
  </w:num>
  <w:num w:numId="31">
    <w:abstractNumId w:val="14"/>
  </w:num>
  <w:num w:numId="32">
    <w:abstractNumId w:val="7"/>
  </w:num>
  <w:num w:numId="33">
    <w:abstractNumId w:val="4"/>
  </w:num>
  <w:num w:numId="34">
    <w:abstractNumId w:val="9"/>
  </w:num>
  <w:num w:numId="35">
    <w:abstractNumId w:val="30"/>
  </w:num>
  <w:num w:numId="36">
    <w:abstractNumId w:val="32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BBC"/>
    <w:rsid w:val="0000088C"/>
    <w:rsid w:val="00000CB2"/>
    <w:rsid w:val="00001012"/>
    <w:rsid w:val="00001959"/>
    <w:rsid w:val="00001EB4"/>
    <w:rsid w:val="00002119"/>
    <w:rsid w:val="00002550"/>
    <w:rsid w:val="0000331D"/>
    <w:rsid w:val="00003485"/>
    <w:rsid w:val="00003500"/>
    <w:rsid w:val="00004DC5"/>
    <w:rsid w:val="00004DED"/>
    <w:rsid w:val="000055AB"/>
    <w:rsid w:val="00005C57"/>
    <w:rsid w:val="0000669A"/>
    <w:rsid w:val="000066E3"/>
    <w:rsid w:val="00006A22"/>
    <w:rsid w:val="00006DF3"/>
    <w:rsid w:val="000101E9"/>
    <w:rsid w:val="000116AA"/>
    <w:rsid w:val="00011EF2"/>
    <w:rsid w:val="00012BB9"/>
    <w:rsid w:val="000137A2"/>
    <w:rsid w:val="000137CE"/>
    <w:rsid w:val="00013E2D"/>
    <w:rsid w:val="00014408"/>
    <w:rsid w:val="000147C1"/>
    <w:rsid w:val="00014CBB"/>
    <w:rsid w:val="00014DE6"/>
    <w:rsid w:val="00014E04"/>
    <w:rsid w:val="000158A8"/>
    <w:rsid w:val="000159D3"/>
    <w:rsid w:val="000163F1"/>
    <w:rsid w:val="00017121"/>
    <w:rsid w:val="0001748E"/>
    <w:rsid w:val="000174E2"/>
    <w:rsid w:val="00017C42"/>
    <w:rsid w:val="00020D9F"/>
    <w:rsid w:val="000214F4"/>
    <w:rsid w:val="00021B4C"/>
    <w:rsid w:val="00021B81"/>
    <w:rsid w:val="0002212F"/>
    <w:rsid w:val="0002262C"/>
    <w:rsid w:val="00022BC0"/>
    <w:rsid w:val="00023521"/>
    <w:rsid w:val="00023A94"/>
    <w:rsid w:val="00023EFD"/>
    <w:rsid w:val="000248E0"/>
    <w:rsid w:val="0002604E"/>
    <w:rsid w:val="000261E5"/>
    <w:rsid w:val="00026687"/>
    <w:rsid w:val="00027D91"/>
    <w:rsid w:val="00030E38"/>
    <w:rsid w:val="00032089"/>
    <w:rsid w:val="00032424"/>
    <w:rsid w:val="00032B58"/>
    <w:rsid w:val="00032C56"/>
    <w:rsid w:val="00032E30"/>
    <w:rsid w:val="00032F31"/>
    <w:rsid w:val="000337D3"/>
    <w:rsid w:val="0003405B"/>
    <w:rsid w:val="000361B8"/>
    <w:rsid w:val="0003643F"/>
    <w:rsid w:val="000370E7"/>
    <w:rsid w:val="00037BF5"/>
    <w:rsid w:val="00037CA9"/>
    <w:rsid w:val="0004037C"/>
    <w:rsid w:val="0004121A"/>
    <w:rsid w:val="00041510"/>
    <w:rsid w:val="00041606"/>
    <w:rsid w:val="000433CF"/>
    <w:rsid w:val="0004347F"/>
    <w:rsid w:val="000437EF"/>
    <w:rsid w:val="000439AA"/>
    <w:rsid w:val="00043CC1"/>
    <w:rsid w:val="00043E18"/>
    <w:rsid w:val="00044093"/>
    <w:rsid w:val="0004459B"/>
    <w:rsid w:val="00044C57"/>
    <w:rsid w:val="00044D7C"/>
    <w:rsid w:val="00044E8C"/>
    <w:rsid w:val="00044ED9"/>
    <w:rsid w:val="0004668B"/>
    <w:rsid w:val="0004682A"/>
    <w:rsid w:val="0004687F"/>
    <w:rsid w:val="00046C70"/>
    <w:rsid w:val="000470B5"/>
    <w:rsid w:val="00047DF3"/>
    <w:rsid w:val="00047F37"/>
    <w:rsid w:val="0005047B"/>
    <w:rsid w:val="00050535"/>
    <w:rsid w:val="00050901"/>
    <w:rsid w:val="000511D7"/>
    <w:rsid w:val="00052510"/>
    <w:rsid w:val="00053A60"/>
    <w:rsid w:val="00054435"/>
    <w:rsid w:val="0005475D"/>
    <w:rsid w:val="00054ACB"/>
    <w:rsid w:val="0005583C"/>
    <w:rsid w:val="00056A6D"/>
    <w:rsid w:val="00057016"/>
    <w:rsid w:val="0005787B"/>
    <w:rsid w:val="00057AC2"/>
    <w:rsid w:val="00060E41"/>
    <w:rsid w:val="000612E4"/>
    <w:rsid w:val="0006213A"/>
    <w:rsid w:val="000621A3"/>
    <w:rsid w:val="00063145"/>
    <w:rsid w:val="00064012"/>
    <w:rsid w:val="00064493"/>
    <w:rsid w:val="000646F3"/>
    <w:rsid w:val="000649F1"/>
    <w:rsid w:val="00064DD7"/>
    <w:rsid w:val="0006641D"/>
    <w:rsid w:val="00066B43"/>
    <w:rsid w:val="00066DE1"/>
    <w:rsid w:val="000674D5"/>
    <w:rsid w:val="0006774B"/>
    <w:rsid w:val="00070399"/>
    <w:rsid w:val="0007126A"/>
    <w:rsid w:val="0007183A"/>
    <w:rsid w:val="00072349"/>
    <w:rsid w:val="000726C8"/>
    <w:rsid w:val="00072DE2"/>
    <w:rsid w:val="00073E37"/>
    <w:rsid w:val="000766A7"/>
    <w:rsid w:val="000767EC"/>
    <w:rsid w:val="00077019"/>
    <w:rsid w:val="00080F9A"/>
    <w:rsid w:val="00081218"/>
    <w:rsid w:val="00081558"/>
    <w:rsid w:val="00082A88"/>
    <w:rsid w:val="00082E95"/>
    <w:rsid w:val="00083392"/>
    <w:rsid w:val="000838AB"/>
    <w:rsid w:val="00084092"/>
    <w:rsid w:val="00084F7C"/>
    <w:rsid w:val="00085666"/>
    <w:rsid w:val="000857D5"/>
    <w:rsid w:val="00085A89"/>
    <w:rsid w:val="000862A4"/>
    <w:rsid w:val="00086F1C"/>
    <w:rsid w:val="00087EED"/>
    <w:rsid w:val="00090387"/>
    <w:rsid w:val="000908A6"/>
    <w:rsid w:val="000911A3"/>
    <w:rsid w:val="00091723"/>
    <w:rsid w:val="00091947"/>
    <w:rsid w:val="00091D2C"/>
    <w:rsid w:val="000921F1"/>
    <w:rsid w:val="00092958"/>
    <w:rsid w:val="000929AF"/>
    <w:rsid w:val="00093267"/>
    <w:rsid w:val="000932A3"/>
    <w:rsid w:val="00093579"/>
    <w:rsid w:val="00093DD9"/>
    <w:rsid w:val="000941D9"/>
    <w:rsid w:val="00094DC5"/>
    <w:rsid w:val="00094DD3"/>
    <w:rsid w:val="00095034"/>
    <w:rsid w:val="0009559C"/>
    <w:rsid w:val="000955ED"/>
    <w:rsid w:val="00095749"/>
    <w:rsid w:val="00095B24"/>
    <w:rsid w:val="00095CBA"/>
    <w:rsid w:val="00097298"/>
    <w:rsid w:val="000A1145"/>
    <w:rsid w:val="000A149D"/>
    <w:rsid w:val="000A1CFC"/>
    <w:rsid w:val="000A209F"/>
    <w:rsid w:val="000A2C38"/>
    <w:rsid w:val="000A2C70"/>
    <w:rsid w:val="000A3591"/>
    <w:rsid w:val="000A35E4"/>
    <w:rsid w:val="000A3FED"/>
    <w:rsid w:val="000A48B5"/>
    <w:rsid w:val="000A552E"/>
    <w:rsid w:val="000A5E92"/>
    <w:rsid w:val="000A74D7"/>
    <w:rsid w:val="000A7D1A"/>
    <w:rsid w:val="000A7E61"/>
    <w:rsid w:val="000B047E"/>
    <w:rsid w:val="000B0A13"/>
    <w:rsid w:val="000B0E4E"/>
    <w:rsid w:val="000B18B5"/>
    <w:rsid w:val="000B1E90"/>
    <w:rsid w:val="000B1EF0"/>
    <w:rsid w:val="000B3CB2"/>
    <w:rsid w:val="000B3DBE"/>
    <w:rsid w:val="000B3EBF"/>
    <w:rsid w:val="000B4664"/>
    <w:rsid w:val="000B4C4C"/>
    <w:rsid w:val="000B53D7"/>
    <w:rsid w:val="000B5B19"/>
    <w:rsid w:val="000B6217"/>
    <w:rsid w:val="000B656E"/>
    <w:rsid w:val="000B6DD5"/>
    <w:rsid w:val="000B701F"/>
    <w:rsid w:val="000B7CF0"/>
    <w:rsid w:val="000C0A78"/>
    <w:rsid w:val="000C1506"/>
    <w:rsid w:val="000C168A"/>
    <w:rsid w:val="000C2097"/>
    <w:rsid w:val="000C22C3"/>
    <w:rsid w:val="000C232E"/>
    <w:rsid w:val="000C2DA8"/>
    <w:rsid w:val="000C3319"/>
    <w:rsid w:val="000C4270"/>
    <w:rsid w:val="000C506A"/>
    <w:rsid w:val="000C687E"/>
    <w:rsid w:val="000C6906"/>
    <w:rsid w:val="000C78AC"/>
    <w:rsid w:val="000C7D12"/>
    <w:rsid w:val="000D06A8"/>
    <w:rsid w:val="000D0713"/>
    <w:rsid w:val="000D07AB"/>
    <w:rsid w:val="000D102C"/>
    <w:rsid w:val="000D1126"/>
    <w:rsid w:val="000D19CB"/>
    <w:rsid w:val="000D2207"/>
    <w:rsid w:val="000D29F6"/>
    <w:rsid w:val="000D2C38"/>
    <w:rsid w:val="000D2EB8"/>
    <w:rsid w:val="000D33A9"/>
    <w:rsid w:val="000D47E3"/>
    <w:rsid w:val="000D4F8D"/>
    <w:rsid w:val="000D61AC"/>
    <w:rsid w:val="000E0CBB"/>
    <w:rsid w:val="000E0DDB"/>
    <w:rsid w:val="000E0E81"/>
    <w:rsid w:val="000E1130"/>
    <w:rsid w:val="000E11B8"/>
    <w:rsid w:val="000E1D57"/>
    <w:rsid w:val="000E1F18"/>
    <w:rsid w:val="000E21F0"/>
    <w:rsid w:val="000E26E6"/>
    <w:rsid w:val="000E3737"/>
    <w:rsid w:val="000E4249"/>
    <w:rsid w:val="000E42B7"/>
    <w:rsid w:val="000E4B3F"/>
    <w:rsid w:val="000E5CCE"/>
    <w:rsid w:val="000E66C0"/>
    <w:rsid w:val="000E73D0"/>
    <w:rsid w:val="000E7F3C"/>
    <w:rsid w:val="000F034F"/>
    <w:rsid w:val="000F0E55"/>
    <w:rsid w:val="000F246B"/>
    <w:rsid w:val="000F3505"/>
    <w:rsid w:val="000F43C5"/>
    <w:rsid w:val="000F4A21"/>
    <w:rsid w:val="000F4D2D"/>
    <w:rsid w:val="000F603D"/>
    <w:rsid w:val="000F75C5"/>
    <w:rsid w:val="000F78BE"/>
    <w:rsid w:val="00100B25"/>
    <w:rsid w:val="001011F8"/>
    <w:rsid w:val="00101253"/>
    <w:rsid w:val="00101414"/>
    <w:rsid w:val="00101BBD"/>
    <w:rsid w:val="001024C6"/>
    <w:rsid w:val="00102A50"/>
    <w:rsid w:val="001032BB"/>
    <w:rsid w:val="00103D6E"/>
    <w:rsid w:val="00104DE7"/>
    <w:rsid w:val="001055CB"/>
    <w:rsid w:val="001067A3"/>
    <w:rsid w:val="00106AC6"/>
    <w:rsid w:val="00111541"/>
    <w:rsid w:val="0011181B"/>
    <w:rsid w:val="0011222A"/>
    <w:rsid w:val="00112B50"/>
    <w:rsid w:val="00112C0D"/>
    <w:rsid w:val="00113218"/>
    <w:rsid w:val="00113AAB"/>
    <w:rsid w:val="00113BC1"/>
    <w:rsid w:val="00113F4F"/>
    <w:rsid w:val="001143ED"/>
    <w:rsid w:val="00114473"/>
    <w:rsid w:val="001147C7"/>
    <w:rsid w:val="001158B7"/>
    <w:rsid w:val="0011595C"/>
    <w:rsid w:val="00116414"/>
    <w:rsid w:val="001168DF"/>
    <w:rsid w:val="00117652"/>
    <w:rsid w:val="00117D2A"/>
    <w:rsid w:val="00117D32"/>
    <w:rsid w:val="00120E28"/>
    <w:rsid w:val="00122208"/>
    <w:rsid w:val="00122A83"/>
    <w:rsid w:val="001266C0"/>
    <w:rsid w:val="0012751B"/>
    <w:rsid w:val="00127CF7"/>
    <w:rsid w:val="00130C37"/>
    <w:rsid w:val="001315AE"/>
    <w:rsid w:val="001323E5"/>
    <w:rsid w:val="001336DD"/>
    <w:rsid w:val="00133CA7"/>
    <w:rsid w:val="0013459F"/>
    <w:rsid w:val="001346D2"/>
    <w:rsid w:val="00134907"/>
    <w:rsid w:val="001368ED"/>
    <w:rsid w:val="0013725E"/>
    <w:rsid w:val="001372BE"/>
    <w:rsid w:val="0013780D"/>
    <w:rsid w:val="00137996"/>
    <w:rsid w:val="00137A39"/>
    <w:rsid w:val="00137C39"/>
    <w:rsid w:val="00137CF5"/>
    <w:rsid w:val="00142969"/>
    <w:rsid w:val="00142A0F"/>
    <w:rsid w:val="00143271"/>
    <w:rsid w:val="00143BE7"/>
    <w:rsid w:val="00144038"/>
    <w:rsid w:val="00146162"/>
    <w:rsid w:val="00146570"/>
    <w:rsid w:val="00146BE5"/>
    <w:rsid w:val="001470C1"/>
    <w:rsid w:val="001471A1"/>
    <w:rsid w:val="00147BAA"/>
    <w:rsid w:val="001505EC"/>
    <w:rsid w:val="00150CF5"/>
    <w:rsid w:val="00150D4D"/>
    <w:rsid w:val="00151271"/>
    <w:rsid w:val="0015149F"/>
    <w:rsid w:val="001514C4"/>
    <w:rsid w:val="00151CF6"/>
    <w:rsid w:val="00151E97"/>
    <w:rsid w:val="0015215C"/>
    <w:rsid w:val="00152641"/>
    <w:rsid w:val="00153C2F"/>
    <w:rsid w:val="00154248"/>
    <w:rsid w:val="0015461E"/>
    <w:rsid w:val="001553A0"/>
    <w:rsid w:val="00155AFF"/>
    <w:rsid w:val="00155C5E"/>
    <w:rsid w:val="00155CB2"/>
    <w:rsid w:val="00156987"/>
    <w:rsid w:val="00156A6F"/>
    <w:rsid w:val="00156DB3"/>
    <w:rsid w:val="00157E06"/>
    <w:rsid w:val="00160477"/>
    <w:rsid w:val="00160648"/>
    <w:rsid w:val="00160A2C"/>
    <w:rsid w:val="00161C9F"/>
    <w:rsid w:val="001629E8"/>
    <w:rsid w:val="0016380F"/>
    <w:rsid w:val="00163CFF"/>
    <w:rsid w:val="00164E5A"/>
    <w:rsid w:val="00165905"/>
    <w:rsid w:val="00165C5B"/>
    <w:rsid w:val="00165FFA"/>
    <w:rsid w:val="00166851"/>
    <w:rsid w:val="00166AE5"/>
    <w:rsid w:val="00166E36"/>
    <w:rsid w:val="001708E7"/>
    <w:rsid w:val="00170C2B"/>
    <w:rsid w:val="00170D27"/>
    <w:rsid w:val="001714E7"/>
    <w:rsid w:val="0017161F"/>
    <w:rsid w:val="00171C78"/>
    <w:rsid w:val="00171D54"/>
    <w:rsid w:val="00171E79"/>
    <w:rsid w:val="001721B7"/>
    <w:rsid w:val="00172D62"/>
    <w:rsid w:val="00172EC8"/>
    <w:rsid w:val="00173061"/>
    <w:rsid w:val="00173191"/>
    <w:rsid w:val="0017349A"/>
    <w:rsid w:val="001738C9"/>
    <w:rsid w:val="001746AC"/>
    <w:rsid w:val="00174DE1"/>
    <w:rsid w:val="00175076"/>
    <w:rsid w:val="00175687"/>
    <w:rsid w:val="0017596A"/>
    <w:rsid w:val="00175B5E"/>
    <w:rsid w:val="00175C88"/>
    <w:rsid w:val="00175CFB"/>
    <w:rsid w:val="001760E4"/>
    <w:rsid w:val="001801DF"/>
    <w:rsid w:val="00180997"/>
    <w:rsid w:val="00181A90"/>
    <w:rsid w:val="001826FE"/>
    <w:rsid w:val="001829AF"/>
    <w:rsid w:val="00182BDF"/>
    <w:rsid w:val="00184B8C"/>
    <w:rsid w:val="001857AC"/>
    <w:rsid w:val="00185F75"/>
    <w:rsid w:val="001861D9"/>
    <w:rsid w:val="001868A1"/>
    <w:rsid w:val="00186B18"/>
    <w:rsid w:val="00186E5D"/>
    <w:rsid w:val="00187EA7"/>
    <w:rsid w:val="00190077"/>
    <w:rsid w:val="00190470"/>
    <w:rsid w:val="00190B49"/>
    <w:rsid w:val="00190C5E"/>
    <w:rsid w:val="00191494"/>
    <w:rsid w:val="001918E2"/>
    <w:rsid w:val="00191EB5"/>
    <w:rsid w:val="001935C9"/>
    <w:rsid w:val="00193C3B"/>
    <w:rsid w:val="00194275"/>
    <w:rsid w:val="001959EC"/>
    <w:rsid w:val="00195E31"/>
    <w:rsid w:val="00196055"/>
    <w:rsid w:val="00196697"/>
    <w:rsid w:val="00196862"/>
    <w:rsid w:val="00197DAB"/>
    <w:rsid w:val="00197DE3"/>
    <w:rsid w:val="00197F4F"/>
    <w:rsid w:val="001A038B"/>
    <w:rsid w:val="001A0DD2"/>
    <w:rsid w:val="001A0E30"/>
    <w:rsid w:val="001A166D"/>
    <w:rsid w:val="001A2210"/>
    <w:rsid w:val="001A2CF3"/>
    <w:rsid w:val="001A2E3A"/>
    <w:rsid w:val="001A30BF"/>
    <w:rsid w:val="001A33E1"/>
    <w:rsid w:val="001A4A6D"/>
    <w:rsid w:val="001A5D0B"/>
    <w:rsid w:val="001A6006"/>
    <w:rsid w:val="001A6196"/>
    <w:rsid w:val="001A64C1"/>
    <w:rsid w:val="001A7243"/>
    <w:rsid w:val="001A7C5E"/>
    <w:rsid w:val="001B007D"/>
    <w:rsid w:val="001B008C"/>
    <w:rsid w:val="001B0281"/>
    <w:rsid w:val="001B0396"/>
    <w:rsid w:val="001B0497"/>
    <w:rsid w:val="001B0688"/>
    <w:rsid w:val="001B12E0"/>
    <w:rsid w:val="001B151E"/>
    <w:rsid w:val="001B16DC"/>
    <w:rsid w:val="001B1825"/>
    <w:rsid w:val="001B24AB"/>
    <w:rsid w:val="001B28BB"/>
    <w:rsid w:val="001B29B2"/>
    <w:rsid w:val="001B41C0"/>
    <w:rsid w:val="001B4C7B"/>
    <w:rsid w:val="001B5183"/>
    <w:rsid w:val="001B6F42"/>
    <w:rsid w:val="001B7ACF"/>
    <w:rsid w:val="001C0A11"/>
    <w:rsid w:val="001C0DBE"/>
    <w:rsid w:val="001C1163"/>
    <w:rsid w:val="001C116F"/>
    <w:rsid w:val="001C11EA"/>
    <w:rsid w:val="001C1388"/>
    <w:rsid w:val="001C1455"/>
    <w:rsid w:val="001C1568"/>
    <w:rsid w:val="001C166A"/>
    <w:rsid w:val="001C191C"/>
    <w:rsid w:val="001C19E7"/>
    <w:rsid w:val="001C226F"/>
    <w:rsid w:val="001C273D"/>
    <w:rsid w:val="001C2C24"/>
    <w:rsid w:val="001C2F44"/>
    <w:rsid w:val="001C35A4"/>
    <w:rsid w:val="001C37D4"/>
    <w:rsid w:val="001C3DCD"/>
    <w:rsid w:val="001C3EED"/>
    <w:rsid w:val="001C47BE"/>
    <w:rsid w:val="001C483D"/>
    <w:rsid w:val="001C4B19"/>
    <w:rsid w:val="001C5B30"/>
    <w:rsid w:val="001C6A00"/>
    <w:rsid w:val="001C7441"/>
    <w:rsid w:val="001C7D06"/>
    <w:rsid w:val="001D0D25"/>
    <w:rsid w:val="001D19F4"/>
    <w:rsid w:val="001D1C36"/>
    <w:rsid w:val="001D1C39"/>
    <w:rsid w:val="001D1D39"/>
    <w:rsid w:val="001D2331"/>
    <w:rsid w:val="001D2A80"/>
    <w:rsid w:val="001D35FD"/>
    <w:rsid w:val="001D383C"/>
    <w:rsid w:val="001D45AB"/>
    <w:rsid w:val="001D6AA9"/>
    <w:rsid w:val="001D6C57"/>
    <w:rsid w:val="001D7670"/>
    <w:rsid w:val="001D791F"/>
    <w:rsid w:val="001E031F"/>
    <w:rsid w:val="001E097D"/>
    <w:rsid w:val="001E0E04"/>
    <w:rsid w:val="001E18E1"/>
    <w:rsid w:val="001E1D16"/>
    <w:rsid w:val="001E1D6E"/>
    <w:rsid w:val="001E2692"/>
    <w:rsid w:val="001E29F7"/>
    <w:rsid w:val="001E2EFE"/>
    <w:rsid w:val="001E3006"/>
    <w:rsid w:val="001E3695"/>
    <w:rsid w:val="001E37E4"/>
    <w:rsid w:val="001E3DAC"/>
    <w:rsid w:val="001E4172"/>
    <w:rsid w:val="001E447F"/>
    <w:rsid w:val="001E5489"/>
    <w:rsid w:val="001E57FF"/>
    <w:rsid w:val="001E6476"/>
    <w:rsid w:val="001E72EE"/>
    <w:rsid w:val="001E78F7"/>
    <w:rsid w:val="001E7907"/>
    <w:rsid w:val="001E7D61"/>
    <w:rsid w:val="001F02A7"/>
    <w:rsid w:val="001F091A"/>
    <w:rsid w:val="001F168E"/>
    <w:rsid w:val="001F246B"/>
    <w:rsid w:val="001F26F9"/>
    <w:rsid w:val="001F280E"/>
    <w:rsid w:val="001F3298"/>
    <w:rsid w:val="001F3305"/>
    <w:rsid w:val="001F3715"/>
    <w:rsid w:val="001F3B8E"/>
    <w:rsid w:val="001F3BB8"/>
    <w:rsid w:val="001F3D15"/>
    <w:rsid w:val="001F451F"/>
    <w:rsid w:val="001F4721"/>
    <w:rsid w:val="001F4ACE"/>
    <w:rsid w:val="001F5650"/>
    <w:rsid w:val="001F57C9"/>
    <w:rsid w:val="001F5A5C"/>
    <w:rsid w:val="001F6088"/>
    <w:rsid w:val="001F7CE6"/>
    <w:rsid w:val="0020013B"/>
    <w:rsid w:val="0020062A"/>
    <w:rsid w:val="002008E3"/>
    <w:rsid w:val="00200BF0"/>
    <w:rsid w:val="0020225B"/>
    <w:rsid w:val="0020268C"/>
    <w:rsid w:val="002026B5"/>
    <w:rsid w:val="00203ED5"/>
    <w:rsid w:val="002047FB"/>
    <w:rsid w:val="00204D15"/>
    <w:rsid w:val="00205568"/>
    <w:rsid w:val="002058B5"/>
    <w:rsid w:val="002066AC"/>
    <w:rsid w:val="0020686C"/>
    <w:rsid w:val="00206941"/>
    <w:rsid w:val="00206B5D"/>
    <w:rsid w:val="00206E07"/>
    <w:rsid w:val="00206F2E"/>
    <w:rsid w:val="0020797E"/>
    <w:rsid w:val="00207E37"/>
    <w:rsid w:val="00210971"/>
    <w:rsid w:val="00210A6E"/>
    <w:rsid w:val="00210C8C"/>
    <w:rsid w:val="00210D09"/>
    <w:rsid w:val="00210E37"/>
    <w:rsid w:val="002111E7"/>
    <w:rsid w:val="00211A7B"/>
    <w:rsid w:val="002128A7"/>
    <w:rsid w:val="00212CF2"/>
    <w:rsid w:val="002131E5"/>
    <w:rsid w:val="002141C9"/>
    <w:rsid w:val="002142F0"/>
    <w:rsid w:val="00214460"/>
    <w:rsid w:val="00214D1C"/>
    <w:rsid w:val="0021541A"/>
    <w:rsid w:val="002170F4"/>
    <w:rsid w:val="00217472"/>
    <w:rsid w:val="0021795D"/>
    <w:rsid w:val="00217C2C"/>
    <w:rsid w:val="002210C9"/>
    <w:rsid w:val="0022144C"/>
    <w:rsid w:val="002217BA"/>
    <w:rsid w:val="00221B3E"/>
    <w:rsid w:val="00222B92"/>
    <w:rsid w:val="00222F1B"/>
    <w:rsid w:val="00223724"/>
    <w:rsid w:val="0022561F"/>
    <w:rsid w:val="002258E6"/>
    <w:rsid w:val="00225934"/>
    <w:rsid w:val="00225C7B"/>
    <w:rsid w:val="0022658F"/>
    <w:rsid w:val="00226617"/>
    <w:rsid w:val="00227396"/>
    <w:rsid w:val="00227831"/>
    <w:rsid w:val="00227CBF"/>
    <w:rsid w:val="002303CC"/>
    <w:rsid w:val="002309AC"/>
    <w:rsid w:val="00231040"/>
    <w:rsid w:val="0023353F"/>
    <w:rsid w:val="00233AE1"/>
    <w:rsid w:val="00233C0B"/>
    <w:rsid w:val="0023501B"/>
    <w:rsid w:val="00236316"/>
    <w:rsid w:val="002369A5"/>
    <w:rsid w:val="00237103"/>
    <w:rsid w:val="00237C15"/>
    <w:rsid w:val="002406BE"/>
    <w:rsid w:val="00240835"/>
    <w:rsid w:val="00240C25"/>
    <w:rsid w:val="00240CF1"/>
    <w:rsid w:val="0024122E"/>
    <w:rsid w:val="00241605"/>
    <w:rsid w:val="00241650"/>
    <w:rsid w:val="00242B17"/>
    <w:rsid w:val="00242D1C"/>
    <w:rsid w:val="00246864"/>
    <w:rsid w:val="0024749F"/>
    <w:rsid w:val="00247CF2"/>
    <w:rsid w:val="00247E19"/>
    <w:rsid w:val="002501C4"/>
    <w:rsid w:val="002505BF"/>
    <w:rsid w:val="00250691"/>
    <w:rsid w:val="00250911"/>
    <w:rsid w:val="002513C9"/>
    <w:rsid w:val="002513F6"/>
    <w:rsid w:val="00251718"/>
    <w:rsid w:val="002531A1"/>
    <w:rsid w:val="00254042"/>
    <w:rsid w:val="00254D6C"/>
    <w:rsid w:val="00256117"/>
    <w:rsid w:val="00256520"/>
    <w:rsid w:val="0025652A"/>
    <w:rsid w:val="0025755E"/>
    <w:rsid w:val="00257850"/>
    <w:rsid w:val="0026003E"/>
    <w:rsid w:val="00261955"/>
    <w:rsid w:val="002637E0"/>
    <w:rsid w:val="0026380F"/>
    <w:rsid w:val="00263973"/>
    <w:rsid w:val="00264725"/>
    <w:rsid w:val="00264BF7"/>
    <w:rsid w:val="002651FF"/>
    <w:rsid w:val="00265B4E"/>
    <w:rsid w:val="00265BF3"/>
    <w:rsid w:val="00270047"/>
    <w:rsid w:val="002706FE"/>
    <w:rsid w:val="00271678"/>
    <w:rsid w:val="00271E49"/>
    <w:rsid w:val="00272575"/>
    <w:rsid w:val="00272583"/>
    <w:rsid w:val="00272FDD"/>
    <w:rsid w:val="0027315E"/>
    <w:rsid w:val="00274BB1"/>
    <w:rsid w:val="00274C3F"/>
    <w:rsid w:val="00275762"/>
    <w:rsid w:val="00275C59"/>
    <w:rsid w:val="0027656E"/>
    <w:rsid w:val="00276B2D"/>
    <w:rsid w:val="00276BBD"/>
    <w:rsid w:val="002771D3"/>
    <w:rsid w:val="0027797A"/>
    <w:rsid w:val="00277A9C"/>
    <w:rsid w:val="00277F96"/>
    <w:rsid w:val="0028046B"/>
    <w:rsid w:val="00280A60"/>
    <w:rsid w:val="00280B4F"/>
    <w:rsid w:val="00281493"/>
    <w:rsid w:val="002817EC"/>
    <w:rsid w:val="0028258F"/>
    <w:rsid w:val="00282F21"/>
    <w:rsid w:val="00283644"/>
    <w:rsid w:val="00283764"/>
    <w:rsid w:val="00283CEA"/>
    <w:rsid w:val="00285E28"/>
    <w:rsid w:val="00286546"/>
    <w:rsid w:val="00286D63"/>
    <w:rsid w:val="00287447"/>
    <w:rsid w:val="002878C4"/>
    <w:rsid w:val="00287EE8"/>
    <w:rsid w:val="00287F9D"/>
    <w:rsid w:val="0029027C"/>
    <w:rsid w:val="0029031F"/>
    <w:rsid w:val="00290489"/>
    <w:rsid w:val="00290625"/>
    <w:rsid w:val="00290663"/>
    <w:rsid w:val="00291049"/>
    <w:rsid w:val="00292BB7"/>
    <w:rsid w:val="00293A57"/>
    <w:rsid w:val="00293BA0"/>
    <w:rsid w:val="0029419E"/>
    <w:rsid w:val="0029495B"/>
    <w:rsid w:val="00295958"/>
    <w:rsid w:val="00296394"/>
    <w:rsid w:val="00296418"/>
    <w:rsid w:val="00297B1F"/>
    <w:rsid w:val="00297DEB"/>
    <w:rsid w:val="002A0566"/>
    <w:rsid w:val="002A0EDF"/>
    <w:rsid w:val="002A0F15"/>
    <w:rsid w:val="002A1B54"/>
    <w:rsid w:val="002A2FF5"/>
    <w:rsid w:val="002A3FC1"/>
    <w:rsid w:val="002A4232"/>
    <w:rsid w:val="002A4654"/>
    <w:rsid w:val="002A636C"/>
    <w:rsid w:val="002A6CA5"/>
    <w:rsid w:val="002A7A85"/>
    <w:rsid w:val="002A7BF6"/>
    <w:rsid w:val="002A7CA9"/>
    <w:rsid w:val="002B0483"/>
    <w:rsid w:val="002B1C0C"/>
    <w:rsid w:val="002B1D26"/>
    <w:rsid w:val="002B1DA6"/>
    <w:rsid w:val="002B2709"/>
    <w:rsid w:val="002B28AB"/>
    <w:rsid w:val="002B2BAA"/>
    <w:rsid w:val="002B2C04"/>
    <w:rsid w:val="002B2DC7"/>
    <w:rsid w:val="002B3BFC"/>
    <w:rsid w:val="002B40B5"/>
    <w:rsid w:val="002B470F"/>
    <w:rsid w:val="002B47EB"/>
    <w:rsid w:val="002B4D47"/>
    <w:rsid w:val="002B4E23"/>
    <w:rsid w:val="002B51F4"/>
    <w:rsid w:val="002B53F4"/>
    <w:rsid w:val="002B5FEF"/>
    <w:rsid w:val="002B620F"/>
    <w:rsid w:val="002B6586"/>
    <w:rsid w:val="002B6AFE"/>
    <w:rsid w:val="002B73B3"/>
    <w:rsid w:val="002B7DC1"/>
    <w:rsid w:val="002C06BA"/>
    <w:rsid w:val="002C0969"/>
    <w:rsid w:val="002C1304"/>
    <w:rsid w:val="002C14E4"/>
    <w:rsid w:val="002C1889"/>
    <w:rsid w:val="002C2041"/>
    <w:rsid w:val="002C2895"/>
    <w:rsid w:val="002C28E0"/>
    <w:rsid w:val="002C3295"/>
    <w:rsid w:val="002C4871"/>
    <w:rsid w:val="002C5165"/>
    <w:rsid w:val="002C5319"/>
    <w:rsid w:val="002C57A2"/>
    <w:rsid w:val="002C6C03"/>
    <w:rsid w:val="002D1F8C"/>
    <w:rsid w:val="002D220A"/>
    <w:rsid w:val="002D2449"/>
    <w:rsid w:val="002D26E6"/>
    <w:rsid w:val="002D2782"/>
    <w:rsid w:val="002D3322"/>
    <w:rsid w:val="002D3C0C"/>
    <w:rsid w:val="002D4088"/>
    <w:rsid w:val="002D46A9"/>
    <w:rsid w:val="002D4D17"/>
    <w:rsid w:val="002D4D38"/>
    <w:rsid w:val="002D7244"/>
    <w:rsid w:val="002D7F71"/>
    <w:rsid w:val="002E0603"/>
    <w:rsid w:val="002E07BE"/>
    <w:rsid w:val="002E0CD3"/>
    <w:rsid w:val="002E1311"/>
    <w:rsid w:val="002E1ABC"/>
    <w:rsid w:val="002E1F30"/>
    <w:rsid w:val="002E1FA9"/>
    <w:rsid w:val="002E2E92"/>
    <w:rsid w:val="002E444D"/>
    <w:rsid w:val="002E456E"/>
    <w:rsid w:val="002E4A2E"/>
    <w:rsid w:val="002E53D1"/>
    <w:rsid w:val="002E5421"/>
    <w:rsid w:val="002E63DE"/>
    <w:rsid w:val="002E683E"/>
    <w:rsid w:val="002E6A01"/>
    <w:rsid w:val="002E7846"/>
    <w:rsid w:val="002F04D8"/>
    <w:rsid w:val="002F05C9"/>
    <w:rsid w:val="002F088D"/>
    <w:rsid w:val="002F14C3"/>
    <w:rsid w:val="002F3BBD"/>
    <w:rsid w:val="002F465D"/>
    <w:rsid w:val="002F4B9E"/>
    <w:rsid w:val="002F4E36"/>
    <w:rsid w:val="002F51AE"/>
    <w:rsid w:val="002F52C7"/>
    <w:rsid w:val="002F55AD"/>
    <w:rsid w:val="002F59CB"/>
    <w:rsid w:val="002F5B98"/>
    <w:rsid w:val="002F6A32"/>
    <w:rsid w:val="002F7C87"/>
    <w:rsid w:val="0030019C"/>
    <w:rsid w:val="0030033D"/>
    <w:rsid w:val="0030074E"/>
    <w:rsid w:val="00301935"/>
    <w:rsid w:val="00302093"/>
    <w:rsid w:val="003027DC"/>
    <w:rsid w:val="00302E14"/>
    <w:rsid w:val="0030397C"/>
    <w:rsid w:val="00303F75"/>
    <w:rsid w:val="003042ED"/>
    <w:rsid w:val="003043DB"/>
    <w:rsid w:val="003052C1"/>
    <w:rsid w:val="00305971"/>
    <w:rsid w:val="00306D41"/>
    <w:rsid w:val="00306F63"/>
    <w:rsid w:val="00307C67"/>
    <w:rsid w:val="00307FAD"/>
    <w:rsid w:val="00310041"/>
    <w:rsid w:val="003101BE"/>
    <w:rsid w:val="00311437"/>
    <w:rsid w:val="0031183D"/>
    <w:rsid w:val="003118FC"/>
    <w:rsid w:val="00311D31"/>
    <w:rsid w:val="003124AE"/>
    <w:rsid w:val="003128B5"/>
    <w:rsid w:val="00312E07"/>
    <w:rsid w:val="00313CE8"/>
    <w:rsid w:val="00313F84"/>
    <w:rsid w:val="00314684"/>
    <w:rsid w:val="00314C53"/>
    <w:rsid w:val="0031500C"/>
    <w:rsid w:val="00315CEB"/>
    <w:rsid w:val="00316045"/>
    <w:rsid w:val="003161C2"/>
    <w:rsid w:val="003162DF"/>
    <w:rsid w:val="003162FF"/>
    <w:rsid w:val="003237DE"/>
    <w:rsid w:val="00323EFB"/>
    <w:rsid w:val="00324F10"/>
    <w:rsid w:val="003267E4"/>
    <w:rsid w:val="0033024C"/>
    <w:rsid w:val="003302F7"/>
    <w:rsid w:val="003312F6"/>
    <w:rsid w:val="00331F68"/>
    <w:rsid w:val="00332581"/>
    <w:rsid w:val="003326AA"/>
    <w:rsid w:val="0033310C"/>
    <w:rsid w:val="003338E1"/>
    <w:rsid w:val="00333FB8"/>
    <w:rsid w:val="003348BE"/>
    <w:rsid w:val="00335F89"/>
    <w:rsid w:val="00336B06"/>
    <w:rsid w:val="00336F8B"/>
    <w:rsid w:val="00337036"/>
    <w:rsid w:val="003401DC"/>
    <w:rsid w:val="0034091E"/>
    <w:rsid w:val="00340DC3"/>
    <w:rsid w:val="003411D2"/>
    <w:rsid w:val="00341A2A"/>
    <w:rsid w:val="00341B56"/>
    <w:rsid w:val="00341C30"/>
    <w:rsid w:val="00341D4A"/>
    <w:rsid w:val="00341E90"/>
    <w:rsid w:val="003420DF"/>
    <w:rsid w:val="00342517"/>
    <w:rsid w:val="00342599"/>
    <w:rsid w:val="00342711"/>
    <w:rsid w:val="00344654"/>
    <w:rsid w:val="00344C60"/>
    <w:rsid w:val="00345099"/>
    <w:rsid w:val="003451B1"/>
    <w:rsid w:val="0034597A"/>
    <w:rsid w:val="00345B5E"/>
    <w:rsid w:val="00346160"/>
    <w:rsid w:val="003464CC"/>
    <w:rsid w:val="00346E5D"/>
    <w:rsid w:val="00347B82"/>
    <w:rsid w:val="00350E5A"/>
    <w:rsid w:val="00350F7B"/>
    <w:rsid w:val="00351C9B"/>
    <w:rsid w:val="00352A61"/>
    <w:rsid w:val="003562D0"/>
    <w:rsid w:val="003564CF"/>
    <w:rsid w:val="0035671D"/>
    <w:rsid w:val="00357694"/>
    <w:rsid w:val="00357B1A"/>
    <w:rsid w:val="00361494"/>
    <w:rsid w:val="00361623"/>
    <w:rsid w:val="00361AE7"/>
    <w:rsid w:val="00362744"/>
    <w:rsid w:val="003634C3"/>
    <w:rsid w:val="00363B4C"/>
    <w:rsid w:val="00363B69"/>
    <w:rsid w:val="00364E70"/>
    <w:rsid w:val="0036502E"/>
    <w:rsid w:val="0036544B"/>
    <w:rsid w:val="00365747"/>
    <w:rsid w:val="00366CA4"/>
    <w:rsid w:val="003676CB"/>
    <w:rsid w:val="00367F76"/>
    <w:rsid w:val="00370029"/>
    <w:rsid w:val="003708E0"/>
    <w:rsid w:val="00372CE4"/>
    <w:rsid w:val="00373969"/>
    <w:rsid w:val="00373CC2"/>
    <w:rsid w:val="00373D02"/>
    <w:rsid w:val="00374374"/>
    <w:rsid w:val="003744E7"/>
    <w:rsid w:val="00374645"/>
    <w:rsid w:val="00375F46"/>
    <w:rsid w:val="00376B55"/>
    <w:rsid w:val="00380215"/>
    <w:rsid w:val="003808E2"/>
    <w:rsid w:val="00380965"/>
    <w:rsid w:val="00380B20"/>
    <w:rsid w:val="00381EC7"/>
    <w:rsid w:val="00383B01"/>
    <w:rsid w:val="00383D2B"/>
    <w:rsid w:val="003840BB"/>
    <w:rsid w:val="00384BA6"/>
    <w:rsid w:val="00384C02"/>
    <w:rsid w:val="00384C91"/>
    <w:rsid w:val="00384E9D"/>
    <w:rsid w:val="00384EF6"/>
    <w:rsid w:val="00385729"/>
    <w:rsid w:val="003866E0"/>
    <w:rsid w:val="00386F7E"/>
    <w:rsid w:val="0038704D"/>
    <w:rsid w:val="0038715B"/>
    <w:rsid w:val="00387553"/>
    <w:rsid w:val="003903EA"/>
    <w:rsid w:val="00390541"/>
    <w:rsid w:val="0039260D"/>
    <w:rsid w:val="003927C9"/>
    <w:rsid w:val="0039286D"/>
    <w:rsid w:val="00392DF3"/>
    <w:rsid w:val="00392E9F"/>
    <w:rsid w:val="00393009"/>
    <w:rsid w:val="0039345E"/>
    <w:rsid w:val="00393657"/>
    <w:rsid w:val="00393A5D"/>
    <w:rsid w:val="00394187"/>
    <w:rsid w:val="00394B00"/>
    <w:rsid w:val="003954C4"/>
    <w:rsid w:val="003956A3"/>
    <w:rsid w:val="00397369"/>
    <w:rsid w:val="003973A4"/>
    <w:rsid w:val="003975CE"/>
    <w:rsid w:val="00397D97"/>
    <w:rsid w:val="003A0588"/>
    <w:rsid w:val="003A0CF1"/>
    <w:rsid w:val="003A0DA8"/>
    <w:rsid w:val="003A163D"/>
    <w:rsid w:val="003A276C"/>
    <w:rsid w:val="003A29BE"/>
    <w:rsid w:val="003A317B"/>
    <w:rsid w:val="003A31D1"/>
    <w:rsid w:val="003A331F"/>
    <w:rsid w:val="003A3BAC"/>
    <w:rsid w:val="003A3D9F"/>
    <w:rsid w:val="003A4007"/>
    <w:rsid w:val="003A4595"/>
    <w:rsid w:val="003A5409"/>
    <w:rsid w:val="003A6255"/>
    <w:rsid w:val="003A6670"/>
    <w:rsid w:val="003A76E3"/>
    <w:rsid w:val="003A7F9B"/>
    <w:rsid w:val="003B06F1"/>
    <w:rsid w:val="003B0774"/>
    <w:rsid w:val="003B0F5C"/>
    <w:rsid w:val="003B133E"/>
    <w:rsid w:val="003B1BC3"/>
    <w:rsid w:val="003B26F5"/>
    <w:rsid w:val="003B2CDB"/>
    <w:rsid w:val="003B3029"/>
    <w:rsid w:val="003B39FF"/>
    <w:rsid w:val="003B3D15"/>
    <w:rsid w:val="003B4040"/>
    <w:rsid w:val="003B4B7A"/>
    <w:rsid w:val="003B597E"/>
    <w:rsid w:val="003B655F"/>
    <w:rsid w:val="003B6B4E"/>
    <w:rsid w:val="003B722A"/>
    <w:rsid w:val="003C0673"/>
    <w:rsid w:val="003C1F59"/>
    <w:rsid w:val="003C2236"/>
    <w:rsid w:val="003C2282"/>
    <w:rsid w:val="003C2608"/>
    <w:rsid w:val="003C29A0"/>
    <w:rsid w:val="003C2EBD"/>
    <w:rsid w:val="003C3172"/>
    <w:rsid w:val="003C37DB"/>
    <w:rsid w:val="003C3B07"/>
    <w:rsid w:val="003C4395"/>
    <w:rsid w:val="003C4A8A"/>
    <w:rsid w:val="003C569B"/>
    <w:rsid w:val="003C5C3E"/>
    <w:rsid w:val="003C6082"/>
    <w:rsid w:val="003C6204"/>
    <w:rsid w:val="003C654E"/>
    <w:rsid w:val="003C6AB1"/>
    <w:rsid w:val="003C7271"/>
    <w:rsid w:val="003C739B"/>
    <w:rsid w:val="003C7BCE"/>
    <w:rsid w:val="003C7C89"/>
    <w:rsid w:val="003C7F6A"/>
    <w:rsid w:val="003D002A"/>
    <w:rsid w:val="003D015F"/>
    <w:rsid w:val="003D01E0"/>
    <w:rsid w:val="003D06E2"/>
    <w:rsid w:val="003D099D"/>
    <w:rsid w:val="003D09A8"/>
    <w:rsid w:val="003D0BFA"/>
    <w:rsid w:val="003D19F3"/>
    <w:rsid w:val="003D1CAA"/>
    <w:rsid w:val="003D22FF"/>
    <w:rsid w:val="003D2485"/>
    <w:rsid w:val="003D2510"/>
    <w:rsid w:val="003D3298"/>
    <w:rsid w:val="003D35BA"/>
    <w:rsid w:val="003D38C2"/>
    <w:rsid w:val="003D39C3"/>
    <w:rsid w:val="003D3C81"/>
    <w:rsid w:val="003D3E6E"/>
    <w:rsid w:val="003D4F54"/>
    <w:rsid w:val="003D656E"/>
    <w:rsid w:val="003D6C2E"/>
    <w:rsid w:val="003D7665"/>
    <w:rsid w:val="003D7A2A"/>
    <w:rsid w:val="003E04F3"/>
    <w:rsid w:val="003E0519"/>
    <w:rsid w:val="003E067C"/>
    <w:rsid w:val="003E0C4E"/>
    <w:rsid w:val="003E2255"/>
    <w:rsid w:val="003E280A"/>
    <w:rsid w:val="003E3CA6"/>
    <w:rsid w:val="003E4EB7"/>
    <w:rsid w:val="003E5012"/>
    <w:rsid w:val="003E59E9"/>
    <w:rsid w:val="003E71AF"/>
    <w:rsid w:val="003E775B"/>
    <w:rsid w:val="003E7DA8"/>
    <w:rsid w:val="003F005A"/>
    <w:rsid w:val="003F047D"/>
    <w:rsid w:val="003F1692"/>
    <w:rsid w:val="003F2813"/>
    <w:rsid w:val="003F2B55"/>
    <w:rsid w:val="003F2DC2"/>
    <w:rsid w:val="003F3981"/>
    <w:rsid w:val="003F4951"/>
    <w:rsid w:val="003F495E"/>
    <w:rsid w:val="003F5058"/>
    <w:rsid w:val="003F53A7"/>
    <w:rsid w:val="003F5734"/>
    <w:rsid w:val="003F5751"/>
    <w:rsid w:val="003F5AAF"/>
    <w:rsid w:val="003F5E7F"/>
    <w:rsid w:val="003F5F0F"/>
    <w:rsid w:val="003F634B"/>
    <w:rsid w:val="003F679C"/>
    <w:rsid w:val="003F79E2"/>
    <w:rsid w:val="003F7B64"/>
    <w:rsid w:val="004002B9"/>
    <w:rsid w:val="00400726"/>
    <w:rsid w:val="00400D65"/>
    <w:rsid w:val="00400F96"/>
    <w:rsid w:val="004010FA"/>
    <w:rsid w:val="0040262B"/>
    <w:rsid w:val="0040263F"/>
    <w:rsid w:val="00403736"/>
    <w:rsid w:val="00404832"/>
    <w:rsid w:val="00404E51"/>
    <w:rsid w:val="00404F8D"/>
    <w:rsid w:val="00405304"/>
    <w:rsid w:val="00405626"/>
    <w:rsid w:val="00405E54"/>
    <w:rsid w:val="00406019"/>
    <w:rsid w:val="004060BB"/>
    <w:rsid w:val="00406509"/>
    <w:rsid w:val="00406825"/>
    <w:rsid w:val="004072B1"/>
    <w:rsid w:val="004072D4"/>
    <w:rsid w:val="004073D3"/>
    <w:rsid w:val="00407B52"/>
    <w:rsid w:val="00407D51"/>
    <w:rsid w:val="004100CC"/>
    <w:rsid w:val="00410126"/>
    <w:rsid w:val="00410F20"/>
    <w:rsid w:val="00411674"/>
    <w:rsid w:val="00411A91"/>
    <w:rsid w:val="00411AB3"/>
    <w:rsid w:val="00412519"/>
    <w:rsid w:val="00412A88"/>
    <w:rsid w:val="004130BA"/>
    <w:rsid w:val="00413B3B"/>
    <w:rsid w:val="00414C6B"/>
    <w:rsid w:val="00414EEA"/>
    <w:rsid w:val="00415239"/>
    <w:rsid w:val="00415518"/>
    <w:rsid w:val="00415765"/>
    <w:rsid w:val="00415A8B"/>
    <w:rsid w:val="00415B0A"/>
    <w:rsid w:val="00415F7A"/>
    <w:rsid w:val="0041681E"/>
    <w:rsid w:val="004170E3"/>
    <w:rsid w:val="0041761A"/>
    <w:rsid w:val="0041775A"/>
    <w:rsid w:val="00420A9B"/>
    <w:rsid w:val="00420F42"/>
    <w:rsid w:val="00421784"/>
    <w:rsid w:val="004221D3"/>
    <w:rsid w:val="004229BF"/>
    <w:rsid w:val="00422B21"/>
    <w:rsid w:val="00422C40"/>
    <w:rsid w:val="00422FB3"/>
    <w:rsid w:val="004234FC"/>
    <w:rsid w:val="00423719"/>
    <w:rsid w:val="00423A47"/>
    <w:rsid w:val="0042450E"/>
    <w:rsid w:val="00425CF9"/>
    <w:rsid w:val="00425EA2"/>
    <w:rsid w:val="00426810"/>
    <w:rsid w:val="00427C46"/>
    <w:rsid w:val="00427FB6"/>
    <w:rsid w:val="00427FC5"/>
    <w:rsid w:val="00430FCC"/>
    <w:rsid w:val="004310F6"/>
    <w:rsid w:val="00431B4A"/>
    <w:rsid w:val="0043231D"/>
    <w:rsid w:val="004328AF"/>
    <w:rsid w:val="004333BC"/>
    <w:rsid w:val="004352BB"/>
    <w:rsid w:val="0043625C"/>
    <w:rsid w:val="004365B7"/>
    <w:rsid w:val="004368A5"/>
    <w:rsid w:val="00437864"/>
    <w:rsid w:val="0044071B"/>
    <w:rsid w:val="00440842"/>
    <w:rsid w:val="0044085D"/>
    <w:rsid w:val="004418C9"/>
    <w:rsid w:val="00442417"/>
    <w:rsid w:val="00442690"/>
    <w:rsid w:val="004430E2"/>
    <w:rsid w:val="004440F2"/>
    <w:rsid w:val="00444137"/>
    <w:rsid w:val="00445101"/>
    <w:rsid w:val="00445478"/>
    <w:rsid w:val="0044684B"/>
    <w:rsid w:val="00447300"/>
    <w:rsid w:val="004502BC"/>
    <w:rsid w:val="00450511"/>
    <w:rsid w:val="00450AF9"/>
    <w:rsid w:val="00450BDD"/>
    <w:rsid w:val="00450E7E"/>
    <w:rsid w:val="0045273E"/>
    <w:rsid w:val="004531C3"/>
    <w:rsid w:val="00454366"/>
    <w:rsid w:val="004570DD"/>
    <w:rsid w:val="00457163"/>
    <w:rsid w:val="004571E9"/>
    <w:rsid w:val="004606EA"/>
    <w:rsid w:val="00460B10"/>
    <w:rsid w:val="00461656"/>
    <w:rsid w:val="00461903"/>
    <w:rsid w:val="00461954"/>
    <w:rsid w:val="00461E9B"/>
    <w:rsid w:val="004633EA"/>
    <w:rsid w:val="00463D44"/>
    <w:rsid w:val="00463DCD"/>
    <w:rsid w:val="0046415F"/>
    <w:rsid w:val="00464F84"/>
    <w:rsid w:val="00465890"/>
    <w:rsid w:val="004661F9"/>
    <w:rsid w:val="00466895"/>
    <w:rsid w:val="0046742B"/>
    <w:rsid w:val="00467980"/>
    <w:rsid w:val="00470DAE"/>
    <w:rsid w:val="00471CB6"/>
    <w:rsid w:val="00472130"/>
    <w:rsid w:val="0047256F"/>
    <w:rsid w:val="0047307D"/>
    <w:rsid w:val="0047336A"/>
    <w:rsid w:val="00474E2D"/>
    <w:rsid w:val="00475957"/>
    <w:rsid w:val="00475E6E"/>
    <w:rsid w:val="00476ECE"/>
    <w:rsid w:val="00477081"/>
    <w:rsid w:val="0048015C"/>
    <w:rsid w:val="0048075E"/>
    <w:rsid w:val="00480CCA"/>
    <w:rsid w:val="00481590"/>
    <w:rsid w:val="004819E0"/>
    <w:rsid w:val="00482E37"/>
    <w:rsid w:val="0048344C"/>
    <w:rsid w:val="0048387A"/>
    <w:rsid w:val="00484C24"/>
    <w:rsid w:val="00484CBF"/>
    <w:rsid w:val="0048514B"/>
    <w:rsid w:val="004852C3"/>
    <w:rsid w:val="004859BE"/>
    <w:rsid w:val="004860A1"/>
    <w:rsid w:val="004861F2"/>
    <w:rsid w:val="004862A5"/>
    <w:rsid w:val="004918EE"/>
    <w:rsid w:val="004923CB"/>
    <w:rsid w:val="00493ADB"/>
    <w:rsid w:val="00493EC7"/>
    <w:rsid w:val="00494742"/>
    <w:rsid w:val="004949C3"/>
    <w:rsid w:val="00494AF2"/>
    <w:rsid w:val="00494F52"/>
    <w:rsid w:val="00495039"/>
    <w:rsid w:val="00497C32"/>
    <w:rsid w:val="004A15D4"/>
    <w:rsid w:val="004A29AF"/>
    <w:rsid w:val="004A2FB4"/>
    <w:rsid w:val="004A3104"/>
    <w:rsid w:val="004A3509"/>
    <w:rsid w:val="004A3646"/>
    <w:rsid w:val="004A380F"/>
    <w:rsid w:val="004A4588"/>
    <w:rsid w:val="004A53BC"/>
    <w:rsid w:val="004A595A"/>
    <w:rsid w:val="004A64B6"/>
    <w:rsid w:val="004A6FE2"/>
    <w:rsid w:val="004B2813"/>
    <w:rsid w:val="004B2A71"/>
    <w:rsid w:val="004B3113"/>
    <w:rsid w:val="004B3C11"/>
    <w:rsid w:val="004B3F23"/>
    <w:rsid w:val="004B48BC"/>
    <w:rsid w:val="004B57AD"/>
    <w:rsid w:val="004B57D3"/>
    <w:rsid w:val="004B6B4B"/>
    <w:rsid w:val="004B6D46"/>
    <w:rsid w:val="004B6E50"/>
    <w:rsid w:val="004B6E6F"/>
    <w:rsid w:val="004B7255"/>
    <w:rsid w:val="004B7CB7"/>
    <w:rsid w:val="004C07D7"/>
    <w:rsid w:val="004C0A0F"/>
    <w:rsid w:val="004C0BD8"/>
    <w:rsid w:val="004C112B"/>
    <w:rsid w:val="004C1F82"/>
    <w:rsid w:val="004C23A4"/>
    <w:rsid w:val="004C250F"/>
    <w:rsid w:val="004C28FE"/>
    <w:rsid w:val="004C2DA7"/>
    <w:rsid w:val="004C3075"/>
    <w:rsid w:val="004C3790"/>
    <w:rsid w:val="004C3C8F"/>
    <w:rsid w:val="004C4294"/>
    <w:rsid w:val="004C485B"/>
    <w:rsid w:val="004C4EB6"/>
    <w:rsid w:val="004C4F93"/>
    <w:rsid w:val="004C5435"/>
    <w:rsid w:val="004C54CE"/>
    <w:rsid w:val="004C56DC"/>
    <w:rsid w:val="004C5C0F"/>
    <w:rsid w:val="004C715A"/>
    <w:rsid w:val="004C77C1"/>
    <w:rsid w:val="004D0385"/>
    <w:rsid w:val="004D05CD"/>
    <w:rsid w:val="004D0844"/>
    <w:rsid w:val="004D0980"/>
    <w:rsid w:val="004D0EB1"/>
    <w:rsid w:val="004D0F7F"/>
    <w:rsid w:val="004D1389"/>
    <w:rsid w:val="004D1CF5"/>
    <w:rsid w:val="004D2517"/>
    <w:rsid w:val="004D394D"/>
    <w:rsid w:val="004D4C0A"/>
    <w:rsid w:val="004D5762"/>
    <w:rsid w:val="004D5A1A"/>
    <w:rsid w:val="004D5C57"/>
    <w:rsid w:val="004D652C"/>
    <w:rsid w:val="004D6565"/>
    <w:rsid w:val="004D6A82"/>
    <w:rsid w:val="004D7263"/>
    <w:rsid w:val="004D7F60"/>
    <w:rsid w:val="004E1908"/>
    <w:rsid w:val="004E1BF2"/>
    <w:rsid w:val="004E2229"/>
    <w:rsid w:val="004E3B40"/>
    <w:rsid w:val="004E4105"/>
    <w:rsid w:val="004E421F"/>
    <w:rsid w:val="004E42B1"/>
    <w:rsid w:val="004E51DC"/>
    <w:rsid w:val="004E54AA"/>
    <w:rsid w:val="004E57A2"/>
    <w:rsid w:val="004E58BF"/>
    <w:rsid w:val="004E64FC"/>
    <w:rsid w:val="004E6DA0"/>
    <w:rsid w:val="004E7E18"/>
    <w:rsid w:val="004F007A"/>
    <w:rsid w:val="004F06F7"/>
    <w:rsid w:val="004F0A27"/>
    <w:rsid w:val="004F13F2"/>
    <w:rsid w:val="004F1AC1"/>
    <w:rsid w:val="004F2970"/>
    <w:rsid w:val="004F2A6E"/>
    <w:rsid w:val="004F2AE3"/>
    <w:rsid w:val="004F2F33"/>
    <w:rsid w:val="004F3072"/>
    <w:rsid w:val="004F381C"/>
    <w:rsid w:val="004F4053"/>
    <w:rsid w:val="004F56E2"/>
    <w:rsid w:val="004F6D92"/>
    <w:rsid w:val="004F7EEE"/>
    <w:rsid w:val="0050048A"/>
    <w:rsid w:val="00500A7F"/>
    <w:rsid w:val="00500B21"/>
    <w:rsid w:val="00500C3B"/>
    <w:rsid w:val="00500DB8"/>
    <w:rsid w:val="00500F39"/>
    <w:rsid w:val="00501FC4"/>
    <w:rsid w:val="005024B3"/>
    <w:rsid w:val="00502E99"/>
    <w:rsid w:val="00502F53"/>
    <w:rsid w:val="00503192"/>
    <w:rsid w:val="00503487"/>
    <w:rsid w:val="005037EC"/>
    <w:rsid w:val="00504045"/>
    <w:rsid w:val="005046B4"/>
    <w:rsid w:val="005055BA"/>
    <w:rsid w:val="00505D43"/>
    <w:rsid w:val="00505E1C"/>
    <w:rsid w:val="0050645D"/>
    <w:rsid w:val="00506F3B"/>
    <w:rsid w:val="00507D1E"/>
    <w:rsid w:val="00510958"/>
    <w:rsid w:val="0051168F"/>
    <w:rsid w:val="005119E6"/>
    <w:rsid w:val="005120A7"/>
    <w:rsid w:val="005123AD"/>
    <w:rsid w:val="005125B2"/>
    <w:rsid w:val="00513571"/>
    <w:rsid w:val="00513689"/>
    <w:rsid w:val="00513779"/>
    <w:rsid w:val="00514489"/>
    <w:rsid w:val="00515038"/>
    <w:rsid w:val="0051522A"/>
    <w:rsid w:val="0051546B"/>
    <w:rsid w:val="0051551A"/>
    <w:rsid w:val="00515ABF"/>
    <w:rsid w:val="00515E2B"/>
    <w:rsid w:val="00516180"/>
    <w:rsid w:val="00517440"/>
    <w:rsid w:val="00517791"/>
    <w:rsid w:val="00517B22"/>
    <w:rsid w:val="0052169E"/>
    <w:rsid w:val="00522D00"/>
    <w:rsid w:val="00522FE7"/>
    <w:rsid w:val="0052340E"/>
    <w:rsid w:val="005247C5"/>
    <w:rsid w:val="00524899"/>
    <w:rsid w:val="005252BB"/>
    <w:rsid w:val="005259A8"/>
    <w:rsid w:val="005273E4"/>
    <w:rsid w:val="00530058"/>
    <w:rsid w:val="0053096F"/>
    <w:rsid w:val="00530B87"/>
    <w:rsid w:val="00531268"/>
    <w:rsid w:val="00531635"/>
    <w:rsid w:val="00531C80"/>
    <w:rsid w:val="005335C9"/>
    <w:rsid w:val="00533D68"/>
    <w:rsid w:val="00534102"/>
    <w:rsid w:val="005353B7"/>
    <w:rsid w:val="00535BBB"/>
    <w:rsid w:val="00536EE7"/>
    <w:rsid w:val="00537052"/>
    <w:rsid w:val="005370C3"/>
    <w:rsid w:val="00537774"/>
    <w:rsid w:val="00537F1D"/>
    <w:rsid w:val="00540CCD"/>
    <w:rsid w:val="00541B95"/>
    <w:rsid w:val="00542214"/>
    <w:rsid w:val="00543450"/>
    <w:rsid w:val="005437E6"/>
    <w:rsid w:val="0054393D"/>
    <w:rsid w:val="00544A5A"/>
    <w:rsid w:val="00545599"/>
    <w:rsid w:val="005459FE"/>
    <w:rsid w:val="00546629"/>
    <w:rsid w:val="0054681D"/>
    <w:rsid w:val="00546B13"/>
    <w:rsid w:val="00547DDA"/>
    <w:rsid w:val="00547E9B"/>
    <w:rsid w:val="005502AA"/>
    <w:rsid w:val="00550BD7"/>
    <w:rsid w:val="00551CD5"/>
    <w:rsid w:val="005538FC"/>
    <w:rsid w:val="0055529B"/>
    <w:rsid w:val="005555BC"/>
    <w:rsid w:val="005559A4"/>
    <w:rsid w:val="00555BE6"/>
    <w:rsid w:val="00557402"/>
    <w:rsid w:val="00557AB7"/>
    <w:rsid w:val="005606BC"/>
    <w:rsid w:val="005608B2"/>
    <w:rsid w:val="005611B6"/>
    <w:rsid w:val="00561C1A"/>
    <w:rsid w:val="00565271"/>
    <w:rsid w:val="00565A13"/>
    <w:rsid w:val="00565FB3"/>
    <w:rsid w:val="0056669A"/>
    <w:rsid w:val="00566A76"/>
    <w:rsid w:val="0056724A"/>
    <w:rsid w:val="00567B93"/>
    <w:rsid w:val="00567C03"/>
    <w:rsid w:val="00571305"/>
    <w:rsid w:val="005722E7"/>
    <w:rsid w:val="005724AC"/>
    <w:rsid w:val="00572EF1"/>
    <w:rsid w:val="00573315"/>
    <w:rsid w:val="005740A8"/>
    <w:rsid w:val="0057414B"/>
    <w:rsid w:val="00574228"/>
    <w:rsid w:val="00574438"/>
    <w:rsid w:val="00574D89"/>
    <w:rsid w:val="00575CFA"/>
    <w:rsid w:val="00576302"/>
    <w:rsid w:val="0057648E"/>
    <w:rsid w:val="00576E60"/>
    <w:rsid w:val="00577317"/>
    <w:rsid w:val="00577952"/>
    <w:rsid w:val="00580720"/>
    <w:rsid w:val="00580A50"/>
    <w:rsid w:val="00580D4F"/>
    <w:rsid w:val="00580F4A"/>
    <w:rsid w:val="0058117D"/>
    <w:rsid w:val="00581320"/>
    <w:rsid w:val="00581CE6"/>
    <w:rsid w:val="00582024"/>
    <w:rsid w:val="00582282"/>
    <w:rsid w:val="00583287"/>
    <w:rsid w:val="00583ADE"/>
    <w:rsid w:val="00583DC8"/>
    <w:rsid w:val="0058425C"/>
    <w:rsid w:val="00584EFC"/>
    <w:rsid w:val="00585054"/>
    <w:rsid w:val="00585BCD"/>
    <w:rsid w:val="00590F25"/>
    <w:rsid w:val="00594279"/>
    <w:rsid w:val="0059440A"/>
    <w:rsid w:val="00594967"/>
    <w:rsid w:val="00594E32"/>
    <w:rsid w:val="005954C9"/>
    <w:rsid w:val="00595AF1"/>
    <w:rsid w:val="00595B30"/>
    <w:rsid w:val="005960AB"/>
    <w:rsid w:val="005966AE"/>
    <w:rsid w:val="00597817"/>
    <w:rsid w:val="00597881"/>
    <w:rsid w:val="005979AE"/>
    <w:rsid w:val="00597CC5"/>
    <w:rsid w:val="005A0BF9"/>
    <w:rsid w:val="005A184D"/>
    <w:rsid w:val="005A18B1"/>
    <w:rsid w:val="005A2172"/>
    <w:rsid w:val="005A272E"/>
    <w:rsid w:val="005A2A9C"/>
    <w:rsid w:val="005A2B81"/>
    <w:rsid w:val="005A3726"/>
    <w:rsid w:val="005A3A9B"/>
    <w:rsid w:val="005A3CB4"/>
    <w:rsid w:val="005A4522"/>
    <w:rsid w:val="005A47B1"/>
    <w:rsid w:val="005A4AB2"/>
    <w:rsid w:val="005A5889"/>
    <w:rsid w:val="005A6597"/>
    <w:rsid w:val="005A65BF"/>
    <w:rsid w:val="005A7732"/>
    <w:rsid w:val="005B0473"/>
    <w:rsid w:val="005B0DF7"/>
    <w:rsid w:val="005B1142"/>
    <w:rsid w:val="005B1171"/>
    <w:rsid w:val="005B140A"/>
    <w:rsid w:val="005B19B9"/>
    <w:rsid w:val="005B227E"/>
    <w:rsid w:val="005B30B4"/>
    <w:rsid w:val="005B36F6"/>
    <w:rsid w:val="005B38CF"/>
    <w:rsid w:val="005B394C"/>
    <w:rsid w:val="005B4860"/>
    <w:rsid w:val="005B4ABD"/>
    <w:rsid w:val="005B5B00"/>
    <w:rsid w:val="005B6450"/>
    <w:rsid w:val="005B75CC"/>
    <w:rsid w:val="005B767C"/>
    <w:rsid w:val="005C03F2"/>
    <w:rsid w:val="005C078B"/>
    <w:rsid w:val="005C10D4"/>
    <w:rsid w:val="005C2279"/>
    <w:rsid w:val="005C22B1"/>
    <w:rsid w:val="005C2A18"/>
    <w:rsid w:val="005C2E8A"/>
    <w:rsid w:val="005C2FB8"/>
    <w:rsid w:val="005C3600"/>
    <w:rsid w:val="005C484B"/>
    <w:rsid w:val="005C4E07"/>
    <w:rsid w:val="005C565E"/>
    <w:rsid w:val="005C5A5A"/>
    <w:rsid w:val="005C5E25"/>
    <w:rsid w:val="005C619F"/>
    <w:rsid w:val="005C62A8"/>
    <w:rsid w:val="005C6B1E"/>
    <w:rsid w:val="005C6D52"/>
    <w:rsid w:val="005C75E6"/>
    <w:rsid w:val="005C7A50"/>
    <w:rsid w:val="005C7F19"/>
    <w:rsid w:val="005D0AC2"/>
    <w:rsid w:val="005D13DC"/>
    <w:rsid w:val="005D25A4"/>
    <w:rsid w:val="005D2A13"/>
    <w:rsid w:val="005D2F8D"/>
    <w:rsid w:val="005D31AB"/>
    <w:rsid w:val="005D32A9"/>
    <w:rsid w:val="005D365B"/>
    <w:rsid w:val="005D3893"/>
    <w:rsid w:val="005D3F49"/>
    <w:rsid w:val="005D4647"/>
    <w:rsid w:val="005D48B2"/>
    <w:rsid w:val="005D4A05"/>
    <w:rsid w:val="005D4AF6"/>
    <w:rsid w:val="005D4D01"/>
    <w:rsid w:val="005D51C1"/>
    <w:rsid w:val="005D5436"/>
    <w:rsid w:val="005D5A46"/>
    <w:rsid w:val="005D5ED5"/>
    <w:rsid w:val="005D6AF6"/>
    <w:rsid w:val="005D6B91"/>
    <w:rsid w:val="005D6BCA"/>
    <w:rsid w:val="005D70A0"/>
    <w:rsid w:val="005D78CF"/>
    <w:rsid w:val="005D7D84"/>
    <w:rsid w:val="005E1981"/>
    <w:rsid w:val="005E33E9"/>
    <w:rsid w:val="005E372E"/>
    <w:rsid w:val="005E4025"/>
    <w:rsid w:val="005E4F63"/>
    <w:rsid w:val="005E5AA0"/>
    <w:rsid w:val="005E61C3"/>
    <w:rsid w:val="005E6321"/>
    <w:rsid w:val="005E64FC"/>
    <w:rsid w:val="005E71C7"/>
    <w:rsid w:val="005F05BC"/>
    <w:rsid w:val="005F076D"/>
    <w:rsid w:val="005F08AE"/>
    <w:rsid w:val="005F0E84"/>
    <w:rsid w:val="005F11BB"/>
    <w:rsid w:val="005F12EC"/>
    <w:rsid w:val="005F26D8"/>
    <w:rsid w:val="005F38FC"/>
    <w:rsid w:val="005F3D28"/>
    <w:rsid w:val="005F3E77"/>
    <w:rsid w:val="005F42F0"/>
    <w:rsid w:val="005F4468"/>
    <w:rsid w:val="005F44D7"/>
    <w:rsid w:val="005F58E3"/>
    <w:rsid w:val="005F7833"/>
    <w:rsid w:val="005F7E78"/>
    <w:rsid w:val="006005F1"/>
    <w:rsid w:val="00601CDB"/>
    <w:rsid w:val="00602BCD"/>
    <w:rsid w:val="00602FD6"/>
    <w:rsid w:val="0060330E"/>
    <w:rsid w:val="00603407"/>
    <w:rsid w:val="006037D0"/>
    <w:rsid w:val="00603CF1"/>
    <w:rsid w:val="006040F9"/>
    <w:rsid w:val="00604427"/>
    <w:rsid w:val="0060477C"/>
    <w:rsid w:val="00604A90"/>
    <w:rsid w:val="00604B57"/>
    <w:rsid w:val="00605C18"/>
    <w:rsid w:val="006064FB"/>
    <w:rsid w:val="00607431"/>
    <w:rsid w:val="00607F8E"/>
    <w:rsid w:val="006101A9"/>
    <w:rsid w:val="00610257"/>
    <w:rsid w:val="006106A5"/>
    <w:rsid w:val="00610790"/>
    <w:rsid w:val="0061094C"/>
    <w:rsid w:val="0061106C"/>
    <w:rsid w:val="00611CC5"/>
    <w:rsid w:val="0061245B"/>
    <w:rsid w:val="00612A61"/>
    <w:rsid w:val="00612D13"/>
    <w:rsid w:val="00612EE7"/>
    <w:rsid w:val="00613251"/>
    <w:rsid w:val="006133B2"/>
    <w:rsid w:val="0061393F"/>
    <w:rsid w:val="00613B90"/>
    <w:rsid w:val="00613D9F"/>
    <w:rsid w:val="00614673"/>
    <w:rsid w:val="006152AD"/>
    <w:rsid w:val="00615894"/>
    <w:rsid w:val="00615B18"/>
    <w:rsid w:val="00616266"/>
    <w:rsid w:val="00616309"/>
    <w:rsid w:val="006166E2"/>
    <w:rsid w:val="00616F69"/>
    <w:rsid w:val="0061724F"/>
    <w:rsid w:val="0061767F"/>
    <w:rsid w:val="006205BF"/>
    <w:rsid w:val="00621C5D"/>
    <w:rsid w:val="00622E1A"/>
    <w:rsid w:val="00622E33"/>
    <w:rsid w:val="00623AA9"/>
    <w:rsid w:val="00624B58"/>
    <w:rsid w:val="00624FE6"/>
    <w:rsid w:val="006254E3"/>
    <w:rsid w:val="00625516"/>
    <w:rsid w:val="006263BA"/>
    <w:rsid w:val="00626A2E"/>
    <w:rsid w:val="00632D53"/>
    <w:rsid w:val="00634A4B"/>
    <w:rsid w:val="006353E0"/>
    <w:rsid w:val="0063598F"/>
    <w:rsid w:val="00635BEF"/>
    <w:rsid w:val="00635D25"/>
    <w:rsid w:val="0063647C"/>
    <w:rsid w:val="006369C8"/>
    <w:rsid w:val="006377F9"/>
    <w:rsid w:val="00640676"/>
    <w:rsid w:val="00640F87"/>
    <w:rsid w:val="00640FE5"/>
    <w:rsid w:val="006410D3"/>
    <w:rsid w:val="0064227C"/>
    <w:rsid w:val="00642578"/>
    <w:rsid w:val="00642B9D"/>
    <w:rsid w:val="00642DC1"/>
    <w:rsid w:val="0064415D"/>
    <w:rsid w:val="0064433A"/>
    <w:rsid w:val="0064463D"/>
    <w:rsid w:val="00645451"/>
    <w:rsid w:val="00646A2B"/>
    <w:rsid w:val="00650047"/>
    <w:rsid w:val="0065079F"/>
    <w:rsid w:val="00650A1F"/>
    <w:rsid w:val="006513BF"/>
    <w:rsid w:val="00651ADC"/>
    <w:rsid w:val="00652B46"/>
    <w:rsid w:val="00652E07"/>
    <w:rsid w:val="00652E9B"/>
    <w:rsid w:val="00653506"/>
    <w:rsid w:val="00653523"/>
    <w:rsid w:val="006536FB"/>
    <w:rsid w:val="0065445B"/>
    <w:rsid w:val="00654943"/>
    <w:rsid w:val="00654DB6"/>
    <w:rsid w:val="0065611B"/>
    <w:rsid w:val="0065617F"/>
    <w:rsid w:val="00656BF8"/>
    <w:rsid w:val="006576E5"/>
    <w:rsid w:val="00657B65"/>
    <w:rsid w:val="00660017"/>
    <w:rsid w:val="00660074"/>
    <w:rsid w:val="00660937"/>
    <w:rsid w:val="006609BB"/>
    <w:rsid w:val="006609FA"/>
    <w:rsid w:val="00660A64"/>
    <w:rsid w:val="00660B3D"/>
    <w:rsid w:val="00660DAF"/>
    <w:rsid w:val="006628BA"/>
    <w:rsid w:val="00662EE9"/>
    <w:rsid w:val="00663743"/>
    <w:rsid w:val="00663CD6"/>
    <w:rsid w:val="006641CD"/>
    <w:rsid w:val="006642F1"/>
    <w:rsid w:val="00664674"/>
    <w:rsid w:val="006647A0"/>
    <w:rsid w:val="00665FFB"/>
    <w:rsid w:val="006660BC"/>
    <w:rsid w:val="0066729E"/>
    <w:rsid w:val="00670596"/>
    <w:rsid w:val="0067069D"/>
    <w:rsid w:val="00671121"/>
    <w:rsid w:val="0067140F"/>
    <w:rsid w:val="006716F8"/>
    <w:rsid w:val="00671E7E"/>
    <w:rsid w:val="00672942"/>
    <w:rsid w:val="00672A44"/>
    <w:rsid w:val="00673A1E"/>
    <w:rsid w:val="00674716"/>
    <w:rsid w:val="0067623F"/>
    <w:rsid w:val="00676A0E"/>
    <w:rsid w:val="00676E27"/>
    <w:rsid w:val="00677634"/>
    <w:rsid w:val="00680674"/>
    <w:rsid w:val="00680786"/>
    <w:rsid w:val="00680F03"/>
    <w:rsid w:val="00681068"/>
    <w:rsid w:val="00681208"/>
    <w:rsid w:val="00681AC9"/>
    <w:rsid w:val="00682858"/>
    <w:rsid w:val="00683832"/>
    <w:rsid w:val="006839B5"/>
    <w:rsid w:val="00684CCD"/>
    <w:rsid w:val="006865B4"/>
    <w:rsid w:val="00686A32"/>
    <w:rsid w:val="00686CD2"/>
    <w:rsid w:val="00687202"/>
    <w:rsid w:val="00687E23"/>
    <w:rsid w:val="0069061B"/>
    <w:rsid w:val="00690817"/>
    <w:rsid w:val="00691689"/>
    <w:rsid w:val="006917A1"/>
    <w:rsid w:val="00692432"/>
    <w:rsid w:val="00692511"/>
    <w:rsid w:val="00692779"/>
    <w:rsid w:val="00692B52"/>
    <w:rsid w:val="0069412C"/>
    <w:rsid w:val="00694B90"/>
    <w:rsid w:val="006954FD"/>
    <w:rsid w:val="0069601E"/>
    <w:rsid w:val="00696684"/>
    <w:rsid w:val="00696E0D"/>
    <w:rsid w:val="006A1C50"/>
    <w:rsid w:val="006A1E91"/>
    <w:rsid w:val="006A1F1D"/>
    <w:rsid w:val="006A203D"/>
    <w:rsid w:val="006A2641"/>
    <w:rsid w:val="006A2F79"/>
    <w:rsid w:val="006A3312"/>
    <w:rsid w:val="006A3BAD"/>
    <w:rsid w:val="006A4569"/>
    <w:rsid w:val="006A464F"/>
    <w:rsid w:val="006A493B"/>
    <w:rsid w:val="006A641F"/>
    <w:rsid w:val="006A6E99"/>
    <w:rsid w:val="006A7890"/>
    <w:rsid w:val="006B0294"/>
    <w:rsid w:val="006B06FB"/>
    <w:rsid w:val="006B2583"/>
    <w:rsid w:val="006B3595"/>
    <w:rsid w:val="006B38DA"/>
    <w:rsid w:val="006B3AE6"/>
    <w:rsid w:val="006B4195"/>
    <w:rsid w:val="006B4695"/>
    <w:rsid w:val="006B4A8B"/>
    <w:rsid w:val="006B5C12"/>
    <w:rsid w:val="006B5FAC"/>
    <w:rsid w:val="006B6002"/>
    <w:rsid w:val="006B6CA3"/>
    <w:rsid w:val="006B6FE4"/>
    <w:rsid w:val="006C0603"/>
    <w:rsid w:val="006C120A"/>
    <w:rsid w:val="006C15D9"/>
    <w:rsid w:val="006C1EA9"/>
    <w:rsid w:val="006C2086"/>
    <w:rsid w:val="006C20AD"/>
    <w:rsid w:val="006C21A0"/>
    <w:rsid w:val="006C25DF"/>
    <w:rsid w:val="006C2999"/>
    <w:rsid w:val="006C2A81"/>
    <w:rsid w:val="006C4540"/>
    <w:rsid w:val="006C45C2"/>
    <w:rsid w:val="006C5729"/>
    <w:rsid w:val="006C5ED3"/>
    <w:rsid w:val="006C5F56"/>
    <w:rsid w:val="006C6835"/>
    <w:rsid w:val="006C6848"/>
    <w:rsid w:val="006D23B5"/>
    <w:rsid w:val="006D2BF4"/>
    <w:rsid w:val="006D3B28"/>
    <w:rsid w:val="006D45A4"/>
    <w:rsid w:val="006D4FFE"/>
    <w:rsid w:val="006D5558"/>
    <w:rsid w:val="006D5F63"/>
    <w:rsid w:val="006D6FBB"/>
    <w:rsid w:val="006D760C"/>
    <w:rsid w:val="006D7622"/>
    <w:rsid w:val="006D7D87"/>
    <w:rsid w:val="006D7E8D"/>
    <w:rsid w:val="006E024D"/>
    <w:rsid w:val="006E0958"/>
    <w:rsid w:val="006E16E4"/>
    <w:rsid w:val="006E1D02"/>
    <w:rsid w:val="006E2712"/>
    <w:rsid w:val="006E2B57"/>
    <w:rsid w:val="006E33C9"/>
    <w:rsid w:val="006E3851"/>
    <w:rsid w:val="006E4010"/>
    <w:rsid w:val="006E422C"/>
    <w:rsid w:val="006E4BB4"/>
    <w:rsid w:val="006E5FB0"/>
    <w:rsid w:val="006E6051"/>
    <w:rsid w:val="006E6BE9"/>
    <w:rsid w:val="006E74A3"/>
    <w:rsid w:val="006E77E8"/>
    <w:rsid w:val="006F0455"/>
    <w:rsid w:val="006F0B46"/>
    <w:rsid w:val="006F0CF4"/>
    <w:rsid w:val="006F1315"/>
    <w:rsid w:val="006F136D"/>
    <w:rsid w:val="006F293B"/>
    <w:rsid w:val="006F3915"/>
    <w:rsid w:val="006F3CEC"/>
    <w:rsid w:val="006F46D3"/>
    <w:rsid w:val="006F502D"/>
    <w:rsid w:val="006F567B"/>
    <w:rsid w:val="006F584C"/>
    <w:rsid w:val="006F5910"/>
    <w:rsid w:val="006F5E9C"/>
    <w:rsid w:val="006F5F05"/>
    <w:rsid w:val="006F7F94"/>
    <w:rsid w:val="007004B1"/>
    <w:rsid w:val="007006DD"/>
    <w:rsid w:val="00700734"/>
    <w:rsid w:val="00700896"/>
    <w:rsid w:val="00700E98"/>
    <w:rsid w:val="00701C8E"/>
    <w:rsid w:val="007020D5"/>
    <w:rsid w:val="0070232A"/>
    <w:rsid w:val="00702893"/>
    <w:rsid w:val="00703E15"/>
    <w:rsid w:val="00703F13"/>
    <w:rsid w:val="00704040"/>
    <w:rsid w:val="007043DD"/>
    <w:rsid w:val="00704707"/>
    <w:rsid w:val="00704B4F"/>
    <w:rsid w:val="00704E07"/>
    <w:rsid w:val="00705481"/>
    <w:rsid w:val="00705745"/>
    <w:rsid w:val="00706162"/>
    <w:rsid w:val="007064F4"/>
    <w:rsid w:val="007068F7"/>
    <w:rsid w:val="00706C30"/>
    <w:rsid w:val="00707172"/>
    <w:rsid w:val="007074F3"/>
    <w:rsid w:val="00711468"/>
    <w:rsid w:val="00712777"/>
    <w:rsid w:val="00713147"/>
    <w:rsid w:val="0071319C"/>
    <w:rsid w:val="00714158"/>
    <w:rsid w:val="0071436E"/>
    <w:rsid w:val="0071470C"/>
    <w:rsid w:val="00714863"/>
    <w:rsid w:val="00714D35"/>
    <w:rsid w:val="00715195"/>
    <w:rsid w:val="007154C1"/>
    <w:rsid w:val="00715694"/>
    <w:rsid w:val="00715C3E"/>
    <w:rsid w:val="007160E9"/>
    <w:rsid w:val="00716E2B"/>
    <w:rsid w:val="00716E79"/>
    <w:rsid w:val="007179E5"/>
    <w:rsid w:val="00717FE0"/>
    <w:rsid w:val="007200D5"/>
    <w:rsid w:val="00720C0F"/>
    <w:rsid w:val="00721360"/>
    <w:rsid w:val="007219D0"/>
    <w:rsid w:val="00721A8F"/>
    <w:rsid w:val="00721F7C"/>
    <w:rsid w:val="00722A6C"/>
    <w:rsid w:val="00723203"/>
    <w:rsid w:val="0072395D"/>
    <w:rsid w:val="007240B9"/>
    <w:rsid w:val="00724309"/>
    <w:rsid w:val="007246BE"/>
    <w:rsid w:val="00726AD4"/>
    <w:rsid w:val="00726FD2"/>
    <w:rsid w:val="00727788"/>
    <w:rsid w:val="00727B2F"/>
    <w:rsid w:val="00730A8E"/>
    <w:rsid w:val="007310B0"/>
    <w:rsid w:val="00731F3C"/>
    <w:rsid w:val="007324D6"/>
    <w:rsid w:val="00732539"/>
    <w:rsid w:val="00732B82"/>
    <w:rsid w:val="007336C5"/>
    <w:rsid w:val="007336E7"/>
    <w:rsid w:val="007350CA"/>
    <w:rsid w:val="00735862"/>
    <w:rsid w:val="007365B2"/>
    <w:rsid w:val="007366E1"/>
    <w:rsid w:val="0073679A"/>
    <w:rsid w:val="00736CF6"/>
    <w:rsid w:val="00737523"/>
    <w:rsid w:val="00737921"/>
    <w:rsid w:val="00737FB2"/>
    <w:rsid w:val="007404F0"/>
    <w:rsid w:val="00740588"/>
    <w:rsid w:val="007406F0"/>
    <w:rsid w:val="00741C94"/>
    <w:rsid w:val="00742A1E"/>
    <w:rsid w:val="00743AC8"/>
    <w:rsid w:val="00743B7C"/>
    <w:rsid w:val="00743BE3"/>
    <w:rsid w:val="0074509C"/>
    <w:rsid w:val="007469D8"/>
    <w:rsid w:val="00746E86"/>
    <w:rsid w:val="007479CC"/>
    <w:rsid w:val="00747E22"/>
    <w:rsid w:val="00747F05"/>
    <w:rsid w:val="00750055"/>
    <w:rsid w:val="007502BF"/>
    <w:rsid w:val="0075040F"/>
    <w:rsid w:val="00750B92"/>
    <w:rsid w:val="007510AD"/>
    <w:rsid w:val="007538D0"/>
    <w:rsid w:val="00754FC0"/>
    <w:rsid w:val="007565DA"/>
    <w:rsid w:val="00756A34"/>
    <w:rsid w:val="00756F9F"/>
    <w:rsid w:val="007573FC"/>
    <w:rsid w:val="00757882"/>
    <w:rsid w:val="007579D8"/>
    <w:rsid w:val="00757A52"/>
    <w:rsid w:val="007609D2"/>
    <w:rsid w:val="00760A0B"/>
    <w:rsid w:val="00762412"/>
    <w:rsid w:val="007625F3"/>
    <w:rsid w:val="007636F5"/>
    <w:rsid w:val="0076451E"/>
    <w:rsid w:val="00765356"/>
    <w:rsid w:val="00765B20"/>
    <w:rsid w:val="00765E0D"/>
    <w:rsid w:val="00766C1D"/>
    <w:rsid w:val="00766C42"/>
    <w:rsid w:val="00766DF8"/>
    <w:rsid w:val="00767C4F"/>
    <w:rsid w:val="0077078F"/>
    <w:rsid w:val="00770C9C"/>
    <w:rsid w:val="00771E2D"/>
    <w:rsid w:val="007727DD"/>
    <w:rsid w:val="007729CE"/>
    <w:rsid w:val="007733BC"/>
    <w:rsid w:val="00773692"/>
    <w:rsid w:val="007750BF"/>
    <w:rsid w:val="00775335"/>
    <w:rsid w:val="007754E9"/>
    <w:rsid w:val="007757F6"/>
    <w:rsid w:val="007762B3"/>
    <w:rsid w:val="0077642C"/>
    <w:rsid w:val="00777213"/>
    <w:rsid w:val="0078032D"/>
    <w:rsid w:val="007804F0"/>
    <w:rsid w:val="00780FCB"/>
    <w:rsid w:val="007810F0"/>
    <w:rsid w:val="0078192D"/>
    <w:rsid w:val="00781E53"/>
    <w:rsid w:val="00782660"/>
    <w:rsid w:val="0078305B"/>
    <w:rsid w:val="007853B8"/>
    <w:rsid w:val="007857F6"/>
    <w:rsid w:val="00786723"/>
    <w:rsid w:val="00786BD3"/>
    <w:rsid w:val="00786EDE"/>
    <w:rsid w:val="007871CA"/>
    <w:rsid w:val="0079166E"/>
    <w:rsid w:val="00791E8E"/>
    <w:rsid w:val="0079208E"/>
    <w:rsid w:val="007923F3"/>
    <w:rsid w:val="00792A45"/>
    <w:rsid w:val="0079346B"/>
    <w:rsid w:val="007938E6"/>
    <w:rsid w:val="00793ADE"/>
    <w:rsid w:val="00793B1E"/>
    <w:rsid w:val="00794506"/>
    <w:rsid w:val="007955C4"/>
    <w:rsid w:val="0079661D"/>
    <w:rsid w:val="00796DA9"/>
    <w:rsid w:val="00796F57"/>
    <w:rsid w:val="007A08AF"/>
    <w:rsid w:val="007A0BDB"/>
    <w:rsid w:val="007A11FC"/>
    <w:rsid w:val="007A15D7"/>
    <w:rsid w:val="007A1880"/>
    <w:rsid w:val="007A1914"/>
    <w:rsid w:val="007A2242"/>
    <w:rsid w:val="007A2514"/>
    <w:rsid w:val="007A33A0"/>
    <w:rsid w:val="007A3517"/>
    <w:rsid w:val="007A3A14"/>
    <w:rsid w:val="007A4F55"/>
    <w:rsid w:val="007A50E2"/>
    <w:rsid w:val="007A5156"/>
    <w:rsid w:val="007A5376"/>
    <w:rsid w:val="007A606E"/>
    <w:rsid w:val="007A6435"/>
    <w:rsid w:val="007A6993"/>
    <w:rsid w:val="007A7947"/>
    <w:rsid w:val="007A79E9"/>
    <w:rsid w:val="007A7B09"/>
    <w:rsid w:val="007A7B4B"/>
    <w:rsid w:val="007B1CEE"/>
    <w:rsid w:val="007B3595"/>
    <w:rsid w:val="007B3BAC"/>
    <w:rsid w:val="007B41D6"/>
    <w:rsid w:val="007B471D"/>
    <w:rsid w:val="007B4DFC"/>
    <w:rsid w:val="007B56CD"/>
    <w:rsid w:val="007B5729"/>
    <w:rsid w:val="007B5EE6"/>
    <w:rsid w:val="007B6A55"/>
    <w:rsid w:val="007B725C"/>
    <w:rsid w:val="007C0019"/>
    <w:rsid w:val="007C0048"/>
    <w:rsid w:val="007C0CBA"/>
    <w:rsid w:val="007C124E"/>
    <w:rsid w:val="007C13FF"/>
    <w:rsid w:val="007C1ECE"/>
    <w:rsid w:val="007C2214"/>
    <w:rsid w:val="007C28A4"/>
    <w:rsid w:val="007C2ADE"/>
    <w:rsid w:val="007C30E6"/>
    <w:rsid w:val="007C34AB"/>
    <w:rsid w:val="007C3787"/>
    <w:rsid w:val="007C45F6"/>
    <w:rsid w:val="007C5AD0"/>
    <w:rsid w:val="007C5EA0"/>
    <w:rsid w:val="007C6021"/>
    <w:rsid w:val="007C609D"/>
    <w:rsid w:val="007C6D68"/>
    <w:rsid w:val="007C77C9"/>
    <w:rsid w:val="007D246E"/>
    <w:rsid w:val="007D2DFC"/>
    <w:rsid w:val="007D3282"/>
    <w:rsid w:val="007D3792"/>
    <w:rsid w:val="007D3944"/>
    <w:rsid w:val="007D3F76"/>
    <w:rsid w:val="007D42BC"/>
    <w:rsid w:val="007D42EF"/>
    <w:rsid w:val="007D5944"/>
    <w:rsid w:val="007D6BB9"/>
    <w:rsid w:val="007D79DE"/>
    <w:rsid w:val="007D7AE3"/>
    <w:rsid w:val="007E00E7"/>
    <w:rsid w:val="007E01C0"/>
    <w:rsid w:val="007E07E3"/>
    <w:rsid w:val="007E0B77"/>
    <w:rsid w:val="007E17B6"/>
    <w:rsid w:val="007E1AC6"/>
    <w:rsid w:val="007E1FF8"/>
    <w:rsid w:val="007E246D"/>
    <w:rsid w:val="007E308B"/>
    <w:rsid w:val="007E330E"/>
    <w:rsid w:val="007E382A"/>
    <w:rsid w:val="007E3BC0"/>
    <w:rsid w:val="007E3E3F"/>
    <w:rsid w:val="007E3FD6"/>
    <w:rsid w:val="007E46AC"/>
    <w:rsid w:val="007E49F1"/>
    <w:rsid w:val="007E56FC"/>
    <w:rsid w:val="007E5A98"/>
    <w:rsid w:val="007E5DEA"/>
    <w:rsid w:val="007E6BD1"/>
    <w:rsid w:val="007E6E09"/>
    <w:rsid w:val="007F0DA1"/>
    <w:rsid w:val="007F1442"/>
    <w:rsid w:val="007F1C5B"/>
    <w:rsid w:val="007F1EA8"/>
    <w:rsid w:val="007F27A6"/>
    <w:rsid w:val="007F3FF2"/>
    <w:rsid w:val="007F4DBC"/>
    <w:rsid w:val="007F57BA"/>
    <w:rsid w:val="007F5A2B"/>
    <w:rsid w:val="007F5C4F"/>
    <w:rsid w:val="007F5DF4"/>
    <w:rsid w:val="007F617C"/>
    <w:rsid w:val="007F6B0A"/>
    <w:rsid w:val="007F6F46"/>
    <w:rsid w:val="007F7224"/>
    <w:rsid w:val="007F7994"/>
    <w:rsid w:val="00800A57"/>
    <w:rsid w:val="00800B6A"/>
    <w:rsid w:val="00800BB6"/>
    <w:rsid w:val="00800E36"/>
    <w:rsid w:val="008012CF"/>
    <w:rsid w:val="0080158B"/>
    <w:rsid w:val="00801AB7"/>
    <w:rsid w:val="00801B31"/>
    <w:rsid w:val="0080217E"/>
    <w:rsid w:val="0080397B"/>
    <w:rsid w:val="00803BBC"/>
    <w:rsid w:val="00803EDE"/>
    <w:rsid w:val="00803FCE"/>
    <w:rsid w:val="0080442C"/>
    <w:rsid w:val="0080447D"/>
    <w:rsid w:val="008048BE"/>
    <w:rsid w:val="00804900"/>
    <w:rsid w:val="00804A38"/>
    <w:rsid w:val="0080574B"/>
    <w:rsid w:val="0080593E"/>
    <w:rsid w:val="0080636D"/>
    <w:rsid w:val="0081078A"/>
    <w:rsid w:val="008108A3"/>
    <w:rsid w:val="00810CC8"/>
    <w:rsid w:val="00810EFC"/>
    <w:rsid w:val="00811AB8"/>
    <w:rsid w:val="00812D9F"/>
    <w:rsid w:val="00813108"/>
    <w:rsid w:val="00813209"/>
    <w:rsid w:val="00813ABA"/>
    <w:rsid w:val="00813B3F"/>
    <w:rsid w:val="00813EFA"/>
    <w:rsid w:val="008159A0"/>
    <w:rsid w:val="00815CF7"/>
    <w:rsid w:val="008161A8"/>
    <w:rsid w:val="00816379"/>
    <w:rsid w:val="00816549"/>
    <w:rsid w:val="0081655D"/>
    <w:rsid w:val="00816687"/>
    <w:rsid w:val="00816939"/>
    <w:rsid w:val="00816FFF"/>
    <w:rsid w:val="00817FAF"/>
    <w:rsid w:val="00820C4E"/>
    <w:rsid w:val="00821762"/>
    <w:rsid w:val="00822F01"/>
    <w:rsid w:val="00823100"/>
    <w:rsid w:val="00824A4C"/>
    <w:rsid w:val="0082504F"/>
    <w:rsid w:val="00826881"/>
    <w:rsid w:val="00826E62"/>
    <w:rsid w:val="008303F0"/>
    <w:rsid w:val="008313FA"/>
    <w:rsid w:val="008320EA"/>
    <w:rsid w:val="00832B96"/>
    <w:rsid w:val="008359ED"/>
    <w:rsid w:val="00835C03"/>
    <w:rsid w:val="00836481"/>
    <w:rsid w:val="0083708F"/>
    <w:rsid w:val="00840AB8"/>
    <w:rsid w:val="00840EFB"/>
    <w:rsid w:val="008421EE"/>
    <w:rsid w:val="00843159"/>
    <w:rsid w:val="00843196"/>
    <w:rsid w:val="00845013"/>
    <w:rsid w:val="00845C4B"/>
    <w:rsid w:val="00846110"/>
    <w:rsid w:val="00846BEB"/>
    <w:rsid w:val="00847001"/>
    <w:rsid w:val="0084781A"/>
    <w:rsid w:val="0084781F"/>
    <w:rsid w:val="00847832"/>
    <w:rsid w:val="00847AC6"/>
    <w:rsid w:val="0085166A"/>
    <w:rsid w:val="00851B99"/>
    <w:rsid w:val="00852781"/>
    <w:rsid w:val="00852B0C"/>
    <w:rsid w:val="00853002"/>
    <w:rsid w:val="00853826"/>
    <w:rsid w:val="00855025"/>
    <w:rsid w:val="008552AA"/>
    <w:rsid w:val="008556E1"/>
    <w:rsid w:val="00855F63"/>
    <w:rsid w:val="00856415"/>
    <w:rsid w:val="00857088"/>
    <w:rsid w:val="008574E9"/>
    <w:rsid w:val="008601FE"/>
    <w:rsid w:val="008607F1"/>
    <w:rsid w:val="00861B29"/>
    <w:rsid w:val="00862158"/>
    <w:rsid w:val="0086233A"/>
    <w:rsid w:val="00862453"/>
    <w:rsid w:val="00862B2A"/>
    <w:rsid w:val="008630A1"/>
    <w:rsid w:val="00863985"/>
    <w:rsid w:val="008643E9"/>
    <w:rsid w:val="008645FC"/>
    <w:rsid w:val="00864EF6"/>
    <w:rsid w:val="008658BD"/>
    <w:rsid w:val="0086632A"/>
    <w:rsid w:val="008668E7"/>
    <w:rsid w:val="0086720A"/>
    <w:rsid w:val="00867512"/>
    <w:rsid w:val="0086791F"/>
    <w:rsid w:val="00870128"/>
    <w:rsid w:val="00870134"/>
    <w:rsid w:val="008705B6"/>
    <w:rsid w:val="00871094"/>
    <w:rsid w:val="00871B49"/>
    <w:rsid w:val="0087221E"/>
    <w:rsid w:val="008722B1"/>
    <w:rsid w:val="00872368"/>
    <w:rsid w:val="00872D94"/>
    <w:rsid w:val="00872E87"/>
    <w:rsid w:val="0087358C"/>
    <w:rsid w:val="00873E49"/>
    <w:rsid w:val="00874316"/>
    <w:rsid w:val="00874B27"/>
    <w:rsid w:val="008751ED"/>
    <w:rsid w:val="008755BC"/>
    <w:rsid w:val="00875B99"/>
    <w:rsid w:val="00875D9D"/>
    <w:rsid w:val="0087607D"/>
    <w:rsid w:val="0087647B"/>
    <w:rsid w:val="00876CB7"/>
    <w:rsid w:val="008770CE"/>
    <w:rsid w:val="0087716A"/>
    <w:rsid w:val="00877AEB"/>
    <w:rsid w:val="00880D48"/>
    <w:rsid w:val="008811A5"/>
    <w:rsid w:val="00881393"/>
    <w:rsid w:val="0088148C"/>
    <w:rsid w:val="0088156D"/>
    <w:rsid w:val="00881585"/>
    <w:rsid w:val="0088185A"/>
    <w:rsid w:val="00885568"/>
    <w:rsid w:val="00885DA6"/>
    <w:rsid w:val="00885FB1"/>
    <w:rsid w:val="0088733A"/>
    <w:rsid w:val="008875A9"/>
    <w:rsid w:val="00887DEC"/>
    <w:rsid w:val="00887FCD"/>
    <w:rsid w:val="008902BA"/>
    <w:rsid w:val="0089069D"/>
    <w:rsid w:val="0089090B"/>
    <w:rsid w:val="00890AA7"/>
    <w:rsid w:val="00890BFE"/>
    <w:rsid w:val="00890C32"/>
    <w:rsid w:val="00890C58"/>
    <w:rsid w:val="00891460"/>
    <w:rsid w:val="00893480"/>
    <w:rsid w:val="00893502"/>
    <w:rsid w:val="00893B98"/>
    <w:rsid w:val="00894F2C"/>
    <w:rsid w:val="00895B44"/>
    <w:rsid w:val="008965B1"/>
    <w:rsid w:val="00896D2F"/>
    <w:rsid w:val="00897E91"/>
    <w:rsid w:val="008A013D"/>
    <w:rsid w:val="008A0903"/>
    <w:rsid w:val="008A10E8"/>
    <w:rsid w:val="008A14D4"/>
    <w:rsid w:val="008A1B5D"/>
    <w:rsid w:val="008A239E"/>
    <w:rsid w:val="008A301B"/>
    <w:rsid w:val="008A3427"/>
    <w:rsid w:val="008A41E9"/>
    <w:rsid w:val="008A4B0D"/>
    <w:rsid w:val="008A4BF8"/>
    <w:rsid w:val="008A5C74"/>
    <w:rsid w:val="008A5FB1"/>
    <w:rsid w:val="008A73C7"/>
    <w:rsid w:val="008A73F7"/>
    <w:rsid w:val="008A7757"/>
    <w:rsid w:val="008A7C03"/>
    <w:rsid w:val="008B00EF"/>
    <w:rsid w:val="008B17BD"/>
    <w:rsid w:val="008B1822"/>
    <w:rsid w:val="008B1C58"/>
    <w:rsid w:val="008B2159"/>
    <w:rsid w:val="008B233A"/>
    <w:rsid w:val="008B2A92"/>
    <w:rsid w:val="008B31DC"/>
    <w:rsid w:val="008B3C0B"/>
    <w:rsid w:val="008B3D8C"/>
    <w:rsid w:val="008B50BE"/>
    <w:rsid w:val="008B59D4"/>
    <w:rsid w:val="008B5A61"/>
    <w:rsid w:val="008B67AA"/>
    <w:rsid w:val="008B6893"/>
    <w:rsid w:val="008B6DE4"/>
    <w:rsid w:val="008B710D"/>
    <w:rsid w:val="008B7127"/>
    <w:rsid w:val="008B76AD"/>
    <w:rsid w:val="008B7D3F"/>
    <w:rsid w:val="008C034A"/>
    <w:rsid w:val="008C0F51"/>
    <w:rsid w:val="008C1BDE"/>
    <w:rsid w:val="008C1FF8"/>
    <w:rsid w:val="008C272C"/>
    <w:rsid w:val="008C3BF7"/>
    <w:rsid w:val="008C40C8"/>
    <w:rsid w:val="008C51E8"/>
    <w:rsid w:val="008C580B"/>
    <w:rsid w:val="008C6036"/>
    <w:rsid w:val="008C62DF"/>
    <w:rsid w:val="008C73D0"/>
    <w:rsid w:val="008C7455"/>
    <w:rsid w:val="008C7DA1"/>
    <w:rsid w:val="008D0524"/>
    <w:rsid w:val="008D0745"/>
    <w:rsid w:val="008D0CEF"/>
    <w:rsid w:val="008D0EA5"/>
    <w:rsid w:val="008D0F40"/>
    <w:rsid w:val="008D13D4"/>
    <w:rsid w:val="008D24BF"/>
    <w:rsid w:val="008D31B3"/>
    <w:rsid w:val="008D3402"/>
    <w:rsid w:val="008D3439"/>
    <w:rsid w:val="008D3736"/>
    <w:rsid w:val="008D4E8F"/>
    <w:rsid w:val="008D51FB"/>
    <w:rsid w:val="008D5747"/>
    <w:rsid w:val="008D57ED"/>
    <w:rsid w:val="008D5FA0"/>
    <w:rsid w:val="008D67A6"/>
    <w:rsid w:val="008D740B"/>
    <w:rsid w:val="008D7487"/>
    <w:rsid w:val="008E011A"/>
    <w:rsid w:val="008E0AC1"/>
    <w:rsid w:val="008E0BFA"/>
    <w:rsid w:val="008E1179"/>
    <w:rsid w:val="008E1260"/>
    <w:rsid w:val="008E28F1"/>
    <w:rsid w:val="008E35FD"/>
    <w:rsid w:val="008E5119"/>
    <w:rsid w:val="008E52D5"/>
    <w:rsid w:val="008E59E0"/>
    <w:rsid w:val="008E5D49"/>
    <w:rsid w:val="008E7304"/>
    <w:rsid w:val="008F0915"/>
    <w:rsid w:val="008F0B1D"/>
    <w:rsid w:val="008F1344"/>
    <w:rsid w:val="008F2294"/>
    <w:rsid w:val="008F2F43"/>
    <w:rsid w:val="008F30F8"/>
    <w:rsid w:val="008F31A7"/>
    <w:rsid w:val="008F3BB5"/>
    <w:rsid w:val="008F4EC5"/>
    <w:rsid w:val="008F508C"/>
    <w:rsid w:val="008F50C9"/>
    <w:rsid w:val="008F55D0"/>
    <w:rsid w:val="008F66A7"/>
    <w:rsid w:val="008F75C5"/>
    <w:rsid w:val="008F7642"/>
    <w:rsid w:val="008F7ACA"/>
    <w:rsid w:val="00900599"/>
    <w:rsid w:val="00900B5A"/>
    <w:rsid w:val="00901118"/>
    <w:rsid w:val="00901419"/>
    <w:rsid w:val="00903195"/>
    <w:rsid w:val="00903318"/>
    <w:rsid w:val="009039F2"/>
    <w:rsid w:val="00903EE9"/>
    <w:rsid w:val="00904466"/>
    <w:rsid w:val="00904E53"/>
    <w:rsid w:val="009052E9"/>
    <w:rsid w:val="0090540B"/>
    <w:rsid w:val="0090692B"/>
    <w:rsid w:val="00907693"/>
    <w:rsid w:val="00907E38"/>
    <w:rsid w:val="0091088F"/>
    <w:rsid w:val="0091276E"/>
    <w:rsid w:val="009136DD"/>
    <w:rsid w:val="009150B8"/>
    <w:rsid w:val="009151FB"/>
    <w:rsid w:val="00915919"/>
    <w:rsid w:val="00915C09"/>
    <w:rsid w:val="009173E3"/>
    <w:rsid w:val="0092007D"/>
    <w:rsid w:val="00920B43"/>
    <w:rsid w:val="009216EC"/>
    <w:rsid w:val="0092190D"/>
    <w:rsid w:val="00921AA7"/>
    <w:rsid w:val="00922788"/>
    <w:rsid w:val="00922DAE"/>
    <w:rsid w:val="00923B43"/>
    <w:rsid w:val="00924260"/>
    <w:rsid w:val="00924579"/>
    <w:rsid w:val="00925C94"/>
    <w:rsid w:val="00927AFD"/>
    <w:rsid w:val="00927E5D"/>
    <w:rsid w:val="009301E5"/>
    <w:rsid w:val="00930259"/>
    <w:rsid w:val="00930442"/>
    <w:rsid w:val="009305BE"/>
    <w:rsid w:val="00930639"/>
    <w:rsid w:val="009307CB"/>
    <w:rsid w:val="009307FB"/>
    <w:rsid w:val="00930E1A"/>
    <w:rsid w:val="00931FB4"/>
    <w:rsid w:val="00932B75"/>
    <w:rsid w:val="00933CB6"/>
    <w:rsid w:val="009340C8"/>
    <w:rsid w:val="0093472B"/>
    <w:rsid w:val="009347B3"/>
    <w:rsid w:val="00934A47"/>
    <w:rsid w:val="00934B24"/>
    <w:rsid w:val="00936145"/>
    <w:rsid w:val="00936340"/>
    <w:rsid w:val="00936A43"/>
    <w:rsid w:val="00936AD9"/>
    <w:rsid w:val="009374E9"/>
    <w:rsid w:val="009375E6"/>
    <w:rsid w:val="009378A0"/>
    <w:rsid w:val="00940541"/>
    <w:rsid w:val="00940777"/>
    <w:rsid w:val="009415FE"/>
    <w:rsid w:val="00941D81"/>
    <w:rsid w:val="00942A4A"/>
    <w:rsid w:val="00943770"/>
    <w:rsid w:val="00943DE7"/>
    <w:rsid w:val="009440BE"/>
    <w:rsid w:val="009445BD"/>
    <w:rsid w:val="009449B6"/>
    <w:rsid w:val="00945DFC"/>
    <w:rsid w:val="00945F3F"/>
    <w:rsid w:val="00946544"/>
    <w:rsid w:val="0094698A"/>
    <w:rsid w:val="009469D9"/>
    <w:rsid w:val="009474B2"/>
    <w:rsid w:val="00950A55"/>
    <w:rsid w:val="009510FC"/>
    <w:rsid w:val="009512D6"/>
    <w:rsid w:val="00951670"/>
    <w:rsid w:val="009517E2"/>
    <w:rsid w:val="00951C9B"/>
    <w:rsid w:val="0095247B"/>
    <w:rsid w:val="00952493"/>
    <w:rsid w:val="009526BB"/>
    <w:rsid w:val="00953310"/>
    <w:rsid w:val="009534BE"/>
    <w:rsid w:val="00953898"/>
    <w:rsid w:val="00954617"/>
    <w:rsid w:val="00954679"/>
    <w:rsid w:val="00954EC6"/>
    <w:rsid w:val="0095553C"/>
    <w:rsid w:val="009557B9"/>
    <w:rsid w:val="00956601"/>
    <w:rsid w:val="009573AB"/>
    <w:rsid w:val="00957F95"/>
    <w:rsid w:val="00960B63"/>
    <w:rsid w:val="00960DAE"/>
    <w:rsid w:val="00961248"/>
    <w:rsid w:val="00961395"/>
    <w:rsid w:val="00961AAB"/>
    <w:rsid w:val="00961BA8"/>
    <w:rsid w:val="00961C41"/>
    <w:rsid w:val="00962B1D"/>
    <w:rsid w:val="00963103"/>
    <w:rsid w:val="00963817"/>
    <w:rsid w:val="00963A4E"/>
    <w:rsid w:val="0096441B"/>
    <w:rsid w:val="00964812"/>
    <w:rsid w:val="00965225"/>
    <w:rsid w:val="009654DB"/>
    <w:rsid w:val="00965DC2"/>
    <w:rsid w:val="00965E3D"/>
    <w:rsid w:val="0096618A"/>
    <w:rsid w:val="00966749"/>
    <w:rsid w:val="00966DA5"/>
    <w:rsid w:val="0097039F"/>
    <w:rsid w:val="009704A8"/>
    <w:rsid w:val="00970BFF"/>
    <w:rsid w:val="009716E4"/>
    <w:rsid w:val="009719C3"/>
    <w:rsid w:val="0097219F"/>
    <w:rsid w:val="009730C1"/>
    <w:rsid w:val="009737F1"/>
    <w:rsid w:val="009738D2"/>
    <w:rsid w:val="00974790"/>
    <w:rsid w:val="009751E5"/>
    <w:rsid w:val="0097527E"/>
    <w:rsid w:val="009760A3"/>
    <w:rsid w:val="0097682A"/>
    <w:rsid w:val="0097698C"/>
    <w:rsid w:val="0097717F"/>
    <w:rsid w:val="0097723B"/>
    <w:rsid w:val="00977CA3"/>
    <w:rsid w:val="00977E6F"/>
    <w:rsid w:val="00981CD0"/>
    <w:rsid w:val="009826CB"/>
    <w:rsid w:val="009827C9"/>
    <w:rsid w:val="00982F91"/>
    <w:rsid w:val="00983AC5"/>
    <w:rsid w:val="00985836"/>
    <w:rsid w:val="00985910"/>
    <w:rsid w:val="00985EB2"/>
    <w:rsid w:val="00987377"/>
    <w:rsid w:val="00990ECC"/>
    <w:rsid w:val="00991F31"/>
    <w:rsid w:val="009928F8"/>
    <w:rsid w:val="00992C3A"/>
    <w:rsid w:val="009932B9"/>
    <w:rsid w:val="00994287"/>
    <w:rsid w:val="009942A1"/>
    <w:rsid w:val="00994364"/>
    <w:rsid w:val="009959B6"/>
    <w:rsid w:val="00995AF3"/>
    <w:rsid w:val="009963B1"/>
    <w:rsid w:val="00996AB5"/>
    <w:rsid w:val="00997588"/>
    <w:rsid w:val="00997D48"/>
    <w:rsid w:val="00997FAD"/>
    <w:rsid w:val="009A00B7"/>
    <w:rsid w:val="009A0293"/>
    <w:rsid w:val="009A0329"/>
    <w:rsid w:val="009A051A"/>
    <w:rsid w:val="009A14DC"/>
    <w:rsid w:val="009A1FBF"/>
    <w:rsid w:val="009A201F"/>
    <w:rsid w:val="009A2BAF"/>
    <w:rsid w:val="009A435D"/>
    <w:rsid w:val="009A4D1D"/>
    <w:rsid w:val="009A553E"/>
    <w:rsid w:val="009A55DA"/>
    <w:rsid w:val="009A5EF1"/>
    <w:rsid w:val="009A611F"/>
    <w:rsid w:val="009A620F"/>
    <w:rsid w:val="009A6EB9"/>
    <w:rsid w:val="009B06F5"/>
    <w:rsid w:val="009B0DA5"/>
    <w:rsid w:val="009B0FE7"/>
    <w:rsid w:val="009B23D5"/>
    <w:rsid w:val="009B2C08"/>
    <w:rsid w:val="009B2FC5"/>
    <w:rsid w:val="009B3BE6"/>
    <w:rsid w:val="009B4797"/>
    <w:rsid w:val="009B4EA6"/>
    <w:rsid w:val="009B51F2"/>
    <w:rsid w:val="009B60BE"/>
    <w:rsid w:val="009B6FFC"/>
    <w:rsid w:val="009C08E9"/>
    <w:rsid w:val="009C0B34"/>
    <w:rsid w:val="009C14F7"/>
    <w:rsid w:val="009C1BEA"/>
    <w:rsid w:val="009C2085"/>
    <w:rsid w:val="009C20EC"/>
    <w:rsid w:val="009C2890"/>
    <w:rsid w:val="009C2ED9"/>
    <w:rsid w:val="009C332F"/>
    <w:rsid w:val="009C484B"/>
    <w:rsid w:val="009C514C"/>
    <w:rsid w:val="009C602B"/>
    <w:rsid w:val="009C613E"/>
    <w:rsid w:val="009C634A"/>
    <w:rsid w:val="009C6434"/>
    <w:rsid w:val="009C6496"/>
    <w:rsid w:val="009C67F5"/>
    <w:rsid w:val="009C6F68"/>
    <w:rsid w:val="009C764D"/>
    <w:rsid w:val="009C76A8"/>
    <w:rsid w:val="009C7763"/>
    <w:rsid w:val="009D008F"/>
    <w:rsid w:val="009D07B2"/>
    <w:rsid w:val="009D13F8"/>
    <w:rsid w:val="009D17D5"/>
    <w:rsid w:val="009D3142"/>
    <w:rsid w:val="009D3149"/>
    <w:rsid w:val="009D315A"/>
    <w:rsid w:val="009D3D28"/>
    <w:rsid w:val="009D3D63"/>
    <w:rsid w:val="009D4BD5"/>
    <w:rsid w:val="009D5264"/>
    <w:rsid w:val="009D57CA"/>
    <w:rsid w:val="009D5FC6"/>
    <w:rsid w:val="009D70BD"/>
    <w:rsid w:val="009E01C3"/>
    <w:rsid w:val="009E03F7"/>
    <w:rsid w:val="009E0F4A"/>
    <w:rsid w:val="009E129B"/>
    <w:rsid w:val="009E2BF7"/>
    <w:rsid w:val="009E2FFF"/>
    <w:rsid w:val="009E30D7"/>
    <w:rsid w:val="009E3698"/>
    <w:rsid w:val="009E37C6"/>
    <w:rsid w:val="009E37CE"/>
    <w:rsid w:val="009E39ED"/>
    <w:rsid w:val="009E4348"/>
    <w:rsid w:val="009E45F7"/>
    <w:rsid w:val="009E4EFB"/>
    <w:rsid w:val="009E605E"/>
    <w:rsid w:val="009E7743"/>
    <w:rsid w:val="009F03D9"/>
    <w:rsid w:val="009F179D"/>
    <w:rsid w:val="009F193C"/>
    <w:rsid w:val="009F1A99"/>
    <w:rsid w:val="009F1FD2"/>
    <w:rsid w:val="009F298A"/>
    <w:rsid w:val="009F2A0F"/>
    <w:rsid w:val="009F32F4"/>
    <w:rsid w:val="009F464A"/>
    <w:rsid w:val="009F5459"/>
    <w:rsid w:val="009F5D17"/>
    <w:rsid w:val="009F62D9"/>
    <w:rsid w:val="009F6662"/>
    <w:rsid w:val="009F6846"/>
    <w:rsid w:val="009F693B"/>
    <w:rsid w:val="009F6F59"/>
    <w:rsid w:val="009F7930"/>
    <w:rsid w:val="009F7BB0"/>
    <w:rsid w:val="00A00403"/>
    <w:rsid w:val="00A00EF4"/>
    <w:rsid w:val="00A02AC7"/>
    <w:rsid w:val="00A02F3A"/>
    <w:rsid w:val="00A03564"/>
    <w:rsid w:val="00A036E8"/>
    <w:rsid w:val="00A03FFE"/>
    <w:rsid w:val="00A052E4"/>
    <w:rsid w:val="00A05AAB"/>
    <w:rsid w:val="00A05C69"/>
    <w:rsid w:val="00A06751"/>
    <w:rsid w:val="00A071C1"/>
    <w:rsid w:val="00A07243"/>
    <w:rsid w:val="00A073A0"/>
    <w:rsid w:val="00A078C2"/>
    <w:rsid w:val="00A103DC"/>
    <w:rsid w:val="00A104DB"/>
    <w:rsid w:val="00A1051E"/>
    <w:rsid w:val="00A106B8"/>
    <w:rsid w:val="00A115FB"/>
    <w:rsid w:val="00A122F1"/>
    <w:rsid w:val="00A12F23"/>
    <w:rsid w:val="00A13D35"/>
    <w:rsid w:val="00A13F8F"/>
    <w:rsid w:val="00A142DD"/>
    <w:rsid w:val="00A14526"/>
    <w:rsid w:val="00A14945"/>
    <w:rsid w:val="00A14C3F"/>
    <w:rsid w:val="00A14EC2"/>
    <w:rsid w:val="00A153FC"/>
    <w:rsid w:val="00A1567C"/>
    <w:rsid w:val="00A15723"/>
    <w:rsid w:val="00A15AD3"/>
    <w:rsid w:val="00A165DE"/>
    <w:rsid w:val="00A16AD1"/>
    <w:rsid w:val="00A170BB"/>
    <w:rsid w:val="00A2025C"/>
    <w:rsid w:val="00A202AB"/>
    <w:rsid w:val="00A2054F"/>
    <w:rsid w:val="00A20911"/>
    <w:rsid w:val="00A20C34"/>
    <w:rsid w:val="00A211F9"/>
    <w:rsid w:val="00A21F76"/>
    <w:rsid w:val="00A2218B"/>
    <w:rsid w:val="00A2226F"/>
    <w:rsid w:val="00A24D17"/>
    <w:rsid w:val="00A24F29"/>
    <w:rsid w:val="00A25BDE"/>
    <w:rsid w:val="00A25F07"/>
    <w:rsid w:val="00A261D4"/>
    <w:rsid w:val="00A2659C"/>
    <w:rsid w:val="00A27031"/>
    <w:rsid w:val="00A2716E"/>
    <w:rsid w:val="00A27AC3"/>
    <w:rsid w:val="00A27ADC"/>
    <w:rsid w:val="00A27AF0"/>
    <w:rsid w:val="00A31001"/>
    <w:rsid w:val="00A3134D"/>
    <w:rsid w:val="00A316EF"/>
    <w:rsid w:val="00A31DB1"/>
    <w:rsid w:val="00A32044"/>
    <w:rsid w:val="00A3354C"/>
    <w:rsid w:val="00A342D4"/>
    <w:rsid w:val="00A34B67"/>
    <w:rsid w:val="00A35139"/>
    <w:rsid w:val="00A351C6"/>
    <w:rsid w:val="00A35781"/>
    <w:rsid w:val="00A35CE6"/>
    <w:rsid w:val="00A37EE0"/>
    <w:rsid w:val="00A40790"/>
    <w:rsid w:val="00A41675"/>
    <w:rsid w:val="00A41777"/>
    <w:rsid w:val="00A42906"/>
    <w:rsid w:val="00A4349F"/>
    <w:rsid w:val="00A43A31"/>
    <w:rsid w:val="00A4423A"/>
    <w:rsid w:val="00A44553"/>
    <w:rsid w:val="00A445E1"/>
    <w:rsid w:val="00A45F92"/>
    <w:rsid w:val="00A462C6"/>
    <w:rsid w:val="00A46C7D"/>
    <w:rsid w:val="00A476FC"/>
    <w:rsid w:val="00A47F0B"/>
    <w:rsid w:val="00A505F2"/>
    <w:rsid w:val="00A50B1E"/>
    <w:rsid w:val="00A50B87"/>
    <w:rsid w:val="00A51963"/>
    <w:rsid w:val="00A52AAF"/>
    <w:rsid w:val="00A52F89"/>
    <w:rsid w:val="00A533FB"/>
    <w:rsid w:val="00A53617"/>
    <w:rsid w:val="00A5412B"/>
    <w:rsid w:val="00A54A5C"/>
    <w:rsid w:val="00A551CC"/>
    <w:rsid w:val="00A55E8E"/>
    <w:rsid w:val="00A55EDF"/>
    <w:rsid w:val="00A56992"/>
    <w:rsid w:val="00A573C6"/>
    <w:rsid w:val="00A57ABD"/>
    <w:rsid w:val="00A60121"/>
    <w:rsid w:val="00A60CD1"/>
    <w:rsid w:val="00A61A66"/>
    <w:rsid w:val="00A61BEE"/>
    <w:rsid w:val="00A62205"/>
    <w:rsid w:val="00A634CB"/>
    <w:rsid w:val="00A64932"/>
    <w:rsid w:val="00A65135"/>
    <w:rsid w:val="00A65B55"/>
    <w:rsid w:val="00A65DAE"/>
    <w:rsid w:val="00A666EA"/>
    <w:rsid w:val="00A66DA1"/>
    <w:rsid w:val="00A67ABB"/>
    <w:rsid w:val="00A705E3"/>
    <w:rsid w:val="00A70600"/>
    <w:rsid w:val="00A706B5"/>
    <w:rsid w:val="00A7087B"/>
    <w:rsid w:val="00A7107F"/>
    <w:rsid w:val="00A719E6"/>
    <w:rsid w:val="00A71A26"/>
    <w:rsid w:val="00A71C65"/>
    <w:rsid w:val="00A729CA"/>
    <w:rsid w:val="00A7330E"/>
    <w:rsid w:val="00A7356C"/>
    <w:rsid w:val="00A736BD"/>
    <w:rsid w:val="00A7466F"/>
    <w:rsid w:val="00A74ABD"/>
    <w:rsid w:val="00A753C7"/>
    <w:rsid w:val="00A75571"/>
    <w:rsid w:val="00A75742"/>
    <w:rsid w:val="00A75D8B"/>
    <w:rsid w:val="00A75DDB"/>
    <w:rsid w:val="00A772F3"/>
    <w:rsid w:val="00A77E07"/>
    <w:rsid w:val="00A80638"/>
    <w:rsid w:val="00A80B59"/>
    <w:rsid w:val="00A81382"/>
    <w:rsid w:val="00A81692"/>
    <w:rsid w:val="00A82982"/>
    <w:rsid w:val="00A835B8"/>
    <w:rsid w:val="00A835C1"/>
    <w:rsid w:val="00A836AD"/>
    <w:rsid w:val="00A840B9"/>
    <w:rsid w:val="00A84348"/>
    <w:rsid w:val="00A843E1"/>
    <w:rsid w:val="00A84A0B"/>
    <w:rsid w:val="00A84EB4"/>
    <w:rsid w:val="00A854F0"/>
    <w:rsid w:val="00A85EB8"/>
    <w:rsid w:val="00A869B6"/>
    <w:rsid w:val="00A87017"/>
    <w:rsid w:val="00A87EFE"/>
    <w:rsid w:val="00A91617"/>
    <w:rsid w:val="00A916E7"/>
    <w:rsid w:val="00A9205F"/>
    <w:rsid w:val="00A9214B"/>
    <w:rsid w:val="00A923D2"/>
    <w:rsid w:val="00A92410"/>
    <w:rsid w:val="00A92DF4"/>
    <w:rsid w:val="00A9360C"/>
    <w:rsid w:val="00A93A9B"/>
    <w:rsid w:val="00A93D37"/>
    <w:rsid w:val="00A93E42"/>
    <w:rsid w:val="00A9409C"/>
    <w:rsid w:val="00A944D0"/>
    <w:rsid w:val="00A95050"/>
    <w:rsid w:val="00A951C1"/>
    <w:rsid w:val="00A9750A"/>
    <w:rsid w:val="00AA1BBC"/>
    <w:rsid w:val="00AA2268"/>
    <w:rsid w:val="00AA270C"/>
    <w:rsid w:val="00AA2988"/>
    <w:rsid w:val="00AA29CA"/>
    <w:rsid w:val="00AA29EC"/>
    <w:rsid w:val="00AA2A98"/>
    <w:rsid w:val="00AA3786"/>
    <w:rsid w:val="00AA4373"/>
    <w:rsid w:val="00AA449F"/>
    <w:rsid w:val="00AA4886"/>
    <w:rsid w:val="00AA4AC8"/>
    <w:rsid w:val="00AA722F"/>
    <w:rsid w:val="00AB025B"/>
    <w:rsid w:val="00AB05C4"/>
    <w:rsid w:val="00AB1291"/>
    <w:rsid w:val="00AB34C7"/>
    <w:rsid w:val="00AB3BAB"/>
    <w:rsid w:val="00AB3E05"/>
    <w:rsid w:val="00AB4597"/>
    <w:rsid w:val="00AB4810"/>
    <w:rsid w:val="00AB4822"/>
    <w:rsid w:val="00AB4A42"/>
    <w:rsid w:val="00AB4EC4"/>
    <w:rsid w:val="00AB4F87"/>
    <w:rsid w:val="00AB5A30"/>
    <w:rsid w:val="00AB7CE5"/>
    <w:rsid w:val="00AC019F"/>
    <w:rsid w:val="00AC0629"/>
    <w:rsid w:val="00AC077D"/>
    <w:rsid w:val="00AC1380"/>
    <w:rsid w:val="00AC1438"/>
    <w:rsid w:val="00AC2603"/>
    <w:rsid w:val="00AC34F5"/>
    <w:rsid w:val="00AC366F"/>
    <w:rsid w:val="00AC37E7"/>
    <w:rsid w:val="00AC4F83"/>
    <w:rsid w:val="00AC5C9E"/>
    <w:rsid w:val="00AC61FB"/>
    <w:rsid w:val="00AC6B02"/>
    <w:rsid w:val="00AC6CDF"/>
    <w:rsid w:val="00AC757E"/>
    <w:rsid w:val="00AC7EED"/>
    <w:rsid w:val="00AD00C3"/>
    <w:rsid w:val="00AD00CF"/>
    <w:rsid w:val="00AD0C68"/>
    <w:rsid w:val="00AD1051"/>
    <w:rsid w:val="00AD1EB0"/>
    <w:rsid w:val="00AD20D1"/>
    <w:rsid w:val="00AD26A5"/>
    <w:rsid w:val="00AD2F03"/>
    <w:rsid w:val="00AD34EF"/>
    <w:rsid w:val="00AD3CB8"/>
    <w:rsid w:val="00AD3E1D"/>
    <w:rsid w:val="00AD5322"/>
    <w:rsid w:val="00AD6388"/>
    <w:rsid w:val="00AD6405"/>
    <w:rsid w:val="00AD6F3B"/>
    <w:rsid w:val="00AD76FE"/>
    <w:rsid w:val="00AE03B8"/>
    <w:rsid w:val="00AE1ED8"/>
    <w:rsid w:val="00AE213F"/>
    <w:rsid w:val="00AE26D4"/>
    <w:rsid w:val="00AE3219"/>
    <w:rsid w:val="00AE49E7"/>
    <w:rsid w:val="00AE53FC"/>
    <w:rsid w:val="00AE782E"/>
    <w:rsid w:val="00AF0203"/>
    <w:rsid w:val="00AF0FF8"/>
    <w:rsid w:val="00AF14DF"/>
    <w:rsid w:val="00AF224B"/>
    <w:rsid w:val="00AF26CA"/>
    <w:rsid w:val="00AF2A3C"/>
    <w:rsid w:val="00AF44FD"/>
    <w:rsid w:val="00AF46AE"/>
    <w:rsid w:val="00AF4B66"/>
    <w:rsid w:val="00AF4DB9"/>
    <w:rsid w:val="00AF5621"/>
    <w:rsid w:val="00AF6158"/>
    <w:rsid w:val="00AF6702"/>
    <w:rsid w:val="00AF7193"/>
    <w:rsid w:val="00AF75F0"/>
    <w:rsid w:val="00AF7935"/>
    <w:rsid w:val="00AF7DAB"/>
    <w:rsid w:val="00B01DF6"/>
    <w:rsid w:val="00B02642"/>
    <w:rsid w:val="00B033CC"/>
    <w:rsid w:val="00B039B0"/>
    <w:rsid w:val="00B03EC0"/>
    <w:rsid w:val="00B04333"/>
    <w:rsid w:val="00B051B3"/>
    <w:rsid w:val="00B057F4"/>
    <w:rsid w:val="00B07B55"/>
    <w:rsid w:val="00B07C48"/>
    <w:rsid w:val="00B11081"/>
    <w:rsid w:val="00B11677"/>
    <w:rsid w:val="00B11782"/>
    <w:rsid w:val="00B11FA3"/>
    <w:rsid w:val="00B1211B"/>
    <w:rsid w:val="00B12589"/>
    <w:rsid w:val="00B126CA"/>
    <w:rsid w:val="00B126CB"/>
    <w:rsid w:val="00B135B2"/>
    <w:rsid w:val="00B13801"/>
    <w:rsid w:val="00B13A08"/>
    <w:rsid w:val="00B145F6"/>
    <w:rsid w:val="00B1498E"/>
    <w:rsid w:val="00B14F23"/>
    <w:rsid w:val="00B16065"/>
    <w:rsid w:val="00B1639B"/>
    <w:rsid w:val="00B16547"/>
    <w:rsid w:val="00B170F9"/>
    <w:rsid w:val="00B178EA"/>
    <w:rsid w:val="00B178EF"/>
    <w:rsid w:val="00B17C35"/>
    <w:rsid w:val="00B201EA"/>
    <w:rsid w:val="00B2058C"/>
    <w:rsid w:val="00B205B5"/>
    <w:rsid w:val="00B20AD1"/>
    <w:rsid w:val="00B20BE3"/>
    <w:rsid w:val="00B2127C"/>
    <w:rsid w:val="00B22BB9"/>
    <w:rsid w:val="00B233E5"/>
    <w:rsid w:val="00B24AB9"/>
    <w:rsid w:val="00B24D71"/>
    <w:rsid w:val="00B25131"/>
    <w:rsid w:val="00B25A2E"/>
    <w:rsid w:val="00B2646F"/>
    <w:rsid w:val="00B26B90"/>
    <w:rsid w:val="00B272D3"/>
    <w:rsid w:val="00B27A99"/>
    <w:rsid w:val="00B308E3"/>
    <w:rsid w:val="00B30D22"/>
    <w:rsid w:val="00B30EB7"/>
    <w:rsid w:val="00B310C3"/>
    <w:rsid w:val="00B3123A"/>
    <w:rsid w:val="00B3164C"/>
    <w:rsid w:val="00B3286A"/>
    <w:rsid w:val="00B33915"/>
    <w:rsid w:val="00B34A8E"/>
    <w:rsid w:val="00B351C8"/>
    <w:rsid w:val="00B3714B"/>
    <w:rsid w:val="00B374FA"/>
    <w:rsid w:val="00B3753C"/>
    <w:rsid w:val="00B41282"/>
    <w:rsid w:val="00B4136F"/>
    <w:rsid w:val="00B4153F"/>
    <w:rsid w:val="00B41A0A"/>
    <w:rsid w:val="00B421F0"/>
    <w:rsid w:val="00B434D5"/>
    <w:rsid w:val="00B43604"/>
    <w:rsid w:val="00B448C9"/>
    <w:rsid w:val="00B45556"/>
    <w:rsid w:val="00B457C5"/>
    <w:rsid w:val="00B45816"/>
    <w:rsid w:val="00B4689B"/>
    <w:rsid w:val="00B474E8"/>
    <w:rsid w:val="00B4772E"/>
    <w:rsid w:val="00B50095"/>
    <w:rsid w:val="00B500E4"/>
    <w:rsid w:val="00B50105"/>
    <w:rsid w:val="00B50184"/>
    <w:rsid w:val="00B50264"/>
    <w:rsid w:val="00B50EA1"/>
    <w:rsid w:val="00B51316"/>
    <w:rsid w:val="00B51582"/>
    <w:rsid w:val="00B522F4"/>
    <w:rsid w:val="00B52D4B"/>
    <w:rsid w:val="00B5405A"/>
    <w:rsid w:val="00B541B1"/>
    <w:rsid w:val="00B54508"/>
    <w:rsid w:val="00B54E8B"/>
    <w:rsid w:val="00B55254"/>
    <w:rsid w:val="00B554BB"/>
    <w:rsid w:val="00B558BE"/>
    <w:rsid w:val="00B56646"/>
    <w:rsid w:val="00B56E0A"/>
    <w:rsid w:val="00B6139B"/>
    <w:rsid w:val="00B61C74"/>
    <w:rsid w:val="00B6310D"/>
    <w:rsid w:val="00B64101"/>
    <w:rsid w:val="00B643B3"/>
    <w:rsid w:val="00B653DE"/>
    <w:rsid w:val="00B679F5"/>
    <w:rsid w:val="00B67B2A"/>
    <w:rsid w:val="00B67DD9"/>
    <w:rsid w:val="00B717D5"/>
    <w:rsid w:val="00B71DCA"/>
    <w:rsid w:val="00B71EB8"/>
    <w:rsid w:val="00B72180"/>
    <w:rsid w:val="00B727ED"/>
    <w:rsid w:val="00B728EA"/>
    <w:rsid w:val="00B73025"/>
    <w:rsid w:val="00B737A0"/>
    <w:rsid w:val="00B73808"/>
    <w:rsid w:val="00B73C4A"/>
    <w:rsid w:val="00B741C3"/>
    <w:rsid w:val="00B74801"/>
    <w:rsid w:val="00B75099"/>
    <w:rsid w:val="00B751CA"/>
    <w:rsid w:val="00B76400"/>
    <w:rsid w:val="00B76B21"/>
    <w:rsid w:val="00B77D8F"/>
    <w:rsid w:val="00B81F32"/>
    <w:rsid w:val="00B823AB"/>
    <w:rsid w:val="00B82D22"/>
    <w:rsid w:val="00B83469"/>
    <w:rsid w:val="00B8346B"/>
    <w:rsid w:val="00B83C03"/>
    <w:rsid w:val="00B83F01"/>
    <w:rsid w:val="00B84433"/>
    <w:rsid w:val="00B845E7"/>
    <w:rsid w:val="00B856EA"/>
    <w:rsid w:val="00B858C9"/>
    <w:rsid w:val="00B85CD4"/>
    <w:rsid w:val="00B85D87"/>
    <w:rsid w:val="00B86AC7"/>
    <w:rsid w:val="00B86B29"/>
    <w:rsid w:val="00B87010"/>
    <w:rsid w:val="00B87326"/>
    <w:rsid w:val="00B906B9"/>
    <w:rsid w:val="00B91DBF"/>
    <w:rsid w:val="00B91EBA"/>
    <w:rsid w:val="00B92437"/>
    <w:rsid w:val="00B92C1B"/>
    <w:rsid w:val="00B93255"/>
    <w:rsid w:val="00B943D2"/>
    <w:rsid w:val="00B94D6A"/>
    <w:rsid w:val="00B9509D"/>
    <w:rsid w:val="00B952BE"/>
    <w:rsid w:val="00B95DBD"/>
    <w:rsid w:val="00BA01BD"/>
    <w:rsid w:val="00BA01DC"/>
    <w:rsid w:val="00BA0857"/>
    <w:rsid w:val="00BA1F24"/>
    <w:rsid w:val="00BA2A94"/>
    <w:rsid w:val="00BA2DC4"/>
    <w:rsid w:val="00BA309D"/>
    <w:rsid w:val="00BA31EB"/>
    <w:rsid w:val="00BA33DE"/>
    <w:rsid w:val="00BA4724"/>
    <w:rsid w:val="00BA5CD9"/>
    <w:rsid w:val="00BA67D1"/>
    <w:rsid w:val="00BA6DA2"/>
    <w:rsid w:val="00BA79F5"/>
    <w:rsid w:val="00BA7CA2"/>
    <w:rsid w:val="00BA7EEA"/>
    <w:rsid w:val="00BB01B5"/>
    <w:rsid w:val="00BB04B6"/>
    <w:rsid w:val="00BB05E8"/>
    <w:rsid w:val="00BB0F4D"/>
    <w:rsid w:val="00BB0FC4"/>
    <w:rsid w:val="00BB14FB"/>
    <w:rsid w:val="00BB28B8"/>
    <w:rsid w:val="00BB3E84"/>
    <w:rsid w:val="00BB486B"/>
    <w:rsid w:val="00BB4B10"/>
    <w:rsid w:val="00BB59F9"/>
    <w:rsid w:val="00BB66D8"/>
    <w:rsid w:val="00BB6B3E"/>
    <w:rsid w:val="00BB6BDF"/>
    <w:rsid w:val="00BB77CE"/>
    <w:rsid w:val="00BC03DD"/>
    <w:rsid w:val="00BC087D"/>
    <w:rsid w:val="00BC098A"/>
    <w:rsid w:val="00BC09B8"/>
    <w:rsid w:val="00BC09BD"/>
    <w:rsid w:val="00BC2443"/>
    <w:rsid w:val="00BC369A"/>
    <w:rsid w:val="00BC3CC8"/>
    <w:rsid w:val="00BC4014"/>
    <w:rsid w:val="00BC40D5"/>
    <w:rsid w:val="00BC42F6"/>
    <w:rsid w:val="00BC5DD4"/>
    <w:rsid w:val="00BC622F"/>
    <w:rsid w:val="00BC668F"/>
    <w:rsid w:val="00BC6E9F"/>
    <w:rsid w:val="00BC731E"/>
    <w:rsid w:val="00BD02CC"/>
    <w:rsid w:val="00BD0655"/>
    <w:rsid w:val="00BD0D4D"/>
    <w:rsid w:val="00BD15A9"/>
    <w:rsid w:val="00BD1707"/>
    <w:rsid w:val="00BD172A"/>
    <w:rsid w:val="00BD1CAC"/>
    <w:rsid w:val="00BD1D39"/>
    <w:rsid w:val="00BD1FAB"/>
    <w:rsid w:val="00BD3122"/>
    <w:rsid w:val="00BD3591"/>
    <w:rsid w:val="00BD35AD"/>
    <w:rsid w:val="00BD400A"/>
    <w:rsid w:val="00BD4B5B"/>
    <w:rsid w:val="00BD56A6"/>
    <w:rsid w:val="00BD57FA"/>
    <w:rsid w:val="00BD5F5C"/>
    <w:rsid w:val="00BD5FE7"/>
    <w:rsid w:val="00BD686B"/>
    <w:rsid w:val="00BD6C67"/>
    <w:rsid w:val="00BD6F75"/>
    <w:rsid w:val="00BD7124"/>
    <w:rsid w:val="00BD76E6"/>
    <w:rsid w:val="00BD76EB"/>
    <w:rsid w:val="00BE038D"/>
    <w:rsid w:val="00BE0CC1"/>
    <w:rsid w:val="00BE17D7"/>
    <w:rsid w:val="00BE1A3F"/>
    <w:rsid w:val="00BE22FB"/>
    <w:rsid w:val="00BE24D2"/>
    <w:rsid w:val="00BE2525"/>
    <w:rsid w:val="00BE2E72"/>
    <w:rsid w:val="00BE2ECD"/>
    <w:rsid w:val="00BE2F86"/>
    <w:rsid w:val="00BE3180"/>
    <w:rsid w:val="00BE363A"/>
    <w:rsid w:val="00BE3D08"/>
    <w:rsid w:val="00BE3EB6"/>
    <w:rsid w:val="00BE4C00"/>
    <w:rsid w:val="00BE4F0C"/>
    <w:rsid w:val="00BE65C7"/>
    <w:rsid w:val="00BE6678"/>
    <w:rsid w:val="00BE6F21"/>
    <w:rsid w:val="00BE70CC"/>
    <w:rsid w:val="00BE738A"/>
    <w:rsid w:val="00BE7429"/>
    <w:rsid w:val="00BE75C0"/>
    <w:rsid w:val="00BE7985"/>
    <w:rsid w:val="00BF0272"/>
    <w:rsid w:val="00BF02CC"/>
    <w:rsid w:val="00BF0427"/>
    <w:rsid w:val="00BF32A1"/>
    <w:rsid w:val="00BF3927"/>
    <w:rsid w:val="00BF3B45"/>
    <w:rsid w:val="00BF3FC8"/>
    <w:rsid w:val="00BF4A02"/>
    <w:rsid w:val="00BF5229"/>
    <w:rsid w:val="00BF5EC3"/>
    <w:rsid w:val="00BF69D7"/>
    <w:rsid w:val="00BF6CE8"/>
    <w:rsid w:val="00C00DD7"/>
    <w:rsid w:val="00C01276"/>
    <w:rsid w:val="00C0168F"/>
    <w:rsid w:val="00C018F8"/>
    <w:rsid w:val="00C0356F"/>
    <w:rsid w:val="00C03A83"/>
    <w:rsid w:val="00C05175"/>
    <w:rsid w:val="00C0654E"/>
    <w:rsid w:val="00C06C2A"/>
    <w:rsid w:val="00C06F52"/>
    <w:rsid w:val="00C072CE"/>
    <w:rsid w:val="00C07A6E"/>
    <w:rsid w:val="00C07B6F"/>
    <w:rsid w:val="00C07CB8"/>
    <w:rsid w:val="00C07E2E"/>
    <w:rsid w:val="00C101CD"/>
    <w:rsid w:val="00C10531"/>
    <w:rsid w:val="00C106AD"/>
    <w:rsid w:val="00C11B3F"/>
    <w:rsid w:val="00C11B4E"/>
    <w:rsid w:val="00C11C2F"/>
    <w:rsid w:val="00C11E78"/>
    <w:rsid w:val="00C122DB"/>
    <w:rsid w:val="00C12753"/>
    <w:rsid w:val="00C12946"/>
    <w:rsid w:val="00C13822"/>
    <w:rsid w:val="00C13988"/>
    <w:rsid w:val="00C13C52"/>
    <w:rsid w:val="00C14592"/>
    <w:rsid w:val="00C14B71"/>
    <w:rsid w:val="00C15504"/>
    <w:rsid w:val="00C169F1"/>
    <w:rsid w:val="00C2175D"/>
    <w:rsid w:val="00C2235E"/>
    <w:rsid w:val="00C2366A"/>
    <w:rsid w:val="00C23724"/>
    <w:rsid w:val="00C23AE8"/>
    <w:rsid w:val="00C23DBA"/>
    <w:rsid w:val="00C243A5"/>
    <w:rsid w:val="00C24734"/>
    <w:rsid w:val="00C251ED"/>
    <w:rsid w:val="00C256A4"/>
    <w:rsid w:val="00C269FF"/>
    <w:rsid w:val="00C26C22"/>
    <w:rsid w:val="00C2761B"/>
    <w:rsid w:val="00C3096C"/>
    <w:rsid w:val="00C3340A"/>
    <w:rsid w:val="00C33E1F"/>
    <w:rsid w:val="00C34474"/>
    <w:rsid w:val="00C346D2"/>
    <w:rsid w:val="00C34D14"/>
    <w:rsid w:val="00C36187"/>
    <w:rsid w:val="00C36B68"/>
    <w:rsid w:val="00C379AC"/>
    <w:rsid w:val="00C401F0"/>
    <w:rsid w:val="00C40921"/>
    <w:rsid w:val="00C40E9B"/>
    <w:rsid w:val="00C422AD"/>
    <w:rsid w:val="00C42813"/>
    <w:rsid w:val="00C44A3A"/>
    <w:rsid w:val="00C4521B"/>
    <w:rsid w:val="00C45EA9"/>
    <w:rsid w:val="00C464F9"/>
    <w:rsid w:val="00C468F3"/>
    <w:rsid w:val="00C4785C"/>
    <w:rsid w:val="00C50F90"/>
    <w:rsid w:val="00C51405"/>
    <w:rsid w:val="00C518F3"/>
    <w:rsid w:val="00C51C38"/>
    <w:rsid w:val="00C520C9"/>
    <w:rsid w:val="00C52EEB"/>
    <w:rsid w:val="00C53FE3"/>
    <w:rsid w:val="00C54768"/>
    <w:rsid w:val="00C5781A"/>
    <w:rsid w:val="00C603EC"/>
    <w:rsid w:val="00C60EC7"/>
    <w:rsid w:val="00C61063"/>
    <w:rsid w:val="00C613AC"/>
    <w:rsid w:val="00C6351F"/>
    <w:rsid w:val="00C63525"/>
    <w:rsid w:val="00C63D74"/>
    <w:rsid w:val="00C63DBA"/>
    <w:rsid w:val="00C646A0"/>
    <w:rsid w:val="00C6483C"/>
    <w:rsid w:val="00C666CC"/>
    <w:rsid w:val="00C674BD"/>
    <w:rsid w:val="00C675DD"/>
    <w:rsid w:val="00C70063"/>
    <w:rsid w:val="00C70180"/>
    <w:rsid w:val="00C70B9D"/>
    <w:rsid w:val="00C71119"/>
    <w:rsid w:val="00C7124E"/>
    <w:rsid w:val="00C71FAC"/>
    <w:rsid w:val="00C71FCC"/>
    <w:rsid w:val="00C7246B"/>
    <w:rsid w:val="00C72ACC"/>
    <w:rsid w:val="00C73B3C"/>
    <w:rsid w:val="00C74759"/>
    <w:rsid w:val="00C75539"/>
    <w:rsid w:val="00C75A18"/>
    <w:rsid w:val="00C7737C"/>
    <w:rsid w:val="00C77C7A"/>
    <w:rsid w:val="00C801E0"/>
    <w:rsid w:val="00C80322"/>
    <w:rsid w:val="00C81301"/>
    <w:rsid w:val="00C81499"/>
    <w:rsid w:val="00C8170C"/>
    <w:rsid w:val="00C81FCB"/>
    <w:rsid w:val="00C83968"/>
    <w:rsid w:val="00C85AF0"/>
    <w:rsid w:val="00C85F18"/>
    <w:rsid w:val="00C870C6"/>
    <w:rsid w:val="00C8788E"/>
    <w:rsid w:val="00C87946"/>
    <w:rsid w:val="00C87C8A"/>
    <w:rsid w:val="00C87DE3"/>
    <w:rsid w:val="00C87F9F"/>
    <w:rsid w:val="00C90DD6"/>
    <w:rsid w:val="00C90FA9"/>
    <w:rsid w:val="00C91D13"/>
    <w:rsid w:val="00C9262C"/>
    <w:rsid w:val="00C92CEB"/>
    <w:rsid w:val="00C92DCD"/>
    <w:rsid w:val="00C92ED9"/>
    <w:rsid w:val="00C9343E"/>
    <w:rsid w:val="00C9399B"/>
    <w:rsid w:val="00C9465E"/>
    <w:rsid w:val="00C94995"/>
    <w:rsid w:val="00C95780"/>
    <w:rsid w:val="00C963DA"/>
    <w:rsid w:val="00C96A3A"/>
    <w:rsid w:val="00C96C5C"/>
    <w:rsid w:val="00C97333"/>
    <w:rsid w:val="00CA1DD3"/>
    <w:rsid w:val="00CA37F5"/>
    <w:rsid w:val="00CA38E6"/>
    <w:rsid w:val="00CA4448"/>
    <w:rsid w:val="00CA4A31"/>
    <w:rsid w:val="00CA569A"/>
    <w:rsid w:val="00CA5F84"/>
    <w:rsid w:val="00CA69FE"/>
    <w:rsid w:val="00CA6C4F"/>
    <w:rsid w:val="00CA706B"/>
    <w:rsid w:val="00CB1053"/>
    <w:rsid w:val="00CB17E2"/>
    <w:rsid w:val="00CB18A5"/>
    <w:rsid w:val="00CB1EF8"/>
    <w:rsid w:val="00CB2370"/>
    <w:rsid w:val="00CB3594"/>
    <w:rsid w:val="00CB35D3"/>
    <w:rsid w:val="00CB36D3"/>
    <w:rsid w:val="00CB3D0A"/>
    <w:rsid w:val="00CB41EF"/>
    <w:rsid w:val="00CB446A"/>
    <w:rsid w:val="00CB47BE"/>
    <w:rsid w:val="00CB53E6"/>
    <w:rsid w:val="00CB563D"/>
    <w:rsid w:val="00CB56B6"/>
    <w:rsid w:val="00CB6053"/>
    <w:rsid w:val="00CB62F3"/>
    <w:rsid w:val="00CB6814"/>
    <w:rsid w:val="00CC00AA"/>
    <w:rsid w:val="00CC0AB9"/>
    <w:rsid w:val="00CC13BB"/>
    <w:rsid w:val="00CC1C85"/>
    <w:rsid w:val="00CC2679"/>
    <w:rsid w:val="00CC2A2C"/>
    <w:rsid w:val="00CC34EA"/>
    <w:rsid w:val="00CC3790"/>
    <w:rsid w:val="00CC38D2"/>
    <w:rsid w:val="00CC3A48"/>
    <w:rsid w:val="00CC464B"/>
    <w:rsid w:val="00CC4A97"/>
    <w:rsid w:val="00CC51DE"/>
    <w:rsid w:val="00CC540D"/>
    <w:rsid w:val="00CC55B6"/>
    <w:rsid w:val="00CC56A8"/>
    <w:rsid w:val="00CC5789"/>
    <w:rsid w:val="00CC5862"/>
    <w:rsid w:val="00CC653B"/>
    <w:rsid w:val="00CC6A5B"/>
    <w:rsid w:val="00CC6D0D"/>
    <w:rsid w:val="00CC6DFA"/>
    <w:rsid w:val="00CC6E73"/>
    <w:rsid w:val="00CC75E4"/>
    <w:rsid w:val="00CC7A25"/>
    <w:rsid w:val="00CC7D85"/>
    <w:rsid w:val="00CD01D4"/>
    <w:rsid w:val="00CD05AB"/>
    <w:rsid w:val="00CD0D4F"/>
    <w:rsid w:val="00CD17F4"/>
    <w:rsid w:val="00CD1E21"/>
    <w:rsid w:val="00CD22F6"/>
    <w:rsid w:val="00CD26BB"/>
    <w:rsid w:val="00CD26D1"/>
    <w:rsid w:val="00CD2EA2"/>
    <w:rsid w:val="00CD3A09"/>
    <w:rsid w:val="00CD3A6D"/>
    <w:rsid w:val="00CD3B79"/>
    <w:rsid w:val="00CD41B1"/>
    <w:rsid w:val="00CD46E1"/>
    <w:rsid w:val="00CD4917"/>
    <w:rsid w:val="00CD4CBF"/>
    <w:rsid w:val="00CD4D74"/>
    <w:rsid w:val="00CD59AB"/>
    <w:rsid w:val="00CD6022"/>
    <w:rsid w:val="00CD6447"/>
    <w:rsid w:val="00CD676E"/>
    <w:rsid w:val="00CD6B42"/>
    <w:rsid w:val="00CD6D33"/>
    <w:rsid w:val="00CD71A9"/>
    <w:rsid w:val="00CD7766"/>
    <w:rsid w:val="00CD7C2D"/>
    <w:rsid w:val="00CE02A4"/>
    <w:rsid w:val="00CE04FC"/>
    <w:rsid w:val="00CE0751"/>
    <w:rsid w:val="00CE2E8D"/>
    <w:rsid w:val="00CE33EE"/>
    <w:rsid w:val="00CE3DC5"/>
    <w:rsid w:val="00CE425A"/>
    <w:rsid w:val="00CE4573"/>
    <w:rsid w:val="00CE66FC"/>
    <w:rsid w:val="00CF0327"/>
    <w:rsid w:val="00CF1054"/>
    <w:rsid w:val="00CF13CC"/>
    <w:rsid w:val="00CF1489"/>
    <w:rsid w:val="00CF1BDD"/>
    <w:rsid w:val="00CF234F"/>
    <w:rsid w:val="00CF26AE"/>
    <w:rsid w:val="00CF274E"/>
    <w:rsid w:val="00CF2996"/>
    <w:rsid w:val="00CF2B34"/>
    <w:rsid w:val="00CF2F15"/>
    <w:rsid w:val="00CF3949"/>
    <w:rsid w:val="00CF56C6"/>
    <w:rsid w:val="00CF5B03"/>
    <w:rsid w:val="00CF5D67"/>
    <w:rsid w:val="00CF6CD4"/>
    <w:rsid w:val="00CF742C"/>
    <w:rsid w:val="00CF7C07"/>
    <w:rsid w:val="00CF7C42"/>
    <w:rsid w:val="00CF7CB0"/>
    <w:rsid w:val="00D00D5E"/>
    <w:rsid w:val="00D00EE6"/>
    <w:rsid w:val="00D0182C"/>
    <w:rsid w:val="00D01BEB"/>
    <w:rsid w:val="00D01DCA"/>
    <w:rsid w:val="00D02DA8"/>
    <w:rsid w:val="00D02E56"/>
    <w:rsid w:val="00D03520"/>
    <w:rsid w:val="00D0459D"/>
    <w:rsid w:val="00D047F4"/>
    <w:rsid w:val="00D04C6D"/>
    <w:rsid w:val="00D04DC2"/>
    <w:rsid w:val="00D05625"/>
    <w:rsid w:val="00D05685"/>
    <w:rsid w:val="00D05C86"/>
    <w:rsid w:val="00D07300"/>
    <w:rsid w:val="00D07D14"/>
    <w:rsid w:val="00D10A8E"/>
    <w:rsid w:val="00D10C71"/>
    <w:rsid w:val="00D111E0"/>
    <w:rsid w:val="00D1158B"/>
    <w:rsid w:val="00D1187C"/>
    <w:rsid w:val="00D11C4A"/>
    <w:rsid w:val="00D11C4E"/>
    <w:rsid w:val="00D11D8D"/>
    <w:rsid w:val="00D12828"/>
    <w:rsid w:val="00D12B79"/>
    <w:rsid w:val="00D12C60"/>
    <w:rsid w:val="00D12DF3"/>
    <w:rsid w:val="00D12FDC"/>
    <w:rsid w:val="00D137E8"/>
    <w:rsid w:val="00D13D79"/>
    <w:rsid w:val="00D15DD4"/>
    <w:rsid w:val="00D15F14"/>
    <w:rsid w:val="00D16520"/>
    <w:rsid w:val="00D1677C"/>
    <w:rsid w:val="00D1778E"/>
    <w:rsid w:val="00D207EC"/>
    <w:rsid w:val="00D20E47"/>
    <w:rsid w:val="00D21AB3"/>
    <w:rsid w:val="00D21DA6"/>
    <w:rsid w:val="00D2262F"/>
    <w:rsid w:val="00D22FA4"/>
    <w:rsid w:val="00D23585"/>
    <w:rsid w:val="00D245E2"/>
    <w:rsid w:val="00D24825"/>
    <w:rsid w:val="00D25F8B"/>
    <w:rsid w:val="00D2616B"/>
    <w:rsid w:val="00D26292"/>
    <w:rsid w:val="00D270F5"/>
    <w:rsid w:val="00D27468"/>
    <w:rsid w:val="00D27634"/>
    <w:rsid w:val="00D27EA2"/>
    <w:rsid w:val="00D300F7"/>
    <w:rsid w:val="00D3061B"/>
    <w:rsid w:val="00D309A3"/>
    <w:rsid w:val="00D30A5E"/>
    <w:rsid w:val="00D30FEB"/>
    <w:rsid w:val="00D32114"/>
    <w:rsid w:val="00D32EFD"/>
    <w:rsid w:val="00D333EE"/>
    <w:rsid w:val="00D3420C"/>
    <w:rsid w:val="00D345D3"/>
    <w:rsid w:val="00D34A5A"/>
    <w:rsid w:val="00D34DEB"/>
    <w:rsid w:val="00D35BC9"/>
    <w:rsid w:val="00D35D78"/>
    <w:rsid w:val="00D35D98"/>
    <w:rsid w:val="00D3642C"/>
    <w:rsid w:val="00D365DD"/>
    <w:rsid w:val="00D36F2F"/>
    <w:rsid w:val="00D37E5D"/>
    <w:rsid w:val="00D406D9"/>
    <w:rsid w:val="00D40A20"/>
    <w:rsid w:val="00D40EAD"/>
    <w:rsid w:val="00D40F4B"/>
    <w:rsid w:val="00D41584"/>
    <w:rsid w:val="00D42248"/>
    <w:rsid w:val="00D423F2"/>
    <w:rsid w:val="00D430EF"/>
    <w:rsid w:val="00D432A1"/>
    <w:rsid w:val="00D43412"/>
    <w:rsid w:val="00D43AF9"/>
    <w:rsid w:val="00D44DDF"/>
    <w:rsid w:val="00D44E79"/>
    <w:rsid w:val="00D459D5"/>
    <w:rsid w:val="00D45A47"/>
    <w:rsid w:val="00D45D28"/>
    <w:rsid w:val="00D45ED7"/>
    <w:rsid w:val="00D462E9"/>
    <w:rsid w:val="00D50359"/>
    <w:rsid w:val="00D508E6"/>
    <w:rsid w:val="00D50930"/>
    <w:rsid w:val="00D50A6D"/>
    <w:rsid w:val="00D518F0"/>
    <w:rsid w:val="00D51A41"/>
    <w:rsid w:val="00D51D1A"/>
    <w:rsid w:val="00D52252"/>
    <w:rsid w:val="00D52538"/>
    <w:rsid w:val="00D52B29"/>
    <w:rsid w:val="00D533D7"/>
    <w:rsid w:val="00D53833"/>
    <w:rsid w:val="00D53910"/>
    <w:rsid w:val="00D54F7C"/>
    <w:rsid w:val="00D55D52"/>
    <w:rsid w:val="00D56244"/>
    <w:rsid w:val="00D5628B"/>
    <w:rsid w:val="00D562A8"/>
    <w:rsid w:val="00D56494"/>
    <w:rsid w:val="00D5686C"/>
    <w:rsid w:val="00D56F44"/>
    <w:rsid w:val="00D601CC"/>
    <w:rsid w:val="00D607F4"/>
    <w:rsid w:val="00D610DB"/>
    <w:rsid w:val="00D6171D"/>
    <w:rsid w:val="00D61AAC"/>
    <w:rsid w:val="00D620D0"/>
    <w:rsid w:val="00D62117"/>
    <w:rsid w:val="00D6265F"/>
    <w:rsid w:val="00D62AAF"/>
    <w:rsid w:val="00D62AFA"/>
    <w:rsid w:val="00D62FB4"/>
    <w:rsid w:val="00D6357E"/>
    <w:rsid w:val="00D63AD9"/>
    <w:rsid w:val="00D6476E"/>
    <w:rsid w:val="00D64B27"/>
    <w:rsid w:val="00D64EB5"/>
    <w:rsid w:val="00D705A9"/>
    <w:rsid w:val="00D71361"/>
    <w:rsid w:val="00D72A95"/>
    <w:rsid w:val="00D731A5"/>
    <w:rsid w:val="00D73410"/>
    <w:rsid w:val="00D74531"/>
    <w:rsid w:val="00D74FA6"/>
    <w:rsid w:val="00D76555"/>
    <w:rsid w:val="00D769E3"/>
    <w:rsid w:val="00D76CB0"/>
    <w:rsid w:val="00D805AF"/>
    <w:rsid w:val="00D80E35"/>
    <w:rsid w:val="00D80EC8"/>
    <w:rsid w:val="00D81ADE"/>
    <w:rsid w:val="00D82C9F"/>
    <w:rsid w:val="00D830BC"/>
    <w:rsid w:val="00D835E6"/>
    <w:rsid w:val="00D85AC0"/>
    <w:rsid w:val="00D85C68"/>
    <w:rsid w:val="00D863BE"/>
    <w:rsid w:val="00D86B02"/>
    <w:rsid w:val="00D86E08"/>
    <w:rsid w:val="00D87948"/>
    <w:rsid w:val="00D90439"/>
    <w:rsid w:val="00D908D9"/>
    <w:rsid w:val="00D90B61"/>
    <w:rsid w:val="00D9163B"/>
    <w:rsid w:val="00D9187D"/>
    <w:rsid w:val="00D91CB8"/>
    <w:rsid w:val="00D92EE3"/>
    <w:rsid w:val="00D92F55"/>
    <w:rsid w:val="00D9344A"/>
    <w:rsid w:val="00D93536"/>
    <w:rsid w:val="00D9375C"/>
    <w:rsid w:val="00D93BD7"/>
    <w:rsid w:val="00D93C9B"/>
    <w:rsid w:val="00D94699"/>
    <w:rsid w:val="00D9488F"/>
    <w:rsid w:val="00D950A5"/>
    <w:rsid w:val="00D95A93"/>
    <w:rsid w:val="00D963D3"/>
    <w:rsid w:val="00D9666D"/>
    <w:rsid w:val="00D96AEF"/>
    <w:rsid w:val="00D96AF8"/>
    <w:rsid w:val="00D96BB1"/>
    <w:rsid w:val="00D97CB7"/>
    <w:rsid w:val="00DA004A"/>
    <w:rsid w:val="00DA01CB"/>
    <w:rsid w:val="00DA09FC"/>
    <w:rsid w:val="00DA0BC6"/>
    <w:rsid w:val="00DA134B"/>
    <w:rsid w:val="00DA138E"/>
    <w:rsid w:val="00DA190E"/>
    <w:rsid w:val="00DA1E09"/>
    <w:rsid w:val="00DA2105"/>
    <w:rsid w:val="00DA22EE"/>
    <w:rsid w:val="00DA2877"/>
    <w:rsid w:val="00DA4218"/>
    <w:rsid w:val="00DA4CEC"/>
    <w:rsid w:val="00DA5C18"/>
    <w:rsid w:val="00DA614F"/>
    <w:rsid w:val="00DA70F9"/>
    <w:rsid w:val="00DA7716"/>
    <w:rsid w:val="00DA784C"/>
    <w:rsid w:val="00DA7B07"/>
    <w:rsid w:val="00DB022E"/>
    <w:rsid w:val="00DB032F"/>
    <w:rsid w:val="00DB09AF"/>
    <w:rsid w:val="00DB0DE2"/>
    <w:rsid w:val="00DB18FC"/>
    <w:rsid w:val="00DB1DB8"/>
    <w:rsid w:val="00DB2365"/>
    <w:rsid w:val="00DB26CA"/>
    <w:rsid w:val="00DB38FB"/>
    <w:rsid w:val="00DB60AA"/>
    <w:rsid w:val="00DB70DF"/>
    <w:rsid w:val="00DB755B"/>
    <w:rsid w:val="00DB7577"/>
    <w:rsid w:val="00DC066E"/>
    <w:rsid w:val="00DC0BDD"/>
    <w:rsid w:val="00DC120B"/>
    <w:rsid w:val="00DC1837"/>
    <w:rsid w:val="00DC1C1F"/>
    <w:rsid w:val="00DC247A"/>
    <w:rsid w:val="00DC2DFF"/>
    <w:rsid w:val="00DC3596"/>
    <w:rsid w:val="00DC383F"/>
    <w:rsid w:val="00DC3DCE"/>
    <w:rsid w:val="00DC452E"/>
    <w:rsid w:val="00DC5079"/>
    <w:rsid w:val="00DC6483"/>
    <w:rsid w:val="00DC68FA"/>
    <w:rsid w:val="00DC6CB2"/>
    <w:rsid w:val="00DC72C5"/>
    <w:rsid w:val="00DC7D09"/>
    <w:rsid w:val="00DC7DA7"/>
    <w:rsid w:val="00DC7EEA"/>
    <w:rsid w:val="00DD0876"/>
    <w:rsid w:val="00DD08C6"/>
    <w:rsid w:val="00DD0E51"/>
    <w:rsid w:val="00DD242C"/>
    <w:rsid w:val="00DD2EF1"/>
    <w:rsid w:val="00DD3005"/>
    <w:rsid w:val="00DD3076"/>
    <w:rsid w:val="00DD3289"/>
    <w:rsid w:val="00DD32BE"/>
    <w:rsid w:val="00DD3E7F"/>
    <w:rsid w:val="00DD411C"/>
    <w:rsid w:val="00DD45B0"/>
    <w:rsid w:val="00DD4A15"/>
    <w:rsid w:val="00DD4AEE"/>
    <w:rsid w:val="00DD5D64"/>
    <w:rsid w:val="00DD70F7"/>
    <w:rsid w:val="00DD722D"/>
    <w:rsid w:val="00DD77B4"/>
    <w:rsid w:val="00DD7A60"/>
    <w:rsid w:val="00DD7D5C"/>
    <w:rsid w:val="00DE0142"/>
    <w:rsid w:val="00DE09EC"/>
    <w:rsid w:val="00DE0E6D"/>
    <w:rsid w:val="00DE12A3"/>
    <w:rsid w:val="00DE1674"/>
    <w:rsid w:val="00DE1E52"/>
    <w:rsid w:val="00DE2A04"/>
    <w:rsid w:val="00DE3162"/>
    <w:rsid w:val="00DE4535"/>
    <w:rsid w:val="00DE4B6A"/>
    <w:rsid w:val="00DE66CB"/>
    <w:rsid w:val="00DE692B"/>
    <w:rsid w:val="00DE6BFD"/>
    <w:rsid w:val="00DF04E0"/>
    <w:rsid w:val="00DF09FC"/>
    <w:rsid w:val="00DF0A22"/>
    <w:rsid w:val="00DF0CEC"/>
    <w:rsid w:val="00DF11FF"/>
    <w:rsid w:val="00DF1260"/>
    <w:rsid w:val="00DF156E"/>
    <w:rsid w:val="00DF171F"/>
    <w:rsid w:val="00DF193F"/>
    <w:rsid w:val="00DF2109"/>
    <w:rsid w:val="00DF2208"/>
    <w:rsid w:val="00DF2308"/>
    <w:rsid w:val="00DF2FFB"/>
    <w:rsid w:val="00DF3493"/>
    <w:rsid w:val="00DF49C8"/>
    <w:rsid w:val="00DF4A6F"/>
    <w:rsid w:val="00DF5520"/>
    <w:rsid w:val="00DF570D"/>
    <w:rsid w:val="00DF58E4"/>
    <w:rsid w:val="00DF5C75"/>
    <w:rsid w:val="00DF6045"/>
    <w:rsid w:val="00DF6399"/>
    <w:rsid w:val="00DF685B"/>
    <w:rsid w:val="00DF728A"/>
    <w:rsid w:val="00DF7762"/>
    <w:rsid w:val="00DF779F"/>
    <w:rsid w:val="00E0038E"/>
    <w:rsid w:val="00E00714"/>
    <w:rsid w:val="00E00A7F"/>
    <w:rsid w:val="00E00F86"/>
    <w:rsid w:val="00E01729"/>
    <w:rsid w:val="00E01EEA"/>
    <w:rsid w:val="00E025EB"/>
    <w:rsid w:val="00E02E91"/>
    <w:rsid w:val="00E03E30"/>
    <w:rsid w:val="00E04C22"/>
    <w:rsid w:val="00E051C1"/>
    <w:rsid w:val="00E054CE"/>
    <w:rsid w:val="00E058F8"/>
    <w:rsid w:val="00E05A3A"/>
    <w:rsid w:val="00E05DC8"/>
    <w:rsid w:val="00E061E6"/>
    <w:rsid w:val="00E063E6"/>
    <w:rsid w:val="00E067EE"/>
    <w:rsid w:val="00E06B0B"/>
    <w:rsid w:val="00E0710E"/>
    <w:rsid w:val="00E07EBD"/>
    <w:rsid w:val="00E1004B"/>
    <w:rsid w:val="00E10744"/>
    <w:rsid w:val="00E10B07"/>
    <w:rsid w:val="00E10DCD"/>
    <w:rsid w:val="00E10F18"/>
    <w:rsid w:val="00E11041"/>
    <w:rsid w:val="00E122A6"/>
    <w:rsid w:val="00E13517"/>
    <w:rsid w:val="00E13884"/>
    <w:rsid w:val="00E14368"/>
    <w:rsid w:val="00E143A1"/>
    <w:rsid w:val="00E1470F"/>
    <w:rsid w:val="00E14986"/>
    <w:rsid w:val="00E1558B"/>
    <w:rsid w:val="00E15848"/>
    <w:rsid w:val="00E16669"/>
    <w:rsid w:val="00E16A6A"/>
    <w:rsid w:val="00E17827"/>
    <w:rsid w:val="00E20049"/>
    <w:rsid w:val="00E21277"/>
    <w:rsid w:val="00E21594"/>
    <w:rsid w:val="00E22EB3"/>
    <w:rsid w:val="00E2302B"/>
    <w:rsid w:val="00E246C0"/>
    <w:rsid w:val="00E258F7"/>
    <w:rsid w:val="00E26645"/>
    <w:rsid w:val="00E26A80"/>
    <w:rsid w:val="00E27843"/>
    <w:rsid w:val="00E2794E"/>
    <w:rsid w:val="00E304D9"/>
    <w:rsid w:val="00E31AA9"/>
    <w:rsid w:val="00E324EB"/>
    <w:rsid w:val="00E3271E"/>
    <w:rsid w:val="00E32EC0"/>
    <w:rsid w:val="00E330D5"/>
    <w:rsid w:val="00E33FA4"/>
    <w:rsid w:val="00E35A00"/>
    <w:rsid w:val="00E35D49"/>
    <w:rsid w:val="00E365B0"/>
    <w:rsid w:val="00E37253"/>
    <w:rsid w:val="00E37861"/>
    <w:rsid w:val="00E400A4"/>
    <w:rsid w:val="00E412F3"/>
    <w:rsid w:val="00E41409"/>
    <w:rsid w:val="00E41BF9"/>
    <w:rsid w:val="00E421A8"/>
    <w:rsid w:val="00E424EB"/>
    <w:rsid w:val="00E43013"/>
    <w:rsid w:val="00E43387"/>
    <w:rsid w:val="00E43B91"/>
    <w:rsid w:val="00E43F5C"/>
    <w:rsid w:val="00E441E4"/>
    <w:rsid w:val="00E44448"/>
    <w:rsid w:val="00E45FF7"/>
    <w:rsid w:val="00E467FF"/>
    <w:rsid w:val="00E476B3"/>
    <w:rsid w:val="00E47E49"/>
    <w:rsid w:val="00E514E2"/>
    <w:rsid w:val="00E52239"/>
    <w:rsid w:val="00E54959"/>
    <w:rsid w:val="00E54E78"/>
    <w:rsid w:val="00E55999"/>
    <w:rsid w:val="00E55F3C"/>
    <w:rsid w:val="00E560C6"/>
    <w:rsid w:val="00E56184"/>
    <w:rsid w:val="00E562A9"/>
    <w:rsid w:val="00E60604"/>
    <w:rsid w:val="00E60612"/>
    <w:rsid w:val="00E60D66"/>
    <w:rsid w:val="00E610B7"/>
    <w:rsid w:val="00E61426"/>
    <w:rsid w:val="00E61AA0"/>
    <w:rsid w:val="00E62553"/>
    <w:rsid w:val="00E62A3C"/>
    <w:rsid w:val="00E62EF7"/>
    <w:rsid w:val="00E636DF"/>
    <w:rsid w:val="00E63924"/>
    <w:rsid w:val="00E63E03"/>
    <w:rsid w:val="00E65AA9"/>
    <w:rsid w:val="00E66583"/>
    <w:rsid w:val="00E671D1"/>
    <w:rsid w:val="00E7069D"/>
    <w:rsid w:val="00E70CC3"/>
    <w:rsid w:val="00E710D4"/>
    <w:rsid w:val="00E721B1"/>
    <w:rsid w:val="00E72C8E"/>
    <w:rsid w:val="00E7301D"/>
    <w:rsid w:val="00E73104"/>
    <w:rsid w:val="00E73836"/>
    <w:rsid w:val="00E73A98"/>
    <w:rsid w:val="00E73B79"/>
    <w:rsid w:val="00E748AD"/>
    <w:rsid w:val="00E74F26"/>
    <w:rsid w:val="00E75424"/>
    <w:rsid w:val="00E75A23"/>
    <w:rsid w:val="00E75DA5"/>
    <w:rsid w:val="00E768AA"/>
    <w:rsid w:val="00E77429"/>
    <w:rsid w:val="00E7769B"/>
    <w:rsid w:val="00E80180"/>
    <w:rsid w:val="00E80686"/>
    <w:rsid w:val="00E80E44"/>
    <w:rsid w:val="00E817F4"/>
    <w:rsid w:val="00E81B45"/>
    <w:rsid w:val="00E81EE2"/>
    <w:rsid w:val="00E8205C"/>
    <w:rsid w:val="00E8260A"/>
    <w:rsid w:val="00E82676"/>
    <w:rsid w:val="00E83027"/>
    <w:rsid w:val="00E837D4"/>
    <w:rsid w:val="00E83FA6"/>
    <w:rsid w:val="00E841B4"/>
    <w:rsid w:val="00E84563"/>
    <w:rsid w:val="00E86EB8"/>
    <w:rsid w:val="00E86EDF"/>
    <w:rsid w:val="00E877C4"/>
    <w:rsid w:val="00E87A6B"/>
    <w:rsid w:val="00E87C47"/>
    <w:rsid w:val="00E90811"/>
    <w:rsid w:val="00E911ED"/>
    <w:rsid w:val="00E91A66"/>
    <w:rsid w:val="00E91BBB"/>
    <w:rsid w:val="00E92591"/>
    <w:rsid w:val="00E925ED"/>
    <w:rsid w:val="00E92C96"/>
    <w:rsid w:val="00E9384C"/>
    <w:rsid w:val="00E943FE"/>
    <w:rsid w:val="00E94C8E"/>
    <w:rsid w:val="00E9533A"/>
    <w:rsid w:val="00E956B2"/>
    <w:rsid w:val="00E95DA2"/>
    <w:rsid w:val="00E9703E"/>
    <w:rsid w:val="00E970BB"/>
    <w:rsid w:val="00E9717E"/>
    <w:rsid w:val="00E97394"/>
    <w:rsid w:val="00E97406"/>
    <w:rsid w:val="00E976B9"/>
    <w:rsid w:val="00E97BC3"/>
    <w:rsid w:val="00E97BFE"/>
    <w:rsid w:val="00E97D5F"/>
    <w:rsid w:val="00EA0603"/>
    <w:rsid w:val="00EA2133"/>
    <w:rsid w:val="00EA2580"/>
    <w:rsid w:val="00EA2850"/>
    <w:rsid w:val="00EA33FC"/>
    <w:rsid w:val="00EA3F88"/>
    <w:rsid w:val="00EA430C"/>
    <w:rsid w:val="00EA4757"/>
    <w:rsid w:val="00EA4C3B"/>
    <w:rsid w:val="00EA536E"/>
    <w:rsid w:val="00EA5600"/>
    <w:rsid w:val="00EA56BB"/>
    <w:rsid w:val="00EA6872"/>
    <w:rsid w:val="00EB09DA"/>
    <w:rsid w:val="00EB2B7A"/>
    <w:rsid w:val="00EB2DA6"/>
    <w:rsid w:val="00EB2F4E"/>
    <w:rsid w:val="00EB3012"/>
    <w:rsid w:val="00EB31FB"/>
    <w:rsid w:val="00EB54EB"/>
    <w:rsid w:val="00EB5E9E"/>
    <w:rsid w:val="00EB639C"/>
    <w:rsid w:val="00EB6716"/>
    <w:rsid w:val="00EB7061"/>
    <w:rsid w:val="00EB7223"/>
    <w:rsid w:val="00EB7AB0"/>
    <w:rsid w:val="00EC0199"/>
    <w:rsid w:val="00EC2AFD"/>
    <w:rsid w:val="00EC38F6"/>
    <w:rsid w:val="00EC415F"/>
    <w:rsid w:val="00EC42B9"/>
    <w:rsid w:val="00EC5341"/>
    <w:rsid w:val="00EC5D5A"/>
    <w:rsid w:val="00EC6BF3"/>
    <w:rsid w:val="00EC7EBE"/>
    <w:rsid w:val="00ED05B3"/>
    <w:rsid w:val="00ED07AD"/>
    <w:rsid w:val="00ED116A"/>
    <w:rsid w:val="00ED1994"/>
    <w:rsid w:val="00ED2025"/>
    <w:rsid w:val="00ED20CC"/>
    <w:rsid w:val="00ED271F"/>
    <w:rsid w:val="00ED3240"/>
    <w:rsid w:val="00ED3589"/>
    <w:rsid w:val="00ED392D"/>
    <w:rsid w:val="00ED4180"/>
    <w:rsid w:val="00ED42AA"/>
    <w:rsid w:val="00ED4B80"/>
    <w:rsid w:val="00ED4EB2"/>
    <w:rsid w:val="00ED5CBD"/>
    <w:rsid w:val="00ED61C0"/>
    <w:rsid w:val="00ED7A92"/>
    <w:rsid w:val="00EE0350"/>
    <w:rsid w:val="00EE0C12"/>
    <w:rsid w:val="00EE1414"/>
    <w:rsid w:val="00EE143C"/>
    <w:rsid w:val="00EE185D"/>
    <w:rsid w:val="00EE1B84"/>
    <w:rsid w:val="00EE2315"/>
    <w:rsid w:val="00EE24B4"/>
    <w:rsid w:val="00EE29F3"/>
    <w:rsid w:val="00EE380D"/>
    <w:rsid w:val="00EE3ADA"/>
    <w:rsid w:val="00EE4502"/>
    <w:rsid w:val="00EE5E43"/>
    <w:rsid w:val="00EE5E87"/>
    <w:rsid w:val="00EE60C3"/>
    <w:rsid w:val="00EF09B7"/>
    <w:rsid w:val="00EF0DBF"/>
    <w:rsid w:val="00EF20F2"/>
    <w:rsid w:val="00EF2D85"/>
    <w:rsid w:val="00EF3B44"/>
    <w:rsid w:val="00EF3F21"/>
    <w:rsid w:val="00EF400C"/>
    <w:rsid w:val="00EF6BCA"/>
    <w:rsid w:val="00F00556"/>
    <w:rsid w:val="00F00B3E"/>
    <w:rsid w:val="00F033BB"/>
    <w:rsid w:val="00F036B4"/>
    <w:rsid w:val="00F0408A"/>
    <w:rsid w:val="00F051D4"/>
    <w:rsid w:val="00F0580A"/>
    <w:rsid w:val="00F05D5D"/>
    <w:rsid w:val="00F063EF"/>
    <w:rsid w:val="00F06C16"/>
    <w:rsid w:val="00F07214"/>
    <w:rsid w:val="00F076B3"/>
    <w:rsid w:val="00F07DAB"/>
    <w:rsid w:val="00F1058F"/>
    <w:rsid w:val="00F11EB4"/>
    <w:rsid w:val="00F127CF"/>
    <w:rsid w:val="00F136E0"/>
    <w:rsid w:val="00F13BB1"/>
    <w:rsid w:val="00F1500C"/>
    <w:rsid w:val="00F15394"/>
    <w:rsid w:val="00F157FA"/>
    <w:rsid w:val="00F15C95"/>
    <w:rsid w:val="00F15CE5"/>
    <w:rsid w:val="00F171FE"/>
    <w:rsid w:val="00F1757C"/>
    <w:rsid w:val="00F17D5F"/>
    <w:rsid w:val="00F211A9"/>
    <w:rsid w:val="00F21A36"/>
    <w:rsid w:val="00F22826"/>
    <w:rsid w:val="00F230D3"/>
    <w:rsid w:val="00F23576"/>
    <w:rsid w:val="00F23724"/>
    <w:rsid w:val="00F244A8"/>
    <w:rsid w:val="00F25DA7"/>
    <w:rsid w:val="00F267B0"/>
    <w:rsid w:val="00F2695D"/>
    <w:rsid w:val="00F26CAC"/>
    <w:rsid w:val="00F26E3C"/>
    <w:rsid w:val="00F275F6"/>
    <w:rsid w:val="00F27A5B"/>
    <w:rsid w:val="00F27B43"/>
    <w:rsid w:val="00F27FCF"/>
    <w:rsid w:val="00F3188C"/>
    <w:rsid w:val="00F32533"/>
    <w:rsid w:val="00F32CAB"/>
    <w:rsid w:val="00F3322C"/>
    <w:rsid w:val="00F33356"/>
    <w:rsid w:val="00F33899"/>
    <w:rsid w:val="00F3412F"/>
    <w:rsid w:val="00F3489F"/>
    <w:rsid w:val="00F34EFE"/>
    <w:rsid w:val="00F35121"/>
    <w:rsid w:val="00F352D7"/>
    <w:rsid w:val="00F35FF6"/>
    <w:rsid w:val="00F36300"/>
    <w:rsid w:val="00F369BB"/>
    <w:rsid w:val="00F37437"/>
    <w:rsid w:val="00F3771A"/>
    <w:rsid w:val="00F37969"/>
    <w:rsid w:val="00F409FD"/>
    <w:rsid w:val="00F40B75"/>
    <w:rsid w:val="00F4110E"/>
    <w:rsid w:val="00F425EB"/>
    <w:rsid w:val="00F429FA"/>
    <w:rsid w:val="00F430B5"/>
    <w:rsid w:val="00F4397B"/>
    <w:rsid w:val="00F43E5F"/>
    <w:rsid w:val="00F43EAB"/>
    <w:rsid w:val="00F441D9"/>
    <w:rsid w:val="00F44653"/>
    <w:rsid w:val="00F45002"/>
    <w:rsid w:val="00F458FD"/>
    <w:rsid w:val="00F45ADF"/>
    <w:rsid w:val="00F45CF3"/>
    <w:rsid w:val="00F4622C"/>
    <w:rsid w:val="00F4677C"/>
    <w:rsid w:val="00F4693F"/>
    <w:rsid w:val="00F4715E"/>
    <w:rsid w:val="00F472F6"/>
    <w:rsid w:val="00F4732E"/>
    <w:rsid w:val="00F4756F"/>
    <w:rsid w:val="00F5088C"/>
    <w:rsid w:val="00F51977"/>
    <w:rsid w:val="00F52D4A"/>
    <w:rsid w:val="00F53EB2"/>
    <w:rsid w:val="00F5467D"/>
    <w:rsid w:val="00F547CD"/>
    <w:rsid w:val="00F55454"/>
    <w:rsid w:val="00F564A0"/>
    <w:rsid w:val="00F57196"/>
    <w:rsid w:val="00F5765F"/>
    <w:rsid w:val="00F57A27"/>
    <w:rsid w:val="00F602C2"/>
    <w:rsid w:val="00F60A82"/>
    <w:rsid w:val="00F60D88"/>
    <w:rsid w:val="00F611D8"/>
    <w:rsid w:val="00F618AD"/>
    <w:rsid w:val="00F6279C"/>
    <w:rsid w:val="00F62DBD"/>
    <w:rsid w:val="00F63B35"/>
    <w:rsid w:val="00F6401A"/>
    <w:rsid w:val="00F65535"/>
    <w:rsid w:val="00F65876"/>
    <w:rsid w:val="00F65AE4"/>
    <w:rsid w:val="00F6627A"/>
    <w:rsid w:val="00F6699B"/>
    <w:rsid w:val="00F66E40"/>
    <w:rsid w:val="00F67F86"/>
    <w:rsid w:val="00F705E6"/>
    <w:rsid w:val="00F712C6"/>
    <w:rsid w:val="00F714B9"/>
    <w:rsid w:val="00F72D71"/>
    <w:rsid w:val="00F74350"/>
    <w:rsid w:val="00F74873"/>
    <w:rsid w:val="00F75D72"/>
    <w:rsid w:val="00F762C7"/>
    <w:rsid w:val="00F7684A"/>
    <w:rsid w:val="00F76FEC"/>
    <w:rsid w:val="00F80A9A"/>
    <w:rsid w:val="00F810EB"/>
    <w:rsid w:val="00F811B2"/>
    <w:rsid w:val="00F81274"/>
    <w:rsid w:val="00F81354"/>
    <w:rsid w:val="00F817DC"/>
    <w:rsid w:val="00F833B7"/>
    <w:rsid w:val="00F83DAA"/>
    <w:rsid w:val="00F8420A"/>
    <w:rsid w:val="00F843EA"/>
    <w:rsid w:val="00F84718"/>
    <w:rsid w:val="00F84D20"/>
    <w:rsid w:val="00F859D9"/>
    <w:rsid w:val="00F87496"/>
    <w:rsid w:val="00F907A3"/>
    <w:rsid w:val="00F90B6D"/>
    <w:rsid w:val="00F90DE9"/>
    <w:rsid w:val="00F91209"/>
    <w:rsid w:val="00F91B03"/>
    <w:rsid w:val="00F929F1"/>
    <w:rsid w:val="00F92BC7"/>
    <w:rsid w:val="00F9435E"/>
    <w:rsid w:val="00F9438A"/>
    <w:rsid w:val="00F9446C"/>
    <w:rsid w:val="00F94860"/>
    <w:rsid w:val="00F94EDF"/>
    <w:rsid w:val="00F96D69"/>
    <w:rsid w:val="00F97D71"/>
    <w:rsid w:val="00FA06D4"/>
    <w:rsid w:val="00FA0833"/>
    <w:rsid w:val="00FA156B"/>
    <w:rsid w:val="00FA18E7"/>
    <w:rsid w:val="00FA1C3D"/>
    <w:rsid w:val="00FA2800"/>
    <w:rsid w:val="00FA2D1C"/>
    <w:rsid w:val="00FA37C1"/>
    <w:rsid w:val="00FA3E0D"/>
    <w:rsid w:val="00FA4C67"/>
    <w:rsid w:val="00FA56A7"/>
    <w:rsid w:val="00FA5F77"/>
    <w:rsid w:val="00FA6638"/>
    <w:rsid w:val="00FA7012"/>
    <w:rsid w:val="00FA73A2"/>
    <w:rsid w:val="00FA7777"/>
    <w:rsid w:val="00FA79BC"/>
    <w:rsid w:val="00FA7A10"/>
    <w:rsid w:val="00FA7C4D"/>
    <w:rsid w:val="00FA7FEE"/>
    <w:rsid w:val="00FB0535"/>
    <w:rsid w:val="00FB08A0"/>
    <w:rsid w:val="00FB1141"/>
    <w:rsid w:val="00FB1325"/>
    <w:rsid w:val="00FB28E2"/>
    <w:rsid w:val="00FB37A8"/>
    <w:rsid w:val="00FB3A00"/>
    <w:rsid w:val="00FB42A8"/>
    <w:rsid w:val="00FB5356"/>
    <w:rsid w:val="00FB5F6F"/>
    <w:rsid w:val="00FB5FB6"/>
    <w:rsid w:val="00FB74B3"/>
    <w:rsid w:val="00FC01EA"/>
    <w:rsid w:val="00FC0D85"/>
    <w:rsid w:val="00FC13C5"/>
    <w:rsid w:val="00FC22DD"/>
    <w:rsid w:val="00FC258A"/>
    <w:rsid w:val="00FC3445"/>
    <w:rsid w:val="00FC363E"/>
    <w:rsid w:val="00FC399F"/>
    <w:rsid w:val="00FC4810"/>
    <w:rsid w:val="00FC4B2F"/>
    <w:rsid w:val="00FC4DF3"/>
    <w:rsid w:val="00FC56BD"/>
    <w:rsid w:val="00FC5E2E"/>
    <w:rsid w:val="00FD0397"/>
    <w:rsid w:val="00FD05F6"/>
    <w:rsid w:val="00FD0833"/>
    <w:rsid w:val="00FD0849"/>
    <w:rsid w:val="00FD0886"/>
    <w:rsid w:val="00FD2631"/>
    <w:rsid w:val="00FD28BA"/>
    <w:rsid w:val="00FD35EC"/>
    <w:rsid w:val="00FD44BA"/>
    <w:rsid w:val="00FD46FA"/>
    <w:rsid w:val="00FD4A8A"/>
    <w:rsid w:val="00FD4CDE"/>
    <w:rsid w:val="00FD5493"/>
    <w:rsid w:val="00FD58A6"/>
    <w:rsid w:val="00FD6562"/>
    <w:rsid w:val="00FD660D"/>
    <w:rsid w:val="00FD6B43"/>
    <w:rsid w:val="00FD7843"/>
    <w:rsid w:val="00FD7A3B"/>
    <w:rsid w:val="00FE02E8"/>
    <w:rsid w:val="00FE0673"/>
    <w:rsid w:val="00FE0A77"/>
    <w:rsid w:val="00FE2181"/>
    <w:rsid w:val="00FE2906"/>
    <w:rsid w:val="00FE2F8A"/>
    <w:rsid w:val="00FE3CF8"/>
    <w:rsid w:val="00FE4189"/>
    <w:rsid w:val="00FE42FA"/>
    <w:rsid w:val="00FE4503"/>
    <w:rsid w:val="00FE4DF0"/>
    <w:rsid w:val="00FE4FA0"/>
    <w:rsid w:val="00FE510A"/>
    <w:rsid w:val="00FE6620"/>
    <w:rsid w:val="00FE66DE"/>
    <w:rsid w:val="00FE68DC"/>
    <w:rsid w:val="00FE748F"/>
    <w:rsid w:val="00FE7545"/>
    <w:rsid w:val="00FF1693"/>
    <w:rsid w:val="00FF2DED"/>
    <w:rsid w:val="00FF40E7"/>
    <w:rsid w:val="00FF4A8B"/>
    <w:rsid w:val="00FF4B63"/>
    <w:rsid w:val="00FF5B36"/>
    <w:rsid w:val="00FF64BB"/>
    <w:rsid w:val="00FF6ECB"/>
    <w:rsid w:val="00FF74DE"/>
    <w:rsid w:val="00FF7BBE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DE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E155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5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155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155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E1558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27167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091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uiPriority w:val="1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5850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4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A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1558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55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55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1558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155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"/>
    <w:link w:val="af3"/>
    <w:uiPriority w:val="99"/>
    <w:unhideWhenUsed/>
    <w:rsid w:val="00E1558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E1558B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1558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Subtitle"/>
    <w:basedOn w:val="a"/>
    <w:link w:val="af5"/>
    <w:qFormat/>
    <w:rsid w:val="00E1558B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5">
    <w:name w:val="Подзаголовок Знак"/>
    <w:basedOn w:val="a0"/>
    <w:link w:val="af4"/>
    <w:rsid w:val="00E155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Стиль1"/>
    <w:uiPriority w:val="99"/>
    <w:rsid w:val="00E1558B"/>
    <w:pPr>
      <w:numPr>
        <w:numId w:val="21"/>
      </w:numPr>
    </w:pPr>
  </w:style>
  <w:style w:type="character" w:styleId="af6">
    <w:name w:val="Hyperlink"/>
    <w:uiPriority w:val="99"/>
    <w:semiHidden/>
    <w:unhideWhenUsed/>
    <w:rsid w:val="00E1558B"/>
    <w:rPr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E1558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1558B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1558B"/>
  </w:style>
  <w:style w:type="character" w:styleId="af7">
    <w:name w:val="Strong"/>
    <w:uiPriority w:val="22"/>
    <w:qFormat/>
    <w:rsid w:val="00E1558B"/>
    <w:rPr>
      <w:b/>
      <w:bCs/>
    </w:rPr>
  </w:style>
  <w:style w:type="paragraph" w:styleId="af8">
    <w:name w:val="Normal (Web)"/>
    <w:basedOn w:val="a"/>
    <w:uiPriority w:val="99"/>
    <w:unhideWhenUsed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endnote text"/>
    <w:basedOn w:val="a"/>
    <w:link w:val="afa"/>
    <w:uiPriority w:val="99"/>
    <w:semiHidden/>
    <w:unhideWhenUsed/>
    <w:rsid w:val="00E1558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1558B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E1558B"/>
    <w:rPr>
      <w:vertAlign w:val="superscript"/>
    </w:rPr>
  </w:style>
  <w:style w:type="character" w:customStyle="1" w:styleId="extended-textfull">
    <w:name w:val="extended-text__full"/>
    <w:basedOn w:val="a0"/>
    <w:rsid w:val="00E1558B"/>
  </w:style>
  <w:style w:type="character" w:styleId="afc">
    <w:name w:val="FollowedHyperlink"/>
    <w:uiPriority w:val="99"/>
    <w:semiHidden/>
    <w:unhideWhenUsed/>
    <w:rsid w:val="00E1558B"/>
    <w:rPr>
      <w:color w:val="800080"/>
      <w:u w:val="single"/>
    </w:rPr>
  </w:style>
  <w:style w:type="paragraph" w:customStyle="1" w:styleId="xl65">
    <w:name w:val="xl65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E1558B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E155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05C3B-05E7-4827-A057-BDF57755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32</Pages>
  <Words>11702</Words>
  <Characters>66707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U60</dc:creator>
  <cp:lastModifiedBy>U60</cp:lastModifiedBy>
  <cp:revision>828</cp:revision>
  <cp:lastPrinted>2023-05-23T08:10:00Z</cp:lastPrinted>
  <dcterms:created xsi:type="dcterms:W3CDTF">2023-05-19T12:39:00Z</dcterms:created>
  <dcterms:modified xsi:type="dcterms:W3CDTF">2023-05-25T13:17:00Z</dcterms:modified>
</cp:coreProperties>
</file>