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8E70D3" w:rsidRPr="005F063A" w:rsidRDefault="008E70D3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EB051A" w:rsidRPr="005F063A" w:rsidRDefault="00EB051A">
      <w:pPr>
        <w:rPr>
          <w:rFonts w:ascii="PT Astra Serif" w:hAnsi="PT Astra Serif"/>
          <w:sz w:val="28"/>
        </w:rPr>
      </w:pPr>
    </w:p>
    <w:p w:rsidR="003B569A" w:rsidRPr="005F063A" w:rsidRDefault="003B569A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C80DA8" w:rsidRPr="005F063A" w:rsidRDefault="00C80DA8" w:rsidP="003456B2">
      <w:pPr>
        <w:tabs>
          <w:tab w:val="left" w:pos="2985"/>
        </w:tabs>
        <w:rPr>
          <w:rFonts w:ascii="PT Astra Serif" w:hAnsi="PT Astra Serif"/>
          <w:sz w:val="28"/>
        </w:rPr>
      </w:pPr>
    </w:p>
    <w:p w:rsidR="003B569A" w:rsidRPr="005F063A" w:rsidRDefault="003B569A" w:rsidP="00ED595F">
      <w:pPr>
        <w:rPr>
          <w:rFonts w:ascii="PT Astra Serif" w:hAnsi="PT Astra Serif"/>
          <w:sz w:val="28"/>
        </w:rPr>
      </w:pPr>
    </w:p>
    <w:p w:rsidR="00191A14" w:rsidRPr="005F063A" w:rsidRDefault="008E70D3" w:rsidP="00EB051A">
      <w:pPr>
        <w:pStyle w:val="2"/>
        <w:rPr>
          <w:rFonts w:ascii="PT Astra Serif" w:hAnsi="PT Astra Serif"/>
          <w:b/>
        </w:rPr>
      </w:pPr>
      <w:r w:rsidRPr="005F063A">
        <w:rPr>
          <w:rFonts w:ascii="PT Astra Serif" w:hAnsi="PT Astra Serif"/>
          <w:b/>
        </w:rPr>
        <w:t>О</w:t>
      </w:r>
      <w:r w:rsidR="00EA17D8" w:rsidRPr="005F063A">
        <w:rPr>
          <w:rFonts w:ascii="PT Astra Serif" w:hAnsi="PT Astra Serif"/>
          <w:b/>
        </w:rPr>
        <w:t xml:space="preserve"> проекте закона Ульяновской области</w:t>
      </w:r>
    </w:p>
    <w:p w:rsidR="00375CAB" w:rsidRPr="00375CAB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«О внесении изменений в Закон Ульяновской области</w:t>
      </w:r>
    </w:p>
    <w:p w:rsidR="00375CAB" w:rsidRPr="00375CAB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>«Об областном бюджете Ульяновской области на 2020 год</w:t>
      </w:r>
    </w:p>
    <w:p w:rsidR="008E70D3" w:rsidRPr="005F063A" w:rsidRDefault="00375CAB" w:rsidP="00375CAB">
      <w:pPr>
        <w:pStyle w:val="2"/>
        <w:rPr>
          <w:rFonts w:ascii="PT Astra Serif" w:hAnsi="PT Astra Serif"/>
          <w:b/>
        </w:rPr>
      </w:pPr>
      <w:r w:rsidRPr="00375CAB">
        <w:rPr>
          <w:rFonts w:ascii="PT Astra Serif" w:hAnsi="PT Astra Serif"/>
          <w:b/>
        </w:rPr>
        <w:t xml:space="preserve">и на плановый период 2021 и 2022 годов» и признании </w:t>
      </w:r>
      <w:proofErr w:type="gramStart"/>
      <w:r w:rsidRPr="00375CAB">
        <w:rPr>
          <w:rFonts w:ascii="PT Astra Serif" w:hAnsi="PT Astra Serif"/>
          <w:b/>
        </w:rPr>
        <w:t>утратившими</w:t>
      </w:r>
      <w:proofErr w:type="gramEnd"/>
      <w:r w:rsidRPr="00375CAB">
        <w:rPr>
          <w:rFonts w:ascii="PT Astra Serif" w:hAnsi="PT Astra Serif"/>
          <w:b/>
        </w:rPr>
        <w:t xml:space="preserve"> силу отдельных положений законодательн</w:t>
      </w:r>
      <w:r w:rsidR="005C235D">
        <w:rPr>
          <w:rFonts w:ascii="PT Astra Serif" w:hAnsi="PT Astra Serif"/>
          <w:b/>
        </w:rPr>
        <w:t>ых</w:t>
      </w:r>
      <w:r w:rsidRPr="00375CAB">
        <w:rPr>
          <w:rFonts w:ascii="PT Astra Serif" w:hAnsi="PT Astra Serif"/>
          <w:b/>
        </w:rPr>
        <w:t xml:space="preserve"> акт</w:t>
      </w:r>
      <w:r w:rsidR="005C235D">
        <w:rPr>
          <w:rFonts w:ascii="PT Astra Serif" w:hAnsi="PT Astra Serif"/>
          <w:b/>
        </w:rPr>
        <w:t>ов</w:t>
      </w:r>
      <w:r w:rsidRPr="00375CAB">
        <w:rPr>
          <w:rFonts w:ascii="PT Astra Serif" w:hAnsi="PT Astra Serif"/>
          <w:b/>
        </w:rPr>
        <w:t xml:space="preserve"> Ульяновской области»</w:t>
      </w:r>
    </w:p>
    <w:p w:rsidR="008E70D3" w:rsidRPr="005F063A" w:rsidRDefault="008E70D3" w:rsidP="00EB051A">
      <w:pPr>
        <w:rPr>
          <w:rFonts w:ascii="PT Astra Serif" w:hAnsi="PT Astra Serif"/>
          <w:sz w:val="28"/>
          <w:highlight w:val="yellow"/>
        </w:rPr>
      </w:pPr>
    </w:p>
    <w:p w:rsidR="008E70D3" w:rsidRPr="005F063A" w:rsidRDefault="008E70D3">
      <w:pPr>
        <w:pStyle w:val="a3"/>
        <w:jc w:val="both"/>
        <w:rPr>
          <w:rFonts w:ascii="PT Astra Serif" w:hAnsi="PT Astra Serif"/>
          <w:b w:val="0"/>
          <w:bCs w:val="0"/>
          <w:sz w:val="28"/>
        </w:rPr>
      </w:pPr>
    </w:p>
    <w:p w:rsidR="008E70D3" w:rsidRPr="005F063A" w:rsidRDefault="00EA17D8" w:rsidP="00375CAB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bCs w:val="0"/>
          <w:sz w:val="28"/>
        </w:rPr>
      </w:pPr>
      <w:r w:rsidRPr="005F063A">
        <w:rPr>
          <w:rFonts w:ascii="PT Astra Serif" w:hAnsi="PT Astra Serif"/>
          <w:b w:val="0"/>
          <w:bCs w:val="0"/>
          <w:sz w:val="28"/>
        </w:rPr>
        <w:t>1.</w:t>
      </w:r>
      <w:r w:rsidR="00191A14" w:rsidRPr="005F063A">
        <w:rPr>
          <w:rFonts w:ascii="PT Astra Serif" w:hAnsi="PT Astra Serif"/>
          <w:b w:val="0"/>
          <w:bCs w:val="0"/>
          <w:sz w:val="28"/>
        </w:rPr>
        <w:t> </w:t>
      </w:r>
      <w:r w:rsidRPr="005F063A">
        <w:rPr>
          <w:rFonts w:ascii="PT Astra Serif" w:hAnsi="PT Astra Serif"/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 w:rsidRPr="005F063A">
        <w:rPr>
          <w:rFonts w:ascii="PT Astra Serif" w:hAnsi="PT Astra Serif"/>
          <w:b w:val="0"/>
          <w:bCs w:val="0"/>
          <w:sz w:val="28"/>
        </w:rPr>
        <w:t>з</w:t>
      </w:r>
      <w:r w:rsidRPr="005F063A">
        <w:rPr>
          <w:rFonts w:ascii="PT Astra Serif" w:hAnsi="PT Astra Serif"/>
          <w:b w:val="0"/>
          <w:bCs w:val="0"/>
          <w:sz w:val="28"/>
        </w:rPr>
        <w:t xml:space="preserve">акона Ульяновской области </w:t>
      </w:r>
      <w:r w:rsidR="00375CAB" w:rsidRPr="00375CAB">
        <w:rPr>
          <w:rFonts w:ascii="PT Astra Serif" w:hAnsi="PT Astra Serif"/>
          <w:b w:val="0"/>
          <w:bCs w:val="0"/>
          <w:sz w:val="28"/>
        </w:rPr>
        <w:t>«О внесении изменений в Закон Ульяновской области</w:t>
      </w:r>
      <w:r w:rsidR="00375CAB">
        <w:rPr>
          <w:rFonts w:ascii="PT Astra Serif" w:hAnsi="PT Astra Serif"/>
          <w:b w:val="0"/>
          <w:bCs w:val="0"/>
          <w:sz w:val="28"/>
        </w:rPr>
        <w:t xml:space="preserve"> </w:t>
      </w:r>
      <w:r w:rsidR="00375CAB" w:rsidRPr="00375CAB">
        <w:rPr>
          <w:rFonts w:ascii="PT Astra Serif" w:hAnsi="PT Astra Serif"/>
          <w:b w:val="0"/>
          <w:bCs w:val="0"/>
          <w:sz w:val="28"/>
        </w:rPr>
        <w:t>«Об областном бюджете Ульяновской области на 2020 год</w:t>
      </w:r>
      <w:r w:rsidR="00375CAB">
        <w:rPr>
          <w:rFonts w:ascii="PT Astra Serif" w:hAnsi="PT Astra Serif"/>
          <w:b w:val="0"/>
          <w:bCs w:val="0"/>
          <w:sz w:val="28"/>
        </w:rPr>
        <w:t xml:space="preserve"> </w:t>
      </w:r>
      <w:r w:rsidR="00375CAB">
        <w:rPr>
          <w:rFonts w:ascii="PT Astra Serif" w:hAnsi="PT Astra Serif"/>
          <w:b w:val="0"/>
          <w:bCs w:val="0"/>
          <w:sz w:val="28"/>
        </w:rPr>
        <w:br/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и на плановый период 2021 и 2022 годов» и признании </w:t>
      </w:r>
      <w:proofErr w:type="gramStart"/>
      <w:r w:rsidR="00375CAB" w:rsidRPr="00375CAB">
        <w:rPr>
          <w:rFonts w:ascii="PT Astra Serif" w:hAnsi="PT Astra Serif"/>
          <w:b w:val="0"/>
          <w:bCs w:val="0"/>
          <w:sz w:val="28"/>
        </w:rPr>
        <w:t>утратившими</w:t>
      </w:r>
      <w:proofErr w:type="gramEnd"/>
      <w:r w:rsidR="00375CAB" w:rsidRPr="00375CAB">
        <w:rPr>
          <w:rFonts w:ascii="PT Astra Serif" w:hAnsi="PT Astra Serif"/>
          <w:b w:val="0"/>
          <w:bCs w:val="0"/>
          <w:sz w:val="28"/>
        </w:rPr>
        <w:t xml:space="preserve"> силу отдельных положений законодательн</w:t>
      </w:r>
      <w:r w:rsidR="005C235D">
        <w:rPr>
          <w:rFonts w:ascii="PT Astra Serif" w:hAnsi="PT Astra Serif"/>
          <w:b w:val="0"/>
          <w:bCs w:val="0"/>
          <w:sz w:val="28"/>
        </w:rPr>
        <w:t>ых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акт</w:t>
      </w:r>
      <w:r w:rsidR="005C235D">
        <w:rPr>
          <w:rFonts w:ascii="PT Astra Serif" w:hAnsi="PT Astra Serif"/>
          <w:b w:val="0"/>
          <w:bCs w:val="0"/>
          <w:sz w:val="28"/>
        </w:rPr>
        <w:t>ов</w:t>
      </w:r>
      <w:r w:rsidR="00375CAB" w:rsidRPr="00375CAB">
        <w:rPr>
          <w:rFonts w:ascii="PT Astra Serif" w:hAnsi="PT Astra Serif"/>
          <w:b w:val="0"/>
          <w:bCs w:val="0"/>
          <w:sz w:val="28"/>
        </w:rPr>
        <w:t xml:space="preserve"> Ульяновской области»</w:t>
      </w:r>
      <w:r w:rsidRPr="005F063A">
        <w:rPr>
          <w:rFonts w:ascii="PT Astra Serif" w:hAnsi="PT Astra Serif"/>
          <w:b w:val="0"/>
          <w:bCs w:val="0"/>
          <w:sz w:val="28"/>
        </w:rPr>
        <w:t>.</w:t>
      </w:r>
    </w:p>
    <w:p w:rsidR="00EA17D8" w:rsidRPr="005F063A" w:rsidRDefault="00EA17D8" w:rsidP="00375CAB">
      <w:pPr>
        <w:pStyle w:val="a3"/>
        <w:tabs>
          <w:tab w:val="num" w:pos="0"/>
        </w:tabs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5F063A">
        <w:rPr>
          <w:rFonts w:ascii="PT Astra Serif" w:hAnsi="PT Astra Serif"/>
          <w:b w:val="0"/>
          <w:sz w:val="28"/>
          <w:szCs w:val="28"/>
        </w:rPr>
        <w:t>2.</w:t>
      </w:r>
      <w:r w:rsidR="00191A14" w:rsidRPr="005F063A">
        <w:rPr>
          <w:rFonts w:ascii="PT Astra Serif" w:hAnsi="PT Astra Serif"/>
          <w:b w:val="0"/>
          <w:sz w:val="28"/>
          <w:szCs w:val="28"/>
        </w:rPr>
        <w:t> </w:t>
      </w:r>
      <w:proofErr w:type="gramStart"/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Назначить </w:t>
      </w:r>
      <w:r w:rsidR="009B393D">
        <w:rPr>
          <w:rFonts w:ascii="PT Astra Serif" w:hAnsi="PT Astra Serif"/>
          <w:b w:val="0"/>
          <w:sz w:val="28"/>
          <w:szCs w:val="28"/>
        </w:rPr>
        <w:t xml:space="preserve">исполняющего обязанности </w:t>
      </w:r>
      <w:r w:rsidR="00424A2C" w:rsidRPr="005F063A">
        <w:rPr>
          <w:rFonts w:ascii="PT Astra Serif" w:hAnsi="PT Astra Serif"/>
          <w:b w:val="0"/>
          <w:sz w:val="28"/>
          <w:szCs w:val="28"/>
        </w:rPr>
        <w:t>М</w:t>
      </w:r>
      <w:r w:rsidR="008C0CA8" w:rsidRPr="005F063A">
        <w:rPr>
          <w:rFonts w:ascii="PT Astra Serif" w:hAnsi="PT Astra Serif"/>
          <w:b w:val="0"/>
          <w:sz w:val="28"/>
          <w:szCs w:val="28"/>
        </w:rPr>
        <w:t>инистра финансов Ульяновской области</w:t>
      </w:r>
      <w:r w:rsidR="004560D4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r w:rsidR="0064688C">
        <w:rPr>
          <w:rFonts w:ascii="PT Astra Serif" w:hAnsi="PT Astra Serif"/>
          <w:b w:val="0"/>
          <w:sz w:val="28"/>
          <w:szCs w:val="28"/>
        </w:rPr>
        <w:t>Брюханову Н.Г.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официальным представителем </w:t>
      </w:r>
      <w:r w:rsidR="001827D3" w:rsidRPr="005F063A">
        <w:rPr>
          <w:rFonts w:ascii="PT Astra Serif" w:hAnsi="PT Astra Serif"/>
          <w:b w:val="0"/>
          <w:sz w:val="28"/>
          <w:szCs w:val="28"/>
        </w:rPr>
        <w:t>Губернатора</w:t>
      </w:r>
      <w:r w:rsidR="008C0CA8" w:rsidRPr="005F063A">
        <w:rPr>
          <w:rFonts w:ascii="PT Astra Serif" w:hAnsi="PT Astra Serif"/>
          <w:b w:val="0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9B393D">
        <w:rPr>
          <w:rFonts w:ascii="PT Astra Serif" w:hAnsi="PT Astra Serif"/>
          <w:b w:val="0"/>
          <w:sz w:val="28"/>
          <w:szCs w:val="28"/>
        </w:rPr>
        <w:br/>
      </w:r>
      <w:r w:rsidR="00375CAB" w:rsidRPr="00375CAB">
        <w:rPr>
          <w:rFonts w:ascii="PT Astra Serif" w:hAnsi="PT Astra Serif"/>
          <w:b w:val="0"/>
          <w:sz w:val="28"/>
          <w:szCs w:val="28"/>
        </w:rPr>
        <w:t>«О внесении изменений в Закон Ульяновской области</w:t>
      </w:r>
      <w:r w:rsidR="00375CAB">
        <w:rPr>
          <w:rFonts w:ascii="PT Astra Serif" w:hAnsi="PT Astra Serif"/>
          <w:b w:val="0"/>
          <w:sz w:val="28"/>
          <w:szCs w:val="28"/>
        </w:rPr>
        <w:t xml:space="preserve"> </w:t>
      </w:r>
      <w:r w:rsidR="00375CAB" w:rsidRPr="00375CAB">
        <w:rPr>
          <w:rFonts w:ascii="PT Astra Serif" w:hAnsi="PT Astra Serif"/>
          <w:b w:val="0"/>
          <w:sz w:val="28"/>
          <w:szCs w:val="28"/>
        </w:rPr>
        <w:t>«Об областном бюджете Ульяновской области на 2020 год</w:t>
      </w:r>
      <w:r w:rsidR="00375CAB">
        <w:rPr>
          <w:rFonts w:ascii="PT Astra Serif" w:hAnsi="PT Astra Serif"/>
          <w:b w:val="0"/>
          <w:sz w:val="28"/>
          <w:szCs w:val="28"/>
        </w:rPr>
        <w:t xml:space="preserve"> 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и на плановый период 2021 и 2022 годов» </w:t>
      </w:r>
      <w:r w:rsidR="00375CAB">
        <w:rPr>
          <w:rFonts w:ascii="PT Astra Serif" w:hAnsi="PT Astra Serif"/>
          <w:b w:val="0"/>
          <w:sz w:val="28"/>
          <w:szCs w:val="28"/>
        </w:rPr>
        <w:br/>
      </w:r>
      <w:r w:rsidR="00375CAB" w:rsidRPr="00375CAB">
        <w:rPr>
          <w:rFonts w:ascii="PT Astra Serif" w:hAnsi="PT Astra Serif"/>
          <w:b w:val="0"/>
          <w:sz w:val="28"/>
          <w:szCs w:val="28"/>
        </w:rPr>
        <w:t>и признании утратившими силу отдельных положений законодательн</w:t>
      </w:r>
      <w:r w:rsidR="005C235D">
        <w:rPr>
          <w:rFonts w:ascii="PT Astra Serif" w:hAnsi="PT Astra Serif"/>
          <w:b w:val="0"/>
          <w:sz w:val="28"/>
          <w:szCs w:val="28"/>
        </w:rPr>
        <w:t>ых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акт</w:t>
      </w:r>
      <w:r w:rsidR="005C235D">
        <w:rPr>
          <w:rFonts w:ascii="PT Astra Serif" w:hAnsi="PT Astra Serif"/>
          <w:b w:val="0"/>
          <w:sz w:val="28"/>
          <w:szCs w:val="28"/>
        </w:rPr>
        <w:t>ов</w:t>
      </w:r>
      <w:r w:rsidR="00375CAB" w:rsidRPr="00375CAB">
        <w:rPr>
          <w:rFonts w:ascii="PT Astra Serif" w:hAnsi="PT Astra Serif"/>
          <w:b w:val="0"/>
          <w:sz w:val="28"/>
          <w:szCs w:val="28"/>
        </w:rPr>
        <w:t xml:space="preserve"> Ульяновской области»</w:t>
      </w:r>
      <w:r w:rsidR="008C0CA8" w:rsidRPr="005F063A">
        <w:rPr>
          <w:rFonts w:ascii="PT Astra Serif" w:hAnsi="PT Astra Serif"/>
          <w:b w:val="0"/>
          <w:sz w:val="28"/>
          <w:szCs w:val="28"/>
        </w:rPr>
        <w:t>.</w:t>
      </w:r>
      <w:r w:rsidR="009F033A" w:rsidRPr="005F063A">
        <w:rPr>
          <w:rFonts w:ascii="PT Astra Serif" w:hAnsi="PT Astra Serif"/>
          <w:b w:val="0"/>
          <w:sz w:val="28"/>
          <w:szCs w:val="28"/>
        </w:rPr>
        <w:t xml:space="preserve"> </w:t>
      </w:r>
      <w:bookmarkStart w:id="0" w:name="_GoBack"/>
      <w:bookmarkEnd w:id="0"/>
      <w:proofErr w:type="gramEnd"/>
    </w:p>
    <w:p w:rsidR="008E70D3" w:rsidRPr="005F063A" w:rsidRDefault="008E70D3">
      <w:pPr>
        <w:rPr>
          <w:rFonts w:ascii="PT Astra Serif" w:hAnsi="PT Astra Serif"/>
          <w:sz w:val="28"/>
          <w:szCs w:val="28"/>
        </w:rPr>
      </w:pPr>
    </w:p>
    <w:p w:rsidR="008E70D3" w:rsidRPr="005F063A" w:rsidRDefault="008E70D3">
      <w:pPr>
        <w:pStyle w:val="1"/>
        <w:rPr>
          <w:rFonts w:ascii="PT Astra Serif" w:hAnsi="PT Astra Serif"/>
          <w:bCs/>
          <w:szCs w:val="28"/>
        </w:rPr>
      </w:pPr>
    </w:p>
    <w:p w:rsidR="00B020C1" w:rsidRPr="005F063A" w:rsidRDefault="00B020C1" w:rsidP="00B020C1">
      <w:pPr>
        <w:rPr>
          <w:rFonts w:ascii="PT Astra Serif" w:hAnsi="PT Astra Serif"/>
          <w:sz w:val="28"/>
          <w:szCs w:val="28"/>
        </w:rPr>
      </w:pPr>
    </w:p>
    <w:p w:rsidR="0093409C" w:rsidRPr="005F063A" w:rsidRDefault="0093409C" w:rsidP="0093409C">
      <w:pPr>
        <w:jc w:val="both"/>
        <w:rPr>
          <w:rFonts w:ascii="PT Astra Serif" w:hAnsi="PT Astra Serif"/>
          <w:sz w:val="28"/>
          <w:szCs w:val="28"/>
        </w:rPr>
      </w:pPr>
      <w:r w:rsidRPr="005F063A">
        <w:rPr>
          <w:rFonts w:ascii="PT Astra Serif" w:hAnsi="PT Astra Serif"/>
          <w:sz w:val="28"/>
          <w:szCs w:val="28"/>
        </w:rPr>
        <w:t>Губернатор области                                                                                С.И.Морозов</w:t>
      </w:r>
    </w:p>
    <w:p w:rsidR="008E70D3" w:rsidRPr="005F063A" w:rsidRDefault="008E70D3" w:rsidP="00D773CF">
      <w:pPr>
        <w:pStyle w:val="1"/>
        <w:rPr>
          <w:rFonts w:ascii="PT Astra Serif" w:hAnsi="PT Astra Serif"/>
          <w:szCs w:val="28"/>
        </w:rPr>
      </w:pPr>
    </w:p>
    <w:sectPr w:rsidR="008E70D3" w:rsidRPr="005F063A" w:rsidSect="009E5E4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0FA" w:rsidRDefault="00DD30FA">
      <w:r>
        <w:separator/>
      </w:r>
    </w:p>
  </w:endnote>
  <w:endnote w:type="continuationSeparator" w:id="0">
    <w:p w:rsidR="00DD30FA" w:rsidRDefault="00DD30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00345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766" w:rsidRPr="004C47B8" w:rsidRDefault="009C6766" w:rsidP="004C47B8">
    <w:pPr>
      <w:pStyle w:val="a5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0FA" w:rsidRDefault="00DD30FA">
      <w:r>
        <w:separator/>
      </w:r>
    </w:p>
  </w:footnote>
  <w:footnote w:type="continuationSeparator" w:id="0">
    <w:p w:rsidR="00DD30FA" w:rsidRDefault="00DD30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003450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442" w:rsidRDefault="00003450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7D8"/>
    <w:rsid w:val="00003450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8BE"/>
    <w:rsid w:val="00161AA9"/>
    <w:rsid w:val="00161E40"/>
    <w:rsid w:val="0017176E"/>
    <w:rsid w:val="00177851"/>
    <w:rsid w:val="00181CEE"/>
    <w:rsid w:val="001827D3"/>
    <w:rsid w:val="00187E8F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3424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75CAB"/>
    <w:rsid w:val="00377A73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74D69"/>
    <w:rsid w:val="00481AFE"/>
    <w:rsid w:val="004A0BC1"/>
    <w:rsid w:val="004C47B8"/>
    <w:rsid w:val="004D1B30"/>
    <w:rsid w:val="004D4FCF"/>
    <w:rsid w:val="004E02C8"/>
    <w:rsid w:val="004E0B01"/>
    <w:rsid w:val="004E5542"/>
    <w:rsid w:val="00512052"/>
    <w:rsid w:val="00524E49"/>
    <w:rsid w:val="00546A5A"/>
    <w:rsid w:val="005537F6"/>
    <w:rsid w:val="00556412"/>
    <w:rsid w:val="005654B2"/>
    <w:rsid w:val="00583074"/>
    <w:rsid w:val="005842CB"/>
    <w:rsid w:val="00594A6B"/>
    <w:rsid w:val="005B0B22"/>
    <w:rsid w:val="005B693D"/>
    <w:rsid w:val="005C235D"/>
    <w:rsid w:val="005C2423"/>
    <w:rsid w:val="005D3341"/>
    <w:rsid w:val="005E6E7D"/>
    <w:rsid w:val="005F042B"/>
    <w:rsid w:val="005F063A"/>
    <w:rsid w:val="005F06EE"/>
    <w:rsid w:val="00602DA2"/>
    <w:rsid w:val="00607C88"/>
    <w:rsid w:val="0061160B"/>
    <w:rsid w:val="00612681"/>
    <w:rsid w:val="0064688C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62E2C"/>
    <w:rsid w:val="007B7F25"/>
    <w:rsid w:val="007C4A23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42CE"/>
    <w:rsid w:val="008D563A"/>
    <w:rsid w:val="008D63FA"/>
    <w:rsid w:val="008E47DF"/>
    <w:rsid w:val="008E70D3"/>
    <w:rsid w:val="008F35AD"/>
    <w:rsid w:val="008F6720"/>
    <w:rsid w:val="00902470"/>
    <w:rsid w:val="00924C76"/>
    <w:rsid w:val="0093409C"/>
    <w:rsid w:val="00966BCA"/>
    <w:rsid w:val="00974006"/>
    <w:rsid w:val="00996EB8"/>
    <w:rsid w:val="009A3DB0"/>
    <w:rsid w:val="009B393D"/>
    <w:rsid w:val="009C6766"/>
    <w:rsid w:val="009D4B62"/>
    <w:rsid w:val="009E5E40"/>
    <w:rsid w:val="009F033A"/>
    <w:rsid w:val="009F2D1F"/>
    <w:rsid w:val="00A02E51"/>
    <w:rsid w:val="00A16380"/>
    <w:rsid w:val="00A42B14"/>
    <w:rsid w:val="00A4314D"/>
    <w:rsid w:val="00A57882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A3BD4"/>
    <w:rsid w:val="00BD37AB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773CF"/>
    <w:rsid w:val="00D83DDB"/>
    <w:rsid w:val="00D8510D"/>
    <w:rsid w:val="00D97BC6"/>
    <w:rsid w:val="00DA7A53"/>
    <w:rsid w:val="00DC32C8"/>
    <w:rsid w:val="00DD30FA"/>
    <w:rsid w:val="00DD6F2C"/>
    <w:rsid w:val="00DE099F"/>
    <w:rsid w:val="00E00D9B"/>
    <w:rsid w:val="00E37014"/>
    <w:rsid w:val="00EA17D8"/>
    <w:rsid w:val="00EA31CF"/>
    <w:rsid w:val="00EB051A"/>
    <w:rsid w:val="00ED595F"/>
    <w:rsid w:val="00ED5EDF"/>
    <w:rsid w:val="00EF7A35"/>
    <w:rsid w:val="00F04C45"/>
    <w:rsid w:val="00F07F82"/>
    <w:rsid w:val="00F10310"/>
    <w:rsid w:val="00F12C1F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18BE"/>
    <w:rPr>
      <w:sz w:val="24"/>
      <w:szCs w:val="24"/>
    </w:rPr>
  </w:style>
  <w:style w:type="paragraph" w:styleId="1">
    <w:name w:val="heading 1"/>
    <w:basedOn w:val="a"/>
    <w:next w:val="a"/>
    <w:qFormat/>
    <w:rsid w:val="001618B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618BE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18BE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1618BE"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18BE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1618BE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rsid w:val="001618BE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rsid w:val="001618B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618BE"/>
  </w:style>
  <w:style w:type="paragraph" w:styleId="20">
    <w:name w:val="Body Text 2"/>
    <w:basedOn w:val="a"/>
    <w:rsid w:val="001618BE"/>
    <w:pPr>
      <w:jc w:val="both"/>
    </w:pPr>
    <w:rPr>
      <w:sz w:val="28"/>
    </w:rPr>
  </w:style>
  <w:style w:type="paragraph" w:styleId="a8">
    <w:name w:val="Title"/>
    <w:basedOn w:val="a"/>
    <w:qFormat/>
    <w:rsid w:val="001618BE"/>
    <w:pPr>
      <w:jc w:val="center"/>
    </w:pPr>
    <w:rPr>
      <w:sz w:val="28"/>
    </w:rPr>
  </w:style>
  <w:style w:type="paragraph" w:styleId="21">
    <w:name w:val="Body Text Indent 2"/>
    <w:basedOn w:val="a"/>
    <w:rsid w:val="001618BE"/>
    <w:pPr>
      <w:ind w:firstLine="705"/>
      <w:jc w:val="both"/>
    </w:pPr>
    <w:rPr>
      <w:sz w:val="28"/>
    </w:rPr>
  </w:style>
  <w:style w:type="paragraph" w:styleId="31">
    <w:name w:val="Body Text Indent 3"/>
    <w:basedOn w:val="a"/>
    <w:rsid w:val="001618BE"/>
    <w:pPr>
      <w:ind w:left="360" w:firstLine="360"/>
      <w:jc w:val="both"/>
    </w:pPr>
    <w:rPr>
      <w:sz w:val="28"/>
    </w:rPr>
  </w:style>
  <w:style w:type="paragraph" w:styleId="a9">
    <w:name w:val="header"/>
    <w:basedOn w:val="a"/>
    <w:rsid w:val="001618BE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1618B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budget-3</cp:lastModifiedBy>
  <cp:revision>11</cp:revision>
  <cp:lastPrinted>2020-11-13T13:11:00Z</cp:lastPrinted>
  <dcterms:created xsi:type="dcterms:W3CDTF">2019-10-07T08:24:00Z</dcterms:created>
  <dcterms:modified xsi:type="dcterms:W3CDTF">2020-12-08T13:13:00Z</dcterms:modified>
</cp:coreProperties>
</file>