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0D3" w:rsidRPr="005F063A" w:rsidRDefault="008E70D3">
      <w:pPr>
        <w:rPr>
          <w:rFonts w:ascii="PT Astra Serif" w:hAnsi="PT Astra Serif"/>
          <w:sz w:val="28"/>
        </w:rPr>
      </w:pPr>
    </w:p>
    <w:p w:rsidR="008E70D3" w:rsidRPr="005F063A" w:rsidRDefault="008E70D3">
      <w:pPr>
        <w:rPr>
          <w:rFonts w:ascii="PT Astra Serif" w:hAnsi="PT Astra Serif"/>
          <w:sz w:val="28"/>
        </w:rPr>
      </w:pPr>
    </w:p>
    <w:p w:rsidR="008E70D3" w:rsidRPr="005F063A" w:rsidRDefault="008E70D3">
      <w:pPr>
        <w:rPr>
          <w:rFonts w:ascii="PT Astra Serif" w:hAnsi="PT Astra Serif"/>
          <w:sz w:val="28"/>
        </w:rPr>
      </w:pPr>
    </w:p>
    <w:p w:rsidR="008E70D3" w:rsidRPr="005F063A" w:rsidRDefault="008E70D3">
      <w:pPr>
        <w:rPr>
          <w:rFonts w:ascii="PT Astra Serif" w:hAnsi="PT Astra Serif"/>
          <w:sz w:val="28"/>
        </w:rPr>
      </w:pPr>
    </w:p>
    <w:p w:rsidR="008E70D3" w:rsidRPr="005F063A" w:rsidRDefault="008E70D3">
      <w:pPr>
        <w:rPr>
          <w:rFonts w:ascii="PT Astra Serif" w:hAnsi="PT Astra Serif"/>
          <w:sz w:val="28"/>
        </w:rPr>
      </w:pPr>
    </w:p>
    <w:p w:rsidR="00EB051A" w:rsidRPr="005F063A" w:rsidRDefault="00EB051A">
      <w:pPr>
        <w:rPr>
          <w:rFonts w:ascii="PT Astra Serif" w:hAnsi="PT Astra Serif"/>
          <w:sz w:val="28"/>
        </w:rPr>
      </w:pPr>
    </w:p>
    <w:p w:rsidR="00EB051A" w:rsidRPr="005F063A" w:rsidRDefault="00EB051A">
      <w:pPr>
        <w:rPr>
          <w:rFonts w:ascii="PT Astra Serif" w:hAnsi="PT Astra Serif"/>
          <w:sz w:val="28"/>
        </w:rPr>
      </w:pPr>
    </w:p>
    <w:p w:rsidR="003B569A" w:rsidRPr="005F063A" w:rsidRDefault="003B569A" w:rsidP="003456B2">
      <w:pPr>
        <w:tabs>
          <w:tab w:val="left" w:pos="2985"/>
        </w:tabs>
        <w:rPr>
          <w:rFonts w:ascii="PT Astra Serif" w:hAnsi="PT Astra Serif"/>
          <w:sz w:val="28"/>
        </w:rPr>
      </w:pPr>
    </w:p>
    <w:p w:rsidR="00C80DA8" w:rsidRPr="005F063A" w:rsidRDefault="00C80DA8" w:rsidP="003456B2">
      <w:pPr>
        <w:tabs>
          <w:tab w:val="left" w:pos="2985"/>
        </w:tabs>
        <w:rPr>
          <w:rFonts w:ascii="PT Astra Serif" w:hAnsi="PT Astra Serif"/>
          <w:sz w:val="28"/>
        </w:rPr>
      </w:pPr>
    </w:p>
    <w:p w:rsidR="00C80DA8" w:rsidRPr="005F063A" w:rsidRDefault="00C80DA8" w:rsidP="003456B2">
      <w:pPr>
        <w:tabs>
          <w:tab w:val="left" w:pos="2985"/>
        </w:tabs>
        <w:rPr>
          <w:rFonts w:ascii="PT Astra Serif" w:hAnsi="PT Astra Serif"/>
          <w:sz w:val="28"/>
        </w:rPr>
      </w:pPr>
    </w:p>
    <w:p w:rsidR="003B569A" w:rsidRPr="005F063A" w:rsidRDefault="003B569A" w:rsidP="0006787A">
      <w:pPr>
        <w:rPr>
          <w:rFonts w:ascii="PT Astra Serif" w:hAnsi="PT Astra Serif"/>
          <w:sz w:val="28"/>
        </w:rPr>
      </w:pPr>
    </w:p>
    <w:p w:rsidR="00191A14" w:rsidRPr="005F063A" w:rsidRDefault="008E70D3" w:rsidP="00EB051A">
      <w:pPr>
        <w:pStyle w:val="2"/>
        <w:rPr>
          <w:rFonts w:ascii="PT Astra Serif" w:hAnsi="PT Astra Serif"/>
          <w:b/>
        </w:rPr>
      </w:pPr>
      <w:r w:rsidRPr="005F063A">
        <w:rPr>
          <w:rFonts w:ascii="PT Astra Serif" w:hAnsi="PT Astra Serif"/>
          <w:b/>
        </w:rPr>
        <w:t>О</w:t>
      </w:r>
      <w:r w:rsidR="00EA17D8" w:rsidRPr="005F063A">
        <w:rPr>
          <w:rFonts w:ascii="PT Astra Serif" w:hAnsi="PT Astra Serif"/>
          <w:b/>
        </w:rPr>
        <w:t xml:space="preserve"> проекте закона Ульяновской области</w:t>
      </w:r>
    </w:p>
    <w:p w:rsidR="00191A14" w:rsidRPr="005F063A" w:rsidRDefault="00EA17D8" w:rsidP="00EB051A">
      <w:pPr>
        <w:pStyle w:val="2"/>
        <w:rPr>
          <w:rFonts w:ascii="PT Astra Serif" w:hAnsi="PT Astra Serif"/>
          <w:b/>
        </w:rPr>
      </w:pPr>
      <w:r w:rsidRPr="005F063A">
        <w:rPr>
          <w:rFonts w:ascii="PT Astra Serif" w:hAnsi="PT Astra Serif"/>
          <w:b/>
        </w:rPr>
        <w:t>«О</w:t>
      </w:r>
      <w:r w:rsidR="005537F6" w:rsidRPr="005F063A">
        <w:rPr>
          <w:rFonts w:ascii="PT Astra Serif" w:hAnsi="PT Astra Serif"/>
          <w:b/>
        </w:rPr>
        <w:t xml:space="preserve"> внесении изменений в Закон Ульяновской области </w:t>
      </w:r>
    </w:p>
    <w:p w:rsidR="008E70D3" w:rsidRPr="005F063A" w:rsidRDefault="005537F6" w:rsidP="00B020C1">
      <w:pPr>
        <w:pStyle w:val="2"/>
        <w:rPr>
          <w:rFonts w:ascii="PT Astra Serif" w:hAnsi="PT Astra Serif"/>
          <w:b/>
        </w:rPr>
      </w:pPr>
      <w:r w:rsidRPr="005F063A">
        <w:rPr>
          <w:rFonts w:ascii="PT Astra Serif" w:hAnsi="PT Astra Serif"/>
          <w:b/>
        </w:rPr>
        <w:t>«О</w:t>
      </w:r>
      <w:r w:rsidR="00EA17D8" w:rsidRPr="005F063A">
        <w:rPr>
          <w:rFonts w:ascii="PT Astra Serif" w:hAnsi="PT Astra Serif"/>
          <w:b/>
        </w:rPr>
        <w:t xml:space="preserve">б областном бюджете Ульяновской области на </w:t>
      </w:r>
      <w:r w:rsidR="00CB73C9" w:rsidRPr="005F063A">
        <w:rPr>
          <w:rFonts w:ascii="PT Astra Serif" w:hAnsi="PT Astra Serif"/>
          <w:b/>
        </w:rPr>
        <w:t>20</w:t>
      </w:r>
      <w:r w:rsidR="00377A73">
        <w:rPr>
          <w:rFonts w:ascii="PT Astra Serif" w:hAnsi="PT Astra Serif"/>
          <w:b/>
        </w:rPr>
        <w:t>20</w:t>
      </w:r>
      <w:r w:rsidR="00CB73C9" w:rsidRPr="005F063A">
        <w:rPr>
          <w:rFonts w:ascii="PT Astra Serif" w:hAnsi="PT Astra Serif"/>
          <w:b/>
        </w:rPr>
        <w:t xml:space="preserve"> год </w:t>
      </w:r>
      <w:r w:rsidR="00CB73C9" w:rsidRPr="005F063A">
        <w:rPr>
          <w:rFonts w:ascii="PT Astra Serif" w:hAnsi="PT Astra Serif"/>
          <w:b/>
        </w:rPr>
        <w:br/>
        <w:t>и на плановый период 20</w:t>
      </w:r>
      <w:r w:rsidR="00A42B14" w:rsidRPr="005F063A">
        <w:rPr>
          <w:rFonts w:ascii="PT Astra Serif" w:hAnsi="PT Astra Serif"/>
          <w:b/>
        </w:rPr>
        <w:t>2</w:t>
      </w:r>
      <w:r w:rsidR="00377A73">
        <w:rPr>
          <w:rFonts w:ascii="PT Astra Serif" w:hAnsi="PT Astra Serif"/>
          <w:b/>
        </w:rPr>
        <w:t>1</w:t>
      </w:r>
      <w:r w:rsidR="00CB73C9" w:rsidRPr="005F063A">
        <w:rPr>
          <w:rFonts w:ascii="PT Astra Serif" w:hAnsi="PT Astra Serif"/>
          <w:b/>
        </w:rPr>
        <w:t xml:space="preserve"> и 20</w:t>
      </w:r>
      <w:r w:rsidR="000C43D1" w:rsidRPr="005F063A">
        <w:rPr>
          <w:rFonts w:ascii="PT Astra Serif" w:hAnsi="PT Astra Serif"/>
          <w:b/>
        </w:rPr>
        <w:t>2</w:t>
      </w:r>
      <w:r w:rsidR="00377A73">
        <w:rPr>
          <w:rFonts w:ascii="PT Astra Serif" w:hAnsi="PT Astra Serif"/>
          <w:b/>
        </w:rPr>
        <w:t>2</w:t>
      </w:r>
      <w:r w:rsidR="00CB73C9" w:rsidRPr="005F063A">
        <w:rPr>
          <w:rFonts w:ascii="PT Astra Serif" w:hAnsi="PT Astra Serif"/>
          <w:b/>
        </w:rPr>
        <w:t xml:space="preserve"> годов</w:t>
      </w:r>
      <w:r w:rsidR="00EA17D8" w:rsidRPr="005F063A">
        <w:rPr>
          <w:rFonts w:ascii="PT Astra Serif" w:hAnsi="PT Astra Serif"/>
          <w:b/>
        </w:rPr>
        <w:t>»</w:t>
      </w:r>
      <w:r w:rsidR="00024111">
        <w:rPr>
          <w:rFonts w:ascii="PT Astra Serif" w:hAnsi="PT Astra Serif"/>
          <w:b/>
        </w:rPr>
        <w:t xml:space="preserve"> </w:t>
      </w:r>
      <w:r w:rsidR="00024111" w:rsidRPr="00024111">
        <w:rPr>
          <w:rFonts w:ascii="PT Astra Serif" w:hAnsi="PT Astra Serif"/>
          <w:b/>
        </w:rPr>
        <w:t xml:space="preserve">и признании </w:t>
      </w:r>
      <w:proofErr w:type="gramStart"/>
      <w:r w:rsidR="00024111" w:rsidRPr="00024111">
        <w:rPr>
          <w:rFonts w:ascii="PT Astra Serif" w:hAnsi="PT Astra Serif"/>
          <w:b/>
        </w:rPr>
        <w:t>утратившим</w:t>
      </w:r>
      <w:r w:rsidR="00024111">
        <w:rPr>
          <w:rFonts w:ascii="PT Astra Serif" w:hAnsi="PT Astra Serif"/>
          <w:b/>
        </w:rPr>
        <w:t>и</w:t>
      </w:r>
      <w:proofErr w:type="gramEnd"/>
      <w:r w:rsidR="00024111" w:rsidRPr="00024111">
        <w:rPr>
          <w:rFonts w:ascii="PT Astra Serif" w:hAnsi="PT Astra Serif"/>
          <w:b/>
        </w:rPr>
        <w:t xml:space="preserve"> силу отдельных положений законодате</w:t>
      </w:r>
      <w:r w:rsidR="00024111">
        <w:rPr>
          <w:rFonts w:ascii="PT Astra Serif" w:hAnsi="PT Astra Serif"/>
          <w:b/>
        </w:rPr>
        <w:t>льных актов Ульяновской области</w:t>
      </w:r>
      <w:r w:rsidR="00385C32">
        <w:rPr>
          <w:rFonts w:ascii="PT Astra Serif" w:hAnsi="PT Astra Serif"/>
          <w:b/>
        </w:rPr>
        <w:t>»</w:t>
      </w:r>
    </w:p>
    <w:p w:rsidR="008E70D3" w:rsidRPr="005F063A" w:rsidRDefault="008E70D3" w:rsidP="00EB051A">
      <w:pPr>
        <w:rPr>
          <w:rFonts w:ascii="PT Astra Serif" w:hAnsi="PT Astra Serif"/>
          <w:sz w:val="28"/>
          <w:highlight w:val="yellow"/>
        </w:rPr>
      </w:pPr>
    </w:p>
    <w:p w:rsidR="008E70D3" w:rsidRPr="005F063A" w:rsidRDefault="008E70D3">
      <w:pPr>
        <w:pStyle w:val="a3"/>
        <w:jc w:val="both"/>
        <w:rPr>
          <w:rFonts w:ascii="PT Astra Serif" w:hAnsi="PT Astra Serif"/>
          <w:b w:val="0"/>
          <w:bCs w:val="0"/>
          <w:sz w:val="28"/>
        </w:rPr>
      </w:pPr>
    </w:p>
    <w:p w:rsidR="008E70D3" w:rsidRPr="005F063A" w:rsidRDefault="00EA17D8" w:rsidP="00AF270C">
      <w:pPr>
        <w:pStyle w:val="a3"/>
        <w:tabs>
          <w:tab w:val="num" w:pos="0"/>
        </w:tabs>
        <w:ind w:firstLine="709"/>
        <w:jc w:val="both"/>
        <w:rPr>
          <w:rFonts w:ascii="PT Astra Serif" w:hAnsi="PT Astra Serif"/>
          <w:b w:val="0"/>
          <w:bCs w:val="0"/>
          <w:sz w:val="28"/>
        </w:rPr>
      </w:pPr>
      <w:r w:rsidRPr="005F063A">
        <w:rPr>
          <w:rFonts w:ascii="PT Astra Serif" w:hAnsi="PT Astra Serif"/>
          <w:b w:val="0"/>
          <w:bCs w:val="0"/>
          <w:sz w:val="28"/>
        </w:rPr>
        <w:t>1.</w:t>
      </w:r>
      <w:r w:rsidR="00191A14" w:rsidRPr="005F063A">
        <w:rPr>
          <w:rFonts w:ascii="PT Astra Serif" w:hAnsi="PT Astra Serif"/>
          <w:b w:val="0"/>
          <w:bCs w:val="0"/>
          <w:sz w:val="28"/>
        </w:rPr>
        <w:t> </w:t>
      </w:r>
      <w:r w:rsidRPr="005F063A">
        <w:rPr>
          <w:rFonts w:ascii="PT Astra Serif" w:hAnsi="PT Astra Serif"/>
          <w:b w:val="0"/>
          <w:bCs w:val="0"/>
          <w:sz w:val="28"/>
        </w:rPr>
        <w:t>Внести в Законод</w:t>
      </w:r>
      <w:bookmarkStart w:id="0" w:name="_GoBack"/>
      <w:bookmarkEnd w:id="0"/>
      <w:r w:rsidRPr="005F063A">
        <w:rPr>
          <w:rFonts w:ascii="PT Astra Serif" w:hAnsi="PT Astra Serif"/>
          <w:b w:val="0"/>
          <w:bCs w:val="0"/>
          <w:sz w:val="28"/>
        </w:rPr>
        <w:t xml:space="preserve">ательное Собрание Ульяновской области проект </w:t>
      </w:r>
      <w:r w:rsidR="00101170" w:rsidRPr="005F063A">
        <w:rPr>
          <w:rFonts w:ascii="PT Astra Serif" w:hAnsi="PT Astra Serif"/>
          <w:b w:val="0"/>
          <w:bCs w:val="0"/>
          <w:sz w:val="28"/>
        </w:rPr>
        <w:t>з</w:t>
      </w:r>
      <w:r w:rsidRPr="005F063A">
        <w:rPr>
          <w:rFonts w:ascii="PT Astra Serif" w:hAnsi="PT Astra Serif"/>
          <w:b w:val="0"/>
          <w:bCs w:val="0"/>
          <w:sz w:val="28"/>
        </w:rPr>
        <w:t>акона Ульяновской области «О</w:t>
      </w:r>
      <w:r w:rsidR="005537F6" w:rsidRPr="005F063A">
        <w:rPr>
          <w:rFonts w:ascii="PT Astra Serif" w:hAnsi="PT Astra Serif"/>
          <w:b w:val="0"/>
          <w:bCs w:val="0"/>
          <w:sz w:val="28"/>
        </w:rPr>
        <w:t xml:space="preserve"> внесении изменений в Закон Ульяновской области «О</w:t>
      </w:r>
      <w:r w:rsidRPr="005F063A">
        <w:rPr>
          <w:rFonts w:ascii="PT Astra Serif" w:hAnsi="PT Astra Serif"/>
          <w:b w:val="0"/>
          <w:bCs w:val="0"/>
          <w:sz w:val="28"/>
        </w:rPr>
        <w:t xml:space="preserve">б областном бюджете Ульяновской области на </w:t>
      </w:r>
      <w:r w:rsidR="000C43D1" w:rsidRPr="005F063A">
        <w:rPr>
          <w:rFonts w:ascii="PT Astra Serif" w:hAnsi="PT Astra Serif"/>
          <w:b w:val="0"/>
          <w:bCs w:val="0"/>
          <w:sz w:val="28"/>
        </w:rPr>
        <w:t>20</w:t>
      </w:r>
      <w:r w:rsidR="00377A73">
        <w:rPr>
          <w:rFonts w:ascii="PT Astra Serif" w:hAnsi="PT Astra Serif"/>
          <w:b w:val="0"/>
          <w:bCs w:val="0"/>
          <w:sz w:val="28"/>
        </w:rPr>
        <w:t>20</w:t>
      </w:r>
      <w:r w:rsidR="00CB73C9" w:rsidRPr="005F063A">
        <w:rPr>
          <w:rFonts w:ascii="PT Astra Serif" w:hAnsi="PT Astra Serif"/>
          <w:b w:val="0"/>
          <w:bCs w:val="0"/>
          <w:sz w:val="28"/>
        </w:rPr>
        <w:t xml:space="preserve"> год </w:t>
      </w:r>
      <w:r w:rsidR="00CB73C9" w:rsidRPr="005F063A">
        <w:rPr>
          <w:rFonts w:ascii="PT Astra Serif" w:hAnsi="PT Astra Serif"/>
          <w:b w:val="0"/>
          <w:bCs w:val="0"/>
          <w:sz w:val="28"/>
        </w:rPr>
        <w:br/>
        <w:t>и на плановый период 20</w:t>
      </w:r>
      <w:r w:rsidR="00A42B14" w:rsidRPr="005F063A">
        <w:rPr>
          <w:rFonts w:ascii="PT Astra Serif" w:hAnsi="PT Astra Serif"/>
          <w:b w:val="0"/>
          <w:bCs w:val="0"/>
          <w:sz w:val="28"/>
        </w:rPr>
        <w:t>2</w:t>
      </w:r>
      <w:r w:rsidR="00377A73">
        <w:rPr>
          <w:rFonts w:ascii="PT Astra Serif" w:hAnsi="PT Astra Serif"/>
          <w:b w:val="0"/>
          <w:bCs w:val="0"/>
          <w:sz w:val="28"/>
        </w:rPr>
        <w:t>1</w:t>
      </w:r>
      <w:r w:rsidR="00CB73C9" w:rsidRPr="005F063A">
        <w:rPr>
          <w:rFonts w:ascii="PT Astra Serif" w:hAnsi="PT Astra Serif"/>
          <w:b w:val="0"/>
          <w:bCs w:val="0"/>
          <w:sz w:val="28"/>
        </w:rPr>
        <w:t xml:space="preserve"> и 20</w:t>
      </w:r>
      <w:r w:rsidR="000C43D1" w:rsidRPr="005F063A">
        <w:rPr>
          <w:rFonts w:ascii="PT Astra Serif" w:hAnsi="PT Astra Serif"/>
          <w:b w:val="0"/>
          <w:bCs w:val="0"/>
          <w:sz w:val="28"/>
        </w:rPr>
        <w:t>2</w:t>
      </w:r>
      <w:r w:rsidR="00377A73">
        <w:rPr>
          <w:rFonts w:ascii="PT Astra Serif" w:hAnsi="PT Astra Serif"/>
          <w:b w:val="0"/>
          <w:bCs w:val="0"/>
          <w:sz w:val="28"/>
        </w:rPr>
        <w:t>2</w:t>
      </w:r>
      <w:r w:rsidR="00CB73C9" w:rsidRPr="005F063A">
        <w:rPr>
          <w:rFonts w:ascii="PT Astra Serif" w:hAnsi="PT Astra Serif"/>
          <w:b w:val="0"/>
          <w:bCs w:val="0"/>
          <w:sz w:val="28"/>
        </w:rPr>
        <w:t xml:space="preserve"> годов</w:t>
      </w:r>
      <w:r w:rsidRPr="005F063A">
        <w:rPr>
          <w:rFonts w:ascii="PT Astra Serif" w:hAnsi="PT Astra Serif"/>
          <w:b w:val="0"/>
          <w:bCs w:val="0"/>
          <w:sz w:val="28"/>
        </w:rPr>
        <w:t>»</w:t>
      </w:r>
      <w:r w:rsidR="00024111">
        <w:rPr>
          <w:rFonts w:ascii="PT Astra Serif" w:hAnsi="PT Astra Serif"/>
          <w:b w:val="0"/>
          <w:bCs w:val="0"/>
          <w:sz w:val="28"/>
        </w:rPr>
        <w:t xml:space="preserve"> </w:t>
      </w:r>
      <w:r w:rsidR="00024111" w:rsidRPr="00024111">
        <w:rPr>
          <w:rFonts w:ascii="PT Astra Serif" w:hAnsi="PT Astra Serif"/>
          <w:b w:val="0"/>
          <w:bCs w:val="0"/>
          <w:sz w:val="28"/>
        </w:rPr>
        <w:t xml:space="preserve">и признании </w:t>
      </w:r>
      <w:proofErr w:type="gramStart"/>
      <w:r w:rsidR="00024111" w:rsidRPr="00024111">
        <w:rPr>
          <w:rFonts w:ascii="PT Astra Serif" w:hAnsi="PT Astra Serif"/>
          <w:b w:val="0"/>
          <w:bCs w:val="0"/>
          <w:sz w:val="28"/>
        </w:rPr>
        <w:t>утратившими</w:t>
      </w:r>
      <w:proofErr w:type="gramEnd"/>
      <w:r w:rsidR="00024111" w:rsidRPr="00024111">
        <w:rPr>
          <w:rFonts w:ascii="PT Astra Serif" w:hAnsi="PT Astra Serif"/>
          <w:b w:val="0"/>
          <w:bCs w:val="0"/>
          <w:sz w:val="28"/>
        </w:rPr>
        <w:t xml:space="preserve"> силу отдельных положений законодательных актов Ульяновской области</w:t>
      </w:r>
      <w:r w:rsidR="00F9525A">
        <w:rPr>
          <w:rFonts w:ascii="PT Astra Serif" w:hAnsi="PT Astra Serif"/>
          <w:b w:val="0"/>
          <w:bCs w:val="0"/>
          <w:sz w:val="28"/>
        </w:rPr>
        <w:t>»</w:t>
      </w:r>
      <w:r w:rsidRPr="005F063A">
        <w:rPr>
          <w:rFonts w:ascii="PT Astra Serif" w:hAnsi="PT Astra Serif"/>
          <w:b w:val="0"/>
          <w:bCs w:val="0"/>
          <w:sz w:val="28"/>
        </w:rPr>
        <w:t>.</w:t>
      </w:r>
    </w:p>
    <w:p w:rsidR="00EA17D8" w:rsidRPr="005F063A" w:rsidRDefault="00EA17D8" w:rsidP="00AF270C">
      <w:pPr>
        <w:pStyle w:val="a3"/>
        <w:tabs>
          <w:tab w:val="num" w:pos="0"/>
        </w:tabs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5F063A">
        <w:rPr>
          <w:rFonts w:ascii="PT Astra Serif" w:hAnsi="PT Astra Serif"/>
          <w:b w:val="0"/>
          <w:sz w:val="28"/>
          <w:szCs w:val="28"/>
        </w:rPr>
        <w:t>2.</w:t>
      </w:r>
      <w:r w:rsidR="00191A14" w:rsidRPr="005F063A">
        <w:rPr>
          <w:rFonts w:ascii="PT Astra Serif" w:hAnsi="PT Astra Serif"/>
          <w:b w:val="0"/>
          <w:sz w:val="28"/>
          <w:szCs w:val="28"/>
        </w:rPr>
        <w:t> </w:t>
      </w:r>
      <w:r w:rsidR="008C0CA8" w:rsidRPr="005F063A">
        <w:rPr>
          <w:rFonts w:ascii="PT Astra Serif" w:hAnsi="PT Astra Serif"/>
          <w:b w:val="0"/>
          <w:sz w:val="28"/>
          <w:szCs w:val="28"/>
        </w:rPr>
        <w:t xml:space="preserve">Назначить </w:t>
      </w:r>
      <w:r w:rsidR="009B393D">
        <w:rPr>
          <w:rFonts w:ascii="PT Astra Serif" w:hAnsi="PT Astra Serif"/>
          <w:b w:val="0"/>
          <w:sz w:val="28"/>
          <w:szCs w:val="28"/>
        </w:rPr>
        <w:t xml:space="preserve">исполняющего обязанности </w:t>
      </w:r>
      <w:r w:rsidR="00424A2C" w:rsidRPr="005F063A">
        <w:rPr>
          <w:rFonts w:ascii="PT Astra Serif" w:hAnsi="PT Astra Serif"/>
          <w:b w:val="0"/>
          <w:sz w:val="28"/>
          <w:szCs w:val="28"/>
        </w:rPr>
        <w:t>М</w:t>
      </w:r>
      <w:r w:rsidR="008C0CA8" w:rsidRPr="005F063A">
        <w:rPr>
          <w:rFonts w:ascii="PT Astra Serif" w:hAnsi="PT Astra Serif"/>
          <w:b w:val="0"/>
          <w:sz w:val="28"/>
          <w:szCs w:val="28"/>
        </w:rPr>
        <w:t>инистра финансов Ульяновской области</w:t>
      </w:r>
      <w:r w:rsidR="004560D4" w:rsidRPr="005F063A">
        <w:rPr>
          <w:rFonts w:ascii="PT Astra Serif" w:hAnsi="PT Astra Serif"/>
          <w:b w:val="0"/>
          <w:sz w:val="28"/>
          <w:szCs w:val="28"/>
        </w:rPr>
        <w:t xml:space="preserve"> </w:t>
      </w:r>
      <w:r w:rsidR="009B393D">
        <w:rPr>
          <w:rFonts w:ascii="PT Astra Serif" w:hAnsi="PT Astra Serif"/>
          <w:b w:val="0"/>
          <w:sz w:val="28"/>
          <w:szCs w:val="28"/>
        </w:rPr>
        <w:t>Жаринову Л.Л.</w:t>
      </w:r>
      <w:r w:rsidR="008C0CA8" w:rsidRPr="005F063A">
        <w:rPr>
          <w:rFonts w:ascii="PT Astra Serif" w:hAnsi="PT Astra Serif"/>
          <w:b w:val="0"/>
          <w:sz w:val="28"/>
          <w:szCs w:val="28"/>
        </w:rPr>
        <w:t xml:space="preserve"> официальным представителем </w:t>
      </w:r>
      <w:r w:rsidR="001827D3" w:rsidRPr="005F063A">
        <w:rPr>
          <w:rFonts w:ascii="PT Astra Serif" w:hAnsi="PT Astra Serif"/>
          <w:b w:val="0"/>
          <w:sz w:val="28"/>
          <w:szCs w:val="28"/>
        </w:rPr>
        <w:t>Губернатора</w:t>
      </w:r>
      <w:r w:rsidR="008C0CA8" w:rsidRPr="005F063A">
        <w:rPr>
          <w:rFonts w:ascii="PT Astra Serif" w:hAnsi="PT Astra Serif"/>
          <w:b w:val="0"/>
          <w:sz w:val="28"/>
          <w:szCs w:val="28"/>
        </w:rPr>
        <w:t xml:space="preserve"> Ульяновской области при рассмотрении Законодательным Собранием Ульяновской области проекта закона Ульяновской области </w:t>
      </w:r>
      <w:r w:rsidR="009B393D">
        <w:rPr>
          <w:rFonts w:ascii="PT Astra Serif" w:hAnsi="PT Astra Serif"/>
          <w:b w:val="0"/>
          <w:sz w:val="28"/>
          <w:szCs w:val="28"/>
        </w:rPr>
        <w:br/>
      </w:r>
      <w:r w:rsidR="008C0CA8" w:rsidRPr="005F063A">
        <w:rPr>
          <w:rFonts w:ascii="PT Astra Serif" w:hAnsi="PT Astra Serif"/>
          <w:b w:val="0"/>
          <w:sz w:val="28"/>
          <w:szCs w:val="28"/>
        </w:rPr>
        <w:t xml:space="preserve">«О внесении изменений в Закон Ульяновской области «Об областном бюджете Ульяновской области на </w:t>
      </w:r>
      <w:r w:rsidR="00CB73C9" w:rsidRPr="005F063A">
        <w:rPr>
          <w:rFonts w:ascii="PT Astra Serif" w:hAnsi="PT Astra Serif"/>
          <w:b w:val="0"/>
          <w:sz w:val="28"/>
          <w:szCs w:val="28"/>
        </w:rPr>
        <w:t>20</w:t>
      </w:r>
      <w:r w:rsidR="00377A73">
        <w:rPr>
          <w:rFonts w:ascii="PT Astra Serif" w:hAnsi="PT Astra Serif"/>
          <w:b w:val="0"/>
          <w:sz w:val="28"/>
          <w:szCs w:val="28"/>
        </w:rPr>
        <w:t>20</w:t>
      </w:r>
      <w:r w:rsidR="00CB73C9" w:rsidRPr="005F063A">
        <w:rPr>
          <w:rFonts w:ascii="PT Astra Serif" w:hAnsi="PT Astra Serif"/>
          <w:b w:val="0"/>
          <w:sz w:val="28"/>
          <w:szCs w:val="28"/>
        </w:rPr>
        <w:t xml:space="preserve"> год и на плановый период 20</w:t>
      </w:r>
      <w:r w:rsidR="00A42B14" w:rsidRPr="005F063A">
        <w:rPr>
          <w:rFonts w:ascii="PT Astra Serif" w:hAnsi="PT Astra Serif"/>
          <w:b w:val="0"/>
          <w:sz w:val="28"/>
          <w:szCs w:val="28"/>
        </w:rPr>
        <w:t>2</w:t>
      </w:r>
      <w:r w:rsidR="00377A73">
        <w:rPr>
          <w:rFonts w:ascii="PT Astra Serif" w:hAnsi="PT Astra Serif"/>
          <w:b w:val="0"/>
          <w:sz w:val="28"/>
          <w:szCs w:val="28"/>
        </w:rPr>
        <w:t>1</w:t>
      </w:r>
      <w:r w:rsidR="00CB73C9" w:rsidRPr="005F063A">
        <w:rPr>
          <w:rFonts w:ascii="PT Astra Serif" w:hAnsi="PT Astra Serif"/>
          <w:b w:val="0"/>
          <w:sz w:val="28"/>
          <w:szCs w:val="28"/>
        </w:rPr>
        <w:t xml:space="preserve"> и 20</w:t>
      </w:r>
      <w:r w:rsidR="000C43D1" w:rsidRPr="005F063A">
        <w:rPr>
          <w:rFonts w:ascii="PT Astra Serif" w:hAnsi="PT Astra Serif"/>
          <w:b w:val="0"/>
          <w:sz w:val="28"/>
          <w:szCs w:val="28"/>
        </w:rPr>
        <w:t>2</w:t>
      </w:r>
      <w:r w:rsidR="00377A73">
        <w:rPr>
          <w:rFonts w:ascii="PT Astra Serif" w:hAnsi="PT Astra Serif"/>
          <w:b w:val="0"/>
          <w:sz w:val="28"/>
          <w:szCs w:val="28"/>
        </w:rPr>
        <w:t>2</w:t>
      </w:r>
      <w:r w:rsidR="00CB73C9" w:rsidRPr="005F063A">
        <w:rPr>
          <w:rFonts w:ascii="PT Astra Serif" w:hAnsi="PT Astra Serif"/>
          <w:b w:val="0"/>
          <w:sz w:val="28"/>
          <w:szCs w:val="28"/>
        </w:rPr>
        <w:t xml:space="preserve"> годов</w:t>
      </w:r>
      <w:r w:rsidR="008C0CA8" w:rsidRPr="005F063A">
        <w:rPr>
          <w:rFonts w:ascii="PT Astra Serif" w:hAnsi="PT Astra Serif"/>
          <w:b w:val="0"/>
          <w:sz w:val="28"/>
          <w:szCs w:val="28"/>
        </w:rPr>
        <w:t>»</w:t>
      </w:r>
      <w:r w:rsidR="0010347E" w:rsidRPr="0010347E">
        <w:t xml:space="preserve"> </w:t>
      </w:r>
      <w:r w:rsidR="0010347E">
        <w:br/>
      </w:r>
      <w:r w:rsidR="0010347E" w:rsidRPr="0010347E">
        <w:rPr>
          <w:rFonts w:ascii="PT Astra Serif" w:hAnsi="PT Astra Serif"/>
          <w:b w:val="0"/>
          <w:sz w:val="28"/>
          <w:szCs w:val="28"/>
        </w:rPr>
        <w:t xml:space="preserve">и признании </w:t>
      </w:r>
      <w:proofErr w:type="gramStart"/>
      <w:r w:rsidR="0010347E" w:rsidRPr="0010347E">
        <w:rPr>
          <w:rFonts w:ascii="PT Astra Serif" w:hAnsi="PT Astra Serif"/>
          <w:b w:val="0"/>
          <w:sz w:val="28"/>
          <w:szCs w:val="28"/>
        </w:rPr>
        <w:t>утратившими</w:t>
      </w:r>
      <w:proofErr w:type="gramEnd"/>
      <w:r w:rsidR="0010347E" w:rsidRPr="0010347E">
        <w:rPr>
          <w:rFonts w:ascii="PT Astra Serif" w:hAnsi="PT Astra Serif"/>
          <w:b w:val="0"/>
          <w:sz w:val="28"/>
          <w:szCs w:val="28"/>
        </w:rPr>
        <w:t xml:space="preserve"> силу отдельных положений законодательных актов Ульяновской области</w:t>
      </w:r>
      <w:r w:rsidR="00F9525A">
        <w:rPr>
          <w:rFonts w:ascii="PT Astra Serif" w:hAnsi="PT Astra Serif"/>
          <w:b w:val="0"/>
          <w:sz w:val="28"/>
          <w:szCs w:val="28"/>
        </w:rPr>
        <w:t>»</w:t>
      </w:r>
      <w:r w:rsidR="008C0CA8" w:rsidRPr="005F063A">
        <w:rPr>
          <w:rFonts w:ascii="PT Astra Serif" w:hAnsi="PT Astra Serif"/>
          <w:b w:val="0"/>
          <w:sz w:val="28"/>
          <w:szCs w:val="28"/>
        </w:rPr>
        <w:t>.</w:t>
      </w:r>
      <w:r w:rsidR="009F033A" w:rsidRPr="005F063A">
        <w:rPr>
          <w:rFonts w:ascii="PT Astra Serif" w:hAnsi="PT Astra Serif"/>
          <w:b w:val="0"/>
          <w:sz w:val="28"/>
          <w:szCs w:val="28"/>
        </w:rPr>
        <w:t xml:space="preserve"> </w:t>
      </w:r>
    </w:p>
    <w:p w:rsidR="008E70D3" w:rsidRPr="005F063A" w:rsidRDefault="008E70D3">
      <w:pPr>
        <w:rPr>
          <w:rFonts w:ascii="PT Astra Serif" w:hAnsi="PT Astra Serif"/>
          <w:sz w:val="28"/>
          <w:szCs w:val="28"/>
        </w:rPr>
      </w:pPr>
    </w:p>
    <w:p w:rsidR="008E70D3" w:rsidRPr="005F063A" w:rsidRDefault="008E70D3">
      <w:pPr>
        <w:pStyle w:val="1"/>
        <w:rPr>
          <w:rFonts w:ascii="PT Astra Serif" w:hAnsi="PT Astra Serif"/>
          <w:bCs/>
          <w:szCs w:val="28"/>
        </w:rPr>
      </w:pPr>
    </w:p>
    <w:p w:rsidR="00B020C1" w:rsidRPr="005F063A" w:rsidRDefault="00B020C1" w:rsidP="00B020C1">
      <w:pPr>
        <w:rPr>
          <w:rFonts w:ascii="PT Astra Serif" w:hAnsi="PT Astra Serif"/>
          <w:sz w:val="28"/>
          <w:szCs w:val="28"/>
        </w:rPr>
      </w:pPr>
    </w:p>
    <w:p w:rsidR="009C6766" w:rsidRPr="005F063A" w:rsidRDefault="00CB73C9" w:rsidP="009C6766">
      <w:pPr>
        <w:jc w:val="both"/>
        <w:rPr>
          <w:rFonts w:ascii="PT Astra Serif" w:hAnsi="PT Astra Serif"/>
          <w:sz w:val="28"/>
          <w:szCs w:val="28"/>
        </w:rPr>
      </w:pPr>
      <w:r w:rsidRPr="005F063A">
        <w:rPr>
          <w:rFonts w:ascii="PT Astra Serif" w:hAnsi="PT Astra Serif"/>
          <w:sz w:val="28"/>
          <w:szCs w:val="28"/>
        </w:rPr>
        <w:t xml:space="preserve">Губернатор </w:t>
      </w:r>
      <w:r w:rsidR="009C6766" w:rsidRPr="005F063A">
        <w:rPr>
          <w:rFonts w:ascii="PT Astra Serif" w:hAnsi="PT Astra Serif"/>
          <w:sz w:val="28"/>
          <w:szCs w:val="28"/>
        </w:rPr>
        <w:t xml:space="preserve">области   </w:t>
      </w:r>
      <w:r w:rsidRPr="005F063A">
        <w:rPr>
          <w:rFonts w:ascii="PT Astra Serif" w:hAnsi="PT Astra Serif"/>
          <w:sz w:val="28"/>
          <w:szCs w:val="28"/>
        </w:rPr>
        <w:t xml:space="preserve">                       </w:t>
      </w:r>
      <w:r w:rsidR="00F10310" w:rsidRPr="005F063A">
        <w:rPr>
          <w:rFonts w:ascii="PT Astra Serif" w:hAnsi="PT Astra Serif"/>
          <w:sz w:val="28"/>
          <w:szCs w:val="28"/>
        </w:rPr>
        <w:t xml:space="preserve">   </w:t>
      </w:r>
      <w:r w:rsidR="009C6766" w:rsidRPr="005F063A">
        <w:rPr>
          <w:rFonts w:ascii="PT Astra Serif" w:hAnsi="PT Astra Serif"/>
          <w:sz w:val="28"/>
          <w:szCs w:val="28"/>
        </w:rPr>
        <w:t xml:space="preserve">                                    </w:t>
      </w:r>
      <w:r w:rsidR="00651F97" w:rsidRPr="005F063A">
        <w:rPr>
          <w:rFonts w:ascii="PT Astra Serif" w:hAnsi="PT Astra Serif"/>
          <w:sz w:val="28"/>
          <w:szCs w:val="28"/>
        </w:rPr>
        <w:t xml:space="preserve"> </w:t>
      </w:r>
      <w:r w:rsidR="009C6766" w:rsidRPr="005F063A">
        <w:rPr>
          <w:rFonts w:ascii="PT Astra Serif" w:hAnsi="PT Astra Serif"/>
          <w:sz w:val="28"/>
          <w:szCs w:val="28"/>
        </w:rPr>
        <w:t xml:space="preserve"> </w:t>
      </w:r>
      <w:r w:rsidRPr="005F063A">
        <w:rPr>
          <w:rFonts w:ascii="PT Astra Serif" w:hAnsi="PT Astra Serif"/>
          <w:sz w:val="28"/>
          <w:szCs w:val="28"/>
        </w:rPr>
        <w:t xml:space="preserve">         </w:t>
      </w:r>
      <w:r w:rsidR="009C6766" w:rsidRPr="005F063A">
        <w:rPr>
          <w:rFonts w:ascii="PT Astra Serif" w:hAnsi="PT Astra Serif"/>
          <w:sz w:val="28"/>
          <w:szCs w:val="28"/>
        </w:rPr>
        <w:t xml:space="preserve">    </w:t>
      </w:r>
      <w:r w:rsidRPr="005F063A">
        <w:rPr>
          <w:rFonts w:ascii="PT Astra Serif" w:hAnsi="PT Astra Serif"/>
          <w:sz w:val="28"/>
          <w:szCs w:val="28"/>
        </w:rPr>
        <w:t>С.И.Морозов</w:t>
      </w:r>
    </w:p>
    <w:p w:rsidR="008E70D3" w:rsidRPr="005F063A" w:rsidRDefault="008E70D3" w:rsidP="009C6766">
      <w:pPr>
        <w:pStyle w:val="1"/>
        <w:rPr>
          <w:rFonts w:ascii="PT Astra Serif" w:hAnsi="PT Astra Serif"/>
          <w:szCs w:val="28"/>
        </w:rPr>
      </w:pPr>
    </w:p>
    <w:sectPr w:rsidR="008E70D3" w:rsidRPr="005F063A" w:rsidSect="009E5E4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4D3" w:rsidRDefault="001574D3">
      <w:r>
        <w:separator/>
      </w:r>
    </w:p>
  </w:endnote>
  <w:endnote w:type="continuationSeparator" w:id="0">
    <w:p w:rsidR="001574D3" w:rsidRDefault="00157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1618B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766" w:rsidRPr="0006787A" w:rsidRDefault="0006787A" w:rsidP="0006787A">
    <w:pPr>
      <w:pStyle w:val="a5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</w:t>
    </w:r>
    <w:r w:rsidR="00594130">
      <w:rPr>
        <w:rFonts w:ascii="PT Astra Serif" w:hAnsi="PT Astra Serif"/>
        <w:sz w:val="16"/>
        <w:szCs w:val="16"/>
      </w:rPr>
      <w:t>505км6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4D3" w:rsidRDefault="001574D3">
      <w:r>
        <w:separator/>
      </w:r>
    </w:p>
  </w:footnote>
  <w:footnote w:type="continuationSeparator" w:id="0">
    <w:p w:rsidR="001574D3" w:rsidRDefault="001574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1618BE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1618BE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8E4BB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9C52C14"/>
    <w:multiLevelType w:val="singleLevel"/>
    <w:tmpl w:val="81A4E418"/>
    <w:lvl w:ilvl="0">
      <w:start w:val="17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A28056F"/>
    <w:multiLevelType w:val="hybridMultilevel"/>
    <w:tmpl w:val="772C5AFC"/>
    <w:lvl w:ilvl="0" w:tplc="63AC27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0F132E"/>
    <w:multiLevelType w:val="singleLevel"/>
    <w:tmpl w:val="2344723C"/>
    <w:lvl w:ilvl="0">
      <w:start w:val="19"/>
      <w:numFmt w:val="decimal"/>
      <w:lvlText w:val="1.%1."/>
      <w:legacy w:legacy="1" w:legacySpace="0" w:legacyIndent="6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5A947DC"/>
    <w:multiLevelType w:val="hybridMultilevel"/>
    <w:tmpl w:val="55DEA56C"/>
    <w:lvl w:ilvl="0" w:tplc="ABC8CC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66C07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E23A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D83C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7299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E3AB3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14C8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B8E1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D809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D7704F"/>
    <w:multiLevelType w:val="singleLevel"/>
    <w:tmpl w:val="BCBE36D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6">
    <w:nsid w:val="48B50801"/>
    <w:multiLevelType w:val="singleLevel"/>
    <w:tmpl w:val="6E0E6964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D7D712A"/>
    <w:multiLevelType w:val="multilevel"/>
    <w:tmpl w:val="4AAE461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2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50552476"/>
    <w:multiLevelType w:val="singleLevel"/>
    <w:tmpl w:val="DB3C3696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5E151FF"/>
    <w:multiLevelType w:val="hybridMultilevel"/>
    <w:tmpl w:val="5F56D4B4"/>
    <w:lvl w:ilvl="0" w:tplc="A7C0087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56A010BD"/>
    <w:multiLevelType w:val="singleLevel"/>
    <w:tmpl w:val="ABFEB888"/>
    <w:lvl w:ilvl="0">
      <w:start w:val="10"/>
      <w:numFmt w:val="decimal"/>
      <w:lvlText w:val="1.%1."/>
      <w:legacy w:legacy="1" w:legacySpace="0" w:legacyIndent="64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58987FAF"/>
    <w:multiLevelType w:val="singleLevel"/>
    <w:tmpl w:val="73CCCC6C"/>
    <w:lvl w:ilvl="0">
      <w:start w:val="25"/>
      <w:numFmt w:val="decimal"/>
      <w:lvlText w:val="1.%1."/>
      <w:legacy w:legacy="1" w:legacySpace="0" w:legacyIndent="61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621C15C1"/>
    <w:multiLevelType w:val="singleLevel"/>
    <w:tmpl w:val="5DEA5CE6"/>
    <w:lvl w:ilvl="0">
      <w:start w:val="13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73537ECF"/>
    <w:multiLevelType w:val="singleLevel"/>
    <w:tmpl w:val="5994D96A"/>
    <w:lvl w:ilvl="0">
      <w:start w:val="3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561616E"/>
    <w:multiLevelType w:val="singleLevel"/>
    <w:tmpl w:val="175A5582"/>
    <w:lvl w:ilvl="0">
      <w:start w:val="2"/>
      <w:numFmt w:val="decimal"/>
      <w:lvlText w:val="%1."/>
      <w:legacy w:legacy="1" w:legacySpace="0" w:legacyIndent="30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77FB2767"/>
    <w:multiLevelType w:val="hybridMultilevel"/>
    <w:tmpl w:val="F2344DE2"/>
    <w:lvl w:ilvl="0" w:tplc="337691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10"/>
    <w:lvlOverride w:ilvl="0">
      <w:startOverride w:val="10"/>
    </w:lvlOverride>
  </w:num>
  <w:num w:numId="10">
    <w:abstractNumId w:val="12"/>
    <w:lvlOverride w:ilvl="0">
      <w:startOverride w:val="13"/>
    </w:lvlOverride>
  </w:num>
  <w:num w:numId="11">
    <w:abstractNumId w:val="1"/>
    <w:lvlOverride w:ilvl="0">
      <w:startOverride w:val="17"/>
    </w:lvlOverride>
  </w:num>
  <w:num w:numId="12">
    <w:abstractNumId w:val="3"/>
    <w:lvlOverride w:ilvl="0">
      <w:startOverride w:val="19"/>
    </w:lvlOverride>
  </w:num>
  <w:num w:numId="13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3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7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11"/>
    <w:lvlOverride w:ilvl="0">
      <w:startOverride w:val="25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14"/>
    <w:lvlOverride w:ilvl="0">
      <w:startOverride w:val="2"/>
    </w:lvlOverride>
  </w:num>
  <w:num w:numId="19">
    <w:abstractNumId w:val="14"/>
    <w:lvlOverride w:ilvl="0">
      <w:lvl w:ilvl="0">
        <w:start w:val="2"/>
        <w:numFmt w:val="decimal"/>
        <w:lvlText w:val="%1."/>
        <w:legacy w:legacy="1" w:legacySpace="0" w:legacyIndent="30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7D8"/>
    <w:rsid w:val="00024111"/>
    <w:rsid w:val="0002563D"/>
    <w:rsid w:val="00026CA1"/>
    <w:rsid w:val="000509B8"/>
    <w:rsid w:val="0006467F"/>
    <w:rsid w:val="0006787A"/>
    <w:rsid w:val="000749D6"/>
    <w:rsid w:val="00083443"/>
    <w:rsid w:val="000977E5"/>
    <w:rsid w:val="000A3DD3"/>
    <w:rsid w:val="000C43D1"/>
    <w:rsid w:val="000D723F"/>
    <w:rsid w:val="000E5735"/>
    <w:rsid w:val="000F7A9B"/>
    <w:rsid w:val="00101170"/>
    <w:rsid w:val="0010347E"/>
    <w:rsid w:val="00104D76"/>
    <w:rsid w:val="0012371E"/>
    <w:rsid w:val="00142141"/>
    <w:rsid w:val="001574D3"/>
    <w:rsid w:val="001618BE"/>
    <w:rsid w:val="00161AA9"/>
    <w:rsid w:val="00161E40"/>
    <w:rsid w:val="0017176E"/>
    <w:rsid w:val="00177851"/>
    <w:rsid w:val="00181CEE"/>
    <w:rsid w:val="001827D3"/>
    <w:rsid w:val="00187E8F"/>
    <w:rsid w:val="00190C47"/>
    <w:rsid w:val="00191A14"/>
    <w:rsid w:val="001C23A0"/>
    <w:rsid w:val="001D0E42"/>
    <w:rsid w:val="001E1170"/>
    <w:rsid w:val="001E28C8"/>
    <w:rsid w:val="001E74C0"/>
    <w:rsid w:val="001F64A3"/>
    <w:rsid w:val="0021163B"/>
    <w:rsid w:val="0021618F"/>
    <w:rsid w:val="00217A84"/>
    <w:rsid w:val="00233306"/>
    <w:rsid w:val="00243980"/>
    <w:rsid w:val="0025470C"/>
    <w:rsid w:val="00260312"/>
    <w:rsid w:val="00265813"/>
    <w:rsid w:val="00283EBF"/>
    <w:rsid w:val="002C6821"/>
    <w:rsid w:val="002D3CA3"/>
    <w:rsid w:val="002E0703"/>
    <w:rsid w:val="002F3A86"/>
    <w:rsid w:val="00313424"/>
    <w:rsid w:val="003152E0"/>
    <w:rsid w:val="003207CA"/>
    <w:rsid w:val="0032254B"/>
    <w:rsid w:val="003456B2"/>
    <w:rsid w:val="00346876"/>
    <w:rsid w:val="00361F19"/>
    <w:rsid w:val="003658E7"/>
    <w:rsid w:val="0037048A"/>
    <w:rsid w:val="00374D3E"/>
    <w:rsid w:val="00377A73"/>
    <w:rsid w:val="00382207"/>
    <w:rsid w:val="00385C32"/>
    <w:rsid w:val="003A5D80"/>
    <w:rsid w:val="003B2D24"/>
    <w:rsid w:val="003B569A"/>
    <w:rsid w:val="003B7E7E"/>
    <w:rsid w:val="003F1049"/>
    <w:rsid w:val="00404CD9"/>
    <w:rsid w:val="00424A2C"/>
    <w:rsid w:val="00427DA5"/>
    <w:rsid w:val="00432B96"/>
    <w:rsid w:val="004406B7"/>
    <w:rsid w:val="00441FCA"/>
    <w:rsid w:val="004560D4"/>
    <w:rsid w:val="00461A78"/>
    <w:rsid w:val="00465C2B"/>
    <w:rsid w:val="00474D69"/>
    <w:rsid w:val="00481AFE"/>
    <w:rsid w:val="004A0BC1"/>
    <w:rsid w:val="004C47B8"/>
    <w:rsid w:val="004D1B30"/>
    <w:rsid w:val="004D4FCF"/>
    <w:rsid w:val="004E02C8"/>
    <w:rsid w:val="004E0B01"/>
    <w:rsid w:val="004E5542"/>
    <w:rsid w:val="00512052"/>
    <w:rsid w:val="00524E49"/>
    <w:rsid w:val="00546A5A"/>
    <w:rsid w:val="005537F6"/>
    <w:rsid w:val="00556412"/>
    <w:rsid w:val="005654B2"/>
    <w:rsid w:val="00583074"/>
    <w:rsid w:val="005842CB"/>
    <w:rsid w:val="00594130"/>
    <w:rsid w:val="00594A6B"/>
    <w:rsid w:val="005A6078"/>
    <w:rsid w:val="005B0B22"/>
    <w:rsid w:val="005B693D"/>
    <w:rsid w:val="005C2423"/>
    <w:rsid w:val="005D3341"/>
    <w:rsid w:val="005E6E7D"/>
    <w:rsid w:val="005F042B"/>
    <w:rsid w:val="005F063A"/>
    <w:rsid w:val="005F06EE"/>
    <w:rsid w:val="00602DA2"/>
    <w:rsid w:val="00607C88"/>
    <w:rsid w:val="0061160B"/>
    <w:rsid w:val="00612681"/>
    <w:rsid w:val="00651F97"/>
    <w:rsid w:val="006612CB"/>
    <w:rsid w:val="00664AA6"/>
    <w:rsid w:val="00681442"/>
    <w:rsid w:val="006855D4"/>
    <w:rsid w:val="006973B9"/>
    <w:rsid w:val="006A0385"/>
    <w:rsid w:val="006A4DEB"/>
    <w:rsid w:val="006B01DE"/>
    <w:rsid w:val="006B5921"/>
    <w:rsid w:val="006D3AA1"/>
    <w:rsid w:val="006E5556"/>
    <w:rsid w:val="006E7376"/>
    <w:rsid w:val="006F3182"/>
    <w:rsid w:val="007002DC"/>
    <w:rsid w:val="00704334"/>
    <w:rsid w:val="007043ED"/>
    <w:rsid w:val="00741A33"/>
    <w:rsid w:val="00762E2C"/>
    <w:rsid w:val="007B4CDC"/>
    <w:rsid w:val="007B7F25"/>
    <w:rsid w:val="007C4A23"/>
    <w:rsid w:val="007D0F46"/>
    <w:rsid w:val="007D6E59"/>
    <w:rsid w:val="007E5986"/>
    <w:rsid w:val="00804B27"/>
    <w:rsid w:val="00804BB5"/>
    <w:rsid w:val="00824971"/>
    <w:rsid w:val="00825DFB"/>
    <w:rsid w:val="0083498E"/>
    <w:rsid w:val="00844698"/>
    <w:rsid w:val="00846CD9"/>
    <w:rsid w:val="0085255A"/>
    <w:rsid w:val="00854A8F"/>
    <w:rsid w:val="00873A5A"/>
    <w:rsid w:val="00882118"/>
    <w:rsid w:val="00882D97"/>
    <w:rsid w:val="00886DE9"/>
    <w:rsid w:val="00891A1A"/>
    <w:rsid w:val="00891A93"/>
    <w:rsid w:val="008B3D53"/>
    <w:rsid w:val="008C0CA8"/>
    <w:rsid w:val="008D42CE"/>
    <w:rsid w:val="008D563A"/>
    <w:rsid w:val="008D63FA"/>
    <w:rsid w:val="008E47DF"/>
    <w:rsid w:val="008E70D3"/>
    <w:rsid w:val="008F35AD"/>
    <w:rsid w:val="008F6720"/>
    <w:rsid w:val="00902470"/>
    <w:rsid w:val="00924C76"/>
    <w:rsid w:val="00966BCA"/>
    <w:rsid w:val="00974006"/>
    <w:rsid w:val="00996EB8"/>
    <w:rsid w:val="009A3DB0"/>
    <w:rsid w:val="009B393D"/>
    <w:rsid w:val="009C6766"/>
    <w:rsid w:val="009D4B62"/>
    <w:rsid w:val="009E5E40"/>
    <w:rsid w:val="009F033A"/>
    <w:rsid w:val="00A16380"/>
    <w:rsid w:val="00A42B14"/>
    <w:rsid w:val="00A4314D"/>
    <w:rsid w:val="00A57882"/>
    <w:rsid w:val="00A73209"/>
    <w:rsid w:val="00AA7E96"/>
    <w:rsid w:val="00AB2575"/>
    <w:rsid w:val="00AC529F"/>
    <w:rsid w:val="00AF270C"/>
    <w:rsid w:val="00B020C1"/>
    <w:rsid w:val="00B36F29"/>
    <w:rsid w:val="00B37170"/>
    <w:rsid w:val="00B40D03"/>
    <w:rsid w:val="00B46D6C"/>
    <w:rsid w:val="00B63301"/>
    <w:rsid w:val="00B7325F"/>
    <w:rsid w:val="00B77E80"/>
    <w:rsid w:val="00BA3BD4"/>
    <w:rsid w:val="00BD37AB"/>
    <w:rsid w:val="00BD576F"/>
    <w:rsid w:val="00BD6A75"/>
    <w:rsid w:val="00BF3D2E"/>
    <w:rsid w:val="00C00643"/>
    <w:rsid w:val="00C10C4E"/>
    <w:rsid w:val="00C116B0"/>
    <w:rsid w:val="00C42F6D"/>
    <w:rsid w:val="00C53B14"/>
    <w:rsid w:val="00C669CB"/>
    <w:rsid w:val="00C66C0F"/>
    <w:rsid w:val="00C80DA8"/>
    <w:rsid w:val="00C863F1"/>
    <w:rsid w:val="00CB419A"/>
    <w:rsid w:val="00CB73C9"/>
    <w:rsid w:val="00CC2A90"/>
    <w:rsid w:val="00CC4ED5"/>
    <w:rsid w:val="00CF44FC"/>
    <w:rsid w:val="00D053F4"/>
    <w:rsid w:val="00D52474"/>
    <w:rsid w:val="00D83DDB"/>
    <w:rsid w:val="00D8510D"/>
    <w:rsid w:val="00D97BC6"/>
    <w:rsid w:val="00DA7A53"/>
    <w:rsid w:val="00DB12F9"/>
    <w:rsid w:val="00DC32C8"/>
    <w:rsid w:val="00DD30FA"/>
    <w:rsid w:val="00DD6F2C"/>
    <w:rsid w:val="00DE099F"/>
    <w:rsid w:val="00E00D9B"/>
    <w:rsid w:val="00E37014"/>
    <w:rsid w:val="00EA17D8"/>
    <w:rsid w:val="00EA31CF"/>
    <w:rsid w:val="00EB051A"/>
    <w:rsid w:val="00ED595F"/>
    <w:rsid w:val="00ED5EDF"/>
    <w:rsid w:val="00EF7A35"/>
    <w:rsid w:val="00F04C45"/>
    <w:rsid w:val="00F07F82"/>
    <w:rsid w:val="00F10310"/>
    <w:rsid w:val="00F12C1F"/>
    <w:rsid w:val="00F35AAC"/>
    <w:rsid w:val="00F424B1"/>
    <w:rsid w:val="00F45220"/>
    <w:rsid w:val="00F458A0"/>
    <w:rsid w:val="00F603CC"/>
    <w:rsid w:val="00F9085B"/>
    <w:rsid w:val="00F91E34"/>
    <w:rsid w:val="00F92871"/>
    <w:rsid w:val="00F9525A"/>
    <w:rsid w:val="00FB3A12"/>
    <w:rsid w:val="00FD762E"/>
    <w:rsid w:val="00FE3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6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Прплро</vt:lpstr>
    </vt:vector>
  </TitlesOfParts>
  <Company>ГФУ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Прплро</dc:title>
  <dc:creator>123</dc:creator>
  <cp:lastModifiedBy>Моисеева Ксения Дмитриевна</cp:lastModifiedBy>
  <cp:revision>3</cp:revision>
  <cp:lastPrinted>2020-05-15T11:05:00Z</cp:lastPrinted>
  <dcterms:created xsi:type="dcterms:W3CDTF">2020-05-15T11:05:00Z</dcterms:created>
  <dcterms:modified xsi:type="dcterms:W3CDTF">2020-05-15T11:05:00Z</dcterms:modified>
</cp:coreProperties>
</file>