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  <w:bookmarkStart w:id="0" w:name="_GoBack"/>
      <w:bookmarkEnd w:id="0"/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 xml:space="preserve">2017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2018 и 2019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CB73C9" w:rsidRPr="00CB73C9">
        <w:rPr>
          <w:b w:val="0"/>
          <w:bCs w:val="0"/>
          <w:sz w:val="28"/>
        </w:rPr>
        <w:t xml:space="preserve">2017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2018 и 2019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 xml:space="preserve">2017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2018 и 2019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851" w:rsidRDefault="00177851">
      <w:r>
        <w:separator/>
      </w:r>
    </w:p>
  </w:endnote>
  <w:endnote w:type="continuationSeparator" w:id="0">
    <w:p w:rsidR="00177851" w:rsidRDefault="00177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FB3A12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2211кк3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851" w:rsidRDefault="00177851">
      <w:r>
        <w:separator/>
      </w:r>
    </w:p>
  </w:footnote>
  <w:footnote w:type="continuationSeparator" w:id="0">
    <w:p w:rsidR="00177851" w:rsidRDefault="00177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3</cp:revision>
  <cp:lastPrinted>2017-07-03T10:22:00Z</cp:lastPrinted>
  <dcterms:created xsi:type="dcterms:W3CDTF">2017-11-22T10:50:00Z</dcterms:created>
  <dcterms:modified xsi:type="dcterms:W3CDTF">2017-11-22T10:50:00Z</dcterms:modified>
</cp:coreProperties>
</file>